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BD02390" w:rsidR="00C51FB1" w:rsidRDefault="0046253C" w:rsidP="00C51FB1">
      <w:pPr>
        <w:spacing w:before="360"/>
        <w:jc w:val="center"/>
        <w:rPr>
          <w:b/>
          <w:szCs w:val="24"/>
        </w:rPr>
      </w:pPr>
      <w:r>
        <w:rPr>
          <w:b/>
          <w:szCs w:val="24"/>
        </w:rPr>
        <w:t>Dec</w:t>
      </w:r>
      <w:r w:rsidR="00C16D57">
        <w:rPr>
          <w:b/>
          <w:szCs w:val="24"/>
        </w:rPr>
        <w:t>ember</w:t>
      </w:r>
      <w:r w:rsidR="00212ED9">
        <w:rPr>
          <w:b/>
          <w:szCs w:val="24"/>
        </w:rPr>
        <w:t xml:space="preserve"> </w:t>
      </w:r>
      <w:r w:rsidR="00B76735">
        <w:rPr>
          <w:b/>
          <w:szCs w:val="24"/>
        </w:rPr>
        <w:t>20</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1D0CD11" w14:textId="670B97A2" w:rsidR="000A5011"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75942349" w:history="1">
        <w:r w:rsidR="000A5011" w:rsidRPr="004B654C">
          <w:rPr>
            <w:rStyle w:val="Hyperlink"/>
          </w:rPr>
          <w:t>3</w:t>
        </w:r>
        <w:r w:rsidR="000A5011">
          <w:rPr>
            <w:rFonts w:asciiTheme="minorHAnsi" w:eastAsiaTheme="minorEastAsia" w:hAnsiTheme="minorHAnsi" w:cstheme="minorBidi"/>
            <w:b w:val="0"/>
            <w:bCs w:val="0"/>
            <w:sz w:val="22"/>
            <w:szCs w:val="22"/>
          </w:rPr>
          <w:tab/>
        </w:r>
        <w:r w:rsidR="000A5011" w:rsidRPr="004B654C">
          <w:rPr>
            <w:rStyle w:val="Hyperlink"/>
          </w:rPr>
          <w:t>MANAGEMENT ACTIVITIES FOR THE ERCOT SYSTEM</w:t>
        </w:r>
        <w:r w:rsidR="000A5011">
          <w:rPr>
            <w:webHidden/>
          </w:rPr>
          <w:tab/>
        </w:r>
        <w:r w:rsidR="000A5011">
          <w:rPr>
            <w:webHidden/>
          </w:rPr>
          <w:fldChar w:fldCharType="begin"/>
        </w:r>
        <w:r w:rsidR="000A5011">
          <w:rPr>
            <w:webHidden/>
          </w:rPr>
          <w:instrText xml:space="preserve"> PAGEREF _Toc75942349 \h </w:instrText>
        </w:r>
        <w:r w:rsidR="000A5011">
          <w:rPr>
            <w:webHidden/>
          </w:rPr>
        </w:r>
        <w:r w:rsidR="000A5011">
          <w:rPr>
            <w:webHidden/>
          </w:rPr>
          <w:fldChar w:fldCharType="separate"/>
        </w:r>
        <w:r w:rsidR="005F79DD">
          <w:rPr>
            <w:webHidden/>
          </w:rPr>
          <w:t>3-1</w:t>
        </w:r>
        <w:r w:rsidR="000A5011">
          <w:rPr>
            <w:webHidden/>
          </w:rPr>
          <w:fldChar w:fldCharType="end"/>
        </w:r>
      </w:hyperlink>
    </w:p>
    <w:p w14:paraId="5257EB4D" w14:textId="6D850C19" w:rsidR="000A5011" w:rsidRPr="000A5011" w:rsidRDefault="005F79DD">
      <w:pPr>
        <w:pStyle w:val="TOC2"/>
        <w:rPr>
          <w:rFonts w:eastAsiaTheme="minorEastAsia"/>
          <w:noProof/>
        </w:rPr>
      </w:pPr>
      <w:hyperlink w:anchor="_Toc75942350" w:history="1">
        <w:r w:rsidR="000A5011" w:rsidRPr="000A5011">
          <w:rPr>
            <w:rStyle w:val="Hyperlink"/>
            <w:noProof/>
          </w:rPr>
          <w:t>3.1</w:t>
        </w:r>
        <w:r w:rsidR="000A5011" w:rsidRPr="000A5011">
          <w:rPr>
            <w:rFonts w:eastAsiaTheme="minorEastAsia"/>
            <w:noProof/>
          </w:rPr>
          <w:tab/>
        </w:r>
        <w:r w:rsidR="000A5011" w:rsidRPr="000A5011">
          <w:rPr>
            <w:rStyle w:val="Hyperlink"/>
            <w:noProof/>
          </w:rPr>
          <w:t>Outage Coordination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_Toc75942350 \h </w:instrText>
        </w:r>
        <w:r w:rsidR="000A5011" w:rsidRPr="000A5011">
          <w:rPr>
            <w:noProof/>
            <w:webHidden/>
          </w:rPr>
        </w:r>
        <w:r w:rsidR="000A5011" w:rsidRPr="000A5011">
          <w:rPr>
            <w:noProof/>
            <w:webHidden/>
          </w:rPr>
          <w:fldChar w:fldCharType="separate"/>
        </w:r>
        <w:r>
          <w:rPr>
            <w:noProof/>
            <w:webHidden/>
          </w:rPr>
          <w:t>3-1</w:t>
        </w:r>
        <w:r w:rsidR="000A5011" w:rsidRPr="000A5011">
          <w:rPr>
            <w:noProof/>
            <w:webHidden/>
          </w:rPr>
          <w:fldChar w:fldCharType="end"/>
        </w:r>
      </w:hyperlink>
    </w:p>
    <w:p w14:paraId="11EAD8EB" w14:textId="07A0BE2C" w:rsidR="000A5011" w:rsidRPr="000A5011" w:rsidRDefault="005F79DD">
      <w:pPr>
        <w:pStyle w:val="TOC3"/>
        <w:rPr>
          <w:rFonts w:eastAsiaTheme="minorEastAsia"/>
          <w:bCs w:val="0"/>
          <w:i w:val="0"/>
          <w:iCs w:val="0"/>
        </w:rPr>
      </w:pPr>
      <w:hyperlink w:anchor="_Toc75942351" w:history="1">
        <w:r w:rsidR="000A5011" w:rsidRPr="000A5011">
          <w:rPr>
            <w:rStyle w:val="Hyperlink"/>
            <w:bCs w:val="0"/>
            <w:i w:val="0"/>
            <w:iCs w:val="0"/>
          </w:rPr>
          <w:t>3.1.1</w:t>
        </w:r>
        <w:r w:rsidR="000A5011" w:rsidRPr="000A5011">
          <w:rPr>
            <w:rFonts w:eastAsiaTheme="minorEastAsia"/>
            <w:bCs w:val="0"/>
            <w:i w:val="0"/>
            <w:iCs w:val="0"/>
          </w:rPr>
          <w:tab/>
        </w:r>
        <w:r w:rsidR="000A5011" w:rsidRPr="000A5011">
          <w:rPr>
            <w:rStyle w:val="Hyperlink"/>
            <w:bCs w:val="0"/>
            <w:i w:val="0"/>
            <w:iCs w:val="0"/>
          </w:rPr>
          <w:t>Role of ERCOT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w:t>
        </w:r>
        <w:r w:rsidR="000A5011" w:rsidRPr="000A5011">
          <w:rPr>
            <w:bCs w:val="0"/>
            <w:i w:val="0"/>
            <w:iCs w:val="0"/>
            <w:webHidden/>
          </w:rPr>
          <w:fldChar w:fldCharType="end"/>
        </w:r>
      </w:hyperlink>
    </w:p>
    <w:p w14:paraId="79907114" w14:textId="6390AC1F" w:rsidR="000A5011" w:rsidRPr="000A5011" w:rsidRDefault="005F79DD">
      <w:pPr>
        <w:pStyle w:val="TOC3"/>
        <w:rPr>
          <w:rFonts w:eastAsiaTheme="minorEastAsia"/>
          <w:bCs w:val="0"/>
          <w:i w:val="0"/>
          <w:iCs w:val="0"/>
        </w:rPr>
      </w:pPr>
      <w:hyperlink w:anchor="_Toc75942352" w:history="1">
        <w:r w:rsidR="000A5011" w:rsidRPr="000A5011">
          <w:rPr>
            <w:rStyle w:val="Hyperlink"/>
            <w:bCs w:val="0"/>
            <w:i w:val="0"/>
            <w:iCs w:val="0"/>
          </w:rPr>
          <w:t>3.1.2</w:t>
        </w:r>
        <w:r w:rsidR="000A5011" w:rsidRPr="000A5011">
          <w:rPr>
            <w:rFonts w:eastAsiaTheme="minorEastAsia"/>
            <w:bCs w:val="0"/>
            <w:i w:val="0"/>
            <w:iCs w:val="0"/>
          </w:rPr>
          <w:tab/>
        </w:r>
        <w:r w:rsidR="000A5011" w:rsidRPr="000A5011">
          <w:rPr>
            <w:rStyle w:val="Hyperlink"/>
            <w:bCs w:val="0"/>
            <w:i w:val="0"/>
            <w:iCs w:val="0"/>
          </w:rPr>
          <w:t>Planned Outage, Maintenance Outage, or Rescheduled Outage Data Reporting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54F17EF" w14:textId="54D53B36" w:rsidR="000A5011" w:rsidRPr="000A5011" w:rsidRDefault="005F79DD">
      <w:pPr>
        <w:pStyle w:val="TOC3"/>
        <w:rPr>
          <w:rFonts w:eastAsiaTheme="minorEastAsia"/>
          <w:bCs w:val="0"/>
          <w:i w:val="0"/>
          <w:iCs w:val="0"/>
        </w:rPr>
      </w:pPr>
      <w:hyperlink w:anchor="_Toc75942353" w:history="1">
        <w:r w:rsidR="000A5011" w:rsidRPr="000A5011">
          <w:rPr>
            <w:rStyle w:val="Hyperlink"/>
            <w:bCs w:val="0"/>
            <w:i w:val="0"/>
            <w:iCs w:val="0"/>
          </w:rPr>
          <w:t>3.1.3</w:t>
        </w:r>
        <w:r w:rsidR="000A5011" w:rsidRPr="000A5011">
          <w:rPr>
            <w:rFonts w:eastAsiaTheme="minorEastAsia"/>
            <w:bCs w:val="0"/>
            <w:i w:val="0"/>
            <w:iCs w:val="0"/>
          </w:rPr>
          <w:tab/>
        </w:r>
        <w:r w:rsidR="000A5011" w:rsidRPr="000A5011">
          <w:rPr>
            <w:rStyle w:val="Hyperlink"/>
            <w:bCs w:val="0"/>
            <w:i w:val="0"/>
            <w:iCs w:val="0"/>
          </w:rPr>
          <w:t>Rolling 12-Month Outage Planning and Update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655F57B" w14:textId="5D9A354F" w:rsidR="000A5011" w:rsidRPr="000A5011" w:rsidRDefault="005F79DD">
      <w:pPr>
        <w:pStyle w:val="TOC4"/>
        <w:rPr>
          <w:rFonts w:eastAsiaTheme="minorEastAsia"/>
          <w:bCs w:val="0"/>
          <w:snapToGrid/>
          <w:sz w:val="20"/>
          <w:szCs w:val="20"/>
        </w:rPr>
      </w:pPr>
      <w:hyperlink w:anchor="_Toc75942354" w:history="1">
        <w:r w:rsidR="000A5011" w:rsidRPr="000A5011">
          <w:rPr>
            <w:rStyle w:val="Hyperlink"/>
            <w:bCs w:val="0"/>
            <w:sz w:val="20"/>
            <w:szCs w:val="20"/>
          </w:rPr>
          <w:t>3.1.3.1</w:t>
        </w:r>
        <w:r w:rsidR="000A5011" w:rsidRPr="000A5011">
          <w:rPr>
            <w:rFonts w:eastAsiaTheme="minorEastAsia"/>
            <w:bCs w:val="0"/>
            <w:snapToGrid/>
            <w:sz w:val="20"/>
            <w:szCs w:val="20"/>
          </w:rPr>
          <w:tab/>
        </w:r>
        <w:r w:rsidR="000A5011" w:rsidRPr="000A5011">
          <w:rPr>
            <w:rStyle w:val="Hyperlink"/>
            <w:bCs w:val="0"/>
            <w:sz w:val="20"/>
            <w:szCs w:val="20"/>
          </w:rPr>
          <w:t>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w:t>
        </w:r>
        <w:r w:rsidR="000A5011" w:rsidRPr="000A5011">
          <w:rPr>
            <w:bCs w:val="0"/>
            <w:webHidden/>
            <w:sz w:val="20"/>
            <w:szCs w:val="20"/>
          </w:rPr>
          <w:fldChar w:fldCharType="end"/>
        </w:r>
      </w:hyperlink>
    </w:p>
    <w:p w14:paraId="1AB7385E" w14:textId="5B362112" w:rsidR="000A5011" w:rsidRPr="000A5011" w:rsidRDefault="005F79DD">
      <w:pPr>
        <w:pStyle w:val="TOC4"/>
        <w:rPr>
          <w:rFonts w:eastAsiaTheme="minorEastAsia"/>
          <w:bCs w:val="0"/>
          <w:snapToGrid/>
          <w:sz w:val="20"/>
          <w:szCs w:val="20"/>
        </w:rPr>
      </w:pPr>
      <w:hyperlink w:anchor="_Toc75942355" w:history="1">
        <w:r w:rsidR="000A5011" w:rsidRPr="000A5011">
          <w:rPr>
            <w:rStyle w:val="Hyperlink"/>
            <w:bCs w:val="0"/>
            <w:sz w:val="20"/>
            <w:szCs w:val="20"/>
          </w:rPr>
          <w:t>3.1.3.2</w:t>
        </w:r>
        <w:r w:rsidR="000A5011" w:rsidRPr="000A5011">
          <w:rPr>
            <w:rFonts w:eastAsiaTheme="minorEastAsia"/>
            <w:bCs w:val="0"/>
            <w:snapToGrid/>
            <w:sz w:val="20"/>
            <w:szCs w:val="20"/>
          </w:rPr>
          <w:tab/>
        </w:r>
        <w:r w:rsidR="000A5011" w:rsidRPr="000A5011">
          <w:rPr>
            <w:rStyle w:val="Hyperlink"/>
            <w:bCs w:val="0"/>
            <w:sz w:val="20"/>
            <w:szCs w:val="20"/>
          </w:rPr>
          <w:t>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01FA28F9" w14:textId="5221A5DB" w:rsidR="000A5011" w:rsidRPr="000A5011" w:rsidRDefault="005F79DD">
      <w:pPr>
        <w:pStyle w:val="TOC3"/>
        <w:rPr>
          <w:rFonts w:eastAsiaTheme="minorEastAsia"/>
          <w:bCs w:val="0"/>
          <w:i w:val="0"/>
          <w:iCs w:val="0"/>
        </w:rPr>
      </w:pPr>
      <w:hyperlink w:anchor="_Toc75942356" w:history="1">
        <w:r w:rsidR="000A5011" w:rsidRPr="000A5011">
          <w:rPr>
            <w:rStyle w:val="Hyperlink"/>
            <w:bCs w:val="0"/>
            <w:i w:val="0"/>
            <w:iCs w:val="0"/>
          </w:rPr>
          <w:t>3.1.4</w:t>
        </w:r>
        <w:r w:rsidR="000A5011" w:rsidRPr="000A5011">
          <w:rPr>
            <w:rFonts w:eastAsiaTheme="minorEastAsia"/>
            <w:bCs w:val="0"/>
            <w:i w:val="0"/>
            <w:iCs w:val="0"/>
          </w:rPr>
          <w:tab/>
        </w:r>
        <w:r w:rsidR="000A5011" w:rsidRPr="000A5011">
          <w:rPr>
            <w:rStyle w:val="Hyperlink"/>
            <w:bCs w:val="0"/>
            <w:i w:val="0"/>
            <w:iCs w:val="0"/>
          </w:rPr>
          <w:t>Communications Regarding Resource and Transmission Facilities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3-4</w:t>
        </w:r>
        <w:r w:rsidR="000A5011" w:rsidRPr="000A5011">
          <w:rPr>
            <w:bCs w:val="0"/>
            <w:i w:val="0"/>
            <w:iCs w:val="0"/>
            <w:webHidden/>
          </w:rPr>
          <w:fldChar w:fldCharType="end"/>
        </w:r>
      </w:hyperlink>
    </w:p>
    <w:p w14:paraId="75027C1F" w14:textId="11A89B41" w:rsidR="000A5011" w:rsidRPr="000A5011" w:rsidRDefault="005F79DD">
      <w:pPr>
        <w:pStyle w:val="TOC4"/>
        <w:rPr>
          <w:rFonts w:eastAsiaTheme="minorEastAsia"/>
          <w:bCs w:val="0"/>
          <w:snapToGrid/>
          <w:sz w:val="20"/>
          <w:szCs w:val="20"/>
        </w:rPr>
      </w:pPr>
      <w:hyperlink w:anchor="_Toc75942357" w:history="1">
        <w:r w:rsidR="000A5011" w:rsidRPr="000A5011">
          <w:rPr>
            <w:rStyle w:val="Hyperlink"/>
            <w:bCs w:val="0"/>
            <w:sz w:val="20"/>
            <w:szCs w:val="20"/>
          </w:rPr>
          <w:t>3.1.4.1</w:t>
        </w:r>
        <w:r w:rsidR="000A5011" w:rsidRPr="000A5011">
          <w:rPr>
            <w:rFonts w:eastAsiaTheme="minorEastAsia"/>
            <w:bCs w:val="0"/>
            <w:snapToGrid/>
            <w:sz w:val="20"/>
            <w:szCs w:val="20"/>
          </w:rPr>
          <w:tab/>
        </w:r>
        <w:r w:rsidR="000A5011" w:rsidRPr="000A5011">
          <w:rPr>
            <w:rStyle w:val="Hyperlink"/>
            <w:bCs w:val="0"/>
            <w:sz w:val="20"/>
            <w:szCs w:val="20"/>
          </w:rPr>
          <w:t>Single Point of Contact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7B609CC8" w14:textId="0E07724E" w:rsidR="000A5011" w:rsidRPr="000A5011" w:rsidRDefault="005F79DD">
      <w:pPr>
        <w:pStyle w:val="TOC4"/>
        <w:rPr>
          <w:rFonts w:eastAsiaTheme="minorEastAsia"/>
          <w:bCs w:val="0"/>
          <w:snapToGrid/>
          <w:sz w:val="20"/>
          <w:szCs w:val="20"/>
        </w:rPr>
      </w:pPr>
      <w:hyperlink w:anchor="_Toc75942358" w:history="1">
        <w:r w:rsidR="000A5011" w:rsidRPr="000A5011">
          <w:rPr>
            <w:rStyle w:val="Hyperlink"/>
            <w:bCs w:val="0"/>
            <w:sz w:val="20"/>
            <w:szCs w:val="20"/>
          </w:rPr>
          <w:t>3.1.4.2</w:t>
        </w:r>
        <w:r w:rsidR="000A5011" w:rsidRPr="000A5011">
          <w:rPr>
            <w:rFonts w:eastAsiaTheme="minorEastAsia"/>
            <w:bCs w:val="0"/>
            <w:snapToGrid/>
            <w:sz w:val="20"/>
            <w:szCs w:val="20"/>
          </w:rPr>
          <w:tab/>
        </w:r>
        <w:r w:rsidR="000A5011" w:rsidRPr="000A5011">
          <w:rPr>
            <w:rStyle w:val="Hyperlink"/>
            <w:bCs w:val="0"/>
            <w:sz w:val="20"/>
            <w:szCs w:val="20"/>
          </w:rPr>
          <w:t>Method of Communication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w:t>
        </w:r>
        <w:r w:rsidR="000A5011" w:rsidRPr="000A5011">
          <w:rPr>
            <w:bCs w:val="0"/>
            <w:webHidden/>
            <w:sz w:val="20"/>
            <w:szCs w:val="20"/>
          </w:rPr>
          <w:fldChar w:fldCharType="end"/>
        </w:r>
      </w:hyperlink>
    </w:p>
    <w:p w14:paraId="446BAE99" w14:textId="037981F2" w:rsidR="000A5011" w:rsidRPr="000A5011" w:rsidRDefault="005F79DD">
      <w:pPr>
        <w:pStyle w:val="TOC4"/>
        <w:rPr>
          <w:rFonts w:eastAsiaTheme="minorEastAsia"/>
          <w:bCs w:val="0"/>
          <w:snapToGrid/>
          <w:sz w:val="20"/>
          <w:szCs w:val="20"/>
        </w:rPr>
      </w:pPr>
      <w:hyperlink w:anchor="_Toc75942359" w:history="1">
        <w:r w:rsidR="000A5011" w:rsidRPr="000A5011">
          <w:rPr>
            <w:rStyle w:val="Hyperlink"/>
            <w:bCs w:val="0"/>
            <w:sz w:val="20"/>
            <w:szCs w:val="20"/>
          </w:rPr>
          <w:t>3.1.4.3</w:t>
        </w:r>
        <w:r w:rsidR="000A5011" w:rsidRPr="000A5011">
          <w:rPr>
            <w:rFonts w:eastAsiaTheme="minorEastAsia"/>
            <w:bCs w:val="0"/>
            <w:snapToGrid/>
            <w:sz w:val="20"/>
            <w:szCs w:val="20"/>
          </w:rPr>
          <w:tab/>
        </w:r>
        <w:r w:rsidR="000A5011" w:rsidRPr="000A5011">
          <w:rPr>
            <w:rStyle w:val="Hyperlink"/>
            <w:bCs w:val="0"/>
            <w:sz w:val="20"/>
            <w:szCs w:val="20"/>
          </w:rPr>
          <w:t>Reporting for Planned Outages, Maintenance Outages, and Rescheduled Outages of Resource and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w:t>
        </w:r>
        <w:r w:rsidR="000A5011" w:rsidRPr="000A5011">
          <w:rPr>
            <w:bCs w:val="0"/>
            <w:webHidden/>
            <w:sz w:val="20"/>
            <w:szCs w:val="20"/>
          </w:rPr>
          <w:fldChar w:fldCharType="end"/>
        </w:r>
      </w:hyperlink>
    </w:p>
    <w:p w14:paraId="72160CDB" w14:textId="6F453E19" w:rsidR="000A5011" w:rsidRPr="000A5011" w:rsidRDefault="005F79DD">
      <w:pPr>
        <w:pStyle w:val="TOC4"/>
        <w:rPr>
          <w:rFonts w:eastAsiaTheme="minorEastAsia"/>
          <w:bCs w:val="0"/>
          <w:snapToGrid/>
          <w:sz w:val="20"/>
          <w:szCs w:val="20"/>
        </w:rPr>
      </w:pPr>
      <w:hyperlink w:anchor="_Toc75942360" w:history="1">
        <w:r w:rsidR="000A5011" w:rsidRPr="000A5011">
          <w:rPr>
            <w:rStyle w:val="Hyperlink"/>
            <w:bCs w:val="0"/>
            <w:sz w:val="20"/>
            <w:szCs w:val="20"/>
          </w:rPr>
          <w:t>3.1.4.4</w:t>
        </w:r>
        <w:r w:rsidR="000A5011" w:rsidRPr="000A5011">
          <w:rPr>
            <w:rFonts w:eastAsiaTheme="minorEastAsia"/>
            <w:bCs w:val="0"/>
            <w:snapToGrid/>
            <w:sz w:val="20"/>
            <w:szCs w:val="20"/>
          </w:rPr>
          <w:tab/>
        </w:r>
        <w:r w:rsidR="000A5011" w:rsidRPr="000A5011">
          <w:rPr>
            <w:rStyle w:val="Hyperlink"/>
            <w:bCs w:val="0"/>
            <w:sz w:val="20"/>
            <w:szCs w:val="20"/>
          </w:rPr>
          <w:t>Management of Resource or Transmission Forced Outages or Maintenance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w:t>
        </w:r>
        <w:r w:rsidR="000A5011" w:rsidRPr="000A5011">
          <w:rPr>
            <w:bCs w:val="0"/>
            <w:webHidden/>
            <w:sz w:val="20"/>
            <w:szCs w:val="20"/>
          </w:rPr>
          <w:fldChar w:fldCharType="end"/>
        </w:r>
      </w:hyperlink>
    </w:p>
    <w:p w14:paraId="52F80F44" w14:textId="37A9644F" w:rsidR="000A5011" w:rsidRPr="000A5011" w:rsidRDefault="005F79DD">
      <w:pPr>
        <w:pStyle w:val="TOC4"/>
        <w:rPr>
          <w:rFonts w:eastAsiaTheme="minorEastAsia"/>
          <w:bCs w:val="0"/>
          <w:snapToGrid/>
          <w:sz w:val="20"/>
          <w:szCs w:val="20"/>
        </w:rPr>
      </w:pPr>
      <w:hyperlink w:anchor="_Toc75942361" w:history="1">
        <w:r w:rsidR="000A5011" w:rsidRPr="000A5011">
          <w:rPr>
            <w:rStyle w:val="Hyperlink"/>
            <w:bCs w:val="0"/>
            <w:sz w:val="20"/>
            <w:szCs w:val="20"/>
          </w:rPr>
          <w:t>3.1.4.5</w:t>
        </w:r>
        <w:r w:rsidR="000A5011" w:rsidRPr="000A5011">
          <w:rPr>
            <w:rFonts w:eastAsiaTheme="minorEastAsia"/>
            <w:bCs w:val="0"/>
            <w:snapToGrid/>
            <w:sz w:val="20"/>
            <w:szCs w:val="20"/>
          </w:rPr>
          <w:tab/>
        </w:r>
        <w:r w:rsidR="000A5011" w:rsidRPr="000A5011">
          <w:rPr>
            <w:rStyle w:val="Hyperlink"/>
            <w:bCs w:val="0"/>
            <w:sz w:val="20"/>
            <w:szCs w:val="20"/>
          </w:rPr>
          <w:t>Notice of Forced Outage or Unavoidable Extension of Planned, Maintenance, or Rescheduled Outage Due to Unforeseen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w:t>
        </w:r>
        <w:r w:rsidR="000A5011" w:rsidRPr="000A5011">
          <w:rPr>
            <w:bCs w:val="0"/>
            <w:webHidden/>
            <w:sz w:val="20"/>
            <w:szCs w:val="20"/>
          </w:rPr>
          <w:fldChar w:fldCharType="end"/>
        </w:r>
      </w:hyperlink>
    </w:p>
    <w:p w14:paraId="116E7827" w14:textId="74FB476E" w:rsidR="000A5011" w:rsidRPr="000A5011" w:rsidRDefault="005F79DD">
      <w:pPr>
        <w:pStyle w:val="TOC4"/>
        <w:rPr>
          <w:rFonts w:eastAsiaTheme="minorEastAsia"/>
          <w:bCs w:val="0"/>
          <w:snapToGrid/>
          <w:sz w:val="20"/>
          <w:szCs w:val="20"/>
        </w:rPr>
      </w:pPr>
      <w:hyperlink w:anchor="_Toc75942362" w:history="1">
        <w:r w:rsidR="000A5011" w:rsidRPr="000A5011">
          <w:rPr>
            <w:rStyle w:val="Hyperlink"/>
            <w:bCs w:val="0"/>
            <w:sz w:val="20"/>
            <w:szCs w:val="20"/>
          </w:rPr>
          <w:t>3.1.4.6</w:t>
        </w:r>
        <w:r w:rsidR="000A5011" w:rsidRPr="000A5011">
          <w:rPr>
            <w:rFonts w:eastAsiaTheme="minorEastAsia"/>
            <w:bCs w:val="0"/>
            <w:snapToGrid/>
            <w:sz w:val="20"/>
            <w:szCs w:val="20"/>
          </w:rPr>
          <w:tab/>
        </w:r>
        <w:r w:rsidR="000A5011" w:rsidRPr="000A5011">
          <w:rPr>
            <w:rStyle w:val="Hyperlink"/>
            <w:bCs w:val="0"/>
            <w:sz w:val="20"/>
            <w:szCs w:val="20"/>
          </w:rPr>
          <w:t>Outage Coordination of Potential Transmission Emergency Conditions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5604187A" w14:textId="18AD5CAA" w:rsidR="000A5011" w:rsidRPr="000A5011" w:rsidRDefault="005F79DD">
      <w:pPr>
        <w:pStyle w:val="TOC4"/>
        <w:rPr>
          <w:rFonts w:eastAsiaTheme="minorEastAsia"/>
          <w:bCs w:val="0"/>
          <w:snapToGrid/>
          <w:sz w:val="20"/>
          <w:szCs w:val="20"/>
        </w:rPr>
      </w:pPr>
      <w:hyperlink w:anchor="_Toc75942363" w:history="1">
        <w:r w:rsidR="000A5011" w:rsidRPr="000A5011">
          <w:rPr>
            <w:rStyle w:val="Hyperlink"/>
            <w:bCs w:val="0"/>
            <w:sz w:val="20"/>
            <w:szCs w:val="20"/>
          </w:rPr>
          <w:t>3.1.4.7</w:t>
        </w:r>
        <w:r w:rsidR="000A5011" w:rsidRPr="000A5011">
          <w:rPr>
            <w:rFonts w:eastAsiaTheme="minorEastAsia"/>
            <w:bCs w:val="0"/>
            <w:snapToGrid/>
            <w:sz w:val="20"/>
            <w:szCs w:val="20"/>
          </w:rPr>
          <w:tab/>
        </w:r>
        <w:r w:rsidR="000A5011" w:rsidRPr="000A5011">
          <w:rPr>
            <w:rStyle w:val="Hyperlink"/>
            <w:bCs w:val="0"/>
            <w:sz w:val="20"/>
            <w:szCs w:val="20"/>
          </w:rPr>
          <w:t>Reporting of Forced Derates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62BF5E1" w14:textId="31FD91A6" w:rsidR="000A5011" w:rsidRPr="000A5011" w:rsidRDefault="005F79DD">
      <w:pPr>
        <w:pStyle w:val="TOC3"/>
        <w:rPr>
          <w:rFonts w:eastAsiaTheme="minorEastAsia"/>
          <w:bCs w:val="0"/>
          <w:i w:val="0"/>
          <w:iCs w:val="0"/>
        </w:rPr>
      </w:pPr>
      <w:hyperlink w:anchor="_Toc75942364" w:history="1">
        <w:r w:rsidR="000A5011" w:rsidRPr="000A5011">
          <w:rPr>
            <w:rStyle w:val="Hyperlink"/>
            <w:bCs w:val="0"/>
            <w:i w:val="0"/>
            <w:iCs w:val="0"/>
          </w:rPr>
          <w:t>3.1.5</w:t>
        </w:r>
        <w:r w:rsidR="000A5011" w:rsidRPr="000A5011">
          <w:rPr>
            <w:rFonts w:eastAsiaTheme="minorEastAsia"/>
            <w:bCs w:val="0"/>
            <w:i w:val="0"/>
            <w:iCs w:val="0"/>
          </w:rPr>
          <w:tab/>
        </w:r>
        <w:r w:rsidR="000A5011" w:rsidRPr="000A5011">
          <w:rPr>
            <w:rStyle w:val="Hyperlink"/>
            <w:bCs w:val="0"/>
            <w:i w:val="0"/>
            <w:iCs w:val="0"/>
          </w:rPr>
          <w:t>Transmission System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3-9</w:t>
        </w:r>
        <w:r w:rsidR="000A5011" w:rsidRPr="000A5011">
          <w:rPr>
            <w:bCs w:val="0"/>
            <w:i w:val="0"/>
            <w:iCs w:val="0"/>
            <w:webHidden/>
          </w:rPr>
          <w:fldChar w:fldCharType="end"/>
        </w:r>
      </w:hyperlink>
    </w:p>
    <w:p w14:paraId="0F84B8B8" w14:textId="473F3829" w:rsidR="000A5011" w:rsidRPr="000A5011" w:rsidRDefault="005F79DD">
      <w:pPr>
        <w:pStyle w:val="TOC4"/>
        <w:rPr>
          <w:rFonts w:eastAsiaTheme="minorEastAsia"/>
          <w:bCs w:val="0"/>
          <w:snapToGrid/>
          <w:sz w:val="20"/>
          <w:szCs w:val="20"/>
        </w:rPr>
      </w:pPr>
      <w:hyperlink w:anchor="_Toc75942365" w:history="1">
        <w:r w:rsidR="000A5011" w:rsidRPr="000A5011">
          <w:rPr>
            <w:rStyle w:val="Hyperlink"/>
            <w:bCs w:val="0"/>
            <w:sz w:val="20"/>
            <w:szCs w:val="20"/>
          </w:rPr>
          <w:t>3.1.5.1</w:t>
        </w:r>
        <w:r w:rsidR="000A5011" w:rsidRPr="000A5011">
          <w:rPr>
            <w:rFonts w:eastAsiaTheme="minorEastAsia"/>
            <w:bCs w:val="0"/>
            <w:snapToGrid/>
            <w:sz w:val="20"/>
            <w:szCs w:val="20"/>
          </w:rPr>
          <w:tab/>
        </w:r>
        <w:r w:rsidR="000A5011" w:rsidRPr="000A5011">
          <w:rPr>
            <w:rStyle w:val="Hyperlink"/>
            <w:bCs w:val="0"/>
            <w:sz w:val="20"/>
            <w:szCs w:val="20"/>
          </w:rPr>
          <w:t>ERCOT Evaluation of Planned Outage and Maintenance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1AF279C" w14:textId="6F122C9D" w:rsidR="000A5011" w:rsidRPr="000A5011" w:rsidRDefault="005F79DD">
      <w:pPr>
        <w:pStyle w:val="TOC4"/>
        <w:rPr>
          <w:rFonts w:eastAsiaTheme="minorEastAsia"/>
          <w:bCs w:val="0"/>
          <w:snapToGrid/>
          <w:sz w:val="20"/>
          <w:szCs w:val="20"/>
        </w:rPr>
      </w:pPr>
      <w:hyperlink w:anchor="_Toc75942366" w:history="1">
        <w:r w:rsidR="000A5011" w:rsidRPr="000A5011">
          <w:rPr>
            <w:rStyle w:val="Hyperlink"/>
            <w:bCs w:val="0"/>
            <w:sz w:val="20"/>
            <w:szCs w:val="20"/>
          </w:rPr>
          <w:t>3.1.5.2</w:t>
        </w:r>
        <w:r w:rsidR="000A5011" w:rsidRPr="000A5011">
          <w:rPr>
            <w:rFonts w:eastAsiaTheme="minorEastAsia"/>
            <w:bCs w:val="0"/>
            <w:snapToGrid/>
            <w:sz w:val="20"/>
            <w:szCs w:val="20"/>
          </w:rPr>
          <w:tab/>
        </w:r>
        <w:r w:rsidR="000A5011" w:rsidRPr="000A5011">
          <w:rPr>
            <w:rStyle w:val="Hyperlink"/>
            <w:bCs w:val="0"/>
            <w:sz w:val="20"/>
            <w:szCs w:val="20"/>
          </w:rPr>
          <w:t>Receipt of TSP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04FF2FDA" w14:textId="3B5C9657" w:rsidR="000A5011" w:rsidRPr="000A5011" w:rsidRDefault="005F79DD">
      <w:pPr>
        <w:pStyle w:val="TOC4"/>
        <w:rPr>
          <w:rFonts w:eastAsiaTheme="minorEastAsia"/>
          <w:bCs w:val="0"/>
          <w:snapToGrid/>
          <w:sz w:val="20"/>
          <w:szCs w:val="20"/>
        </w:rPr>
      </w:pPr>
      <w:hyperlink w:anchor="_Toc75942368" w:history="1">
        <w:r w:rsidR="000A5011" w:rsidRPr="000A5011">
          <w:rPr>
            <w:rStyle w:val="Hyperlink"/>
            <w:bCs w:val="0"/>
            <w:sz w:val="20"/>
            <w:szCs w:val="20"/>
          </w:rPr>
          <w:t>3.1.5.3</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TSP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1B34332F" w14:textId="12F9783A" w:rsidR="000A5011" w:rsidRPr="000A5011" w:rsidRDefault="005F79DD">
      <w:pPr>
        <w:pStyle w:val="TOC4"/>
        <w:rPr>
          <w:rFonts w:eastAsiaTheme="minorEastAsia"/>
          <w:bCs w:val="0"/>
          <w:snapToGrid/>
          <w:sz w:val="20"/>
          <w:szCs w:val="20"/>
        </w:rPr>
      </w:pPr>
      <w:hyperlink w:anchor="_Toc75942370" w:history="1">
        <w:r w:rsidR="000A5011" w:rsidRPr="000A5011">
          <w:rPr>
            <w:rStyle w:val="Hyperlink"/>
            <w:bCs w:val="0"/>
            <w:sz w:val="20"/>
            <w:szCs w:val="20"/>
          </w:rPr>
          <w:t>3.1.5.4</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3-13</w:t>
        </w:r>
        <w:r w:rsidR="000A5011" w:rsidRPr="000A5011">
          <w:rPr>
            <w:bCs w:val="0"/>
            <w:webHidden/>
            <w:sz w:val="20"/>
            <w:szCs w:val="20"/>
          </w:rPr>
          <w:fldChar w:fldCharType="end"/>
        </w:r>
      </w:hyperlink>
    </w:p>
    <w:p w14:paraId="3C9C47B9" w14:textId="1A5F17FB" w:rsidR="000A5011" w:rsidRPr="000A5011" w:rsidRDefault="005F79DD">
      <w:pPr>
        <w:pStyle w:val="TOC4"/>
        <w:rPr>
          <w:rFonts w:eastAsiaTheme="minorEastAsia"/>
          <w:bCs w:val="0"/>
          <w:snapToGrid/>
          <w:sz w:val="20"/>
          <w:szCs w:val="20"/>
        </w:rPr>
      </w:pPr>
      <w:hyperlink w:anchor="_Toc75942371" w:history="1">
        <w:r w:rsidR="000A5011" w:rsidRPr="000A5011">
          <w:rPr>
            <w:rStyle w:val="Hyperlink"/>
            <w:bCs w:val="0"/>
            <w:sz w:val="20"/>
            <w:szCs w:val="20"/>
          </w:rPr>
          <w:t>3.1.5.5</w:t>
        </w:r>
        <w:r w:rsidR="000A5011" w:rsidRPr="000A5011">
          <w:rPr>
            <w:rFonts w:eastAsiaTheme="minorEastAsia"/>
            <w:bCs w:val="0"/>
            <w:snapToGrid/>
            <w:sz w:val="20"/>
            <w:szCs w:val="20"/>
          </w:rPr>
          <w:tab/>
        </w:r>
        <w:r w:rsidR="000A5011" w:rsidRPr="000A5011">
          <w:rPr>
            <w:rStyle w:val="Hyperlink"/>
            <w:bCs w:val="0"/>
            <w:sz w:val="20"/>
            <w:szCs w:val="20"/>
          </w:rPr>
          <w:t>Opportunity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52786025" w14:textId="1FB2E661" w:rsidR="000A5011" w:rsidRPr="000A5011" w:rsidRDefault="005F79DD">
      <w:pPr>
        <w:pStyle w:val="TOC4"/>
        <w:rPr>
          <w:rFonts w:eastAsiaTheme="minorEastAsia"/>
          <w:bCs w:val="0"/>
          <w:snapToGrid/>
          <w:sz w:val="20"/>
          <w:szCs w:val="20"/>
        </w:rPr>
      </w:pPr>
      <w:hyperlink w:anchor="_Toc75942372" w:history="1">
        <w:r w:rsidR="000A5011" w:rsidRPr="000A5011">
          <w:rPr>
            <w:rStyle w:val="Hyperlink"/>
            <w:bCs w:val="0"/>
            <w:sz w:val="20"/>
            <w:szCs w:val="20"/>
          </w:rPr>
          <w:t>3.1.5.6</w:t>
        </w:r>
        <w:r w:rsidR="000A5011" w:rsidRPr="000A5011">
          <w:rPr>
            <w:rFonts w:eastAsiaTheme="minorEastAsia"/>
            <w:bCs w:val="0"/>
            <w:snapToGrid/>
            <w:sz w:val="20"/>
            <w:szCs w:val="20"/>
          </w:rPr>
          <w:tab/>
        </w:r>
        <w:r w:rsidR="000A5011" w:rsidRPr="000A5011">
          <w:rPr>
            <w:rStyle w:val="Hyperlink"/>
            <w:bCs w:val="0"/>
            <w:sz w:val="20"/>
            <w:szCs w:val="20"/>
          </w:rPr>
          <w:t>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6F0D4068" w14:textId="11707C95" w:rsidR="000A5011" w:rsidRPr="000A5011" w:rsidRDefault="005F79DD">
      <w:pPr>
        <w:pStyle w:val="TOC4"/>
        <w:rPr>
          <w:rFonts w:eastAsiaTheme="minorEastAsia"/>
          <w:bCs w:val="0"/>
          <w:snapToGrid/>
          <w:sz w:val="20"/>
          <w:szCs w:val="20"/>
        </w:rPr>
      </w:pPr>
      <w:hyperlink w:anchor="_Toc75942373" w:history="1">
        <w:r w:rsidR="000A5011" w:rsidRPr="000A5011">
          <w:rPr>
            <w:rStyle w:val="Hyperlink"/>
            <w:bCs w:val="0"/>
            <w:sz w:val="20"/>
            <w:szCs w:val="20"/>
          </w:rPr>
          <w:t>3.1.5.7</w:t>
        </w:r>
        <w:r w:rsidR="000A5011" w:rsidRPr="000A5011">
          <w:rPr>
            <w:rFonts w:eastAsiaTheme="minorEastAsia"/>
            <w:bCs w:val="0"/>
            <w:snapToGrid/>
            <w:sz w:val="20"/>
            <w:szCs w:val="20"/>
          </w:rPr>
          <w:tab/>
        </w:r>
        <w:r w:rsidR="000A5011" w:rsidRPr="000A5011">
          <w:rPr>
            <w:rStyle w:val="Hyperlink"/>
            <w:bCs w:val="0"/>
            <w:sz w:val="20"/>
            <w:szCs w:val="20"/>
          </w:rPr>
          <w:t>Withdrawal of Approval of Approved Planned Outages, Maintenance Outages, and Rescheduled Outages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w:t>
        </w:r>
        <w:r w:rsidR="000A5011" w:rsidRPr="000A5011">
          <w:rPr>
            <w:bCs w:val="0"/>
            <w:webHidden/>
            <w:sz w:val="20"/>
            <w:szCs w:val="20"/>
          </w:rPr>
          <w:fldChar w:fldCharType="end"/>
        </w:r>
      </w:hyperlink>
    </w:p>
    <w:p w14:paraId="6A6CD53B" w14:textId="619DD29A" w:rsidR="000A5011" w:rsidRPr="000A5011" w:rsidRDefault="005F79DD">
      <w:pPr>
        <w:pStyle w:val="TOC4"/>
        <w:rPr>
          <w:rFonts w:eastAsiaTheme="minorEastAsia"/>
          <w:bCs w:val="0"/>
          <w:snapToGrid/>
          <w:sz w:val="20"/>
          <w:szCs w:val="20"/>
        </w:rPr>
      </w:pPr>
      <w:hyperlink w:anchor="_Toc75942374" w:history="1">
        <w:r w:rsidR="000A5011" w:rsidRPr="000A5011">
          <w:rPr>
            <w:rStyle w:val="Hyperlink"/>
            <w:bCs w:val="0"/>
            <w:sz w:val="20"/>
            <w:szCs w:val="20"/>
          </w:rPr>
          <w:t>3.1.5.8</w:t>
        </w:r>
        <w:r w:rsidR="000A5011" w:rsidRPr="000A5011">
          <w:rPr>
            <w:rFonts w:eastAsiaTheme="minorEastAsia"/>
            <w:bCs w:val="0"/>
            <w:snapToGrid/>
            <w:sz w:val="20"/>
            <w:szCs w:val="20"/>
          </w:rPr>
          <w:tab/>
        </w:r>
        <w:r w:rsidR="000A5011" w:rsidRPr="000A5011">
          <w:rPr>
            <w:rStyle w:val="Hyperlink"/>
            <w:bCs w:val="0"/>
            <w:sz w:val="20"/>
            <w:szCs w:val="20"/>
          </w:rPr>
          <w:t>Priority of Approved Planned, Maintenance, and Rescheduled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w:t>
        </w:r>
        <w:r w:rsidR="000A5011" w:rsidRPr="000A5011">
          <w:rPr>
            <w:bCs w:val="0"/>
            <w:webHidden/>
            <w:sz w:val="20"/>
            <w:szCs w:val="20"/>
          </w:rPr>
          <w:fldChar w:fldCharType="end"/>
        </w:r>
      </w:hyperlink>
    </w:p>
    <w:p w14:paraId="6C3D3796" w14:textId="46ED0DDB" w:rsidR="000A5011" w:rsidRPr="000A5011" w:rsidRDefault="005F79DD">
      <w:pPr>
        <w:pStyle w:val="TOC4"/>
        <w:rPr>
          <w:rFonts w:eastAsiaTheme="minorEastAsia"/>
          <w:bCs w:val="0"/>
          <w:snapToGrid/>
          <w:sz w:val="20"/>
          <w:szCs w:val="20"/>
        </w:rPr>
      </w:pPr>
      <w:hyperlink w:anchor="_Toc75942375" w:history="1">
        <w:r w:rsidR="000A5011" w:rsidRPr="000A5011">
          <w:rPr>
            <w:rStyle w:val="Hyperlink"/>
            <w:bCs w:val="0"/>
            <w:sz w:val="20"/>
            <w:szCs w:val="20"/>
          </w:rPr>
          <w:t>3.1.5.9</w:t>
        </w:r>
        <w:r w:rsidR="000A5011" w:rsidRPr="000A5011">
          <w:rPr>
            <w:rFonts w:eastAsiaTheme="minorEastAsia"/>
            <w:bCs w:val="0"/>
            <w:snapToGrid/>
            <w:sz w:val="20"/>
            <w:szCs w:val="20"/>
          </w:rPr>
          <w:tab/>
        </w:r>
        <w:r w:rsidR="000A5011" w:rsidRPr="000A5011">
          <w:rPr>
            <w:rStyle w:val="Hyperlink"/>
            <w:bCs w:val="0"/>
            <w:sz w:val="20"/>
            <w:szCs w:val="20"/>
          </w:rPr>
          <w:t>Information for Inclusion in Transmission Facilities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w:t>
        </w:r>
        <w:r w:rsidR="000A5011" w:rsidRPr="000A5011">
          <w:rPr>
            <w:bCs w:val="0"/>
            <w:webHidden/>
            <w:sz w:val="20"/>
            <w:szCs w:val="20"/>
          </w:rPr>
          <w:fldChar w:fldCharType="end"/>
        </w:r>
      </w:hyperlink>
    </w:p>
    <w:p w14:paraId="038A58B4" w14:textId="1E73EC94" w:rsidR="000A5011" w:rsidRPr="000A5011" w:rsidRDefault="005F79DD">
      <w:pPr>
        <w:pStyle w:val="TOC4"/>
        <w:rPr>
          <w:rFonts w:eastAsiaTheme="minorEastAsia"/>
          <w:bCs w:val="0"/>
          <w:snapToGrid/>
          <w:sz w:val="20"/>
          <w:szCs w:val="20"/>
        </w:rPr>
      </w:pPr>
      <w:hyperlink w:anchor="_Toc75942376" w:history="1">
        <w:r w:rsidR="000A5011" w:rsidRPr="000A5011">
          <w:rPr>
            <w:rStyle w:val="Hyperlink"/>
            <w:bCs w:val="0"/>
            <w:sz w:val="20"/>
            <w:szCs w:val="20"/>
          </w:rPr>
          <w:t>3.1.5.10</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D799162" w14:textId="4FA11792" w:rsidR="000A5011" w:rsidRPr="000A5011" w:rsidRDefault="005F79DD">
      <w:pPr>
        <w:pStyle w:val="TOC4"/>
        <w:rPr>
          <w:rFonts w:eastAsiaTheme="minorEastAsia"/>
          <w:bCs w:val="0"/>
          <w:snapToGrid/>
          <w:sz w:val="20"/>
          <w:szCs w:val="20"/>
        </w:rPr>
      </w:pPr>
      <w:hyperlink w:anchor="_Toc75942377" w:history="1">
        <w:r w:rsidR="000A5011" w:rsidRPr="000A5011">
          <w:rPr>
            <w:rStyle w:val="Hyperlink"/>
            <w:bCs w:val="0"/>
            <w:sz w:val="20"/>
            <w:szCs w:val="20"/>
          </w:rPr>
          <w:t>3.1.5.11</w:t>
        </w:r>
        <w:r w:rsidR="000A5011" w:rsidRPr="000A5011">
          <w:rPr>
            <w:rFonts w:eastAsiaTheme="minorEastAsia"/>
            <w:bCs w:val="0"/>
            <w:snapToGrid/>
            <w:sz w:val="20"/>
            <w:szCs w:val="20"/>
          </w:rPr>
          <w:tab/>
        </w:r>
        <w:r w:rsidR="000A5011" w:rsidRPr="000A5011">
          <w:rPr>
            <w:rStyle w:val="Hyperlink"/>
            <w:bCs w:val="0"/>
            <w:sz w:val="20"/>
            <w:szCs w:val="20"/>
          </w:rPr>
          <w:t>Evaluation of Transmission Facilities Planned Outage or Maintenance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BCB4BF1" w14:textId="683B2590" w:rsidR="000A5011" w:rsidRPr="000A5011" w:rsidRDefault="005F79DD">
      <w:pPr>
        <w:pStyle w:val="TOC4"/>
        <w:rPr>
          <w:rFonts w:eastAsiaTheme="minorEastAsia"/>
          <w:bCs w:val="0"/>
          <w:snapToGrid/>
          <w:sz w:val="20"/>
          <w:szCs w:val="20"/>
        </w:rPr>
      </w:pPr>
      <w:hyperlink w:anchor="_Toc75942378" w:history="1">
        <w:r w:rsidR="000A5011" w:rsidRPr="000A5011">
          <w:rPr>
            <w:rStyle w:val="Hyperlink"/>
            <w:bCs w:val="0"/>
            <w:sz w:val="20"/>
            <w:szCs w:val="20"/>
          </w:rPr>
          <w:t>3.1.5.12</w:t>
        </w:r>
        <w:r w:rsidR="000A5011" w:rsidRPr="000A5011">
          <w:rPr>
            <w:rFonts w:eastAsiaTheme="minorEastAsia"/>
            <w:bCs w:val="0"/>
            <w:snapToGrid/>
            <w:sz w:val="20"/>
            <w:szCs w:val="20"/>
          </w:rPr>
          <w:tab/>
        </w:r>
        <w:r w:rsidR="000A5011" w:rsidRPr="000A5011">
          <w:rPr>
            <w:rStyle w:val="Hyperlink"/>
            <w:bCs w:val="0"/>
            <w:sz w:val="20"/>
            <w:szCs w:val="20"/>
          </w:rPr>
          <w:t>Submittal Timeline for Transmission Facility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12D59C1" w14:textId="3A2D6E0C" w:rsidR="000A5011" w:rsidRPr="000A5011" w:rsidRDefault="005F79DD">
      <w:pPr>
        <w:pStyle w:val="TOC4"/>
        <w:rPr>
          <w:rFonts w:eastAsiaTheme="minorEastAsia"/>
          <w:bCs w:val="0"/>
          <w:snapToGrid/>
          <w:sz w:val="20"/>
          <w:szCs w:val="20"/>
        </w:rPr>
      </w:pPr>
      <w:hyperlink w:anchor="_Toc75942379" w:history="1">
        <w:r w:rsidR="000A5011" w:rsidRPr="000A5011">
          <w:rPr>
            <w:rStyle w:val="Hyperlink"/>
            <w:bCs w:val="0"/>
            <w:sz w:val="20"/>
            <w:szCs w:val="20"/>
          </w:rPr>
          <w:t>3.1.5.13</w:t>
        </w:r>
        <w:r w:rsidR="000A5011" w:rsidRPr="000A5011">
          <w:rPr>
            <w:rFonts w:eastAsiaTheme="minorEastAsia"/>
            <w:bCs w:val="0"/>
            <w:snapToGrid/>
            <w:sz w:val="20"/>
            <w:szCs w:val="20"/>
          </w:rPr>
          <w:tab/>
        </w:r>
        <w:r w:rsidR="000A5011" w:rsidRPr="000A5011">
          <w:rPr>
            <w:rStyle w:val="Hyperlink"/>
            <w:bCs w:val="0"/>
            <w:sz w:val="20"/>
            <w:szCs w:val="20"/>
          </w:rPr>
          <w:t>Transmission Report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3D92F08" w14:textId="489B55C1" w:rsidR="000A5011" w:rsidRPr="000A5011" w:rsidRDefault="005F79DD">
      <w:pPr>
        <w:pStyle w:val="TOC3"/>
        <w:rPr>
          <w:rFonts w:eastAsiaTheme="minorEastAsia"/>
          <w:bCs w:val="0"/>
          <w:i w:val="0"/>
          <w:iCs w:val="0"/>
        </w:rPr>
      </w:pPr>
      <w:hyperlink w:anchor="_Toc75942380" w:history="1">
        <w:r w:rsidR="000A5011" w:rsidRPr="000A5011">
          <w:rPr>
            <w:rStyle w:val="Hyperlink"/>
            <w:bCs w:val="0"/>
            <w:i w:val="0"/>
            <w:iCs w:val="0"/>
          </w:rPr>
          <w:t>3.1.6</w:t>
        </w:r>
        <w:r w:rsidR="000A5011" w:rsidRPr="000A5011">
          <w:rPr>
            <w:rFonts w:eastAsiaTheme="minorEastAsia"/>
            <w:bCs w:val="0"/>
            <w:i w:val="0"/>
            <w:iCs w:val="0"/>
          </w:rPr>
          <w:tab/>
        </w:r>
        <w:r w:rsidR="000A5011" w:rsidRPr="000A5011">
          <w:rPr>
            <w:rStyle w:val="Hyperlink"/>
            <w:bCs w:val="0"/>
            <w:i w:val="0"/>
            <w:iCs w:val="0"/>
          </w:rPr>
          <w:t>Outages of Resources Other than Reliability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3-21</w:t>
        </w:r>
        <w:r w:rsidR="000A5011" w:rsidRPr="000A5011">
          <w:rPr>
            <w:bCs w:val="0"/>
            <w:i w:val="0"/>
            <w:iCs w:val="0"/>
            <w:webHidden/>
          </w:rPr>
          <w:fldChar w:fldCharType="end"/>
        </w:r>
      </w:hyperlink>
    </w:p>
    <w:p w14:paraId="6DEE31BA" w14:textId="25460D7E" w:rsidR="000A5011" w:rsidRPr="000A5011" w:rsidRDefault="005F79DD">
      <w:pPr>
        <w:pStyle w:val="TOC4"/>
        <w:rPr>
          <w:rFonts w:eastAsiaTheme="minorEastAsia"/>
          <w:bCs w:val="0"/>
          <w:snapToGrid/>
          <w:sz w:val="20"/>
          <w:szCs w:val="20"/>
        </w:rPr>
      </w:pPr>
      <w:hyperlink w:anchor="_Toc75942381" w:history="1">
        <w:r w:rsidR="000A5011" w:rsidRPr="000A5011">
          <w:rPr>
            <w:rStyle w:val="Hyperlink"/>
            <w:bCs w:val="0"/>
            <w:sz w:val="20"/>
            <w:szCs w:val="20"/>
          </w:rPr>
          <w:t>3.1.6.1</w:t>
        </w:r>
        <w:r w:rsidR="000A5011" w:rsidRPr="000A5011">
          <w:rPr>
            <w:rFonts w:eastAsiaTheme="minorEastAsia"/>
            <w:bCs w:val="0"/>
            <w:snapToGrid/>
            <w:sz w:val="20"/>
            <w:szCs w:val="20"/>
          </w:rPr>
          <w:tab/>
        </w:r>
        <w:r w:rsidR="000A5011" w:rsidRPr="000A5011">
          <w:rPr>
            <w:rStyle w:val="Hyperlink"/>
            <w:bCs w:val="0"/>
            <w:sz w:val="20"/>
            <w:szCs w:val="20"/>
          </w:rPr>
          <w:t>Receipt of Resource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w:t>
        </w:r>
        <w:r w:rsidR="000A5011" w:rsidRPr="000A5011">
          <w:rPr>
            <w:bCs w:val="0"/>
            <w:webHidden/>
            <w:sz w:val="20"/>
            <w:szCs w:val="20"/>
          </w:rPr>
          <w:fldChar w:fldCharType="end"/>
        </w:r>
      </w:hyperlink>
    </w:p>
    <w:p w14:paraId="65F69518" w14:textId="6200DB52" w:rsidR="000A5011" w:rsidRPr="000A5011" w:rsidRDefault="005F79DD">
      <w:pPr>
        <w:pStyle w:val="TOC4"/>
        <w:rPr>
          <w:rFonts w:eastAsiaTheme="minorEastAsia"/>
          <w:bCs w:val="0"/>
          <w:snapToGrid/>
          <w:sz w:val="20"/>
          <w:szCs w:val="20"/>
        </w:rPr>
      </w:pPr>
      <w:hyperlink w:anchor="_Toc75942382" w:history="1">
        <w:r w:rsidR="000A5011" w:rsidRPr="000A5011">
          <w:rPr>
            <w:rStyle w:val="Hyperlink"/>
            <w:bCs w:val="0"/>
            <w:sz w:val="20"/>
            <w:szCs w:val="20"/>
          </w:rPr>
          <w:t>3.1.6.2</w:t>
        </w:r>
        <w:r w:rsidR="000A5011" w:rsidRPr="000A5011">
          <w:rPr>
            <w:rFonts w:eastAsiaTheme="minorEastAsia"/>
            <w:bCs w:val="0"/>
            <w:snapToGrid/>
            <w:sz w:val="20"/>
            <w:szCs w:val="20"/>
          </w:rPr>
          <w:tab/>
        </w:r>
        <w:r w:rsidR="000A5011" w:rsidRPr="000A5011">
          <w:rPr>
            <w:rStyle w:val="Hyperlink"/>
            <w:bCs w:val="0"/>
            <w:sz w:val="20"/>
            <w:szCs w:val="20"/>
          </w:rPr>
          <w:t>Resources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3FC2A28B" w14:textId="6A61142C" w:rsidR="000A5011" w:rsidRPr="000A5011" w:rsidRDefault="005F79DD">
      <w:pPr>
        <w:pStyle w:val="TOC4"/>
        <w:rPr>
          <w:rFonts w:eastAsiaTheme="minorEastAsia"/>
          <w:bCs w:val="0"/>
          <w:snapToGrid/>
          <w:sz w:val="20"/>
          <w:szCs w:val="20"/>
        </w:rPr>
      </w:pPr>
      <w:hyperlink w:anchor="_Toc75942383" w:history="1">
        <w:r w:rsidR="000A5011" w:rsidRPr="000A5011">
          <w:rPr>
            <w:rStyle w:val="Hyperlink"/>
            <w:bCs w:val="0"/>
            <w:sz w:val="20"/>
            <w:szCs w:val="20"/>
          </w:rPr>
          <w:t>3.1.6.3</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28E28CC2" w14:textId="55A5D2F6" w:rsidR="000A5011" w:rsidRPr="000A5011" w:rsidRDefault="005F79DD">
      <w:pPr>
        <w:pStyle w:val="TOC4"/>
        <w:rPr>
          <w:rFonts w:eastAsiaTheme="minorEastAsia"/>
          <w:bCs w:val="0"/>
          <w:snapToGrid/>
          <w:sz w:val="20"/>
          <w:szCs w:val="20"/>
        </w:rPr>
      </w:pPr>
      <w:hyperlink w:anchor="_Toc75942384" w:history="1">
        <w:r w:rsidR="000A5011" w:rsidRPr="000A5011">
          <w:rPr>
            <w:rStyle w:val="Hyperlink"/>
            <w:bCs w:val="0"/>
            <w:sz w:val="20"/>
            <w:szCs w:val="20"/>
          </w:rPr>
          <w:t>3.1.6.4</w:t>
        </w:r>
        <w:r w:rsidR="000A5011" w:rsidRPr="000A5011">
          <w:rPr>
            <w:rFonts w:eastAsiaTheme="minorEastAsia"/>
            <w:bCs w:val="0"/>
            <w:snapToGrid/>
            <w:sz w:val="20"/>
            <w:szCs w:val="20"/>
          </w:rPr>
          <w:tab/>
        </w:r>
        <w:r w:rsidR="000A5011" w:rsidRPr="000A5011">
          <w:rPr>
            <w:rStyle w:val="Hyperlink"/>
            <w:bCs w:val="0"/>
            <w:sz w:val="20"/>
            <w:szCs w:val="20"/>
          </w:rPr>
          <w:t>Approval of Changes to a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163EB549" w14:textId="1CF9435F" w:rsidR="000A5011" w:rsidRPr="000A5011" w:rsidRDefault="005F79DD">
      <w:pPr>
        <w:pStyle w:val="TOC4"/>
        <w:rPr>
          <w:rFonts w:eastAsiaTheme="minorEastAsia"/>
          <w:bCs w:val="0"/>
          <w:snapToGrid/>
          <w:sz w:val="20"/>
          <w:szCs w:val="20"/>
        </w:rPr>
      </w:pPr>
      <w:hyperlink w:anchor="_Toc75942385" w:history="1">
        <w:r w:rsidR="000A5011" w:rsidRPr="000A5011">
          <w:rPr>
            <w:rStyle w:val="Hyperlink"/>
            <w:bCs w:val="0"/>
            <w:sz w:val="20"/>
            <w:szCs w:val="20"/>
          </w:rPr>
          <w:t>3.1.6.5</w:t>
        </w:r>
        <w:r w:rsidR="000A5011" w:rsidRPr="000A5011">
          <w:rPr>
            <w:rFonts w:eastAsiaTheme="minorEastAsia"/>
            <w:bCs w:val="0"/>
            <w:snapToGrid/>
            <w:sz w:val="20"/>
            <w:szCs w:val="20"/>
          </w:rPr>
          <w:tab/>
        </w:r>
        <w:r w:rsidR="000A5011" w:rsidRPr="000A5011">
          <w:rPr>
            <w:rStyle w:val="Hyperlink"/>
            <w:bCs w:val="0"/>
            <w:sz w:val="20"/>
            <w:szCs w:val="20"/>
          </w:rPr>
          <w:t>Evaluation of Proposed Resource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7EBD7DF1" w14:textId="29B45BD8" w:rsidR="000A5011" w:rsidRPr="000A5011" w:rsidRDefault="005F79DD">
      <w:pPr>
        <w:pStyle w:val="TOC4"/>
        <w:rPr>
          <w:rFonts w:eastAsiaTheme="minorEastAsia"/>
          <w:bCs w:val="0"/>
          <w:snapToGrid/>
          <w:sz w:val="20"/>
          <w:szCs w:val="20"/>
        </w:rPr>
      </w:pPr>
      <w:hyperlink w:anchor="_Toc75942386" w:history="1">
        <w:r w:rsidR="000A5011" w:rsidRPr="000A5011">
          <w:rPr>
            <w:rStyle w:val="Hyperlink"/>
            <w:bCs w:val="0"/>
            <w:sz w:val="20"/>
            <w:szCs w:val="20"/>
          </w:rPr>
          <w:t>3.1.6.6</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4695913E" w14:textId="4F83F67F" w:rsidR="000A5011" w:rsidRPr="000A5011" w:rsidRDefault="005F79DD">
      <w:pPr>
        <w:pStyle w:val="TOC4"/>
        <w:rPr>
          <w:rFonts w:eastAsiaTheme="minorEastAsia"/>
          <w:bCs w:val="0"/>
          <w:snapToGrid/>
          <w:sz w:val="20"/>
          <w:szCs w:val="20"/>
        </w:rPr>
      </w:pPr>
      <w:hyperlink w:anchor="_Toc75942387" w:history="1">
        <w:r w:rsidR="000A5011" w:rsidRPr="000A5011">
          <w:rPr>
            <w:rStyle w:val="Hyperlink"/>
            <w:bCs w:val="0"/>
            <w:sz w:val="20"/>
            <w:szCs w:val="20"/>
          </w:rPr>
          <w:t>3.1.6.7</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72F1D9C0" w14:textId="1AE226FA" w:rsidR="000A5011" w:rsidRPr="000A5011" w:rsidRDefault="005F79DD">
      <w:pPr>
        <w:pStyle w:val="TOC4"/>
        <w:rPr>
          <w:rFonts w:eastAsiaTheme="minorEastAsia"/>
          <w:bCs w:val="0"/>
          <w:snapToGrid/>
          <w:sz w:val="20"/>
          <w:szCs w:val="20"/>
        </w:rPr>
      </w:pPr>
      <w:hyperlink w:anchor="_Toc75942388" w:history="1">
        <w:r w:rsidR="000A5011" w:rsidRPr="000A5011">
          <w:rPr>
            <w:rStyle w:val="Hyperlink"/>
            <w:bCs w:val="0"/>
            <w:sz w:val="20"/>
            <w:szCs w:val="20"/>
          </w:rPr>
          <w:t>3.1.6.8</w:t>
        </w:r>
        <w:r w:rsidR="000A5011" w:rsidRPr="000A5011">
          <w:rPr>
            <w:rFonts w:eastAsiaTheme="minorEastAsia"/>
            <w:bCs w:val="0"/>
            <w:snapToGrid/>
            <w:sz w:val="20"/>
            <w:szCs w:val="20"/>
          </w:rPr>
          <w:tab/>
        </w:r>
        <w:r w:rsidR="000A5011" w:rsidRPr="000A5011">
          <w:rPr>
            <w:rStyle w:val="Hyperlink"/>
            <w:bCs w:val="0"/>
            <w:sz w:val="20"/>
            <w:szCs w:val="20"/>
          </w:rPr>
          <w:t>Resource Outage 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433B9FF9" w14:textId="4DEF47A4" w:rsidR="000A5011" w:rsidRPr="000A5011" w:rsidRDefault="005F79DD">
      <w:pPr>
        <w:pStyle w:val="TOC4"/>
        <w:rPr>
          <w:rFonts w:eastAsiaTheme="minorEastAsia"/>
          <w:bCs w:val="0"/>
          <w:snapToGrid/>
          <w:sz w:val="20"/>
          <w:szCs w:val="20"/>
        </w:rPr>
      </w:pPr>
      <w:hyperlink w:anchor="_Toc75942389" w:history="1">
        <w:r w:rsidR="000A5011" w:rsidRPr="000A5011">
          <w:rPr>
            <w:rStyle w:val="Hyperlink"/>
            <w:bCs w:val="0"/>
            <w:sz w:val="20"/>
            <w:szCs w:val="20"/>
          </w:rPr>
          <w:t>3.1.6.9</w:t>
        </w:r>
        <w:r w:rsidR="000A5011" w:rsidRPr="000A5011">
          <w:rPr>
            <w:rFonts w:eastAsiaTheme="minorEastAsia"/>
            <w:bCs w:val="0"/>
            <w:snapToGrid/>
            <w:sz w:val="20"/>
            <w:szCs w:val="20"/>
          </w:rPr>
          <w:tab/>
        </w:r>
        <w:r w:rsidR="000A5011" w:rsidRPr="000A5011">
          <w:rPr>
            <w:rStyle w:val="Hyperlink"/>
            <w:bCs w:val="0"/>
            <w:sz w:val="20"/>
            <w:szCs w:val="20"/>
          </w:rPr>
          <w:t>Withdrawal of Approval or Acceptance and Rescheduling of Approved or Accepted Planned Outages of Resource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w:t>
        </w:r>
        <w:r w:rsidR="000A5011" w:rsidRPr="000A5011">
          <w:rPr>
            <w:bCs w:val="0"/>
            <w:webHidden/>
            <w:sz w:val="20"/>
            <w:szCs w:val="20"/>
          </w:rPr>
          <w:fldChar w:fldCharType="end"/>
        </w:r>
      </w:hyperlink>
    </w:p>
    <w:p w14:paraId="6174EBCC" w14:textId="4C80C1D3" w:rsidR="000A5011" w:rsidRPr="000A5011" w:rsidRDefault="005F79DD">
      <w:pPr>
        <w:pStyle w:val="TOC4"/>
        <w:rPr>
          <w:rFonts w:eastAsiaTheme="minorEastAsia"/>
          <w:bCs w:val="0"/>
          <w:snapToGrid/>
          <w:sz w:val="20"/>
          <w:szCs w:val="20"/>
        </w:rPr>
      </w:pPr>
      <w:hyperlink w:anchor="_Toc75942390" w:history="1">
        <w:r w:rsidR="000A5011" w:rsidRPr="000A5011">
          <w:rPr>
            <w:rStyle w:val="Hyperlink"/>
            <w:bCs w:val="0"/>
            <w:sz w:val="20"/>
            <w:szCs w:val="20"/>
          </w:rPr>
          <w:t>3.1.6.10</w:t>
        </w:r>
        <w:r w:rsidR="000A5011" w:rsidRPr="000A5011">
          <w:rPr>
            <w:rFonts w:eastAsiaTheme="minorEastAsia"/>
            <w:bCs w:val="0"/>
            <w:snapToGrid/>
            <w:sz w:val="20"/>
            <w:szCs w:val="20"/>
          </w:rPr>
          <w:tab/>
        </w:r>
        <w:r w:rsidR="000A5011" w:rsidRPr="000A5011">
          <w:rPr>
            <w:rStyle w:val="Hyperlink"/>
            <w:bCs w:val="0"/>
            <w:sz w:val="20"/>
            <w:szCs w:val="20"/>
          </w:rPr>
          <w:t>Opportunity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5D86D0DE" w14:textId="55C816E2" w:rsidR="000A5011" w:rsidRPr="000A5011" w:rsidRDefault="005F79DD">
      <w:pPr>
        <w:pStyle w:val="TOC4"/>
        <w:rPr>
          <w:rFonts w:eastAsiaTheme="minorEastAsia"/>
          <w:bCs w:val="0"/>
          <w:snapToGrid/>
          <w:sz w:val="20"/>
          <w:szCs w:val="20"/>
        </w:rPr>
      </w:pPr>
      <w:hyperlink w:anchor="_Toc75942391" w:history="1">
        <w:r w:rsidR="000A5011" w:rsidRPr="000A5011">
          <w:rPr>
            <w:rStyle w:val="Hyperlink"/>
            <w:bCs w:val="0"/>
            <w:sz w:val="20"/>
            <w:szCs w:val="20"/>
          </w:rPr>
          <w:t>3.1.6.11</w:t>
        </w:r>
        <w:r w:rsidR="000A5011" w:rsidRPr="000A5011">
          <w:rPr>
            <w:rFonts w:eastAsiaTheme="minorEastAsia"/>
            <w:bCs w:val="0"/>
            <w:snapToGrid/>
            <w:sz w:val="20"/>
            <w:szCs w:val="20"/>
          </w:rPr>
          <w:tab/>
        </w:r>
        <w:r w:rsidR="000A5011" w:rsidRPr="000A5011">
          <w:rPr>
            <w:rStyle w:val="Hyperlink"/>
            <w:bCs w:val="0"/>
            <w:sz w:val="20"/>
            <w:szCs w:val="20"/>
          </w:rPr>
          <w:t>Outage Returning Early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1807B3BC" w14:textId="4AE4E7F0" w:rsidR="000A5011" w:rsidRPr="000A5011" w:rsidRDefault="005F79DD">
      <w:pPr>
        <w:pStyle w:val="TOC4"/>
        <w:rPr>
          <w:rFonts w:eastAsiaTheme="minorEastAsia"/>
          <w:bCs w:val="0"/>
          <w:snapToGrid/>
          <w:sz w:val="20"/>
          <w:szCs w:val="20"/>
        </w:rPr>
      </w:pPr>
      <w:hyperlink w:anchor="_Toc75942392" w:history="1">
        <w:r w:rsidR="000A5011" w:rsidRPr="000A5011">
          <w:rPr>
            <w:rStyle w:val="Hyperlink"/>
            <w:bCs w:val="0"/>
            <w:sz w:val="20"/>
            <w:szCs w:val="20"/>
          </w:rPr>
          <w:t>3.1.6.12</w:t>
        </w:r>
        <w:r w:rsidR="000A5011" w:rsidRPr="000A5011">
          <w:rPr>
            <w:rFonts w:eastAsiaTheme="minorEastAsia"/>
            <w:bCs w:val="0"/>
            <w:snapToGrid/>
            <w:sz w:val="20"/>
            <w:szCs w:val="20"/>
          </w:rPr>
          <w:tab/>
        </w:r>
        <w:r w:rsidR="000A5011" w:rsidRPr="000A5011">
          <w:rPr>
            <w:rStyle w:val="Hyperlink"/>
            <w:bCs w:val="0"/>
            <w:sz w:val="20"/>
            <w:szCs w:val="20"/>
          </w:rPr>
          <w:t>Resource Coming On-Line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7A86FA07" w14:textId="0FFA96FE" w:rsidR="000A5011" w:rsidRPr="000A5011" w:rsidRDefault="005F79DD">
      <w:pPr>
        <w:pStyle w:val="TOC4"/>
        <w:rPr>
          <w:rFonts w:eastAsiaTheme="minorEastAsia"/>
          <w:bCs w:val="0"/>
          <w:snapToGrid/>
          <w:sz w:val="20"/>
          <w:szCs w:val="20"/>
        </w:rPr>
      </w:pPr>
      <w:hyperlink w:anchor="_Toc75942393" w:history="1">
        <w:r w:rsidR="000A5011" w:rsidRPr="000A5011">
          <w:rPr>
            <w:rStyle w:val="Hyperlink"/>
            <w:bCs w:val="0"/>
            <w:sz w:val="20"/>
            <w:szCs w:val="20"/>
          </w:rPr>
          <w:t>3.1.6.13</w:t>
        </w:r>
        <w:r w:rsidR="000A5011" w:rsidRPr="000A5011">
          <w:rPr>
            <w:rFonts w:eastAsiaTheme="minorEastAsia"/>
            <w:bCs w:val="0"/>
            <w:snapToGrid/>
            <w:sz w:val="20"/>
            <w:szCs w:val="20"/>
          </w:rPr>
          <w:tab/>
        </w:r>
        <w:r w:rsidR="000A5011" w:rsidRPr="000A5011">
          <w:rPr>
            <w:rStyle w:val="Hyperlink"/>
            <w:bCs w:val="0"/>
            <w:sz w:val="20"/>
            <w:szCs w:val="20"/>
          </w:rPr>
          <w:t>Distribution Facility Outages Impacting Distribution Generation Resources and Distribution Energy Storage 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2732CA5E" w14:textId="1CEF73A0" w:rsidR="000A5011" w:rsidRPr="000A5011" w:rsidRDefault="005F79DD">
      <w:pPr>
        <w:pStyle w:val="TOC3"/>
        <w:rPr>
          <w:rFonts w:eastAsiaTheme="minorEastAsia"/>
          <w:bCs w:val="0"/>
          <w:i w:val="0"/>
          <w:iCs w:val="0"/>
        </w:rPr>
      </w:pPr>
      <w:hyperlink w:anchor="_Toc75942394" w:history="1">
        <w:r w:rsidR="000A5011" w:rsidRPr="000A5011">
          <w:rPr>
            <w:rStyle w:val="Hyperlink"/>
            <w:bCs w:val="0"/>
            <w:i w:val="0"/>
            <w:iCs w:val="0"/>
          </w:rPr>
          <w:t>3.1.7</w:t>
        </w:r>
        <w:r w:rsidR="000A5011" w:rsidRPr="000A5011">
          <w:rPr>
            <w:rFonts w:eastAsiaTheme="minorEastAsia"/>
            <w:bCs w:val="0"/>
            <w:i w:val="0"/>
            <w:iCs w:val="0"/>
          </w:rPr>
          <w:tab/>
        </w:r>
        <w:r w:rsidR="000A5011" w:rsidRPr="000A5011">
          <w:rPr>
            <w:rStyle w:val="Hyperlink"/>
            <w:bCs w:val="0"/>
            <w:i w:val="0"/>
            <w:iCs w:val="0"/>
          </w:rPr>
          <w:t>Reliability Resource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3-31</w:t>
        </w:r>
        <w:r w:rsidR="000A5011" w:rsidRPr="000A5011">
          <w:rPr>
            <w:bCs w:val="0"/>
            <w:i w:val="0"/>
            <w:iCs w:val="0"/>
            <w:webHidden/>
          </w:rPr>
          <w:fldChar w:fldCharType="end"/>
        </w:r>
      </w:hyperlink>
    </w:p>
    <w:p w14:paraId="628A3A4F" w14:textId="0BAA83A3" w:rsidR="000A5011" w:rsidRPr="000A5011" w:rsidRDefault="005F79DD">
      <w:pPr>
        <w:pStyle w:val="TOC4"/>
        <w:rPr>
          <w:rFonts w:eastAsiaTheme="minorEastAsia"/>
          <w:bCs w:val="0"/>
          <w:snapToGrid/>
          <w:sz w:val="20"/>
          <w:szCs w:val="20"/>
        </w:rPr>
      </w:pPr>
      <w:hyperlink w:anchor="_Toc75942395" w:history="1">
        <w:r w:rsidR="000A5011" w:rsidRPr="000A5011">
          <w:rPr>
            <w:rStyle w:val="Hyperlink"/>
            <w:bCs w:val="0"/>
            <w:sz w:val="20"/>
            <w:szCs w:val="20"/>
          </w:rPr>
          <w:t>3.1.7.1</w:t>
        </w:r>
        <w:r w:rsidR="000A5011" w:rsidRPr="000A5011">
          <w:rPr>
            <w:rFonts w:eastAsiaTheme="minorEastAsia"/>
            <w:bCs w:val="0"/>
            <w:snapToGrid/>
            <w:sz w:val="20"/>
            <w:szCs w:val="20"/>
          </w:rPr>
          <w:tab/>
        </w:r>
        <w:r w:rsidR="000A5011" w:rsidRPr="000A5011">
          <w:rPr>
            <w:rStyle w:val="Hyperlink"/>
            <w:bCs w:val="0"/>
            <w:sz w:val="20"/>
            <w:szCs w:val="20"/>
          </w:rPr>
          <w:t>Timelines for Response by ERCOT on Reliability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6BEBD172" w14:textId="6579EE05" w:rsidR="000A5011" w:rsidRPr="000A5011" w:rsidRDefault="005F79DD">
      <w:pPr>
        <w:pStyle w:val="TOC4"/>
        <w:rPr>
          <w:rFonts w:eastAsiaTheme="minorEastAsia"/>
          <w:bCs w:val="0"/>
          <w:snapToGrid/>
          <w:sz w:val="20"/>
          <w:szCs w:val="20"/>
        </w:rPr>
      </w:pPr>
      <w:hyperlink w:anchor="_Toc75942396" w:history="1">
        <w:r w:rsidR="000A5011" w:rsidRPr="000A5011">
          <w:rPr>
            <w:rStyle w:val="Hyperlink"/>
            <w:bCs w:val="0"/>
            <w:sz w:val="20"/>
            <w:szCs w:val="20"/>
          </w:rPr>
          <w:t>3.1.7.2</w:t>
        </w:r>
        <w:r w:rsidR="000A5011" w:rsidRPr="000A5011">
          <w:rPr>
            <w:rFonts w:eastAsiaTheme="minorEastAsia"/>
            <w:bCs w:val="0"/>
            <w:snapToGrid/>
            <w:sz w:val="20"/>
            <w:szCs w:val="20"/>
          </w:rPr>
          <w:tab/>
        </w:r>
        <w:r w:rsidR="000A5011" w:rsidRPr="000A5011">
          <w:rPr>
            <w:rStyle w:val="Hyperlink"/>
            <w:bCs w:val="0"/>
            <w:sz w:val="20"/>
            <w:szCs w:val="20"/>
          </w:rPr>
          <w:t>Changes to an Approved Reliability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50CF0011" w14:textId="0F1D2599" w:rsidR="000A5011" w:rsidRPr="000A5011" w:rsidRDefault="005F79DD">
      <w:pPr>
        <w:pStyle w:val="TOC3"/>
        <w:rPr>
          <w:rFonts w:eastAsiaTheme="minorEastAsia"/>
          <w:bCs w:val="0"/>
          <w:i w:val="0"/>
          <w:iCs w:val="0"/>
        </w:rPr>
      </w:pPr>
      <w:hyperlink w:anchor="_Toc75942397" w:history="1">
        <w:r w:rsidR="000A5011" w:rsidRPr="000A5011">
          <w:rPr>
            <w:rStyle w:val="Hyperlink"/>
            <w:bCs w:val="0"/>
            <w:i w:val="0"/>
            <w:iCs w:val="0"/>
          </w:rPr>
          <w:t>3.1.8</w:t>
        </w:r>
        <w:r w:rsidR="000A5011" w:rsidRPr="000A5011">
          <w:rPr>
            <w:rFonts w:eastAsiaTheme="minorEastAsia"/>
            <w:bCs w:val="0"/>
            <w:i w:val="0"/>
            <w:iCs w:val="0"/>
          </w:rPr>
          <w:tab/>
        </w:r>
        <w:r w:rsidR="000A5011" w:rsidRPr="000A5011">
          <w:rPr>
            <w:rStyle w:val="Hyperlink"/>
            <w:bCs w:val="0"/>
            <w:i w:val="0"/>
            <w:iCs w:val="0"/>
          </w:rPr>
          <w:t>High Impact Transmission Element (HITE) Identification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3-32</w:t>
        </w:r>
        <w:r w:rsidR="000A5011" w:rsidRPr="000A5011">
          <w:rPr>
            <w:bCs w:val="0"/>
            <w:i w:val="0"/>
            <w:iCs w:val="0"/>
            <w:webHidden/>
          </w:rPr>
          <w:fldChar w:fldCharType="end"/>
        </w:r>
      </w:hyperlink>
    </w:p>
    <w:p w14:paraId="30427D8B" w14:textId="46400DBD" w:rsidR="000A5011" w:rsidRPr="000A5011" w:rsidRDefault="005F79DD">
      <w:pPr>
        <w:pStyle w:val="TOC2"/>
        <w:rPr>
          <w:rFonts w:eastAsiaTheme="minorEastAsia"/>
          <w:noProof/>
        </w:rPr>
      </w:pPr>
      <w:hyperlink w:anchor="_Toc75942398" w:history="1">
        <w:r w:rsidR="000A5011" w:rsidRPr="000A5011">
          <w:rPr>
            <w:rStyle w:val="Hyperlink"/>
            <w:noProof/>
          </w:rPr>
          <w:t xml:space="preserve">3.2 </w:t>
        </w:r>
        <w:r w:rsidR="000A5011" w:rsidRPr="000A5011">
          <w:rPr>
            <w:rFonts w:eastAsiaTheme="minorEastAsia"/>
            <w:noProof/>
          </w:rPr>
          <w:tab/>
        </w:r>
        <w:r w:rsidR="000A5011" w:rsidRPr="000A5011">
          <w:rPr>
            <w:rStyle w:val="Hyperlink"/>
            <w:noProof/>
          </w:rPr>
          <w:t>Analysis of Resource Adequacy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_Toc75942398 \h </w:instrText>
        </w:r>
        <w:r w:rsidR="000A5011" w:rsidRPr="000A5011">
          <w:rPr>
            <w:noProof/>
            <w:webHidden/>
          </w:rPr>
        </w:r>
        <w:r w:rsidR="000A5011" w:rsidRPr="000A5011">
          <w:rPr>
            <w:noProof/>
            <w:webHidden/>
          </w:rPr>
          <w:fldChar w:fldCharType="separate"/>
        </w:r>
        <w:r>
          <w:rPr>
            <w:noProof/>
            <w:webHidden/>
          </w:rPr>
          <w:t>3-33</w:t>
        </w:r>
        <w:r w:rsidR="000A5011" w:rsidRPr="000A5011">
          <w:rPr>
            <w:noProof/>
            <w:webHidden/>
          </w:rPr>
          <w:fldChar w:fldCharType="end"/>
        </w:r>
      </w:hyperlink>
    </w:p>
    <w:p w14:paraId="01D71085" w14:textId="450DA13D" w:rsidR="000A5011" w:rsidRPr="000A5011" w:rsidRDefault="005F79DD">
      <w:pPr>
        <w:pStyle w:val="TOC3"/>
        <w:rPr>
          <w:rFonts w:eastAsiaTheme="minorEastAsia"/>
          <w:bCs w:val="0"/>
          <w:i w:val="0"/>
          <w:iCs w:val="0"/>
        </w:rPr>
      </w:pPr>
      <w:hyperlink w:anchor="_Toc75942399" w:history="1">
        <w:r w:rsidR="000A5011" w:rsidRPr="000A5011">
          <w:rPr>
            <w:rStyle w:val="Hyperlink"/>
            <w:bCs w:val="0"/>
            <w:i w:val="0"/>
            <w:iCs w:val="0"/>
          </w:rPr>
          <w:t>3.2.1</w:t>
        </w:r>
        <w:r w:rsidR="000A5011" w:rsidRPr="000A5011">
          <w:rPr>
            <w:rFonts w:eastAsiaTheme="minorEastAsia"/>
            <w:bCs w:val="0"/>
            <w:i w:val="0"/>
            <w:iCs w:val="0"/>
          </w:rPr>
          <w:tab/>
        </w:r>
        <w:r w:rsidR="000A5011" w:rsidRPr="000A5011">
          <w:rPr>
            <w:rStyle w:val="Hyperlink"/>
            <w:bCs w:val="0"/>
            <w:i w:val="0"/>
            <w:iCs w:val="0"/>
          </w:rPr>
          <w:t>Calculation of Aggregate Resource Capacity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3-33</w:t>
        </w:r>
        <w:r w:rsidR="000A5011" w:rsidRPr="000A5011">
          <w:rPr>
            <w:bCs w:val="0"/>
            <w:i w:val="0"/>
            <w:iCs w:val="0"/>
            <w:webHidden/>
          </w:rPr>
          <w:fldChar w:fldCharType="end"/>
        </w:r>
      </w:hyperlink>
    </w:p>
    <w:p w14:paraId="32A17BAF" w14:textId="23E12922" w:rsidR="000A5011" w:rsidRPr="000A5011" w:rsidRDefault="005F79DD">
      <w:pPr>
        <w:pStyle w:val="TOC3"/>
        <w:rPr>
          <w:rFonts w:eastAsiaTheme="minorEastAsia"/>
          <w:bCs w:val="0"/>
          <w:i w:val="0"/>
          <w:iCs w:val="0"/>
        </w:rPr>
      </w:pPr>
      <w:hyperlink w:anchor="_Toc75942400" w:history="1">
        <w:r w:rsidR="000A5011" w:rsidRPr="000A5011">
          <w:rPr>
            <w:rStyle w:val="Hyperlink"/>
            <w:bCs w:val="0"/>
            <w:i w:val="0"/>
            <w:iCs w:val="0"/>
          </w:rPr>
          <w:t>3.2.2</w:t>
        </w:r>
        <w:r w:rsidR="000A5011" w:rsidRPr="000A5011">
          <w:rPr>
            <w:rFonts w:eastAsiaTheme="minorEastAsia"/>
            <w:bCs w:val="0"/>
            <w:i w:val="0"/>
            <w:iCs w:val="0"/>
          </w:rPr>
          <w:tab/>
        </w:r>
        <w:r w:rsidR="000A5011" w:rsidRPr="000A5011">
          <w:rPr>
            <w:rStyle w:val="Hyperlink"/>
            <w:bCs w:val="0"/>
            <w:i w:val="0"/>
            <w:iCs w:val="0"/>
          </w:rPr>
          <w:t>Demand Forecasts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3-34</w:t>
        </w:r>
        <w:r w:rsidR="000A5011" w:rsidRPr="000A5011">
          <w:rPr>
            <w:bCs w:val="0"/>
            <w:i w:val="0"/>
            <w:iCs w:val="0"/>
            <w:webHidden/>
          </w:rPr>
          <w:fldChar w:fldCharType="end"/>
        </w:r>
      </w:hyperlink>
    </w:p>
    <w:p w14:paraId="7812B959" w14:textId="047B308C" w:rsidR="000A5011" w:rsidRPr="000A5011" w:rsidRDefault="005F79DD">
      <w:pPr>
        <w:pStyle w:val="TOC3"/>
        <w:rPr>
          <w:rFonts w:eastAsiaTheme="minorEastAsia"/>
          <w:bCs w:val="0"/>
          <w:i w:val="0"/>
          <w:iCs w:val="0"/>
        </w:rPr>
      </w:pPr>
      <w:hyperlink w:anchor="_Toc75942401" w:history="1">
        <w:r w:rsidR="000A5011" w:rsidRPr="000A5011">
          <w:rPr>
            <w:rStyle w:val="Hyperlink"/>
            <w:bCs w:val="0"/>
            <w:i w:val="0"/>
            <w:iCs w:val="0"/>
          </w:rPr>
          <w:t>3.2.3</w:t>
        </w:r>
        <w:r w:rsidR="000A5011" w:rsidRPr="000A5011">
          <w:rPr>
            <w:rFonts w:eastAsiaTheme="minorEastAsia"/>
            <w:bCs w:val="0"/>
            <w:i w:val="0"/>
            <w:iCs w:val="0"/>
          </w:rPr>
          <w:tab/>
        </w:r>
        <w:r w:rsidR="000A5011" w:rsidRPr="000A5011">
          <w:rPr>
            <w:rStyle w:val="Hyperlink"/>
            <w:bCs w:val="0"/>
            <w:i w:val="0"/>
            <w:iCs w:val="0"/>
          </w:rPr>
          <w:t>Short-Term System Adequacy Reports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3-35</w:t>
        </w:r>
        <w:r w:rsidR="000A5011" w:rsidRPr="000A5011">
          <w:rPr>
            <w:bCs w:val="0"/>
            <w:i w:val="0"/>
            <w:iCs w:val="0"/>
            <w:webHidden/>
          </w:rPr>
          <w:fldChar w:fldCharType="end"/>
        </w:r>
      </w:hyperlink>
    </w:p>
    <w:p w14:paraId="7957DFA0" w14:textId="18E9D560" w:rsidR="000A5011" w:rsidRPr="000A5011" w:rsidRDefault="005F79DD">
      <w:pPr>
        <w:pStyle w:val="TOC3"/>
        <w:rPr>
          <w:rFonts w:eastAsiaTheme="minorEastAsia"/>
          <w:bCs w:val="0"/>
          <w:i w:val="0"/>
          <w:iCs w:val="0"/>
        </w:rPr>
      </w:pPr>
      <w:hyperlink w:anchor="_Toc75942403" w:history="1">
        <w:r w:rsidR="000A5011" w:rsidRPr="000A5011">
          <w:rPr>
            <w:rStyle w:val="Hyperlink"/>
            <w:bCs w:val="0"/>
            <w:i w:val="0"/>
            <w:iCs w:val="0"/>
          </w:rPr>
          <w:t>3.2.4</w:t>
        </w:r>
        <w:r w:rsidR="000A5011" w:rsidRPr="000A5011">
          <w:rPr>
            <w:rFonts w:eastAsiaTheme="minorEastAsia"/>
            <w:bCs w:val="0"/>
            <w:i w:val="0"/>
            <w:iCs w:val="0"/>
          </w:rPr>
          <w:tab/>
        </w:r>
        <w:r w:rsidR="000A5011" w:rsidRPr="000A5011">
          <w:rPr>
            <w:rStyle w:val="Hyperlink"/>
            <w:bCs w:val="0"/>
            <w:i w:val="0"/>
            <w:iCs w:val="0"/>
          </w:rPr>
          <w:t>[RESERVED]</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3B2AEB92" w14:textId="388EAC58" w:rsidR="000A5011" w:rsidRPr="000A5011" w:rsidRDefault="005F79DD">
      <w:pPr>
        <w:pStyle w:val="TOC3"/>
        <w:rPr>
          <w:rFonts w:eastAsiaTheme="minorEastAsia"/>
          <w:bCs w:val="0"/>
          <w:i w:val="0"/>
          <w:iCs w:val="0"/>
        </w:rPr>
      </w:pPr>
      <w:hyperlink w:anchor="_Toc75942404" w:history="1">
        <w:r w:rsidR="000A5011" w:rsidRPr="000A5011">
          <w:rPr>
            <w:rStyle w:val="Hyperlink"/>
            <w:bCs w:val="0"/>
            <w:i w:val="0"/>
            <w:iCs w:val="0"/>
          </w:rPr>
          <w:t>3.2.5</w:t>
        </w:r>
        <w:r w:rsidR="000A5011" w:rsidRPr="000A5011">
          <w:rPr>
            <w:rFonts w:eastAsiaTheme="minorEastAsia"/>
            <w:bCs w:val="0"/>
            <w:i w:val="0"/>
            <w:iCs w:val="0"/>
          </w:rPr>
          <w:tab/>
        </w:r>
        <w:r w:rsidR="000A5011" w:rsidRPr="000A5011">
          <w:rPr>
            <w:rStyle w:val="Hyperlink"/>
            <w:bCs w:val="0"/>
            <w:i w:val="0"/>
            <w:iCs w:val="0"/>
          </w:rPr>
          <w:t>Publication of Resource and Load Information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789C1B60" w14:textId="63029955" w:rsidR="000A5011" w:rsidRPr="000A5011" w:rsidRDefault="005F79DD">
      <w:pPr>
        <w:pStyle w:val="TOC4"/>
        <w:rPr>
          <w:rFonts w:eastAsiaTheme="minorEastAsia"/>
          <w:bCs w:val="0"/>
          <w:snapToGrid/>
          <w:sz w:val="20"/>
          <w:szCs w:val="20"/>
        </w:rPr>
      </w:pPr>
      <w:hyperlink w:anchor="_Toc75942405" w:history="1">
        <w:r w:rsidR="000A5011" w:rsidRPr="000A5011">
          <w:rPr>
            <w:rStyle w:val="Hyperlink"/>
            <w:bCs w:val="0"/>
            <w:sz w:val="20"/>
            <w:szCs w:val="20"/>
          </w:rPr>
          <w:t>3.2.5.1</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Non Opt-In Entities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3-51</w:t>
        </w:r>
        <w:r w:rsidR="000A5011" w:rsidRPr="000A5011">
          <w:rPr>
            <w:bCs w:val="0"/>
            <w:webHidden/>
            <w:sz w:val="20"/>
            <w:szCs w:val="20"/>
          </w:rPr>
          <w:fldChar w:fldCharType="end"/>
        </w:r>
      </w:hyperlink>
    </w:p>
    <w:p w14:paraId="17D31BD4" w14:textId="3988FD10" w:rsidR="000A5011" w:rsidRPr="000A5011" w:rsidRDefault="005F79DD">
      <w:pPr>
        <w:pStyle w:val="TOC4"/>
        <w:rPr>
          <w:rFonts w:eastAsiaTheme="minorEastAsia"/>
          <w:bCs w:val="0"/>
          <w:snapToGrid/>
          <w:sz w:val="20"/>
          <w:szCs w:val="20"/>
        </w:rPr>
      </w:pPr>
      <w:hyperlink w:anchor="_Toc75942406" w:history="1">
        <w:r w:rsidR="000A5011" w:rsidRPr="000A5011">
          <w:rPr>
            <w:rStyle w:val="Hyperlink"/>
            <w:bCs w:val="0"/>
            <w:sz w:val="20"/>
            <w:szCs w:val="20"/>
          </w:rPr>
          <w:t>3.2.5.2</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Competitive Areas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3-52</w:t>
        </w:r>
        <w:r w:rsidR="000A5011" w:rsidRPr="000A5011">
          <w:rPr>
            <w:bCs w:val="0"/>
            <w:webHidden/>
            <w:sz w:val="20"/>
            <w:szCs w:val="20"/>
          </w:rPr>
          <w:fldChar w:fldCharType="end"/>
        </w:r>
      </w:hyperlink>
    </w:p>
    <w:p w14:paraId="18DF4180" w14:textId="0B3BACF8" w:rsidR="000A5011" w:rsidRPr="000A5011" w:rsidRDefault="005F79DD">
      <w:pPr>
        <w:pStyle w:val="TOC4"/>
        <w:rPr>
          <w:rFonts w:eastAsiaTheme="minorEastAsia"/>
          <w:bCs w:val="0"/>
          <w:snapToGrid/>
          <w:sz w:val="20"/>
          <w:szCs w:val="20"/>
        </w:rPr>
      </w:pPr>
      <w:hyperlink w:anchor="_Toc75942407" w:history="1">
        <w:r w:rsidR="000A5011" w:rsidRPr="000A5011">
          <w:rPr>
            <w:rStyle w:val="Hyperlink"/>
            <w:bCs w:val="0"/>
            <w:sz w:val="20"/>
            <w:szCs w:val="20"/>
          </w:rPr>
          <w:t>3.2.5.3</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47E088CB" w14:textId="193F3F65" w:rsidR="000A5011" w:rsidRPr="000A5011" w:rsidRDefault="005F79DD">
      <w:pPr>
        <w:pStyle w:val="TOC3"/>
        <w:rPr>
          <w:rFonts w:eastAsiaTheme="minorEastAsia"/>
          <w:bCs w:val="0"/>
          <w:i w:val="0"/>
          <w:iCs w:val="0"/>
        </w:rPr>
      </w:pPr>
      <w:hyperlink w:anchor="_Toc75942408" w:history="1">
        <w:r w:rsidR="000A5011" w:rsidRPr="000A5011">
          <w:rPr>
            <w:rStyle w:val="Hyperlink"/>
            <w:bCs w:val="0"/>
            <w:i w:val="0"/>
            <w:iCs w:val="0"/>
          </w:rPr>
          <w:t>3.2.6</w:t>
        </w:r>
        <w:r w:rsidR="000A5011" w:rsidRPr="000A5011">
          <w:rPr>
            <w:rFonts w:eastAsiaTheme="minorEastAsia"/>
            <w:bCs w:val="0"/>
            <w:i w:val="0"/>
            <w:iCs w:val="0"/>
          </w:rPr>
          <w:tab/>
        </w:r>
        <w:r w:rsidR="000A5011" w:rsidRPr="000A5011">
          <w:rPr>
            <w:rStyle w:val="Hyperlink"/>
            <w:bCs w:val="0"/>
            <w:i w:val="0"/>
            <w:iCs w:val="0"/>
          </w:rPr>
          <w:t>ERCOT Planning Reserve Margin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3-53</w:t>
        </w:r>
        <w:r w:rsidR="000A5011" w:rsidRPr="000A5011">
          <w:rPr>
            <w:bCs w:val="0"/>
            <w:i w:val="0"/>
            <w:iCs w:val="0"/>
            <w:webHidden/>
          </w:rPr>
          <w:fldChar w:fldCharType="end"/>
        </w:r>
      </w:hyperlink>
    </w:p>
    <w:p w14:paraId="0BEC9D8E" w14:textId="681DE9F7" w:rsidR="000A5011" w:rsidRPr="000A5011" w:rsidRDefault="005F79DD">
      <w:pPr>
        <w:pStyle w:val="TOC4"/>
        <w:rPr>
          <w:rFonts w:eastAsiaTheme="minorEastAsia"/>
          <w:bCs w:val="0"/>
          <w:snapToGrid/>
          <w:sz w:val="20"/>
          <w:szCs w:val="20"/>
        </w:rPr>
      </w:pPr>
      <w:hyperlink w:anchor="_Toc75942409" w:history="1">
        <w:r w:rsidR="000A5011" w:rsidRPr="000A5011">
          <w:rPr>
            <w:rStyle w:val="Hyperlink"/>
            <w:bCs w:val="0"/>
            <w:sz w:val="20"/>
            <w:szCs w:val="20"/>
          </w:rPr>
          <w:t>3.2.6.1</w:t>
        </w:r>
        <w:r w:rsidR="000A5011" w:rsidRPr="000A5011">
          <w:rPr>
            <w:rFonts w:eastAsiaTheme="minorEastAsia"/>
            <w:bCs w:val="0"/>
            <w:snapToGrid/>
            <w:sz w:val="20"/>
            <w:szCs w:val="20"/>
          </w:rPr>
          <w:tab/>
        </w:r>
        <w:r w:rsidR="000A5011" w:rsidRPr="000A5011">
          <w:rPr>
            <w:rStyle w:val="Hyperlink"/>
            <w:bCs w:val="0"/>
            <w:sz w:val="20"/>
            <w:szCs w:val="20"/>
          </w:rPr>
          <w:t>Minimum ERCOT Planning Reserve Margin Criterion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0F6500D8" w14:textId="395DE71B" w:rsidR="000A5011" w:rsidRPr="000A5011" w:rsidRDefault="005F79DD">
      <w:pPr>
        <w:pStyle w:val="TOC4"/>
        <w:rPr>
          <w:rFonts w:eastAsiaTheme="minorEastAsia"/>
          <w:bCs w:val="0"/>
          <w:snapToGrid/>
          <w:sz w:val="20"/>
          <w:szCs w:val="20"/>
        </w:rPr>
      </w:pPr>
      <w:hyperlink w:anchor="_Toc75942410" w:history="1">
        <w:r w:rsidR="000A5011" w:rsidRPr="000A5011">
          <w:rPr>
            <w:rStyle w:val="Hyperlink"/>
            <w:bCs w:val="0"/>
            <w:sz w:val="20"/>
            <w:szCs w:val="20"/>
          </w:rPr>
          <w:t>3.2.6.2</w:t>
        </w:r>
        <w:r w:rsidR="000A5011" w:rsidRPr="000A5011">
          <w:rPr>
            <w:rFonts w:eastAsiaTheme="minorEastAsia"/>
            <w:bCs w:val="0"/>
            <w:snapToGrid/>
            <w:sz w:val="20"/>
            <w:szCs w:val="20"/>
          </w:rPr>
          <w:tab/>
        </w:r>
        <w:r w:rsidR="000A5011" w:rsidRPr="000A5011">
          <w:rPr>
            <w:rStyle w:val="Hyperlink"/>
            <w:bCs w:val="0"/>
            <w:sz w:val="20"/>
            <w:szCs w:val="20"/>
          </w:rPr>
          <w:t>ERCOT Planning Reserve Margin Calculation Methodology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3-54</w:t>
        </w:r>
        <w:r w:rsidR="000A5011" w:rsidRPr="000A5011">
          <w:rPr>
            <w:bCs w:val="0"/>
            <w:webHidden/>
            <w:sz w:val="20"/>
            <w:szCs w:val="20"/>
          </w:rPr>
          <w:fldChar w:fldCharType="end"/>
        </w:r>
      </w:hyperlink>
    </w:p>
    <w:p w14:paraId="30DE110C" w14:textId="45A04223" w:rsidR="000A5011" w:rsidRPr="000A5011" w:rsidRDefault="005F79DD">
      <w:pPr>
        <w:pStyle w:val="TOC5"/>
        <w:rPr>
          <w:rFonts w:eastAsiaTheme="minorEastAsia"/>
          <w:i w:val="0"/>
          <w:sz w:val="20"/>
          <w:szCs w:val="20"/>
        </w:rPr>
      </w:pPr>
      <w:hyperlink w:anchor="_Toc75942411" w:history="1">
        <w:r w:rsidR="000A5011" w:rsidRPr="000A5011">
          <w:rPr>
            <w:rStyle w:val="Hyperlink"/>
            <w:i w:val="0"/>
            <w:sz w:val="20"/>
            <w:szCs w:val="20"/>
          </w:rPr>
          <w:t>3.2.6.2.1</w:t>
        </w:r>
        <w:r w:rsidR="000A5011" w:rsidRPr="000A5011">
          <w:rPr>
            <w:rFonts w:eastAsiaTheme="minorEastAsia"/>
            <w:i w:val="0"/>
            <w:sz w:val="20"/>
            <w:szCs w:val="20"/>
          </w:rPr>
          <w:tab/>
        </w:r>
        <w:r w:rsidR="000A5011" w:rsidRPr="000A5011">
          <w:rPr>
            <w:rStyle w:val="Hyperlink"/>
            <w:i w:val="0"/>
            <w:sz w:val="20"/>
            <w:szCs w:val="20"/>
          </w:rPr>
          <w:t>Peak Load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3-54</w:t>
        </w:r>
        <w:r w:rsidR="000A5011" w:rsidRPr="000A5011">
          <w:rPr>
            <w:i w:val="0"/>
            <w:webHidden/>
            <w:sz w:val="20"/>
            <w:szCs w:val="20"/>
          </w:rPr>
          <w:fldChar w:fldCharType="end"/>
        </w:r>
      </w:hyperlink>
    </w:p>
    <w:p w14:paraId="5240C423" w14:textId="737DB7EB" w:rsidR="000A5011" w:rsidRPr="000A5011" w:rsidRDefault="005F79DD">
      <w:pPr>
        <w:pStyle w:val="TOC5"/>
        <w:rPr>
          <w:rFonts w:eastAsiaTheme="minorEastAsia"/>
          <w:i w:val="0"/>
          <w:sz w:val="20"/>
          <w:szCs w:val="20"/>
        </w:rPr>
      </w:pPr>
      <w:hyperlink w:anchor="_Toc75942412" w:history="1">
        <w:r w:rsidR="000A5011" w:rsidRPr="000A5011">
          <w:rPr>
            <w:rStyle w:val="Hyperlink"/>
            <w:i w:val="0"/>
            <w:sz w:val="20"/>
            <w:szCs w:val="20"/>
          </w:rPr>
          <w:t>3.2.6.2.2</w:t>
        </w:r>
        <w:r w:rsidR="000A5011" w:rsidRPr="000A5011">
          <w:rPr>
            <w:rFonts w:eastAsiaTheme="minorEastAsia"/>
            <w:i w:val="0"/>
            <w:sz w:val="20"/>
            <w:szCs w:val="20"/>
          </w:rPr>
          <w:tab/>
        </w:r>
        <w:r w:rsidR="000A5011" w:rsidRPr="000A5011">
          <w:rPr>
            <w:rStyle w:val="Hyperlink"/>
            <w:i w:val="0"/>
            <w:sz w:val="20"/>
            <w:szCs w:val="20"/>
          </w:rPr>
          <w:t>Total Capacity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3-56</w:t>
        </w:r>
        <w:r w:rsidR="000A5011" w:rsidRPr="000A5011">
          <w:rPr>
            <w:i w:val="0"/>
            <w:webHidden/>
            <w:sz w:val="20"/>
            <w:szCs w:val="20"/>
          </w:rPr>
          <w:fldChar w:fldCharType="end"/>
        </w:r>
      </w:hyperlink>
    </w:p>
    <w:p w14:paraId="19B15732" w14:textId="7D458E0A" w:rsidR="000A5011" w:rsidRPr="000A5011" w:rsidRDefault="005F79DD">
      <w:pPr>
        <w:pStyle w:val="TOC2"/>
        <w:rPr>
          <w:rFonts w:eastAsiaTheme="minorEastAsia"/>
          <w:noProof/>
        </w:rPr>
      </w:pPr>
      <w:hyperlink w:anchor="_Toc75942413" w:history="1">
        <w:r w:rsidR="000A5011" w:rsidRPr="000A5011">
          <w:rPr>
            <w:rStyle w:val="Hyperlink"/>
            <w:noProof/>
          </w:rPr>
          <w:t>3.3</w:t>
        </w:r>
        <w:r w:rsidR="000A5011" w:rsidRPr="000A5011">
          <w:rPr>
            <w:rFonts w:eastAsiaTheme="minorEastAsia"/>
            <w:noProof/>
          </w:rPr>
          <w:tab/>
        </w:r>
        <w:r w:rsidR="000A5011" w:rsidRPr="000A5011">
          <w:rPr>
            <w:rStyle w:val="Hyperlink"/>
            <w:noProof/>
          </w:rPr>
          <w:t>Management of Changes to ERCOT Transmission Grid</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_Toc75942413 \h </w:instrText>
        </w:r>
        <w:r w:rsidR="000A5011" w:rsidRPr="000A5011">
          <w:rPr>
            <w:noProof/>
            <w:webHidden/>
          </w:rPr>
        </w:r>
        <w:r w:rsidR="000A5011" w:rsidRPr="000A5011">
          <w:rPr>
            <w:noProof/>
            <w:webHidden/>
          </w:rPr>
          <w:fldChar w:fldCharType="separate"/>
        </w:r>
        <w:r>
          <w:rPr>
            <w:noProof/>
            <w:webHidden/>
          </w:rPr>
          <w:t>3-60</w:t>
        </w:r>
        <w:r w:rsidR="000A5011" w:rsidRPr="000A5011">
          <w:rPr>
            <w:noProof/>
            <w:webHidden/>
          </w:rPr>
          <w:fldChar w:fldCharType="end"/>
        </w:r>
      </w:hyperlink>
    </w:p>
    <w:p w14:paraId="436AE2E5" w14:textId="7582EA9E" w:rsidR="000A5011" w:rsidRPr="000A5011" w:rsidRDefault="005F79DD">
      <w:pPr>
        <w:pStyle w:val="TOC3"/>
        <w:rPr>
          <w:rFonts w:eastAsiaTheme="minorEastAsia"/>
          <w:bCs w:val="0"/>
          <w:i w:val="0"/>
          <w:iCs w:val="0"/>
        </w:rPr>
      </w:pPr>
      <w:hyperlink w:anchor="_Toc75942414" w:history="1">
        <w:r w:rsidR="000A5011" w:rsidRPr="000A5011">
          <w:rPr>
            <w:rStyle w:val="Hyperlink"/>
            <w:bCs w:val="0"/>
            <w:i w:val="0"/>
            <w:iCs w:val="0"/>
          </w:rPr>
          <w:t>3.3.1</w:t>
        </w:r>
        <w:r w:rsidR="000A5011" w:rsidRPr="000A5011">
          <w:rPr>
            <w:rFonts w:eastAsiaTheme="minorEastAsia"/>
            <w:bCs w:val="0"/>
            <w:i w:val="0"/>
            <w:iCs w:val="0"/>
          </w:rPr>
          <w:tab/>
        </w:r>
        <w:r w:rsidR="000A5011" w:rsidRPr="000A5011">
          <w:rPr>
            <w:rStyle w:val="Hyperlink"/>
            <w:bCs w:val="0"/>
            <w:i w:val="0"/>
            <w:iCs w:val="0"/>
          </w:rPr>
          <w:t>ERCOT Approval of New or Relocated Facilities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3-60</w:t>
        </w:r>
        <w:r w:rsidR="000A5011" w:rsidRPr="000A5011">
          <w:rPr>
            <w:bCs w:val="0"/>
            <w:i w:val="0"/>
            <w:iCs w:val="0"/>
            <w:webHidden/>
          </w:rPr>
          <w:fldChar w:fldCharType="end"/>
        </w:r>
      </w:hyperlink>
    </w:p>
    <w:p w14:paraId="768F3AD6" w14:textId="4F71477E" w:rsidR="000A5011" w:rsidRPr="000A5011" w:rsidRDefault="005F79DD">
      <w:pPr>
        <w:pStyle w:val="TOC3"/>
        <w:rPr>
          <w:rFonts w:eastAsiaTheme="minorEastAsia"/>
          <w:bCs w:val="0"/>
          <w:i w:val="0"/>
          <w:iCs w:val="0"/>
        </w:rPr>
      </w:pPr>
      <w:hyperlink w:anchor="_Toc75942415" w:history="1">
        <w:r w:rsidR="000A5011" w:rsidRPr="000A5011">
          <w:rPr>
            <w:rStyle w:val="Hyperlink"/>
            <w:bCs w:val="0"/>
            <w:i w:val="0"/>
            <w:iCs w:val="0"/>
          </w:rPr>
          <w:t>3.3.2</w:t>
        </w:r>
        <w:r w:rsidR="000A5011" w:rsidRPr="000A5011">
          <w:rPr>
            <w:rFonts w:eastAsiaTheme="minorEastAsia"/>
            <w:bCs w:val="0"/>
            <w:i w:val="0"/>
            <w:iCs w:val="0"/>
          </w:rPr>
          <w:tab/>
        </w:r>
        <w:r w:rsidR="000A5011" w:rsidRPr="000A5011">
          <w:rPr>
            <w:rStyle w:val="Hyperlink"/>
            <w:bCs w:val="0"/>
            <w:i w:val="0"/>
            <w:iCs w:val="0"/>
          </w:rPr>
          <w:t>Types of Work Requiring ERCOT Approval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3-61</w:t>
        </w:r>
        <w:r w:rsidR="000A5011" w:rsidRPr="000A5011">
          <w:rPr>
            <w:bCs w:val="0"/>
            <w:i w:val="0"/>
            <w:iCs w:val="0"/>
            <w:webHidden/>
          </w:rPr>
          <w:fldChar w:fldCharType="end"/>
        </w:r>
      </w:hyperlink>
    </w:p>
    <w:p w14:paraId="6FD1272A" w14:textId="7A56D59F" w:rsidR="000A5011" w:rsidRPr="000A5011" w:rsidRDefault="005F79DD">
      <w:pPr>
        <w:pStyle w:val="TOC4"/>
        <w:rPr>
          <w:rFonts w:eastAsiaTheme="minorEastAsia"/>
          <w:bCs w:val="0"/>
          <w:snapToGrid/>
          <w:sz w:val="20"/>
          <w:szCs w:val="20"/>
        </w:rPr>
      </w:pPr>
      <w:hyperlink w:anchor="_Toc75942416" w:history="1">
        <w:r w:rsidR="000A5011" w:rsidRPr="000A5011">
          <w:rPr>
            <w:rStyle w:val="Hyperlink"/>
            <w:bCs w:val="0"/>
            <w:sz w:val="20"/>
            <w:szCs w:val="20"/>
          </w:rPr>
          <w:t>3.3.2.1</w:t>
        </w:r>
        <w:r w:rsidR="000A5011" w:rsidRPr="000A5011">
          <w:rPr>
            <w:rFonts w:eastAsiaTheme="minorEastAsia"/>
            <w:bCs w:val="0"/>
            <w:snapToGrid/>
            <w:sz w:val="20"/>
            <w:szCs w:val="20"/>
          </w:rPr>
          <w:tab/>
        </w:r>
        <w:r w:rsidR="000A5011" w:rsidRPr="000A5011">
          <w:rPr>
            <w:rStyle w:val="Hyperlink"/>
            <w:bCs w:val="0"/>
            <w:sz w:val="20"/>
            <w:szCs w:val="20"/>
          </w:rPr>
          <w:t>Information to Be Provided to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3-61</w:t>
        </w:r>
        <w:r w:rsidR="000A5011" w:rsidRPr="000A5011">
          <w:rPr>
            <w:bCs w:val="0"/>
            <w:webHidden/>
            <w:sz w:val="20"/>
            <w:szCs w:val="20"/>
          </w:rPr>
          <w:fldChar w:fldCharType="end"/>
        </w:r>
      </w:hyperlink>
    </w:p>
    <w:p w14:paraId="45D8672D" w14:textId="33DA30E9" w:rsidR="000A5011" w:rsidRPr="000A5011" w:rsidRDefault="005F79DD">
      <w:pPr>
        <w:pStyle w:val="TOC4"/>
        <w:rPr>
          <w:rFonts w:eastAsiaTheme="minorEastAsia"/>
          <w:bCs w:val="0"/>
          <w:snapToGrid/>
          <w:sz w:val="20"/>
          <w:szCs w:val="20"/>
        </w:rPr>
      </w:pPr>
      <w:hyperlink w:anchor="_Toc75942417" w:history="1">
        <w:r w:rsidR="000A5011" w:rsidRPr="000A5011">
          <w:rPr>
            <w:rStyle w:val="Hyperlink"/>
            <w:bCs w:val="0"/>
            <w:sz w:val="20"/>
            <w:szCs w:val="20"/>
          </w:rPr>
          <w:t>3.3.2.2</w:t>
        </w:r>
        <w:r w:rsidR="000A5011" w:rsidRPr="000A5011">
          <w:rPr>
            <w:rFonts w:eastAsiaTheme="minorEastAsia"/>
            <w:bCs w:val="0"/>
            <w:snapToGrid/>
            <w:sz w:val="20"/>
            <w:szCs w:val="20"/>
          </w:rPr>
          <w:tab/>
        </w:r>
        <w:r w:rsidR="000A5011" w:rsidRPr="000A5011">
          <w:rPr>
            <w:rStyle w:val="Hyperlink"/>
            <w:bCs w:val="0"/>
            <w:sz w:val="20"/>
            <w:szCs w:val="20"/>
          </w:rPr>
          <w:t>Record of Approved Work</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3-64</w:t>
        </w:r>
        <w:r w:rsidR="000A5011" w:rsidRPr="000A5011">
          <w:rPr>
            <w:bCs w:val="0"/>
            <w:webHidden/>
            <w:sz w:val="20"/>
            <w:szCs w:val="20"/>
          </w:rPr>
          <w:fldChar w:fldCharType="end"/>
        </w:r>
      </w:hyperlink>
    </w:p>
    <w:p w14:paraId="19FAF900" w14:textId="0A27AB69" w:rsidR="000A5011" w:rsidRPr="000A5011" w:rsidRDefault="005F79DD">
      <w:pPr>
        <w:pStyle w:val="TOC2"/>
        <w:rPr>
          <w:rFonts w:eastAsiaTheme="minorEastAsia"/>
          <w:noProof/>
        </w:rPr>
      </w:pPr>
      <w:hyperlink w:anchor="_Toc75942418" w:history="1">
        <w:r w:rsidR="000A5011" w:rsidRPr="000A5011">
          <w:rPr>
            <w:rStyle w:val="Hyperlink"/>
            <w:noProof/>
          </w:rPr>
          <w:t>3.4</w:t>
        </w:r>
        <w:r w:rsidR="000A5011" w:rsidRPr="000A5011">
          <w:rPr>
            <w:rFonts w:eastAsiaTheme="minorEastAsia"/>
            <w:noProof/>
          </w:rPr>
          <w:tab/>
        </w:r>
        <w:r w:rsidR="000A5011" w:rsidRPr="000A5011">
          <w:rPr>
            <w:rStyle w:val="Hyperlink"/>
            <w:noProof/>
          </w:rPr>
          <w:t>Load Zones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_Toc75942418 \h </w:instrText>
        </w:r>
        <w:r w:rsidR="000A5011" w:rsidRPr="000A5011">
          <w:rPr>
            <w:noProof/>
            <w:webHidden/>
          </w:rPr>
        </w:r>
        <w:r w:rsidR="000A5011" w:rsidRPr="000A5011">
          <w:rPr>
            <w:noProof/>
            <w:webHidden/>
          </w:rPr>
          <w:fldChar w:fldCharType="separate"/>
        </w:r>
        <w:r>
          <w:rPr>
            <w:noProof/>
            <w:webHidden/>
          </w:rPr>
          <w:t>3-65</w:t>
        </w:r>
        <w:r w:rsidR="000A5011" w:rsidRPr="000A5011">
          <w:rPr>
            <w:noProof/>
            <w:webHidden/>
          </w:rPr>
          <w:fldChar w:fldCharType="end"/>
        </w:r>
      </w:hyperlink>
    </w:p>
    <w:p w14:paraId="4C2F2BB2" w14:textId="44A5BF9D" w:rsidR="000A5011" w:rsidRPr="000A5011" w:rsidRDefault="005F79DD">
      <w:pPr>
        <w:pStyle w:val="TOC3"/>
        <w:rPr>
          <w:rFonts w:eastAsiaTheme="minorEastAsia"/>
          <w:bCs w:val="0"/>
          <w:i w:val="0"/>
          <w:iCs w:val="0"/>
        </w:rPr>
      </w:pPr>
      <w:hyperlink w:anchor="_Toc75942419" w:history="1">
        <w:r w:rsidR="000A5011" w:rsidRPr="000A5011">
          <w:rPr>
            <w:rStyle w:val="Hyperlink"/>
            <w:bCs w:val="0"/>
            <w:i w:val="0"/>
            <w:iCs w:val="0"/>
          </w:rPr>
          <w:t>3.4.1</w:t>
        </w:r>
        <w:r w:rsidR="000A5011" w:rsidRPr="000A5011">
          <w:rPr>
            <w:rFonts w:eastAsiaTheme="minorEastAsia"/>
            <w:bCs w:val="0"/>
            <w:i w:val="0"/>
            <w:iCs w:val="0"/>
          </w:rPr>
          <w:tab/>
        </w:r>
        <w:r w:rsidR="000A5011" w:rsidRPr="000A5011">
          <w:rPr>
            <w:rStyle w:val="Hyperlink"/>
            <w:bCs w:val="0"/>
            <w:i w:val="0"/>
            <w:iCs w:val="0"/>
          </w:rPr>
          <w:t>Load Zone Types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48AC3C6E" w14:textId="3AA23326" w:rsidR="000A5011" w:rsidRPr="000A5011" w:rsidRDefault="005F79DD">
      <w:pPr>
        <w:pStyle w:val="TOC3"/>
        <w:rPr>
          <w:rFonts w:eastAsiaTheme="minorEastAsia"/>
          <w:bCs w:val="0"/>
          <w:i w:val="0"/>
          <w:iCs w:val="0"/>
        </w:rPr>
      </w:pPr>
      <w:hyperlink w:anchor="_Toc75942420" w:history="1">
        <w:r w:rsidR="000A5011" w:rsidRPr="000A5011">
          <w:rPr>
            <w:rStyle w:val="Hyperlink"/>
            <w:bCs w:val="0"/>
            <w:i w:val="0"/>
            <w:iCs w:val="0"/>
          </w:rPr>
          <w:t>3.4.2</w:t>
        </w:r>
        <w:r w:rsidR="000A5011" w:rsidRPr="000A5011">
          <w:rPr>
            <w:rFonts w:eastAsiaTheme="minorEastAsia"/>
            <w:bCs w:val="0"/>
            <w:i w:val="0"/>
            <w:iCs w:val="0"/>
          </w:rPr>
          <w:tab/>
        </w:r>
        <w:r w:rsidR="000A5011" w:rsidRPr="000A5011">
          <w:rPr>
            <w:rStyle w:val="Hyperlink"/>
            <w:bCs w:val="0"/>
            <w:i w:val="0"/>
            <w:iCs w:val="0"/>
          </w:rPr>
          <w:t>Load Zone Modifications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12972FF7" w14:textId="0251DD7B" w:rsidR="000A5011" w:rsidRPr="000A5011" w:rsidRDefault="005F79DD">
      <w:pPr>
        <w:pStyle w:val="TOC3"/>
        <w:rPr>
          <w:rFonts w:eastAsiaTheme="minorEastAsia"/>
          <w:bCs w:val="0"/>
          <w:i w:val="0"/>
          <w:iCs w:val="0"/>
        </w:rPr>
      </w:pPr>
      <w:hyperlink w:anchor="_Toc75942421" w:history="1">
        <w:r w:rsidR="000A5011" w:rsidRPr="000A5011">
          <w:rPr>
            <w:rStyle w:val="Hyperlink"/>
            <w:bCs w:val="0"/>
            <w:i w:val="0"/>
            <w:iCs w:val="0"/>
          </w:rPr>
          <w:t>3.4.3</w:t>
        </w:r>
        <w:r w:rsidR="000A5011" w:rsidRPr="000A5011">
          <w:rPr>
            <w:rFonts w:eastAsiaTheme="minorEastAsia"/>
            <w:bCs w:val="0"/>
            <w:i w:val="0"/>
            <w:iCs w:val="0"/>
          </w:rPr>
          <w:tab/>
        </w:r>
        <w:r w:rsidR="000A5011" w:rsidRPr="000A5011">
          <w:rPr>
            <w:rStyle w:val="Hyperlink"/>
            <w:bCs w:val="0"/>
            <w:i w:val="0"/>
            <w:iCs w:val="0"/>
          </w:rPr>
          <w:t>NOIE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3-66</w:t>
        </w:r>
        <w:r w:rsidR="000A5011" w:rsidRPr="000A5011">
          <w:rPr>
            <w:bCs w:val="0"/>
            <w:i w:val="0"/>
            <w:iCs w:val="0"/>
            <w:webHidden/>
          </w:rPr>
          <w:fldChar w:fldCharType="end"/>
        </w:r>
      </w:hyperlink>
    </w:p>
    <w:p w14:paraId="4D17CEB4" w14:textId="088342C6" w:rsidR="000A5011" w:rsidRPr="000A5011" w:rsidRDefault="005F79DD">
      <w:pPr>
        <w:pStyle w:val="TOC3"/>
        <w:rPr>
          <w:rFonts w:eastAsiaTheme="minorEastAsia"/>
          <w:bCs w:val="0"/>
          <w:i w:val="0"/>
          <w:iCs w:val="0"/>
        </w:rPr>
      </w:pPr>
      <w:hyperlink w:anchor="_Toc75942422" w:history="1">
        <w:r w:rsidR="000A5011" w:rsidRPr="000A5011">
          <w:rPr>
            <w:rStyle w:val="Hyperlink"/>
            <w:bCs w:val="0"/>
            <w:i w:val="0"/>
            <w:iCs w:val="0"/>
          </w:rPr>
          <w:t>3.4.4</w:t>
        </w:r>
        <w:r w:rsidR="000A5011" w:rsidRPr="000A5011">
          <w:rPr>
            <w:rFonts w:eastAsiaTheme="minorEastAsia"/>
            <w:bCs w:val="0"/>
            <w:i w:val="0"/>
            <w:iCs w:val="0"/>
          </w:rPr>
          <w:tab/>
        </w:r>
        <w:r w:rsidR="000A5011" w:rsidRPr="000A5011">
          <w:rPr>
            <w:rStyle w:val="Hyperlink"/>
            <w:bCs w:val="0"/>
            <w:i w:val="0"/>
            <w:iCs w:val="0"/>
          </w:rPr>
          <w:t>DC Tie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5619D2B" w14:textId="5108373C" w:rsidR="000A5011" w:rsidRPr="000A5011" w:rsidRDefault="005F79DD">
      <w:pPr>
        <w:pStyle w:val="TOC3"/>
        <w:rPr>
          <w:rFonts w:eastAsiaTheme="minorEastAsia"/>
          <w:bCs w:val="0"/>
          <w:i w:val="0"/>
          <w:iCs w:val="0"/>
        </w:rPr>
      </w:pPr>
      <w:hyperlink w:anchor="_Toc75942423" w:history="1">
        <w:r w:rsidR="000A5011" w:rsidRPr="000A5011">
          <w:rPr>
            <w:rStyle w:val="Hyperlink"/>
            <w:bCs w:val="0"/>
            <w:i w:val="0"/>
            <w:iCs w:val="0"/>
          </w:rPr>
          <w:t>3.4.5</w:t>
        </w:r>
        <w:r w:rsidR="000A5011" w:rsidRPr="000A5011">
          <w:rPr>
            <w:rFonts w:eastAsiaTheme="minorEastAsia"/>
            <w:bCs w:val="0"/>
            <w:i w:val="0"/>
            <w:iCs w:val="0"/>
          </w:rPr>
          <w:tab/>
        </w:r>
        <w:r w:rsidR="000A5011" w:rsidRPr="000A5011">
          <w:rPr>
            <w:rStyle w:val="Hyperlink"/>
            <w:bCs w:val="0"/>
            <w:i w:val="0"/>
            <w:iCs w:val="0"/>
          </w:rPr>
          <w:t>Additional Load Buses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CD742EE" w14:textId="172B9753" w:rsidR="000A5011" w:rsidRPr="000A5011" w:rsidRDefault="005F79DD">
      <w:pPr>
        <w:pStyle w:val="TOC2"/>
        <w:rPr>
          <w:rFonts w:eastAsiaTheme="minorEastAsia"/>
          <w:noProof/>
        </w:rPr>
      </w:pPr>
      <w:hyperlink w:anchor="_Toc75942424" w:history="1">
        <w:r w:rsidR="000A5011" w:rsidRPr="000A5011">
          <w:rPr>
            <w:rStyle w:val="Hyperlink"/>
            <w:noProof/>
          </w:rPr>
          <w:t>3.5</w:t>
        </w:r>
        <w:r w:rsidR="000A5011" w:rsidRPr="000A5011">
          <w:rPr>
            <w:rFonts w:eastAsiaTheme="minorEastAsia"/>
            <w:noProof/>
          </w:rPr>
          <w:tab/>
        </w:r>
        <w:r w:rsidR="000A5011" w:rsidRPr="000A5011">
          <w:rPr>
            <w:rStyle w:val="Hyperlink"/>
            <w:noProof/>
          </w:rPr>
          <w:t>Hubs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_Toc75942424 \h </w:instrText>
        </w:r>
        <w:r w:rsidR="000A5011" w:rsidRPr="000A5011">
          <w:rPr>
            <w:noProof/>
            <w:webHidden/>
          </w:rPr>
        </w:r>
        <w:r w:rsidR="000A5011" w:rsidRPr="000A5011">
          <w:rPr>
            <w:noProof/>
            <w:webHidden/>
          </w:rPr>
          <w:fldChar w:fldCharType="separate"/>
        </w:r>
        <w:r>
          <w:rPr>
            <w:noProof/>
            <w:webHidden/>
          </w:rPr>
          <w:t>3-68</w:t>
        </w:r>
        <w:r w:rsidR="000A5011" w:rsidRPr="000A5011">
          <w:rPr>
            <w:noProof/>
            <w:webHidden/>
          </w:rPr>
          <w:fldChar w:fldCharType="end"/>
        </w:r>
      </w:hyperlink>
    </w:p>
    <w:p w14:paraId="592F62CD" w14:textId="743E98A8" w:rsidR="000A5011" w:rsidRPr="000A5011" w:rsidRDefault="005F79DD">
      <w:pPr>
        <w:pStyle w:val="TOC3"/>
        <w:rPr>
          <w:rFonts w:eastAsiaTheme="minorEastAsia"/>
          <w:bCs w:val="0"/>
          <w:i w:val="0"/>
          <w:iCs w:val="0"/>
        </w:rPr>
      </w:pPr>
      <w:hyperlink w:anchor="_Toc75942425" w:history="1">
        <w:r w:rsidR="000A5011" w:rsidRPr="000A5011">
          <w:rPr>
            <w:rStyle w:val="Hyperlink"/>
            <w:bCs w:val="0"/>
            <w:i w:val="0"/>
            <w:iCs w:val="0"/>
          </w:rPr>
          <w:t>3.5.1</w:t>
        </w:r>
        <w:r w:rsidR="000A5011" w:rsidRPr="000A5011">
          <w:rPr>
            <w:rFonts w:eastAsiaTheme="minorEastAsia"/>
            <w:bCs w:val="0"/>
            <w:i w:val="0"/>
            <w:iCs w:val="0"/>
          </w:rPr>
          <w:tab/>
        </w:r>
        <w:r w:rsidR="000A5011" w:rsidRPr="000A5011">
          <w:rPr>
            <w:rStyle w:val="Hyperlink"/>
            <w:bCs w:val="0"/>
            <w:i w:val="0"/>
            <w:iCs w:val="0"/>
          </w:rPr>
          <w:t>Process for Defining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09EE311C" w14:textId="6936333F" w:rsidR="000A5011" w:rsidRPr="000A5011" w:rsidRDefault="005F79DD">
      <w:pPr>
        <w:pStyle w:val="TOC3"/>
        <w:rPr>
          <w:rFonts w:eastAsiaTheme="minorEastAsia"/>
          <w:bCs w:val="0"/>
          <w:i w:val="0"/>
          <w:iCs w:val="0"/>
        </w:rPr>
      </w:pPr>
      <w:hyperlink w:anchor="_Toc75942426" w:history="1">
        <w:r w:rsidR="000A5011" w:rsidRPr="000A5011">
          <w:rPr>
            <w:rStyle w:val="Hyperlink"/>
            <w:bCs w:val="0"/>
            <w:i w:val="0"/>
            <w:iCs w:val="0"/>
          </w:rPr>
          <w:t>3.5.2</w:t>
        </w:r>
        <w:r w:rsidR="000A5011" w:rsidRPr="000A5011">
          <w:rPr>
            <w:rFonts w:eastAsiaTheme="minorEastAsia"/>
            <w:bCs w:val="0"/>
            <w:i w:val="0"/>
            <w:iCs w:val="0"/>
          </w:rPr>
          <w:tab/>
        </w:r>
        <w:r w:rsidR="000A5011" w:rsidRPr="000A5011">
          <w:rPr>
            <w:rStyle w:val="Hyperlink"/>
            <w:bCs w:val="0"/>
            <w:i w:val="0"/>
            <w:iCs w:val="0"/>
          </w:rPr>
          <w:t>Hub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11DEC276" w14:textId="29BC8C34" w:rsidR="000A5011" w:rsidRPr="000A5011" w:rsidRDefault="005F79DD">
      <w:pPr>
        <w:pStyle w:val="TOC4"/>
        <w:rPr>
          <w:rFonts w:eastAsiaTheme="minorEastAsia"/>
          <w:bCs w:val="0"/>
          <w:snapToGrid/>
          <w:sz w:val="20"/>
          <w:szCs w:val="20"/>
        </w:rPr>
      </w:pPr>
      <w:hyperlink w:anchor="_Toc75942427" w:history="1">
        <w:r w:rsidR="000A5011" w:rsidRPr="000A5011">
          <w:rPr>
            <w:rStyle w:val="Hyperlink"/>
            <w:bCs w:val="0"/>
            <w:sz w:val="20"/>
            <w:szCs w:val="20"/>
          </w:rPr>
          <w:t>3.5.2.1</w:t>
        </w:r>
        <w:r w:rsidR="000A5011" w:rsidRPr="000A5011">
          <w:rPr>
            <w:rFonts w:eastAsiaTheme="minorEastAsia"/>
            <w:bCs w:val="0"/>
            <w:snapToGrid/>
            <w:sz w:val="20"/>
            <w:szCs w:val="20"/>
          </w:rPr>
          <w:tab/>
        </w:r>
        <w:r w:rsidR="000A5011" w:rsidRPr="000A5011">
          <w:rPr>
            <w:rStyle w:val="Hyperlink"/>
            <w:bCs w:val="0"/>
            <w:sz w:val="20"/>
            <w:szCs w:val="20"/>
          </w:rPr>
          <w:t>North 345 kV Hub (North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3-68</w:t>
        </w:r>
        <w:r w:rsidR="000A5011" w:rsidRPr="000A5011">
          <w:rPr>
            <w:bCs w:val="0"/>
            <w:webHidden/>
            <w:sz w:val="20"/>
            <w:szCs w:val="20"/>
          </w:rPr>
          <w:fldChar w:fldCharType="end"/>
        </w:r>
      </w:hyperlink>
    </w:p>
    <w:p w14:paraId="29D6E0B1" w14:textId="620376EF" w:rsidR="000A5011" w:rsidRPr="000A5011" w:rsidRDefault="005F79DD">
      <w:pPr>
        <w:pStyle w:val="TOC4"/>
        <w:rPr>
          <w:rFonts w:eastAsiaTheme="minorEastAsia"/>
          <w:bCs w:val="0"/>
          <w:snapToGrid/>
          <w:sz w:val="20"/>
          <w:szCs w:val="20"/>
        </w:rPr>
      </w:pPr>
      <w:hyperlink w:anchor="_Toc75942428" w:history="1">
        <w:r w:rsidR="000A5011" w:rsidRPr="000A5011">
          <w:rPr>
            <w:rStyle w:val="Hyperlink"/>
            <w:bCs w:val="0"/>
            <w:sz w:val="20"/>
            <w:szCs w:val="20"/>
          </w:rPr>
          <w:t>3.5.2.2</w:t>
        </w:r>
        <w:r w:rsidR="000A5011" w:rsidRPr="000A5011">
          <w:rPr>
            <w:rFonts w:eastAsiaTheme="minorEastAsia"/>
            <w:bCs w:val="0"/>
            <w:snapToGrid/>
            <w:sz w:val="20"/>
            <w:szCs w:val="20"/>
          </w:rPr>
          <w:tab/>
        </w:r>
        <w:r w:rsidR="000A5011" w:rsidRPr="000A5011">
          <w:rPr>
            <w:rStyle w:val="Hyperlink"/>
            <w:bCs w:val="0"/>
            <w:sz w:val="20"/>
            <w:szCs w:val="20"/>
          </w:rPr>
          <w:t>South 345 kV Hub (South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3-74</w:t>
        </w:r>
        <w:r w:rsidR="000A5011" w:rsidRPr="000A5011">
          <w:rPr>
            <w:bCs w:val="0"/>
            <w:webHidden/>
            <w:sz w:val="20"/>
            <w:szCs w:val="20"/>
          </w:rPr>
          <w:fldChar w:fldCharType="end"/>
        </w:r>
      </w:hyperlink>
    </w:p>
    <w:p w14:paraId="3376A624" w14:textId="78B5488D" w:rsidR="000A5011" w:rsidRPr="000A5011" w:rsidRDefault="005F79DD">
      <w:pPr>
        <w:pStyle w:val="TOC4"/>
        <w:rPr>
          <w:rFonts w:eastAsiaTheme="minorEastAsia"/>
          <w:bCs w:val="0"/>
          <w:snapToGrid/>
          <w:sz w:val="20"/>
          <w:szCs w:val="20"/>
        </w:rPr>
      </w:pPr>
      <w:hyperlink w:anchor="_Toc75942429" w:history="1">
        <w:r w:rsidR="000A5011" w:rsidRPr="000A5011">
          <w:rPr>
            <w:rStyle w:val="Hyperlink"/>
            <w:bCs w:val="0"/>
            <w:sz w:val="20"/>
            <w:szCs w:val="20"/>
          </w:rPr>
          <w:t>3.5.2.3</w:t>
        </w:r>
        <w:r w:rsidR="000A5011" w:rsidRPr="000A5011">
          <w:rPr>
            <w:rFonts w:eastAsiaTheme="minorEastAsia"/>
            <w:bCs w:val="0"/>
            <w:snapToGrid/>
            <w:sz w:val="20"/>
            <w:szCs w:val="20"/>
          </w:rPr>
          <w:tab/>
        </w:r>
        <w:r w:rsidR="000A5011" w:rsidRPr="000A5011">
          <w:rPr>
            <w:rStyle w:val="Hyperlink"/>
            <w:bCs w:val="0"/>
            <w:sz w:val="20"/>
            <w:szCs w:val="20"/>
          </w:rPr>
          <w:t>Houston 345 kV Hub (Houston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3-78</w:t>
        </w:r>
        <w:r w:rsidR="000A5011" w:rsidRPr="000A5011">
          <w:rPr>
            <w:bCs w:val="0"/>
            <w:webHidden/>
            <w:sz w:val="20"/>
            <w:szCs w:val="20"/>
          </w:rPr>
          <w:fldChar w:fldCharType="end"/>
        </w:r>
      </w:hyperlink>
    </w:p>
    <w:p w14:paraId="69D083A0" w14:textId="1DB00C4D" w:rsidR="000A5011" w:rsidRPr="000A5011" w:rsidRDefault="005F79DD">
      <w:pPr>
        <w:pStyle w:val="TOC4"/>
        <w:rPr>
          <w:rFonts w:eastAsiaTheme="minorEastAsia"/>
          <w:bCs w:val="0"/>
          <w:snapToGrid/>
          <w:sz w:val="20"/>
          <w:szCs w:val="20"/>
        </w:rPr>
      </w:pPr>
      <w:hyperlink w:anchor="_Toc75942430" w:history="1">
        <w:r w:rsidR="000A5011" w:rsidRPr="000A5011">
          <w:rPr>
            <w:rStyle w:val="Hyperlink"/>
            <w:bCs w:val="0"/>
            <w:sz w:val="20"/>
            <w:szCs w:val="20"/>
          </w:rPr>
          <w:t>3.5.2.4</w:t>
        </w:r>
        <w:r w:rsidR="000A5011" w:rsidRPr="000A5011">
          <w:rPr>
            <w:rFonts w:eastAsiaTheme="minorEastAsia"/>
            <w:bCs w:val="0"/>
            <w:snapToGrid/>
            <w:sz w:val="20"/>
            <w:szCs w:val="20"/>
          </w:rPr>
          <w:tab/>
        </w:r>
        <w:r w:rsidR="000A5011" w:rsidRPr="000A5011">
          <w:rPr>
            <w:rStyle w:val="Hyperlink"/>
            <w:bCs w:val="0"/>
            <w:sz w:val="20"/>
            <w:szCs w:val="20"/>
          </w:rPr>
          <w:t>West 345 kV Hub (West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3-83</w:t>
        </w:r>
        <w:r w:rsidR="000A5011" w:rsidRPr="000A5011">
          <w:rPr>
            <w:bCs w:val="0"/>
            <w:webHidden/>
            <w:sz w:val="20"/>
            <w:szCs w:val="20"/>
          </w:rPr>
          <w:fldChar w:fldCharType="end"/>
        </w:r>
      </w:hyperlink>
    </w:p>
    <w:p w14:paraId="7F567513" w14:textId="105C91FF" w:rsidR="000A5011" w:rsidRPr="000A5011" w:rsidRDefault="005F79DD">
      <w:pPr>
        <w:pStyle w:val="TOC4"/>
        <w:rPr>
          <w:rFonts w:eastAsiaTheme="minorEastAsia"/>
          <w:bCs w:val="0"/>
          <w:snapToGrid/>
          <w:sz w:val="20"/>
          <w:szCs w:val="20"/>
        </w:rPr>
      </w:pPr>
      <w:hyperlink w:anchor="_Toc75942431" w:history="1">
        <w:r w:rsidR="000A5011" w:rsidRPr="000A5011">
          <w:rPr>
            <w:rStyle w:val="Hyperlink"/>
            <w:bCs w:val="0"/>
            <w:sz w:val="20"/>
            <w:szCs w:val="20"/>
          </w:rPr>
          <w:t>3.5.2.5</w:t>
        </w:r>
        <w:r w:rsidR="000A5011" w:rsidRPr="000A5011">
          <w:rPr>
            <w:rFonts w:eastAsiaTheme="minorEastAsia"/>
            <w:bCs w:val="0"/>
            <w:snapToGrid/>
            <w:sz w:val="20"/>
            <w:szCs w:val="20"/>
          </w:rPr>
          <w:tab/>
        </w:r>
        <w:r w:rsidR="000A5011" w:rsidRPr="000A5011">
          <w:rPr>
            <w:rStyle w:val="Hyperlink"/>
            <w:bCs w:val="0"/>
            <w:sz w:val="20"/>
            <w:szCs w:val="20"/>
          </w:rPr>
          <w:t>Panhandle 345 kV Hub (Pan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3-87</w:t>
        </w:r>
        <w:r w:rsidR="000A5011" w:rsidRPr="000A5011">
          <w:rPr>
            <w:bCs w:val="0"/>
            <w:webHidden/>
            <w:sz w:val="20"/>
            <w:szCs w:val="20"/>
          </w:rPr>
          <w:fldChar w:fldCharType="end"/>
        </w:r>
      </w:hyperlink>
    </w:p>
    <w:p w14:paraId="6611BB1F" w14:textId="0AD954AA" w:rsidR="000A5011" w:rsidRPr="000A5011" w:rsidRDefault="005F79DD">
      <w:pPr>
        <w:pStyle w:val="TOC4"/>
        <w:rPr>
          <w:rFonts w:eastAsiaTheme="minorEastAsia"/>
          <w:bCs w:val="0"/>
          <w:snapToGrid/>
          <w:sz w:val="20"/>
          <w:szCs w:val="20"/>
        </w:rPr>
      </w:pPr>
      <w:hyperlink w:anchor="_Toc75942433" w:history="1">
        <w:r w:rsidR="000A5011" w:rsidRPr="000A5011">
          <w:rPr>
            <w:rStyle w:val="Hyperlink"/>
            <w:bCs w:val="0"/>
            <w:sz w:val="20"/>
            <w:szCs w:val="20"/>
          </w:rPr>
          <w:t>3.5.2.6</w:t>
        </w:r>
        <w:r w:rsidR="000A5011" w:rsidRPr="000A5011">
          <w:rPr>
            <w:rFonts w:eastAsiaTheme="minorEastAsia"/>
            <w:bCs w:val="0"/>
            <w:snapToGrid/>
            <w:sz w:val="20"/>
            <w:szCs w:val="20"/>
          </w:rPr>
          <w:tab/>
        </w:r>
        <w:r w:rsidR="000A5011" w:rsidRPr="000A5011">
          <w:rPr>
            <w:rStyle w:val="Hyperlink"/>
            <w:bCs w:val="0"/>
            <w:sz w:val="20"/>
            <w:szCs w:val="20"/>
          </w:rPr>
          <w:t>ERCOT Hub Average 345 kV Hub (ERCOT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3-94</w:t>
        </w:r>
        <w:r w:rsidR="000A5011" w:rsidRPr="000A5011">
          <w:rPr>
            <w:bCs w:val="0"/>
            <w:webHidden/>
            <w:sz w:val="20"/>
            <w:szCs w:val="20"/>
          </w:rPr>
          <w:fldChar w:fldCharType="end"/>
        </w:r>
      </w:hyperlink>
    </w:p>
    <w:p w14:paraId="514475AB" w14:textId="1B948103" w:rsidR="000A5011" w:rsidRPr="000A5011" w:rsidRDefault="005F79DD">
      <w:pPr>
        <w:pStyle w:val="TOC4"/>
        <w:rPr>
          <w:rFonts w:eastAsiaTheme="minorEastAsia"/>
          <w:bCs w:val="0"/>
          <w:snapToGrid/>
          <w:sz w:val="20"/>
          <w:szCs w:val="20"/>
        </w:rPr>
      </w:pPr>
      <w:hyperlink w:anchor="_Toc75942434" w:history="1">
        <w:r w:rsidR="000A5011" w:rsidRPr="000A5011">
          <w:rPr>
            <w:rStyle w:val="Hyperlink"/>
            <w:bCs w:val="0"/>
            <w:sz w:val="20"/>
            <w:szCs w:val="20"/>
          </w:rPr>
          <w:t>3.5.2.7</w:t>
        </w:r>
        <w:r w:rsidR="000A5011" w:rsidRPr="000A5011">
          <w:rPr>
            <w:rFonts w:eastAsiaTheme="minorEastAsia"/>
            <w:bCs w:val="0"/>
            <w:snapToGrid/>
            <w:sz w:val="20"/>
            <w:szCs w:val="20"/>
          </w:rPr>
          <w:tab/>
        </w:r>
        <w:r w:rsidR="000A5011" w:rsidRPr="000A5011">
          <w:rPr>
            <w:rStyle w:val="Hyperlink"/>
            <w:bCs w:val="0"/>
            <w:sz w:val="20"/>
            <w:szCs w:val="20"/>
          </w:rPr>
          <w:t>ERCOT Bus Average 345 kV Hub (ERCOT 345 Bus)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3-96</w:t>
        </w:r>
        <w:r w:rsidR="000A5011" w:rsidRPr="000A5011">
          <w:rPr>
            <w:bCs w:val="0"/>
            <w:webHidden/>
            <w:sz w:val="20"/>
            <w:szCs w:val="20"/>
          </w:rPr>
          <w:fldChar w:fldCharType="end"/>
        </w:r>
      </w:hyperlink>
    </w:p>
    <w:p w14:paraId="4A63000E" w14:textId="2F3C59D8" w:rsidR="000A5011" w:rsidRPr="000A5011" w:rsidRDefault="005F79DD">
      <w:pPr>
        <w:pStyle w:val="TOC3"/>
        <w:rPr>
          <w:rFonts w:eastAsiaTheme="minorEastAsia"/>
          <w:bCs w:val="0"/>
          <w:i w:val="0"/>
          <w:iCs w:val="0"/>
        </w:rPr>
      </w:pPr>
      <w:hyperlink w:anchor="_Toc75942435" w:history="1">
        <w:r w:rsidR="000A5011" w:rsidRPr="000A5011">
          <w:rPr>
            <w:rStyle w:val="Hyperlink"/>
            <w:bCs w:val="0"/>
            <w:i w:val="0"/>
            <w:iCs w:val="0"/>
          </w:rPr>
          <w:t>3.5.3</w:t>
        </w:r>
        <w:r w:rsidR="000A5011" w:rsidRPr="000A5011">
          <w:rPr>
            <w:rFonts w:eastAsiaTheme="minorEastAsia"/>
            <w:bCs w:val="0"/>
            <w:i w:val="0"/>
            <w:iCs w:val="0"/>
          </w:rPr>
          <w:tab/>
        </w:r>
        <w:r w:rsidR="000A5011" w:rsidRPr="000A5011">
          <w:rPr>
            <w:rStyle w:val="Hyperlink"/>
            <w:bCs w:val="0"/>
            <w:i w:val="0"/>
            <w:iCs w:val="0"/>
          </w:rPr>
          <w:t>ERCOT Responsibilities for Managing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5305F83E" w14:textId="2F271D66" w:rsidR="000A5011" w:rsidRPr="000A5011" w:rsidRDefault="005F79DD">
      <w:pPr>
        <w:pStyle w:val="TOC4"/>
        <w:rPr>
          <w:rFonts w:eastAsiaTheme="minorEastAsia"/>
          <w:bCs w:val="0"/>
          <w:snapToGrid/>
          <w:sz w:val="20"/>
          <w:szCs w:val="20"/>
        </w:rPr>
      </w:pPr>
      <w:hyperlink w:anchor="_Toc75942436" w:history="1">
        <w:r w:rsidR="000A5011" w:rsidRPr="000A5011">
          <w:rPr>
            <w:rStyle w:val="Hyperlink"/>
            <w:bCs w:val="0"/>
            <w:sz w:val="20"/>
            <w:szCs w:val="20"/>
          </w:rPr>
          <w:t>3.5.3.1</w:t>
        </w:r>
        <w:r w:rsidR="000A5011" w:rsidRPr="000A5011">
          <w:rPr>
            <w:rFonts w:eastAsiaTheme="minorEastAsia"/>
            <w:bCs w:val="0"/>
            <w:snapToGrid/>
            <w:sz w:val="20"/>
            <w:szCs w:val="20"/>
          </w:rPr>
          <w:tab/>
        </w:r>
        <w:r w:rsidR="000A5011" w:rsidRPr="000A5011">
          <w:rPr>
            <w:rStyle w:val="Hyperlink"/>
            <w:bCs w:val="0"/>
            <w:sz w:val="20"/>
            <w:szCs w:val="20"/>
          </w:rPr>
          <w:t>Posting of Hub Buses and Electrical Buses included in Hubs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27115697" w14:textId="4C20B41F" w:rsidR="000A5011" w:rsidRPr="000A5011" w:rsidRDefault="005F79DD">
      <w:pPr>
        <w:pStyle w:val="TOC4"/>
        <w:rPr>
          <w:rFonts w:eastAsiaTheme="minorEastAsia"/>
          <w:bCs w:val="0"/>
          <w:snapToGrid/>
          <w:sz w:val="20"/>
          <w:szCs w:val="20"/>
        </w:rPr>
      </w:pPr>
      <w:hyperlink w:anchor="_Toc75942437" w:history="1">
        <w:r w:rsidR="000A5011" w:rsidRPr="000A5011">
          <w:rPr>
            <w:rStyle w:val="Hyperlink"/>
            <w:bCs w:val="0"/>
            <w:sz w:val="20"/>
            <w:szCs w:val="20"/>
          </w:rPr>
          <w:t>3.5.3.2</w:t>
        </w:r>
        <w:r w:rsidR="000A5011" w:rsidRPr="000A5011">
          <w:rPr>
            <w:rFonts w:eastAsiaTheme="minorEastAsia"/>
            <w:bCs w:val="0"/>
            <w:snapToGrid/>
            <w:sz w:val="20"/>
            <w:szCs w:val="20"/>
          </w:rPr>
          <w:tab/>
        </w:r>
        <w:r w:rsidR="000A5011" w:rsidRPr="000A5011">
          <w:rPr>
            <w:rStyle w:val="Hyperlink"/>
            <w:bCs w:val="0"/>
            <w:sz w:val="20"/>
            <w:szCs w:val="20"/>
          </w:rPr>
          <w:t>Calculation of Hub Prices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5F33A031" w14:textId="26EE1E85" w:rsidR="000A5011" w:rsidRPr="000A5011" w:rsidRDefault="005F79DD">
      <w:pPr>
        <w:pStyle w:val="TOC2"/>
        <w:rPr>
          <w:rFonts w:eastAsiaTheme="minorEastAsia"/>
          <w:noProof/>
        </w:rPr>
      </w:pPr>
      <w:hyperlink w:anchor="_Toc75942438" w:history="1">
        <w:r w:rsidR="000A5011" w:rsidRPr="000A5011">
          <w:rPr>
            <w:rStyle w:val="Hyperlink"/>
            <w:noProof/>
          </w:rPr>
          <w:t>3.6</w:t>
        </w:r>
        <w:r w:rsidR="000A5011" w:rsidRPr="000A5011">
          <w:rPr>
            <w:rFonts w:eastAsiaTheme="minorEastAsia"/>
            <w:noProof/>
          </w:rPr>
          <w:tab/>
        </w:r>
        <w:r w:rsidR="000A5011" w:rsidRPr="000A5011">
          <w:rPr>
            <w:rStyle w:val="Hyperlink"/>
            <w:noProof/>
          </w:rPr>
          <w:t>Load Participation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_Toc75942438 \h </w:instrText>
        </w:r>
        <w:r w:rsidR="000A5011" w:rsidRPr="000A5011">
          <w:rPr>
            <w:noProof/>
            <w:webHidden/>
          </w:rPr>
        </w:r>
        <w:r w:rsidR="000A5011" w:rsidRPr="000A5011">
          <w:rPr>
            <w:noProof/>
            <w:webHidden/>
          </w:rPr>
          <w:fldChar w:fldCharType="separate"/>
        </w:r>
        <w:r>
          <w:rPr>
            <w:noProof/>
            <w:webHidden/>
          </w:rPr>
          <w:t>3-100</w:t>
        </w:r>
        <w:r w:rsidR="000A5011" w:rsidRPr="000A5011">
          <w:rPr>
            <w:noProof/>
            <w:webHidden/>
          </w:rPr>
          <w:fldChar w:fldCharType="end"/>
        </w:r>
      </w:hyperlink>
    </w:p>
    <w:p w14:paraId="5A9560A0" w14:textId="1E79AE50" w:rsidR="000A5011" w:rsidRPr="000A5011" w:rsidRDefault="005F79DD">
      <w:pPr>
        <w:pStyle w:val="TOC3"/>
        <w:rPr>
          <w:rFonts w:eastAsiaTheme="minorEastAsia"/>
          <w:bCs w:val="0"/>
          <w:i w:val="0"/>
          <w:iCs w:val="0"/>
        </w:rPr>
      </w:pPr>
      <w:hyperlink w:anchor="_Toc75942439" w:history="1">
        <w:r w:rsidR="000A5011" w:rsidRPr="000A5011">
          <w:rPr>
            <w:rStyle w:val="Hyperlink"/>
            <w:bCs w:val="0"/>
            <w:i w:val="0"/>
            <w:iCs w:val="0"/>
          </w:rPr>
          <w:t>3.6.1</w:t>
        </w:r>
        <w:r w:rsidR="000A5011" w:rsidRPr="000A5011">
          <w:rPr>
            <w:rFonts w:eastAsiaTheme="minorEastAsia"/>
            <w:bCs w:val="0"/>
            <w:i w:val="0"/>
            <w:iCs w:val="0"/>
          </w:rPr>
          <w:tab/>
        </w:r>
        <w:r w:rsidR="000A5011" w:rsidRPr="000A5011">
          <w:rPr>
            <w:rStyle w:val="Hyperlink"/>
            <w:bCs w:val="0"/>
            <w:i w:val="0"/>
            <w:iCs w:val="0"/>
          </w:rPr>
          <w:t>Load Resource Participation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2FA8B863" w14:textId="0C57886E" w:rsidR="000A5011" w:rsidRPr="000A5011" w:rsidRDefault="005F79DD">
      <w:pPr>
        <w:pStyle w:val="TOC3"/>
        <w:rPr>
          <w:rFonts w:eastAsiaTheme="minorEastAsia"/>
          <w:bCs w:val="0"/>
          <w:i w:val="0"/>
          <w:iCs w:val="0"/>
        </w:rPr>
      </w:pPr>
      <w:hyperlink w:anchor="_Toc75942440" w:history="1">
        <w:r w:rsidR="000A5011" w:rsidRPr="000A5011">
          <w:rPr>
            <w:rStyle w:val="Hyperlink"/>
            <w:bCs w:val="0"/>
            <w:i w:val="0"/>
            <w:iCs w:val="0"/>
          </w:rPr>
          <w:t>3.6.2</w:t>
        </w:r>
        <w:r w:rsidR="000A5011" w:rsidRPr="000A5011">
          <w:rPr>
            <w:rFonts w:eastAsiaTheme="minorEastAsia"/>
            <w:bCs w:val="0"/>
            <w:i w:val="0"/>
            <w:iCs w:val="0"/>
          </w:rPr>
          <w:tab/>
        </w:r>
        <w:r w:rsidR="000A5011" w:rsidRPr="000A5011">
          <w:rPr>
            <w:rStyle w:val="Hyperlink"/>
            <w:bCs w:val="0"/>
            <w:i w:val="0"/>
            <w:iCs w:val="0"/>
          </w:rPr>
          <w:t>Decision Making Entity for a Resource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3-102</w:t>
        </w:r>
        <w:r w:rsidR="000A5011" w:rsidRPr="000A5011">
          <w:rPr>
            <w:bCs w:val="0"/>
            <w:i w:val="0"/>
            <w:iCs w:val="0"/>
            <w:webHidden/>
          </w:rPr>
          <w:fldChar w:fldCharType="end"/>
        </w:r>
      </w:hyperlink>
    </w:p>
    <w:p w14:paraId="76B674C5" w14:textId="31C122B2" w:rsidR="000A5011" w:rsidRPr="000A5011" w:rsidRDefault="005F79DD">
      <w:pPr>
        <w:pStyle w:val="TOC2"/>
        <w:rPr>
          <w:rFonts w:eastAsiaTheme="minorEastAsia"/>
          <w:noProof/>
        </w:rPr>
      </w:pPr>
      <w:hyperlink w:anchor="_Toc75942441" w:history="1">
        <w:r w:rsidR="000A5011" w:rsidRPr="000A5011">
          <w:rPr>
            <w:rStyle w:val="Hyperlink"/>
            <w:noProof/>
          </w:rPr>
          <w:t>3.7</w:t>
        </w:r>
        <w:r w:rsidR="000A5011" w:rsidRPr="000A5011">
          <w:rPr>
            <w:rFonts w:eastAsiaTheme="minorEastAsia"/>
            <w:noProof/>
          </w:rPr>
          <w:tab/>
        </w:r>
        <w:r w:rsidR="000A5011" w:rsidRPr="000A5011">
          <w:rPr>
            <w:rStyle w:val="Hyperlink"/>
            <w:noProof/>
          </w:rPr>
          <w:t>Resource Parameters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_Toc75942441 \h </w:instrText>
        </w:r>
        <w:r w:rsidR="000A5011" w:rsidRPr="000A5011">
          <w:rPr>
            <w:noProof/>
            <w:webHidden/>
          </w:rPr>
        </w:r>
        <w:r w:rsidR="000A5011" w:rsidRPr="000A5011">
          <w:rPr>
            <w:noProof/>
            <w:webHidden/>
          </w:rPr>
          <w:fldChar w:fldCharType="separate"/>
        </w:r>
        <w:r>
          <w:rPr>
            <w:noProof/>
            <w:webHidden/>
          </w:rPr>
          <w:t>3-104</w:t>
        </w:r>
        <w:r w:rsidR="000A5011" w:rsidRPr="000A5011">
          <w:rPr>
            <w:noProof/>
            <w:webHidden/>
          </w:rPr>
          <w:fldChar w:fldCharType="end"/>
        </w:r>
      </w:hyperlink>
    </w:p>
    <w:p w14:paraId="50AA9C5B" w14:textId="0B177C91" w:rsidR="000A5011" w:rsidRPr="000A5011" w:rsidRDefault="005F79DD">
      <w:pPr>
        <w:pStyle w:val="TOC3"/>
        <w:rPr>
          <w:rFonts w:eastAsiaTheme="minorEastAsia"/>
          <w:bCs w:val="0"/>
          <w:i w:val="0"/>
          <w:iCs w:val="0"/>
        </w:rPr>
      </w:pPr>
      <w:hyperlink w:anchor="_Toc75942442" w:history="1">
        <w:r w:rsidR="000A5011" w:rsidRPr="000A5011">
          <w:rPr>
            <w:rStyle w:val="Hyperlink"/>
            <w:bCs w:val="0"/>
            <w:i w:val="0"/>
            <w:iCs w:val="0"/>
          </w:rPr>
          <w:t>3.7.1</w:t>
        </w:r>
        <w:r w:rsidR="000A5011" w:rsidRPr="000A5011">
          <w:rPr>
            <w:rFonts w:eastAsiaTheme="minorEastAsia"/>
            <w:bCs w:val="0"/>
            <w:i w:val="0"/>
            <w:iCs w:val="0"/>
          </w:rPr>
          <w:tab/>
        </w:r>
        <w:r w:rsidR="000A5011" w:rsidRPr="000A5011">
          <w:rPr>
            <w:rStyle w:val="Hyperlink"/>
            <w:bCs w:val="0"/>
            <w:i w:val="0"/>
            <w:iCs w:val="0"/>
          </w:rPr>
          <w:t>Resource Parameter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3-104</w:t>
        </w:r>
        <w:r w:rsidR="000A5011" w:rsidRPr="000A5011">
          <w:rPr>
            <w:bCs w:val="0"/>
            <w:i w:val="0"/>
            <w:iCs w:val="0"/>
            <w:webHidden/>
          </w:rPr>
          <w:fldChar w:fldCharType="end"/>
        </w:r>
      </w:hyperlink>
    </w:p>
    <w:p w14:paraId="3C3D3363" w14:textId="538A0E7A" w:rsidR="000A5011" w:rsidRPr="000A5011" w:rsidRDefault="005F79DD">
      <w:pPr>
        <w:pStyle w:val="TOC4"/>
        <w:rPr>
          <w:rFonts w:eastAsiaTheme="minorEastAsia"/>
          <w:bCs w:val="0"/>
          <w:snapToGrid/>
          <w:sz w:val="20"/>
          <w:szCs w:val="20"/>
        </w:rPr>
      </w:pPr>
      <w:hyperlink w:anchor="_Toc75942443" w:history="1">
        <w:r w:rsidR="000A5011" w:rsidRPr="000A5011">
          <w:rPr>
            <w:rStyle w:val="Hyperlink"/>
            <w:bCs w:val="0"/>
            <w:sz w:val="20"/>
            <w:szCs w:val="20"/>
          </w:rPr>
          <w:t>3.7.1.1</w:t>
        </w:r>
        <w:r w:rsidR="000A5011" w:rsidRPr="000A5011">
          <w:rPr>
            <w:rFonts w:eastAsiaTheme="minorEastAsia"/>
            <w:bCs w:val="0"/>
            <w:snapToGrid/>
            <w:sz w:val="20"/>
            <w:szCs w:val="20"/>
          </w:rPr>
          <w:tab/>
        </w:r>
        <w:r w:rsidR="000A5011" w:rsidRPr="000A5011">
          <w:rPr>
            <w:rStyle w:val="Hyperlink"/>
            <w:bCs w:val="0"/>
            <w:sz w:val="20"/>
            <w:szCs w:val="20"/>
          </w:rPr>
          <w:t>Generation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3-104</w:t>
        </w:r>
        <w:r w:rsidR="000A5011" w:rsidRPr="000A5011">
          <w:rPr>
            <w:bCs w:val="0"/>
            <w:webHidden/>
            <w:sz w:val="20"/>
            <w:szCs w:val="20"/>
          </w:rPr>
          <w:fldChar w:fldCharType="end"/>
        </w:r>
      </w:hyperlink>
    </w:p>
    <w:p w14:paraId="12E93F20" w14:textId="7B849B16" w:rsidR="000A5011" w:rsidRPr="000A5011" w:rsidRDefault="005F79DD">
      <w:pPr>
        <w:pStyle w:val="TOC4"/>
        <w:rPr>
          <w:rFonts w:eastAsiaTheme="minorEastAsia"/>
          <w:bCs w:val="0"/>
          <w:snapToGrid/>
          <w:sz w:val="20"/>
          <w:szCs w:val="20"/>
        </w:rPr>
      </w:pPr>
      <w:hyperlink w:anchor="_Toc75942444" w:history="1">
        <w:r w:rsidR="000A5011" w:rsidRPr="000A5011">
          <w:rPr>
            <w:rStyle w:val="Hyperlink"/>
            <w:bCs w:val="0"/>
            <w:sz w:val="20"/>
            <w:szCs w:val="20"/>
          </w:rPr>
          <w:t>3.7.1.2</w:t>
        </w:r>
        <w:r w:rsidR="000A5011" w:rsidRPr="000A5011">
          <w:rPr>
            <w:rFonts w:eastAsiaTheme="minorEastAsia"/>
            <w:bCs w:val="0"/>
            <w:snapToGrid/>
            <w:sz w:val="20"/>
            <w:szCs w:val="20"/>
          </w:rPr>
          <w:tab/>
        </w:r>
        <w:r w:rsidR="000A5011" w:rsidRPr="000A5011">
          <w:rPr>
            <w:rStyle w:val="Hyperlink"/>
            <w:bCs w:val="0"/>
            <w:sz w:val="20"/>
            <w:szCs w:val="20"/>
          </w:rPr>
          <w:t>Load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3-105</w:t>
        </w:r>
        <w:r w:rsidR="000A5011" w:rsidRPr="000A5011">
          <w:rPr>
            <w:bCs w:val="0"/>
            <w:webHidden/>
            <w:sz w:val="20"/>
            <w:szCs w:val="20"/>
          </w:rPr>
          <w:fldChar w:fldCharType="end"/>
        </w:r>
      </w:hyperlink>
    </w:p>
    <w:p w14:paraId="19276028" w14:textId="546A57DB" w:rsidR="000A5011" w:rsidRPr="000A5011" w:rsidRDefault="005F79DD">
      <w:pPr>
        <w:pStyle w:val="TOC3"/>
        <w:rPr>
          <w:rFonts w:eastAsiaTheme="minorEastAsia"/>
          <w:bCs w:val="0"/>
          <w:i w:val="0"/>
          <w:iCs w:val="0"/>
        </w:rPr>
      </w:pPr>
      <w:hyperlink w:anchor="_Toc75942445" w:history="1">
        <w:r w:rsidR="000A5011" w:rsidRPr="000A5011">
          <w:rPr>
            <w:rStyle w:val="Hyperlink"/>
            <w:bCs w:val="0"/>
            <w:i w:val="0"/>
            <w:iCs w:val="0"/>
          </w:rPr>
          <w:t>3.7.2</w:t>
        </w:r>
        <w:r w:rsidR="000A5011" w:rsidRPr="000A5011">
          <w:rPr>
            <w:rFonts w:eastAsiaTheme="minorEastAsia"/>
            <w:bCs w:val="0"/>
            <w:i w:val="0"/>
            <w:iCs w:val="0"/>
          </w:rPr>
          <w:tab/>
        </w:r>
        <w:r w:rsidR="000A5011" w:rsidRPr="000A5011">
          <w:rPr>
            <w:rStyle w:val="Hyperlink"/>
            <w:bCs w:val="0"/>
            <w:i w:val="0"/>
            <w:iCs w:val="0"/>
          </w:rPr>
          <w:t>Changes in Resource Parameters with Operational Impacts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16A0947C" w14:textId="35EFAEE0" w:rsidR="000A5011" w:rsidRPr="000A5011" w:rsidRDefault="005F79DD">
      <w:pPr>
        <w:pStyle w:val="TOC3"/>
        <w:rPr>
          <w:rFonts w:eastAsiaTheme="minorEastAsia"/>
          <w:bCs w:val="0"/>
          <w:i w:val="0"/>
          <w:iCs w:val="0"/>
        </w:rPr>
      </w:pPr>
      <w:hyperlink w:anchor="_Toc75942446" w:history="1">
        <w:r w:rsidR="000A5011" w:rsidRPr="000A5011">
          <w:rPr>
            <w:rStyle w:val="Hyperlink"/>
            <w:bCs w:val="0"/>
            <w:i w:val="0"/>
            <w:iCs w:val="0"/>
          </w:rPr>
          <w:t>3.7.3</w:t>
        </w:r>
        <w:r w:rsidR="000A5011" w:rsidRPr="000A5011">
          <w:rPr>
            <w:rFonts w:eastAsiaTheme="minorEastAsia"/>
            <w:bCs w:val="0"/>
            <w:i w:val="0"/>
            <w:iCs w:val="0"/>
          </w:rPr>
          <w:tab/>
        </w:r>
        <w:r w:rsidR="000A5011" w:rsidRPr="000A5011">
          <w:rPr>
            <w:rStyle w:val="Hyperlink"/>
            <w:bCs w:val="0"/>
            <w:i w:val="0"/>
            <w:iCs w:val="0"/>
          </w:rPr>
          <w:t>Resource Parameter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296D0422" w14:textId="5CE03E6D" w:rsidR="000A5011" w:rsidRPr="000A5011" w:rsidRDefault="005F79DD">
      <w:pPr>
        <w:pStyle w:val="TOC2"/>
        <w:rPr>
          <w:rFonts w:eastAsiaTheme="minorEastAsia"/>
          <w:noProof/>
        </w:rPr>
      </w:pPr>
      <w:hyperlink w:anchor="_Toc75942447" w:history="1">
        <w:r w:rsidR="000A5011" w:rsidRPr="000A5011">
          <w:rPr>
            <w:rStyle w:val="Hyperlink"/>
            <w:noProof/>
          </w:rPr>
          <w:t>3.8</w:t>
        </w:r>
        <w:r w:rsidR="000A5011" w:rsidRPr="000A5011">
          <w:rPr>
            <w:rFonts w:eastAsiaTheme="minorEastAsia"/>
            <w:noProof/>
          </w:rPr>
          <w:tab/>
        </w:r>
        <w:r w:rsidR="000A5011" w:rsidRPr="000A5011">
          <w:rPr>
            <w:rStyle w:val="Hyperlink"/>
            <w:noProof/>
          </w:rPr>
          <w:t>Special Considerations for Split Generation Meters, Combined Cycle Generation Resources, Quick Start Generation Resources, Hydro Generation Resources, and Energy Storage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_Toc75942447 \h </w:instrText>
        </w:r>
        <w:r w:rsidR="000A5011" w:rsidRPr="000A5011">
          <w:rPr>
            <w:noProof/>
            <w:webHidden/>
          </w:rPr>
        </w:r>
        <w:r w:rsidR="000A5011" w:rsidRPr="000A5011">
          <w:rPr>
            <w:noProof/>
            <w:webHidden/>
          </w:rPr>
          <w:fldChar w:fldCharType="separate"/>
        </w:r>
        <w:r>
          <w:rPr>
            <w:noProof/>
            <w:webHidden/>
          </w:rPr>
          <w:t>3-107</w:t>
        </w:r>
        <w:r w:rsidR="000A5011" w:rsidRPr="000A5011">
          <w:rPr>
            <w:noProof/>
            <w:webHidden/>
          </w:rPr>
          <w:fldChar w:fldCharType="end"/>
        </w:r>
      </w:hyperlink>
    </w:p>
    <w:p w14:paraId="564450D6" w14:textId="47661A88" w:rsidR="000A5011" w:rsidRPr="000A5011" w:rsidRDefault="005F79DD">
      <w:pPr>
        <w:pStyle w:val="TOC3"/>
        <w:rPr>
          <w:rFonts w:eastAsiaTheme="minorEastAsia"/>
          <w:bCs w:val="0"/>
          <w:i w:val="0"/>
          <w:iCs w:val="0"/>
        </w:rPr>
      </w:pPr>
      <w:hyperlink w:anchor="_Toc75942448" w:history="1">
        <w:r w:rsidR="000A5011" w:rsidRPr="000A5011">
          <w:rPr>
            <w:rStyle w:val="Hyperlink"/>
            <w:bCs w:val="0"/>
            <w:i w:val="0"/>
            <w:iCs w:val="0"/>
          </w:rPr>
          <w:t>3.8.1</w:t>
        </w:r>
        <w:r w:rsidR="000A5011" w:rsidRPr="000A5011">
          <w:rPr>
            <w:rFonts w:eastAsiaTheme="minorEastAsia"/>
            <w:bCs w:val="0"/>
            <w:i w:val="0"/>
            <w:iCs w:val="0"/>
          </w:rPr>
          <w:tab/>
        </w:r>
        <w:r w:rsidR="000A5011" w:rsidRPr="000A5011">
          <w:rPr>
            <w:rStyle w:val="Hyperlink"/>
            <w:bCs w:val="0"/>
            <w:i w:val="0"/>
            <w:iCs w:val="0"/>
          </w:rPr>
          <w:t>Split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3-107</w:t>
        </w:r>
        <w:r w:rsidR="000A5011" w:rsidRPr="000A5011">
          <w:rPr>
            <w:bCs w:val="0"/>
            <w:i w:val="0"/>
            <w:iCs w:val="0"/>
            <w:webHidden/>
          </w:rPr>
          <w:fldChar w:fldCharType="end"/>
        </w:r>
      </w:hyperlink>
    </w:p>
    <w:p w14:paraId="15DDFC55" w14:textId="0A9904E4" w:rsidR="000A5011" w:rsidRPr="000A5011" w:rsidRDefault="005F79DD">
      <w:pPr>
        <w:pStyle w:val="TOC3"/>
        <w:rPr>
          <w:rFonts w:eastAsiaTheme="minorEastAsia"/>
          <w:bCs w:val="0"/>
          <w:i w:val="0"/>
          <w:iCs w:val="0"/>
        </w:rPr>
      </w:pPr>
      <w:hyperlink w:anchor="_Toc75942449" w:history="1">
        <w:r w:rsidR="000A5011" w:rsidRPr="000A5011">
          <w:rPr>
            <w:rStyle w:val="Hyperlink"/>
            <w:bCs w:val="0"/>
            <w:i w:val="0"/>
            <w:iCs w:val="0"/>
          </w:rPr>
          <w:t>3.8.2</w:t>
        </w:r>
        <w:r w:rsidR="000A5011" w:rsidRPr="000A5011">
          <w:rPr>
            <w:rFonts w:eastAsiaTheme="minorEastAsia"/>
            <w:bCs w:val="0"/>
            <w:i w:val="0"/>
            <w:iCs w:val="0"/>
          </w:rPr>
          <w:tab/>
        </w:r>
        <w:r w:rsidR="000A5011" w:rsidRPr="000A5011">
          <w:rPr>
            <w:rStyle w:val="Hyperlink"/>
            <w:bCs w:val="0"/>
            <w:i w:val="0"/>
            <w:iCs w:val="0"/>
          </w:rPr>
          <w:t>Combined Cycle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3-109</w:t>
        </w:r>
        <w:r w:rsidR="000A5011" w:rsidRPr="000A5011">
          <w:rPr>
            <w:bCs w:val="0"/>
            <w:i w:val="0"/>
            <w:iCs w:val="0"/>
            <w:webHidden/>
          </w:rPr>
          <w:fldChar w:fldCharType="end"/>
        </w:r>
      </w:hyperlink>
    </w:p>
    <w:p w14:paraId="00261383" w14:textId="2C8D4DCC" w:rsidR="000A5011" w:rsidRPr="000A5011" w:rsidRDefault="005F79DD">
      <w:pPr>
        <w:pStyle w:val="TOC3"/>
        <w:rPr>
          <w:rFonts w:eastAsiaTheme="minorEastAsia"/>
          <w:bCs w:val="0"/>
          <w:i w:val="0"/>
          <w:iCs w:val="0"/>
        </w:rPr>
      </w:pPr>
      <w:hyperlink w:anchor="_Toc75942450" w:history="1">
        <w:r w:rsidR="000A5011" w:rsidRPr="000A5011">
          <w:rPr>
            <w:rStyle w:val="Hyperlink"/>
            <w:bCs w:val="0"/>
            <w:i w:val="0"/>
            <w:iCs w:val="0"/>
          </w:rPr>
          <w:t>3.8.3</w:t>
        </w:r>
        <w:r w:rsidR="000A5011" w:rsidRPr="000A5011">
          <w:rPr>
            <w:rFonts w:eastAsiaTheme="minorEastAsia"/>
            <w:bCs w:val="0"/>
            <w:i w:val="0"/>
            <w:iCs w:val="0"/>
          </w:rPr>
          <w:tab/>
        </w:r>
        <w:r w:rsidR="000A5011" w:rsidRPr="000A5011">
          <w:rPr>
            <w:rStyle w:val="Hyperlink"/>
            <w:bCs w:val="0"/>
            <w:i w:val="0"/>
            <w:iCs w:val="0"/>
          </w:rPr>
          <w:t>Quick Start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3-111</w:t>
        </w:r>
        <w:r w:rsidR="000A5011" w:rsidRPr="000A5011">
          <w:rPr>
            <w:bCs w:val="0"/>
            <w:i w:val="0"/>
            <w:iCs w:val="0"/>
            <w:webHidden/>
          </w:rPr>
          <w:fldChar w:fldCharType="end"/>
        </w:r>
      </w:hyperlink>
    </w:p>
    <w:p w14:paraId="4FC738C5" w14:textId="624F640E" w:rsidR="000A5011" w:rsidRPr="000A5011" w:rsidRDefault="005F79DD">
      <w:pPr>
        <w:pStyle w:val="TOC4"/>
        <w:rPr>
          <w:rFonts w:eastAsiaTheme="minorEastAsia"/>
          <w:bCs w:val="0"/>
          <w:snapToGrid/>
          <w:sz w:val="20"/>
          <w:szCs w:val="20"/>
        </w:rPr>
      </w:pPr>
      <w:hyperlink w:anchor="_Toc75942451" w:history="1">
        <w:r w:rsidR="000A5011" w:rsidRPr="000A5011">
          <w:rPr>
            <w:rStyle w:val="Hyperlink"/>
            <w:bCs w:val="0"/>
            <w:sz w:val="20"/>
            <w:szCs w:val="20"/>
          </w:rPr>
          <w:t>3.8.3.1</w:t>
        </w:r>
        <w:r w:rsidR="000A5011" w:rsidRPr="000A5011">
          <w:rPr>
            <w:rFonts w:eastAsiaTheme="minorEastAsia"/>
            <w:bCs w:val="0"/>
            <w:snapToGrid/>
            <w:sz w:val="20"/>
            <w:szCs w:val="20"/>
          </w:rPr>
          <w:tab/>
        </w:r>
        <w:r w:rsidR="000A5011" w:rsidRPr="000A5011">
          <w:rPr>
            <w:rStyle w:val="Hyperlink"/>
            <w:bCs w:val="0"/>
            <w:sz w:val="20"/>
            <w:szCs w:val="20"/>
          </w:rPr>
          <w:t>Quick Start Generation Resource Decommitment Decision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3-113</w:t>
        </w:r>
        <w:r w:rsidR="000A5011" w:rsidRPr="000A5011">
          <w:rPr>
            <w:bCs w:val="0"/>
            <w:webHidden/>
            <w:sz w:val="20"/>
            <w:szCs w:val="20"/>
          </w:rPr>
          <w:fldChar w:fldCharType="end"/>
        </w:r>
      </w:hyperlink>
    </w:p>
    <w:p w14:paraId="28D9AF8B" w14:textId="5EF9C3DE" w:rsidR="000A5011" w:rsidRPr="000A5011" w:rsidRDefault="005F79DD">
      <w:pPr>
        <w:pStyle w:val="TOC3"/>
        <w:rPr>
          <w:rFonts w:eastAsiaTheme="minorEastAsia"/>
          <w:bCs w:val="0"/>
          <w:i w:val="0"/>
          <w:iCs w:val="0"/>
        </w:rPr>
      </w:pPr>
      <w:hyperlink w:anchor="_Toc75942452" w:history="1">
        <w:r w:rsidR="000A5011" w:rsidRPr="000A5011">
          <w:rPr>
            <w:rStyle w:val="Hyperlink"/>
            <w:bCs w:val="0"/>
            <w:i w:val="0"/>
            <w:iCs w:val="0"/>
          </w:rPr>
          <w:t>3.8.4</w:t>
        </w:r>
        <w:r w:rsidR="000A5011" w:rsidRPr="000A5011">
          <w:rPr>
            <w:rFonts w:eastAsiaTheme="minorEastAsia"/>
            <w:bCs w:val="0"/>
            <w:i w:val="0"/>
            <w:iCs w:val="0"/>
          </w:rPr>
          <w:tab/>
        </w:r>
        <w:r w:rsidR="000A5011" w:rsidRPr="000A5011">
          <w:rPr>
            <w:rStyle w:val="Hyperlink"/>
            <w:bCs w:val="0"/>
            <w:i w:val="0"/>
            <w:iCs w:val="0"/>
          </w:rPr>
          <w:t>Generation Resources Operating in Synchronous Condenser Fast-Response Mode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3-113</w:t>
        </w:r>
        <w:r w:rsidR="000A5011" w:rsidRPr="000A5011">
          <w:rPr>
            <w:bCs w:val="0"/>
            <w:i w:val="0"/>
            <w:iCs w:val="0"/>
            <w:webHidden/>
          </w:rPr>
          <w:fldChar w:fldCharType="end"/>
        </w:r>
      </w:hyperlink>
    </w:p>
    <w:p w14:paraId="42301E6B" w14:textId="5E607584" w:rsidR="000A5011" w:rsidRPr="000A5011" w:rsidRDefault="005F79DD">
      <w:pPr>
        <w:pStyle w:val="TOC3"/>
        <w:rPr>
          <w:rFonts w:eastAsiaTheme="minorEastAsia"/>
          <w:bCs w:val="0"/>
          <w:i w:val="0"/>
          <w:iCs w:val="0"/>
        </w:rPr>
      </w:pPr>
      <w:hyperlink w:anchor="_Toc75942453" w:history="1">
        <w:r w:rsidR="000A5011" w:rsidRPr="000A5011">
          <w:rPr>
            <w:rStyle w:val="Hyperlink"/>
            <w:bCs w:val="0"/>
            <w:i w:val="0"/>
            <w:iCs w:val="0"/>
          </w:rPr>
          <w:t>3.8.5</w:t>
        </w:r>
        <w:r w:rsidR="000A5011" w:rsidRPr="000A5011">
          <w:rPr>
            <w:rFonts w:eastAsiaTheme="minorEastAsia"/>
            <w:bCs w:val="0"/>
            <w:i w:val="0"/>
            <w:iCs w:val="0"/>
          </w:rPr>
          <w:tab/>
        </w:r>
        <w:r w:rsidR="000A5011" w:rsidRPr="000A5011">
          <w:rPr>
            <w:rStyle w:val="Hyperlink"/>
            <w:bCs w:val="0"/>
            <w:i w:val="0"/>
            <w:iCs w:val="0"/>
          </w:rPr>
          <w:t>Energy Storage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3-114</w:t>
        </w:r>
        <w:r w:rsidR="000A5011" w:rsidRPr="000A5011">
          <w:rPr>
            <w:bCs w:val="0"/>
            <w:i w:val="0"/>
            <w:iCs w:val="0"/>
            <w:webHidden/>
          </w:rPr>
          <w:fldChar w:fldCharType="end"/>
        </w:r>
      </w:hyperlink>
    </w:p>
    <w:p w14:paraId="4B0BCE2E" w14:textId="603FAAA3" w:rsidR="000A5011" w:rsidRPr="000A5011" w:rsidRDefault="005F79DD">
      <w:pPr>
        <w:pStyle w:val="TOC3"/>
        <w:rPr>
          <w:rFonts w:eastAsiaTheme="minorEastAsia"/>
          <w:bCs w:val="0"/>
          <w:i w:val="0"/>
          <w:iCs w:val="0"/>
        </w:rPr>
      </w:pPr>
      <w:hyperlink w:anchor="_Toc75942454" w:history="1">
        <w:r w:rsidR="000A5011" w:rsidRPr="000A5011">
          <w:rPr>
            <w:rStyle w:val="Hyperlink"/>
            <w:bCs w:val="0"/>
            <w:i w:val="0"/>
            <w:iCs w:val="0"/>
          </w:rPr>
          <w:t>3.8.6</w:t>
        </w:r>
        <w:r w:rsidR="000A5011" w:rsidRPr="000A5011">
          <w:rPr>
            <w:rFonts w:eastAsiaTheme="minorEastAsia"/>
            <w:bCs w:val="0"/>
            <w:i w:val="0"/>
            <w:iCs w:val="0"/>
          </w:rPr>
          <w:tab/>
        </w:r>
        <w:r w:rsidR="000A5011" w:rsidRPr="000A5011">
          <w:rPr>
            <w:rStyle w:val="Hyperlink"/>
            <w:bCs w:val="0"/>
            <w:i w:val="0"/>
            <w:iCs w:val="0"/>
          </w:rPr>
          <w:t>Distribution Generation Resources (DGRs) and Distribution Energy Storage Resources (DESRs)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3-115</w:t>
        </w:r>
        <w:r w:rsidR="000A5011" w:rsidRPr="000A5011">
          <w:rPr>
            <w:bCs w:val="0"/>
            <w:i w:val="0"/>
            <w:iCs w:val="0"/>
            <w:webHidden/>
          </w:rPr>
          <w:fldChar w:fldCharType="end"/>
        </w:r>
      </w:hyperlink>
    </w:p>
    <w:p w14:paraId="1EF1965A" w14:textId="1D6E84B2" w:rsidR="000A5011" w:rsidRPr="000A5011" w:rsidRDefault="005F79DD">
      <w:pPr>
        <w:pStyle w:val="TOC2"/>
        <w:rPr>
          <w:rFonts w:eastAsiaTheme="minorEastAsia"/>
          <w:noProof/>
        </w:rPr>
      </w:pPr>
      <w:hyperlink w:anchor="_Toc75942455" w:history="1">
        <w:r w:rsidR="000A5011" w:rsidRPr="000A5011">
          <w:rPr>
            <w:rStyle w:val="Hyperlink"/>
            <w:noProof/>
          </w:rPr>
          <w:t>3.9</w:t>
        </w:r>
        <w:r w:rsidR="000A5011" w:rsidRPr="000A5011">
          <w:rPr>
            <w:rFonts w:eastAsiaTheme="minorEastAsia"/>
            <w:noProof/>
          </w:rPr>
          <w:tab/>
        </w:r>
        <w:r w:rsidR="000A5011" w:rsidRPr="000A5011">
          <w:rPr>
            <w:rStyle w:val="Hyperlink"/>
            <w:noProof/>
          </w:rPr>
          <w:t>Current Operating Plan (COP)</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_Toc75942455 \h </w:instrText>
        </w:r>
        <w:r w:rsidR="000A5011" w:rsidRPr="000A5011">
          <w:rPr>
            <w:noProof/>
            <w:webHidden/>
          </w:rPr>
        </w:r>
        <w:r w:rsidR="000A5011" w:rsidRPr="000A5011">
          <w:rPr>
            <w:noProof/>
            <w:webHidden/>
          </w:rPr>
          <w:fldChar w:fldCharType="separate"/>
        </w:r>
        <w:r>
          <w:rPr>
            <w:noProof/>
            <w:webHidden/>
          </w:rPr>
          <w:t>3-118</w:t>
        </w:r>
        <w:r w:rsidR="000A5011" w:rsidRPr="000A5011">
          <w:rPr>
            <w:noProof/>
            <w:webHidden/>
          </w:rPr>
          <w:fldChar w:fldCharType="end"/>
        </w:r>
      </w:hyperlink>
    </w:p>
    <w:p w14:paraId="3521B3CB" w14:textId="44ED793D" w:rsidR="000A5011" w:rsidRPr="000A5011" w:rsidRDefault="005F79DD">
      <w:pPr>
        <w:pStyle w:val="TOC3"/>
        <w:rPr>
          <w:rFonts w:eastAsiaTheme="minorEastAsia"/>
          <w:bCs w:val="0"/>
          <w:i w:val="0"/>
          <w:iCs w:val="0"/>
        </w:rPr>
      </w:pPr>
      <w:hyperlink w:anchor="_Toc75942456" w:history="1">
        <w:r w:rsidR="000A5011" w:rsidRPr="000A5011">
          <w:rPr>
            <w:rStyle w:val="Hyperlink"/>
            <w:bCs w:val="0"/>
            <w:i w:val="0"/>
            <w:iCs w:val="0"/>
          </w:rPr>
          <w:t>3.9.1</w:t>
        </w:r>
        <w:r w:rsidR="000A5011" w:rsidRPr="000A5011">
          <w:rPr>
            <w:rFonts w:eastAsiaTheme="minorEastAsia"/>
            <w:bCs w:val="0"/>
            <w:i w:val="0"/>
            <w:iCs w:val="0"/>
          </w:rPr>
          <w:tab/>
        </w:r>
        <w:r w:rsidR="000A5011" w:rsidRPr="000A5011">
          <w:rPr>
            <w:rStyle w:val="Hyperlink"/>
            <w:bCs w:val="0"/>
            <w:i w:val="0"/>
            <w:iCs w:val="0"/>
          </w:rPr>
          <w:t>Current Operating Plan (COP)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3-119</w:t>
        </w:r>
        <w:r w:rsidR="000A5011" w:rsidRPr="000A5011">
          <w:rPr>
            <w:bCs w:val="0"/>
            <w:i w:val="0"/>
            <w:iCs w:val="0"/>
            <w:webHidden/>
          </w:rPr>
          <w:fldChar w:fldCharType="end"/>
        </w:r>
      </w:hyperlink>
    </w:p>
    <w:p w14:paraId="68FB35F4" w14:textId="2313539B" w:rsidR="000A5011" w:rsidRPr="000A5011" w:rsidRDefault="005F79DD">
      <w:pPr>
        <w:pStyle w:val="TOC3"/>
        <w:rPr>
          <w:rFonts w:eastAsiaTheme="minorEastAsia"/>
          <w:bCs w:val="0"/>
          <w:i w:val="0"/>
          <w:iCs w:val="0"/>
        </w:rPr>
      </w:pPr>
      <w:hyperlink w:anchor="_Toc75942457" w:history="1">
        <w:r w:rsidR="000A5011" w:rsidRPr="000A5011">
          <w:rPr>
            <w:rStyle w:val="Hyperlink"/>
            <w:bCs w:val="0"/>
            <w:i w:val="0"/>
            <w:iCs w:val="0"/>
          </w:rPr>
          <w:t>3.9.2</w:t>
        </w:r>
        <w:r w:rsidR="000A5011" w:rsidRPr="000A5011">
          <w:rPr>
            <w:rFonts w:eastAsiaTheme="minorEastAsia"/>
            <w:bCs w:val="0"/>
            <w:i w:val="0"/>
            <w:iCs w:val="0"/>
          </w:rPr>
          <w:tab/>
        </w:r>
        <w:r w:rsidR="000A5011" w:rsidRPr="000A5011">
          <w:rPr>
            <w:rStyle w:val="Hyperlink"/>
            <w:bCs w:val="0"/>
            <w:i w:val="0"/>
            <w:iCs w:val="0"/>
          </w:rPr>
          <w:t>Current Operating Plan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3-131</w:t>
        </w:r>
        <w:r w:rsidR="000A5011" w:rsidRPr="000A5011">
          <w:rPr>
            <w:bCs w:val="0"/>
            <w:i w:val="0"/>
            <w:iCs w:val="0"/>
            <w:webHidden/>
          </w:rPr>
          <w:fldChar w:fldCharType="end"/>
        </w:r>
      </w:hyperlink>
    </w:p>
    <w:p w14:paraId="0851CF39" w14:textId="5FFB1E71" w:rsidR="000A5011" w:rsidRPr="000A5011" w:rsidRDefault="005F79DD">
      <w:pPr>
        <w:pStyle w:val="TOC2"/>
        <w:rPr>
          <w:rFonts w:eastAsiaTheme="minorEastAsia"/>
          <w:noProof/>
        </w:rPr>
      </w:pPr>
      <w:hyperlink w:anchor="_Toc75942458" w:history="1">
        <w:r w:rsidR="000A5011" w:rsidRPr="000A5011">
          <w:rPr>
            <w:rStyle w:val="Hyperlink"/>
            <w:noProof/>
          </w:rPr>
          <w:t>3.10</w:t>
        </w:r>
        <w:r w:rsidR="000A5011" w:rsidRPr="000A5011">
          <w:rPr>
            <w:rFonts w:eastAsiaTheme="minorEastAsia"/>
            <w:noProof/>
          </w:rPr>
          <w:tab/>
        </w:r>
        <w:r w:rsidR="000A5011" w:rsidRPr="000A5011">
          <w:rPr>
            <w:rStyle w:val="Hyperlink"/>
            <w:noProof/>
          </w:rPr>
          <w:t>Network Operations Modeling and Telemetry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_Toc75942458 \h </w:instrText>
        </w:r>
        <w:r w:rsidR="000A5011" w:rsidRPr="000A5011">
          <w:rPr>
            <w:noProof/>
            <w:webHidden/>
          </w:rPr>
        </w:r>
        <w:r w:rsidR="000A5011" w:rsidRPr="000A5011">
          <w:rPr>
            <w:noProof/>
            <w:webHidden/>
          </w:rPr>
          <w:fldChar w:fldCharType="separate"/>
        </w:r>
        <w:r>
          <w:rPr>
            <w:noProof/>
            <w:webHidden/>
          </w:rPr>
          <w:t>3-132</w:t>
        </w:r>
        <w:r w:rsidR="000A5011" w:rsidRPr="000A5011">
          <w:rPr>
            <w:noProof/>
            <w:webHidden/>
          </w:rPr>
          <w:fldChar w:fldCharType="end"/>
        </w:r>
      </w:hyperlink>
    </w:p>
    <w:p w14:paraId="458781AB" w14:textId="5A5C5A98" w:rsidR="000A5011" w:rsidRPr="000A5011" w:rsidRDefault="005F79DD">
      <w:pPr>
        <w:pStyle w:val="TOC3"/>
        <w:rPr>
          <w:rFonts w:eastAsiaTheme="minorEastAsia"/>
          <w:bCs w:val="0"/>
          <w:i w:val="0"/>
          <w:iCs w:val="0"/>
        </w:rPr>
      </w:pPr>
      <w:hyperlink w:anchor="_Toc75942459" w:history="1">
        <w:r w:rsidR="000A5011" w:rsidRPr="000A5011">
          <w:rPr>
            <w:rStyle w:val="Hyperlink"/>
            <w:bCs w:val="0"/>
            <w:i w:val="0"/>
            <w:iCs w:val="0"/>
          </w:rPr>
          <w:t>3.10.1</w:t>
        </w:r>
        <w:r w:rsidR="000A5011" w:rsidRPr="000A5011">
          <w:rPr>
            <w:rFonts w:eastAsiaTheme="minorEastAsia"/>
            <w:bCs w:val="0"/>
            <w:i w:val="0"/>
            <w:iCs w:val="0"/>
          </w:rPr>
          <w:tab/>
        </w:r>
        <w:r w:rsidR="000A5011" w:rsidRPr="000A5011">
          <w:rPr>
            <w:rStyle w:val="Hyperlink"/>
            <w:bCs w:val="0"/>
            <w:i w:val="0"/>
            <w:iCs w:val="0"/>
          </w:rPr>
          <w:t>Time Line for Network Operations Model Changes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3-136</w:t>
        </w:r>
        <w:r w:rsidR="000A5011" w:rsidRPr="000A5011">
          <w:rPr>
            <w:bCs w:val="0"/>
            <w:i w:val="0"/>
            <w:iCs w:val="0"/>
            <w:webHidden/>
          </w:rPr>
          <w:fldChar w:fldCharType="end"/>
        </w:r>
      </w:hyperlink>
    </w:p>
    <w:p w14:paraId="7A864D4B" w14:textId="4E488521" w:rsidR="000A5011" w:rsidRPr="000A5011" w:rsidRDefault="005F79DD">
      <w:pPr>
        <w:pStyle w:val="TOC3"/>
        <w:rPr>
          <w:rFonts w:eastAsiaTheme="minorEastAsia"/>
          <w:bCs w:val="0"/>
          <w:i w:val="0"/>
          <w:iCs w:val="0"/>
        </w:rPr>
      </w:pPr>
      <w:hyperlink w:anchor="_Toc75942460" w:history="1">
        <w:r w:rsidR="000A5011" w:rsidRPr="000A5011">
          <w:rPr>
            <w:rStyle w:val="Hyperlink"/>
            <w:bCs w:val="0"/>
            <w:i w:val="0"/>
            <w:iCs w:val="0"/>
          </w:rPr>
          <w:t>3.10.2</w:t>
        </w:r>
        <w:r w:rsidR="000A5011" w:rsidRPr="000A5011">
          <w:rPr>
            <w:rFonts w:eastAsiaTheme="minorEastAsia"/>
            <w:bCs w:val="0"/>
            <w:i w:val="0"/>
            <w:iCs w:val="0"/>
          </w:rPr>
          <w:tab/>
        </w:r>
        <w:r w:rsidR="000A5011" w:rsidRPr="000A5011">
          <w:rPr>
            <w:rStyle w:val="Hyperlink"/>
            <w:bCs w:val="0"/>
            <w:i w:val="0"/>
            <w:iCs w:val="0"/>
          </w:rPr>
          <w:t>Annual Planning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3-139</w:t>
        </w:r>
        <w:r w:rsidR="000A5011" w:rsidRPr="000A5011">
          <w:rPr>
            <w:bCs w:val="0"/>
            <w:i w:val="0"/>
            <w:iCs w:val="0"/>
            <w:webHidden/>
          </w:rPr>
          <w:fldChar w:fldCharType="end"/>
        </w:r>
      </w:hyperlink>
    </w:p>
    <w:p w14:paraId="0D501DBA" w14:textId="68D06EA1" w:rsidR="000A5011" w:rsidRPr="000A5011" w:rsidRDefault="005F79DD">
      <w:pPr>
        <w:pStyle w:val="TOC3"/>
        <w:rPr>
          <w:rFonts w:eastAsiaTheme="minorEastAsia"/>
          <w:bCs w:val="0"/>
          <w:i w:val="0"/>
          <w:iCs w:val="0"/>
        </w:rPr>
      </w:pPr>
      <w:hyperlink w:anchor="_Toc75942461" w:history="1">
        <w:r w:rsidR="000A5011" w:rsidRPr="000A5011">
          <w:rPr>
            <w:rStyle w:val="Hyperlink"/>
            <w:bCs w:val="0"/>
            <w:i w:val="0"/>
            <w:iCs w:val="0"/>
          </w:rPr>
          <w:t>3.10.3</w:t>
        </w:r>
        <w:r w:rsidR="000A5011" w:rsidRPr="000A5011">
          <w:rPr>
            <w:rFonts w:eastAsiaTheme="minorEastAsia"/>
            <w:bCs w:val="0"/>
            <w:i w:val="0"/>
            <w:iCs w:val="0"/>
          </w:rPr>
          <w:tab/>
        </w:r>
        <w:r w:rsidR="000A5011" w:rsidRPr="000A5011">
          <w:rPr>
            <w:rStyle w:val="Hyperlink"/>
            <w:bCs w:val="0"/>
            <w:i w:val="0"/>
            <w:iCs w:val="0"/>
          </w:rPr>
          <w:t>CRR Network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3-140</w:t>
        </w:r>
        <w:r w:rsidR="000A5011" w:rsidRPr="000A5011">
          <w:rPr>
            <w:bCs w:val="0"/>
            <w:i w:val="0"/>
            <w:iCs w:val="0"/>
            <w:webHidden/>
          </w:rPr>
          <w:fldChar w:fldCharType="end"/>
        </w:r>
      </w:hyperlink>
    </w:p>
    <w:p w14:paraId="55911633" w14:textId="63110645" w:rsidR="000A5011" w:rsidRPr="000A5011" w:rsidRDefault="005F79DD">
      <w:pPr>
        <w:pStyle w:val="TOC4"/>
        <w:rPr>
          <w:rFonts w:eastAsiaTheme="minorEastAsia"/>
          <w:bCs w:val="0"/>
          <w:snapToGrid/>
          <w:sz w:val="20"/>
          <w:szCs w:val="20"/>
        </w:rPr>
      </w:pPr>
      <w:hyperlink w:anchor="_Toc75942462" w:history="1">
        <w:r w:rsidR="000A5011" w:rsidRPr="000A5011">
          <w:rPr>
            <w:rStyle w:val="Hyperlink"/>
            <w:bCs w:val="0"/>
            <w:sz w:val="20"/>
            <w:szCs w:val="20"/>
          </w:rPr>
          <w:t>3.10.3.1</w:t>
        </w:r>
        <w:r w:rsidR="000A5011" w:rsidRPr="000A5011">
          <w:rPr>
            <w:rFonts w:eastAsiaTheme="minorEastAsia"/>
            <w:bCs w:val="0"/>
            <w:snapToGrid/>
            <w:sz w:val="20"/>
            <w:szCs w:val="20"/>
          </w:rPr>
          <w:tab/>
        </w:r>
        <w:r w:rsidR="000A5011" w:rsidRPr="000A5011">
          <w:rPr>
            <w:rStyle w:val="Hyperlink"/>
            <w:bCs w:val="0"/>
            <w:sz w:val="20"/>
            <w:szCs w:val="20"/>
          </w:rPr>
          <w:t>Process for Managing Network Operations Model Updates for Point of Interconnection Changes, Resource Retirements and Deletion of DC Tie Load Zones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3-140</w:t>
        </w:r>
        <w:r w:rsidR="000A5011" w:rsidRPr="000A5011">
          <w:rPr>
            <w:bCs w:val="0"/>
            <w:webHidden/>
            <w:sz w:val="20"/>
            <w:szCs w:val="20"/>
          </w:rPr>
          <w:fldChar w:fldCharType="end"/>
        </w:r>
      </w:hyperlink>
    </w:p>
    <w:p w14:paraId="3A0D941F" w14:textId="0659452F" w:rsidR="000A5011" w:rsidRPr="000A5011" w:rsidRDefault="005F79DD">
      <w:pPr>
        <w:pStyle w:val="TOC3"/>
        <w:rPr>
          <w:rFonts w:eastAsiaTheme="minorEastAsia"/>
          <w:bCs w:val="0"/>
          <w:i w:val="0"/>
          <w:iCs w:val="0"/>
        </w:rPr>
      </w:pPr>
      <w:hyperlink w:anchor="_Toc75942463" w:history="1">
        <w:r w:rsidR="000A5011" w:rsidRPr="000A5011">
          <w:rPr>
            <w:rStyle w:val="Hyperlink"/>
            <w:bCs w:val="0"/>
            <w:i w:val="0"/>
            <w:iCs w:val="0"/>
          </w:rPr>
          <w:t>3.10.4</w:t>
        </w:r>
        <w:r w:rsidR="000A5011" w:rsidRPr="000A5011">
          <w:rPr>
            <w:rFonts w:eastAsiaTheme="minorEastAsia"/>
            <w:bCs w:val="0"/>
            <w:i w:val="0"/>
            <w:iCs w:val="0"/>
          </w:rPr>
          <w:tab/>
        </w:r>
        <w:r w:rsidR="000A5011" w:rsidRPr="000A5011">
          <w:rPr>
            <w:rStyle w:val="Hyperlink"/>
            <w:bCs w:val="0"/>
            <w:i w:val="0"/>
            <w:iCs w:val="0"/>
          </w:rPr>
          <w:t>ERCOT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3-141</w:t>
        </w:r>
        <w:r w:rsidR="000A5011" w:rsidRPr="000A5011">
          <w:rPr>
            <w:bCs w:val="0"/>
            <w:i w:val="0"/>
            <w:iCs w:val="0"/>
            <w:webHidden/>
          </w:rPr>
          <w:fldChar w:fldCharType="end"/>
        </w:r>
      </w:hyperlink>
    </w:p>
    <w:p w14:paraId="35F82AD3" w14:textId="74058B3E" w:rsidR="000A5011" w:rsidRPr="000A5011" w:rsidRDefault="005F79DD">
      <w:pPr>
        <w:pStyle w:val="TOC3"/>
        <w:rPr>
          <w:rFonts w:eastAsiaTheme="minorEastAsia"/>
          <w:bCs w:val="0"/>
          <w:i w:val="0"/>
          <w:iCs w:val="0"/>
        </w:rPr>
      </w:pPr>
      <w:hyperlink w:anchor="_Toc75942464" w:history="1">
        <w:r w:rsidR="000A5011" w:rsidRPr="000A5011">
          <w:rPr>
            <w:rStyle w:val="Hyperlink"/>
            <w:bCs w:val="0"/>
            <w:i w:val="0"/>
            <w:iCs w:val="0"/>
          </w:rPr>
          <w:t>3.10.5</w:t>
        </w:r>
        <w:r w:rsidR="000A5011" w:rsidRPr="000A5011">
          <w:rPr>
            <w:rFonts w:eastAsiaTheme="minorEastAsia"/>
            <w:bCs w:val="0"/>
            <w:i w:val="0"/>
            <w:iCs w:val="0"/>
          </w:rPr>
          <w:tab/>
        </w:r>
        <w:r w:rsidR="000A5011" w:rsidRPr="000A5011">
          <w:rPr>
            <w:rStyle w:val="Hyperlink"/>
            <w:bCs w:val="0"/>
            <w:i w:val="0"/>
            <w:iCs w:val="0"/>
          </w:rPr>
          <w:t>TSP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3-144</w:t>
        </w:r>
        <w:r w:rsidR="000A5011" w:rsidRPr="000A5011">
          <w:rPr>
            <w:bCs w:val="0"/>
            <w:i w:val="0"/>
            <w:iCs w:val="0"/>
            <w:webHidden/>
          </w:rPr>
          <w:fldChar w:fldCharType="end"/>
        </w:r>
      </w:hyperlink>
    </w:p>
    <w:p w14:paraId="009369B8" w14:textId="598302E1" w:rsidR="000A5011" w:rsidRPr="000A5011" w:rsidRDefault="005F79DD">
      <w:pPr>
        <w:pStyle w:val="TOC3"/>
        <w:rPr>
          <w:rFonts w:eastAsiaTheme="minorEastAsia"/>
          <w:bCs w:val="0"/>
          <w:i w:val="0"/>
          <w:iCs w:val="0"/>
        </w:rPr>
      </w:pPr>
      <w:hyperlink w:anchor="_Toc75942466" w:history="1">
        <w:r w:rsidR="000A5011" w:rsidRPr="000A5011">
          <w:rPr>
            <w:rStyle w:val="Hyperlink"/>
            <w:bCs w:val="0"/>
            <w:i w:val="0"/>
            <w:iCs w:val="0"/>
          </w:rPr>
          <w:t>3.10.6</w:t>
        </w:r>
        <w:r w:rsidR="000A5011" w:rsidRPr="000A5011">
          <w:rPr>
            <w:rFonts w:eastAsiaTheme="minorEastAsia"/>
            <w:bCs w:val="0"/>
            <w:i w:val="0"/>
            <w:iCs w:val="0"/>
          </w:rPr>
          <w:tab/>
        </w:r>
        <w:r w:rsidR="000A5011" w:rsidRPr="000A5011">
          <w:rPr>
            <w:rStyle w:val="Hyperlink"/>
            <w:bCs w:val="0"/>
            <w:i w:val="0"/>
            <w:iCs w:val="0"/>
          </w:rPr>
          <w:t>QSE and Resource Entity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324B596A" w14:textId="0290E93D" w:rsidR="000A5011" w:rsidRPr="000A5011" w:rsidRDefault="005F79DD">
      <w:pPr>
        <w:pStyle w:val="TOC3"/>
        <w:rPr>
          <w:rFonts w:eastAsiaTheme="minorEastAsia"/>
          <w:bCs w:val="0"/>
          <w:i w:val="0"/>
          <w:iCs w:val="0"/>
        </w:rPr>
      </w:pPr>
      <w:hyperlink w:anchor="_Toc75942467" w:history="1">
        <w:r w:rsidR="000A5011" w:rsidRPr="000A5011">
          <w:rPr>
            <w:rStyle w:val="Hyperlink"/>
            <w:bCs w:val="0"/>
            <w:i w:val="0"/>
            <w:iCs w:val="0"/>
          </w:rPr>
          <w:t>3.10.7</w:t>
        </w:r>
        <w:r w:rsidR="000A5011" w:rsidRPr="000A5011">
          <w:rPr>
            <w:rFonts w:eastAsiaTheme="minorEastAsia"/>
            <w:bCs w:val="0"/>
            <w:i w:val="0"/>
            <w:iCs w:val="0"/>
          </w:rPr>
          <w:tab/>
        </w:r>
        <w:r w:rsidR="000A5011" w:rsidRPr="000A5011">
          <w:rPr>
            <w:rStyle w:val="Hyperlink"/>
            <w:bCs w:val="0"/>
            <w:i w:val="0"/>
            <w:iCs w:val="0"/>
          </w:rPr>
          <w:t>ERCOT System Modeling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0FB1F960" w14:textId="54C77F95" w:rsidR="000A5011" w:rsidRPr="000A5011" w:rsidRDefault="005F79DD">
      <w:pPr>
        <w:pStyle w:val="TOC4"/>
        <w:rPr>
          <w:rFonts w:eastAsiaTheme="minorEastAsia"/>
          <w:bCs w:val="0"/>
          <w:snapToGrid/>
          <w:sz w:val="20"/>
          <w:szCs w:val="20"/>
        </w:rPr>
      </w:pPr>
      <w:hyperlink w:anchor="_Toc75942468" w:history="1">
        <w:r w:rsidR="000A5011" w:rsidRPr="000A5011">
          <w:rPr>
            <w:rStyle w:val="Hyperlink"/>
            <w:bCs w:val="0"/>
            <w:sz w:val="20"/>
            <w:szCs w:val="20"/>
          </w:rPr>
          <w:t>3.10.7.1</w:t>
        </w:r>
        <w:r w:rsidR="000A5011" w:rsidRPr="000A5011">
          <w:rPr>
            <w:rFonts w:eastAsiaTheme="minorEastAsia"/>
            <w:bCs w:val="0"/>
            <w:snapToGrid/>
            <w:sz w:val="20"/>
            <w:szCs w:val="20"/>
          </w:rPr>
          <w:tab/>
        </w:r>
        <w:r w:rsidR="000A5011" w:rsidRPr="000A5011">
          <w:rPr>
            <w:rStyle w:val="Hyperlink"/>
            <w:bCs w:val="0"/>
            <w:sz w:val="20"/>
            <w:szCs w:val="20"/>
          </w:rPr>
          <w:t>Modeling of Transmission Elements and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3-146</w:t>
        </w:r>
        <w:r w:rsidR="000A5011" w:rsidRPr="000A5011">
          <w:rPr>
            <w:bCs w:val="0"/>
            <w:webHidden/>
            <w:sz w:val="20"/>
            <w:szCs w:val="20"/>
          </w:rPr>
          <w:fldChar w:fldCharType="end"/>
        </w:r>
      </w:hyperlink>
    </w:p>
    <w:p w14:paraId="39B889E4" w14:textId="0B4F8375" w:rsidR="000A5011" w:rsidRPr="000A5011" w:rsidRDefault="005F79DD">
      <w:pPr>
        <w:pStyle w:val="TOC5"/>
        <w:rPr>
          <w:rFonts w:eastAsiaTheme="minorEastAsia"/>
          <w:i w:val="0"/>
          <w:sz w:val="20"/>
          <w:szCs w:val="20"/>
        </w:rPr>
      </w:pPr>
      <w:hyperlink w:anchor="_Toc75942469" w:history="1">
        <w:r w:rsidR="000A5011" w:rsidRPr="000A5011">
          <w:rPr>
            <w:rStyle w:val="Hyperlink"/>
            <w:i w:val="0"/>
            <w:sz w:val="20"/>
            <w:szCs w:val="20"/>
          </w:rPr>
          <w:t>3.10.7.1.1</w:t>
        </w:r>
        <w:r w:rsidR="000A5011" w:rsidRPr="000A5011">
          <w:rPr>
            <w:rFonts w:eastAsiaTheme="minorEastAsia"/>
            <w:i w:val="0"/>
            <w:sz w:val="20"/>
            <w:szCs w:val="20"/>
          </w:rPr>
          <w:tab/>
        </w:r>
        <w:r w:rsidR="000A5011" w:rsidRPr="000A5011">
          <w:rPr>
            <w:rStyle w:val="Hyperlink"/>
            <w:i w:val="0"/>
            <w:sz w:val="20"/>
            <w:szCs w:val="20"/>
          </w:rPr>
          <w:t>Transmission Lines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3-147</w:t>
        </w:r>
        <w:r w:rsidR="000A5011" w:rsidRPr="000A5011">
          <w:rPr>
            <w:i w:val="0"/>
            <w:webHidden/>
            <w:sz w:val="20"/>
            <w:szCs w:val="20"/>
          </w:rPr>
          <w:fldChar w:fldCharType="end"/>
        </w:r>
      </w:hyperlink>
    </w:p>
    <w:p w14:paraId="778EBFE3" w14:textId="71BF304F" w:rsidR="000A5011" w:rsidRPr="000A5011" w:rsidRDefault="005F79DD">
      <w:pPr>
        <w:pStyle w:val="TOC5"/>
        <w:rPr>
          <w:rFonts w:eastAsiaTheme="minorEastAsia"/>
          <w:i w:val="0"/>
          <w:sz w:val="20"/>
          <w:szCs w:val="20"/>
        </w:rPr>
      </w:pPr>
      <w:hyperlink w:anchor="_Toc75942470" w:history="1">
        <w:r w:rsidR="000A5011" w:rsidRPr="000A5011">
          <w:rPr>
            <w:rStyle w:val="Hyperlink"/>
            <w:i w:val="0"/>
            <w:sz w:val="20"/>
            <w:szCs w:val="20"/>
          </w:rPr>
          <w:t>3.10.7.1.2</w:t>
        </w:r>
        <w:r w:rsidR="000A5011" w:rsidRPr="000A5011">
          <w:rPr>
            <w:rFonts w:eastAsiaTheme="minorEastAsia"/>
            <w:i w:val="0"/>
            <w:sz w:val="20"/>
            <w:szCs w:val="20"/>
          </w:rPr>
          <w:tab/>
        </w:r>
        <w:r w:rsidR="000A5011" w:rsidRPr="000A5011">
          <w:rPr>
            <w:rStyle w:val="Hyperlink"/>
            <w:i w:val="0"/>
            <w:sz w:val="20"/>
            <w:szCs w:val="20"/>
          </w:rPr>
          <w:t>Transmission Buses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3-149</w:t>
        </w:r>
        <w:r w:rsidR="000A5011" w:rsidRPr="000A5011">
          <w:rPr>
            <w:i w:val="0"/>
            <w:webHidden/>
            <w:sz w:val="20"/>
            <w:szCs w:val="20"/>
          </w:rPr>
          <w:fldChar w:fldCharType="end"/>
        </w:r>
      </w:hyperlink>
    </w:p>
    <w:p w14:paraId="3A6457B5" w14:textId="47C520DB" w:rsidR="000A5011" w:rsidRPr="000A5011" w:rsidRDefault="005F79DD">
      <w:pPr>
        <w:pStyle w:val="TOC5"/>
        <w:rPr>
          <w:rFonts w:eastAsiaTheme="minorEastAsia"/>
          <w:i w:val="0"/>
          <w:sz w:val="20"/>
          <w:szCs w:val="20"/>
        </w:rPr>
      </w:pPr>
      <w:hyperlink w:anchor="_Toc75942471" w:history="1">
        <w:r w:rsidR="000A5011" w:rsidRPr="000A5011">
          <w:rPr>
            <w:rStyle w:val="Hyperlink"/>
            <w:i w:val="0"/>
            <w:sz w:val="20"/>
            <w:szCs w:val="20"/>
          </w:rPr>
          <w:t>3.10.7.1.3</w:t>
        </w:r>
        <w:r w:rsidR="000A5011" w:rsidRPr="000A5011">
          <w:rPr>
            <w:rFonts w:eastAsiaTheme="minorEastAsia"/>
            <w:i w:val="0"/>
            <w:sz w:val="20"/>
            <w:szCs w:val="20"/>
          </w:rPr>
          <w:tab/>
        </w:r>
        <w:r w:rsidR="000A5011" w:rsidRPr="000A5011">
          <w:rPr>
            <w:rStyle w:val="Hyperlink"/>
            <w:i w:val="0"/>
            <w:sz w:val="20"/>
            <w:szCs w:val="20"/>
          </w:rPr>
          <w:t>Transmission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3-150</w:t>
        </w:r>
        <w:r w:rsidR="000A5011" w:rsidRPr="000A5011">
          <w:rPr>
            <w:i w:val="0"/>
            <w:webHidden/>
            <w:sz w:val="20"/>
            <w:szCs w:val="20"/>
          </w:rPr>
          <w:fldChar w:fldCharType="end"/>
        </w:r>
      </w:hyperlink>
    </w:p>
    <w:p w14:paraId="3685987D" w14:textId="65D3FDAD" w:rsidR="000A5011" w:rsidRPr="000A5011" w:rsidRDefault="005F79DD">
      <w:pPr>
        <w:pStyle w:val="TOC5"/>
        <w:rPr>
          <w:rFonts w:eastAsiaTheme="minorEastAsia"/>
          <w:i w:val="0"/>
          <w:sz w:val="20"/>
          <w:szCs w:val="20"/>
        </w:rPr>
      </w:pPr>
      <w:hyperlink w:anchor="_Toc75942472" w:history="1">
        <w:r w:rsidR="000A5011" w:rsidRPr="000A5011">
          <w:rPr>
            <w:rStyle w:val="Hyperlink"/>
            <w:i w:val="0"/>
            <w:sz w:val="20"/>
            <w:szCs w:val="20"/>
          </w:rPr>
          <w:t>3.10.7.1.4</w:t>
        </w:r>
        <w:r w:rsidR="000A5011" w:rsidRPr="000A5011">
          <w:rPr>
            <w:rFonts w:eastAsiaTheme="minorEastAsia"/>
            <w:i w:val="0"/>
            <w:sz w:val="20"/>
            <w:szCs w:val="20"/>
          </w:rPr>
          <w:tab/>
        </w:r>
        <w:r w:rsidR="000A5011" w:rsidRPr="000A5011">
          <w:rPr>
            <w:rStyle w:val="Hyperlink"/>
            <w:i w:val="0"/>
            <w:sz w:val="20"/>
            <w:szCs w:val="20"/>
          </w:rPr>
          <w:t>Transmission and Generation Resource Step-Up Transformers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3-151</w:t>
        </w:r>
        <w:r w:rsidR="000A5011" w:rsidRPr="000A5011">
          <w:rPr>
            <w:i w:val="0"/>
            <w:webHidden/>
            <w:sz w:val="20"/>
            <w:szCs w:val="20"/>
          </w:rPr>
          <w:fldChar w:fldCharType="end"/>
        </w:r>
      </w:hyperlink>
    </w:p>
    <w:p w14:paraId="7F1FF287" w14:textId="2481C79E" w:rsidR="000A5011" w:rsidRPr="000A5011" w:rsidRDefault="005F79DD">
      <w:pPr>
        <w:pStyle w:val="TOC5"/>
        <w:rPr>
          <w:rFonts w:eastAsiaTheme="minorEastAsia"/>
          <w:i w:val="0"/>
          <w:sz w:val="20"/>
          <w:szCs w:val="20"/>
        </w:rPr>
      </w:pPr>
      <w:hyperlink w:anchor="_Toc75942474" w:history="1">
        <w:r w:rsidR="000A5011" w:rsidRPr="000A5011">
          <w:rPr>
            <w:rStyle w:val="Hyperlink"/>
            <w:i w:val="0"/>
            <w:sz w:val="20"/>
            <w:szCs w:val="20"/>
          </w:rPr>
          <w:t>3.10.7.1.5</w:t>
        </w:r>
        <w:r w:rsidR="000A5011" w:rsidRPr="000A5011">
          <w:rPr>
            <w:rFonts w:eastAsiaTheme="minorEastAsia"/>
            <w:i w:val="0"/>
            <w:sz w:val="20"/>
            <w:szCs w:val="20"/>
          </w:rPr>
          <w:tab/>
        </w:r>
        <w:r w:rsidR="000A5011" w:rsidRPr="000A5011">
          <w:rPr>
            <w:rStyle w:val="Hyperlink"/>
            <w:i w:val="0"/>
            <w:sz w:val="20"/>
            <w:szCs w:val="20"/>
          </w:rPr>
          <w:t>Reactors, Capacitors, and other Reactive Controlled Sources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3-153</w:t>
        </w:r>
        <w:r w:rsidR="000A5011" w:rsidRPr="000A5011">
          <w:rPr>
            <w:i w:val="0"/>
            <w:webHidden/>
            <w:sz w:val="20"/>
            <w:szCs w:val="20"/>
          </w:rPr>
          <w:fldChar w:fldCharType="end"/>
        </w:r>
      </w:hyperlink>
    </w:p>
    <w:p w14:paraId="07A82D1E" w14:textId="38C1BA73" w:rsidR="000A5011" w:rsidRPr="000A5011" w:rsidRDefault="005F79DD">
      <w:pPr>
        <w:pStyle w:val="TOC4"/>
        <w:rPr>
          <w:rFonts w:eastAsiaTheme="minorEastAsia"/>
          <w:bCs w:val="0"/>
          <w:snapToGrid/>
          <w:sz w:val="20"/>
          <w:szCs w:val="20"/>
        </w:rPr>
      </w:pPr>
      <w:hyperlink w:anchor="_Toc75942475" w:history="1">
        <w:r w:rsidR="000A5011" w:rsidRPr="000A5011">
          <w:rPr>
            <w:rStyle w:val="Hyperlink"/>
            <w:bCs w:val="0"/>
            <w:sz w:val="20"/>
            <w:szCs w:val="20"/>
          </w:rPr>
          <w:t>3.10.7.2</w:t>
        </w:r>
        <w:r w:rsidR="000A5011" w:rsidRPr="000A5011">
          <w:rPr>
            <w:rFonts w:eastAsiaTheme="minorEastAsia"/>
            <w:bCs w:val="0"/>
            <w:snapToGrid/>
            <w:sz w:val="20"/>
            <w:szCs w:val="20"/>
          </w:rPr>
          <w:tab/>
        </w:r>
        <w:r w:rsidR="000A5011" w:rsidRPr="000A5011">
          <w:rPr>
            <w:rStyle w:val="Hyperlink"/>
            <w:bCs w:val="0"/>
            <w:sz w:val="20"/>
            <w:szCs w:val="20"/>
          </w:rPr>
          <w:t>Modeling of Resources and Transmission Loads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3-154</w:t>
        </w:r>
        <w:r w:rsidR="000A5011" w:rsidRPr="000A5011">
          <w:rPr>
            <w:bCs w:val="0"/>
            <w:webHidden/>
            <w:sz w:val="20"/>
            <w:szCs w:val="20"/>
          </w:rPr>
          <w:fldChar w:fldCharType="end"/>
        </w:r>
      </w:hyperlink>
    </w:p>
    <w:p w14:paraId="59D785FA" w14:textId="1DD89E62" w:rsidR="000A5011" w:rsidRPr="000A5011" w:rsidRDefault="005F79DD">
      <w:pPr>
        <w:pStyle w:val="TOC5"/>
        <w:rPr>
          <w:rFonts w:eastAsiaTheme="minorEastAsia"/>
          <w:i w:val="0"/>
          <w:sz w:val="20"/>
          <w:szCs w:val="20"/>
        </w:rPr>
      </w:pPr>
      <w:hyperlink w:anchor="_Toc75942476" w:history="1">
        <w:r w:rsidR="000A5011" w:rsidRPr="000A5011">
          <w:rPr>
            <w:rStyle w:val="Hyperlink"/>
            <w:i w:val="0"/>
            <w:sz w:val="20"/>
            <w:szCs w:val="20"/>
          </w:rPr>
          <w:t>3.10.7.2.1</w:t>
        </w:r>
        <w:r w:rsidR="000A5011" w:rsidRPr="000A5011">
          <w:rPr>
            <w:rFonts w:eastAsiaTheme="minorEastAsia"/>
            <w:i w:val="0"/>
            <w:sz w:val="20"/>
            <w:szCs w:val="20"/>
          </w:rPr>
          <w:tab/>
        </w:r>
        <w:r w:rsidR="000A5011" w:rsidRPr="000A5011">
          <w:rPr>
            <w:rStyle w:val="Hyperlink"/>
            <w:i w:val="0"/>
            <w:sz w:val="20"/>
            <w:szCs w:val="20"/>
          </w:rPr>
          <w:t>Reporting of Demand Response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3-159</w:t>
        </w:r>
        <w:r w:rsidR="000A5011" w:rsidRPr="000A5011">
          <w:rPr>
            <w:i w:val="0"/>
            <w:webHidden/>
            <w:sz w:val="20"/>
            <w:szCs w:val="20"/>
          </w:rPr>
          <w:fldChar w:fldCharType="end"/>
        </w:r>
      </w:hyperlink>
    </w:p>
    <w:p w14:paraId="3C3BBCDC" w14:textId="329BBE52" w:rsidR="000A5011" w:rsidRPr="000A5011" w:rsidRDefault="005F79DD">
      <w:pPr>
        <w:pStyle w:val="TOC5"/>
        <w:rPr>
          <w:rFonts w:eastAsiaTheme="minorEastAsia"/>
          <w:i w:val="0"/>
          <w:sz w:val="20"/>
          <w:szCs w:val="20"/>
        </w:rPr>
      </w:pPr>
      <w:hyperlink w:anchor="_Toc75942477" w:history="1">
        <w:r w:rsidR="000A5011" w:rsidRPr="000A5011">
          <w:rPr>
            <w:rStyle w:val="Hyperlink"/>
            <w:i w:val="0"/>
            <w:sz w:val="20"/>
            <w:szCs w:val="20"/>
          </w:rPr>
          <w:t>3.10.7.2.2</w:t>
        </w:r>
        <w:r w:rsidR="000A5011" w:rsidRPr="000A5011">
          <w:rPr>
            <w:rFonts w:eastAsiaTheme="minorEastAsia"/>
            <w:i w:val="0"/>
            <w:sz w:val="20"/>
            <w:szCs w:val="20"/>
          </w:rPr>
          <w:tab/>
        </w:r>
        <w:r w:rsidR="000A5011" w:rsidRPr="000A5011">
          <w:rPr>
            <w:rStyle w:val="Hyperlink"/>
            <w:i w:val="0"/>
            <w:sz w:val="20"/>
            <w:szCs w:val="20"/>
          </w:rPr>
          <w:t>Annual Demand Response Report</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_Toc75942477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3-160</w:t>
        </w:r>
        <w:r w:rsidR="000A5011" w:rsidRPr="000A5011">
          <w:rPr>
            <w:i w:val="0"/>
            <w:webHidden/>
            <w:sz w:val="20"/>
            <w:szCs w:val="20"/>
          </w:rPr>
          <w:fldChar w:fldCharType="end"/>
        </w:r>
      </w:hyperlink>
    </w:p>
    <w:p w14:paraId="5AC9131F" w14:textId="52DF2BE8" w:rsidR="000A5011" w:rsidRPr="000A5011" w:rsidRDefault="005F79DD">
      <w:pPr>
        <w:pStyle w:val="TOC4"/>
        <w:rPr>
          <w:rFonts w:eastAsiaTheme="minorEastAsia"/>
          <w:bCs w:val="0"/>
          <w:snapToGrid/>
          <w:sz w:val="20"/>
          <w:szCs w:val="20"/>
        </w:rPr>
      </w:pPr>
      <w:hyperlink w:anchor="_Toc75942478" w:history="1">
        <w:r w:rsidR="000A5011" w:rsidRPr="000A5011">
          <w:rPr>
            <w:rStyle w:val="Hyperlink"/>
            <w:bCs w:val="0"/>
            <w:sz w:val="20"/>
            <w:szCs w:val="20"/>
          </w:rPr>
          <w:t>3.10.7.3</w:t>
        </w:r>
        <w:r w:rsidR="000A5011" w:rsidRPr="000A5011">
          <w:rPr>
            <w:rFonts w:eastAsiaTheme="minorEastAsia"/>
            <w:bCs w:val="0"/>
            <w:snapToGrid/>
            <w:sz w:val="20"/>
            <w:szCs w:val="20"/>
          </w:rPr>
          <w:tab/>
        </w:r>
        <w:r w:rsidR="000A5011" w:rsidRPr="000A5011">
          <w:rPr>
            <w:rStyle w:val="Hyperlink"/>
            <w:bCs w:val="0"/>
            <w:sz w:val="20"/>
            <w:szCs w:val="20"/>
          </w:rPr>
          <w:t>Modeling of Private Use Networks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3-163</w:t>
        </w:r>
        <w:r w:rsidR="000A5011" w:rsidRPr="000A5011">
          <w:rPr>
            <w:bCs w:val="0"/>
            <w:webHidden/>
            <w:sz w:val="20"/>
            <w:szCs w:val="20"/>
          </w:rPr>
          <w:fldChar w:fldCharType="end"/>
        </w:r>
      </w:hyperlink>
    </w:p>
    <w:p w14:paraId="6EEF65E0" w14:textId="6A39754C" w:rsidR="000A5011" w:rsidRPr="000A5011" w:rsidRDefault="005F79DD">
      <w:pPr>
        <w:pStyle w:val="TOC4"/>
        <w:rPr>
          <w:rFonts w:eastAsiaTheme="minorEastAsia"/>
          <w:bCs w:val="0"/>
          <w:snapToGrid/>
          <w:sz w:val="20"/>
          <w:szCs w:val="20"/>
        </w:rPr>
      </w:pPr>
      <w:hyperlink w:anchor="_Toc75942479" w:history="1">
        <w:r w:rsidR="000A5011" w:rsidRPr="000A5011">
          <w:rPr>
            <w:rStyle w:val="Hyperlink"/>
            <w:bCs w:val="0"/>
            <w:sz w:val="20"/>
            <w:szCs w:val="20"/>
          </w:rPr>
          <w:t>3.10.7.4</w:t>
        </w:r>
        <w:r w:rsidR="000A5011" w:rsidRPr="000A5011">
          <w:rPr>
            <w:rFonts w:eastAsiaTheme="minorEastAsia"/>
            <w:bCs w:val="0"/>
            <w:snapToGrid/>
            <w:sz w:val="20"/>
            <w:szCs w:val="20"/>
          </w:rPr>
          <w:tab/>
        </w:r>
        <w:r w:rsidR="000A5011" w:rsidRPr="000A5011">
          <w:rPr>
            <w:rStyle w:val="Hyperlink"/>
            <w:bCs w:val="0"/>
            <w:sz w:val="20"/>
            <w:szCs w:val="20"/>
          </w:rPr>
          <w:t>Remedial Action Schemes, Automatic Mitigation Plans and Remedial Action Plans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3-164</w:t>
        </w:r>
        <w:r w:rsidR="000A5011" w:rsidRPr="000A5011">
          <w:rPr>
            <w:bCs w:val="0"/>
            <w:webHidden/>
            <w:sz w:val="20"/>
            <w:szCs w:val="20"/>
          </w:rPr>
          <w:fldChar w:fldCharType="end"/>
        </w:r>
      </w:hyperlink>
    </w:p>
    <w:p w14:paraId="71242581" w14:textId="7D96134F" w:rsidR="000A5011" w:rsidRPr="000A5011" w:rsidRDefault="005F79DD">
      <w:pPr>
        <w:pStyle w:val="TOC4"/>
        <w:rPr>
          <w:rFonts w:eastAsiaTheme="minorEastAsia"/>
          <w:bCs w:val="0"/>
          <w:snapToGrid/>
          <w:sz w:val="20"/>
          <w:szCs w:val="20"/>
        </w:rPr>
      </w:pPr>
      <w:hyperlink w:anchor="_Toc75942480" w:history="1">
        <w:r w:rsidR="000A5011" w:rsidRPr="000A5011">
          <w:rPr>
            <w:rStyle w:val="Hyperlink"/>
            <w:bCs w:val="0"/>
            <w:sz w:val="20"/>
            <w:szCs w:val="20"/>
          </w:rPr>
          <w:t>3.10.7.5</w:t>
        </w:r>
        <w:r w:rsidR="000A5011" w:rsidRPr="000A5011">
          <w:rPr>
            <w:rFonts w:eastAsiaTheme="minorEastAsia"/>
            <w:bCs w:val="0"/>
            <w:snapToGrid/>
            <w:sz w:val="20"/>
            <w:szCs w:val="20"/>
          </w:rPr>
          <w:tab/>
        </w:r>
        <w:r w:rsidR="000A5011" w:rsidRPr="000A5011">
          <w:rPr>
            <w:rStyle w:val="Hyperlink"/>
            <w:bCs w:val="0"/>
            <w:sz w:val="20"/>
            <w:szCs w:val="20"/>
          </w:rPr>
          <w:t>Telemetry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3-165</w:t>
        </w:r>
        <w:r w:rsidR="000A5011" w:rsidRPr="000A5011">
          <w:rPr>
            <w:bCs w:val="0"/>
            <w:webHidden/>
            <w:sz w:val="20"/>
            <w:szCs w:val="20"/>
          </w:rPr>
          <w:fldChar w:fldCharType="end"/>
        </w:r>
      </w:hyperlink>
    </w:p>
    <w:p w14:paraId="12BFABB2" w14:textId="1E7BA0D2" w:rsidR="000A5011" w:rsidRPr="000A5011" w:rsidRDefault="005F79DD">
      <w:pPr>
        <w:pStyle w:val="TOC5"/>
        <w:rPr>
          <w:rFonts w:eastAsiaTheme="minorEastAsia"/>
          <w:i w:val="0"/>
          <w:sz w:val="20"/>
          <w:szCs w:val="20"/>
        </w:rPr>
      </w:pPr>
      <w:hyperlink w:anchor="_Toc75942481" w:history="1">
        <w:r w:rsidR="000A5011" w:rsidRPr="000A5011">
          <w:rPr>
            <w:rStyle w:val="Hyperlink"/>
            <w:i w:val="0"/>
            <w:sz w:val="20"/>
            <w:szCs w:val="20"/>
          </w:rPr>
          <w:t>3.10.7.5.1</w:t>
        </w:r>
        <w:r w:rsidR="000A5011" w:rsidRPr="000A5011">
          <w:rPr>
            <w:rFonts w:eastAsiaTheme="minorEastAsia"/>
            <w:i w:val="0"/>
            <w:sz w:val="20"/>
            <w:szCs w:val="20"/>
          </w:rPr>
          <w:tab/>
        </w:r>
        <w:r w:rsidR="000A5011" w:rsidRPr="000A5011">
          <w:rPr>
            <w:rStyle w:val="Hyperlink"/>
            <w:i w:val="0"/>
            <w:sz w:val="20"/>
            <w:szCs w:val="20"/>
          </w:rPr>
          <w:t>Continuous Telemetry of the Status of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3-167</w:t>
        </w:r>
        <w:r w:rsidR="000A5011" w:rsidRPr="000A5011">
          <w:rPr>
            <w:i w:val="0"/>
            <w:webHidden/>
            <w:sz w:val="20"/>
            <w:szCs w:val="20"/>
          </w:rPr>
          <w:fldChar w:fldCharType="end"/>
        </w:r>
      </w:hyperlink>
    </w:p>
    <w:p w14:paraId="5E2A7972" w14:textId="5D6BA2E4" w:rsidR="000A5011" w:rsidRPr="000A5011" w:rsidRDefault="005F79DD">
      <w:pPr>
        <w:pStyle w:val="TOC5"/>
        <w:rPr>
          <w:rFonts w:eastAsiaTheme="minorEastAsia"/>
          <w:i w:val="0"/>
          <w:sz w:val="20"/>
          <w:szCs w:val="20"/>
        </w:rPr>
      </w:pPr>
      <w:hyperlink w:anchor="_Toc75942482" w:history="1">
        <w:r w:rsidR="000A5011" w:rsidRPr="000A5011">
          <w:rPr>
            <w:rStyle w:val="Hyperlink"/>
            <w:i w:val="0"/>
            <w:sz w:val="20"/>
            <w:szCs w:val="20"/>
          </w:rPr>
          <w:t>3.10.7.5.2</w:t>
        </w:r>
        <w:r w:rsidR="000A5011" w:rsidRPr="000A5011">
          <w:rPr>
            <w:rFonts w:eastAsiaTheme="minorEastAsia"/>
            <w:i w:val="0"/>
            <w:sz w:val="20"/>
            <w:szCs w:val="20"/>
          </w:rPr>
          <w:tab/>
        </w:r>
        <w:r w:rsidR="000A5011" w:rsidRPr="000A5011">
          <w:rPr>
            <w:rStyle w:val="Hyperlink"/>
            <w:i w:val="0"/>
            <w:sz w:val="20"/>
            <w:szCs w:val="20"/>
          </w:rPr>
          <w:t>Continuous Telemetry of the Real-Time Measurements of Bus Load, Voltages, Tap Position, and Flows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3-170</w:t>
        </w:r>
        <w:r w:rsidR="000A5011" w:rsidRPr="000A5011">
          <w:rPr>
            <w:i w:val="0"/>
            <w:webHidden/>
            <w:sz w:val="20"/>
            <w:szCs w:val="20"/>
          </w:rPr>
          <w:fldChar w:fldCharType="end"/>
        </w:r>
      </w:hyperlink>
    </w:p>
    <w:p w14:paraId="1E81E395" w14:textId="6F3DDCA2" w:rsidR="000A5011" w:rsidRPr="000A5011" w:rsidRDefault="005F79DD">
      <w:pPr>
        <w:pStyle w:val="TOC4"/>
        <w:rPr>
          <w:rFonts w:eastAsiaTheme="minorEastAsia"/>
          <w:bCs w:val="0"/>
          <w:snapToGrid/>
          <w:sz w:val="20"/>
          <w:szCs w:val="20"/>
        </w:rPr>
      </w:pPr>
      <w:hyperlink w:anchor="_Toc75942483" w:history="1">
        <w:r w:rsidR="000A5011" w:rsidRPr="000A5011">
          <w:rPr>
            <w:rStyle w:val="Hyperlink"/>
            <w:bCs w:val="0"/>
            <w:sz w:val="20"/>
            <w:szCs w:val="20"/>
          </w:rPr>
          <w:t xml:space="preserve">3.10.7.5.3 </w:t>
        </w:r>
        <w:r w:rsidR="000A5011" w:rsidRPr="000A5011">
          <w:rPr>
            <w:rFonts w:eastAsiaTheme="minorEastAsia"/>
            <w:bCs w:val="0"/>
            <w:snapToGrid/>
            <w:sz w:val="20"/>
            <w:szCs w:val="20"/>
          </w:rPr>
          <w:tab/>
        </w:r>
        <w:r w:rsidR="000A5011" w:rsidRPr="000A5011">
          <w:rPr>
            <w:rStyle w:val="Hyperlink"/>
            <w:bCs w:val="0"/>
            <w:sz w:val="20"/>
            <w:szCs w:val="20"/>
          </w:rPr>
          <w:t>Required Telemetry of Voltage and Power Flow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3-172</w:t>
        </w:r>
        <w:r w:rsidR="000A5011" w:rsidRPr="000A5011">
          <w:rPr>
            <w:bCs w:val="0"/>
            <w:webHidden/>
            <w:sz w:val="20"/>
            <w:szCs w:val="20"/>
          </w:rPr>
          <w:fldChar w:fldCharType="end"/>
        </w:r>
      </w:hyperlink>
    </w:p>
    <w:p w14:paraId="78048472" w14:textId="70760A51" w:rsidR="000A5011" w:rsidRPr="000A5011" w:rsidRDefault="005F79DD">
      <w:pPr>
        <w:pStyle w:val="TOC3"/>
        <w:rPr>
          <w:rFonts w:eastAsiaTheme="minorEastAsia"/>
          <w:bCs w:val="0"/>
          <w:i w:val="0"/>
          <w:iCs w:val="0"/>
        </w:rPr>
      </w:pPr>
      <w:hyperlink w:anchor="_Toc75942484" w:history="1">
        <w:r w:rsidR="000A5011" w:rsidRPr="000A5011">
          <w:rPr>
            <w:rStyle w:val="Hyperlink"/>
            <w:bCs w:val="0"/>
            <w:i w:val="0"/>
            <w:iCs w:val="0"/>
          </w:rPr>
          <w:t>3.10.7.5.4</w:t>
        </w:r>
        <w:r w:rsidR="000A5011" w:rsidRPr="000A5011">
          <w:rPr>
            <w:rFonts w:eastAsiaTheme="minorEastAsia"/>
            <w:bCs w:val="0"/>
            <w:i w:val="0"/>
            <w:iCs w:val="0"/>
          </w:rPr>
          <w:tab/>
        </w:r>
        <w:r w:rsidR="000A5011" w:rsidRPr="000A5011">
          <w:rPr>
            <w:rStyle w:val="Hyperlink"/>
            <w:bCs w:val="0"/>
            <w:i w:val="0"/>
            <w:iCs w:val="0"/>
          </w:rPr>
          <w:t>General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3-173</w:t>
        </w:r>
        <w:r w:rsidR="000A5011" w:rsidRPr="000A5011">
          <w:rPr>
            <w:bCs w:val="0"/>
            <w:i w:val="0"/>
            <w:iCs w:val="0"/>
            <w:webHidden/>
          </w:rPr>
          <w:fldChar w:fldCharType="end"/>
        </w:r>
      </w:hyperlink>
    </w:p>
    <w:p w14:paraId="605A07E4" w14:textId="0E5DAF72" w:rsidR="000A5011" w:rsidRPr="000A5011" w:rsidRDefault="005F79DD">
      <w:pPr>
        <w:pStyle w:val="TOC3"/>
        <w:rPr>
          <w:rFonts w:eastAsiaTheme="minorEastAsia"/>
          <w:bCs w:val="0"/>
          <w:i w:val="0"/>
          <w:iCs w:val="0"/>
        </w:rPr>
      </w:pPr>
      <w:hyperlink w:anchor="_Toc75942485" w:history="1">
        <w:r w:rsidR="000A5011" w:rsidRPr="000A5011">
          <w:rPr>
            <w:rStyle w:val="Hyperlink"/>
            <w:bCs w:val="0"/>
            <w:i w:val="0"/>
            <w:iCs w:val="0"/>
          </w:rPr>
          <w:t>3.10.7.5.5</w:t>
        </w:r>
        <w:r w:rsidR="000A5011" w:rsidRPr="000A5011">
          <w:rPr>
            <w:rFonts w:eastAsiaTheme="minorEastAsia"/>
            <w:bCs w:val="0"/>
            <w:i w:val="0"/>
            <w:iCs w:val="0"/>
          </w:rPr>
          <w:tab/>
        </w:r>
        <w:r w:rsidR="000A5011" w:rsidRPr="000A5011">
          <w:rPr>
            <w:rStyle w:val="Hyperlink"/>
            <w:bCs w:val="0"/>
            <w:i w:val="0"/>
            <w:iCs w:val="0"/>
          </w:rPr>
          <w:t>Supplemental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3-174</w:t>
        </w:r>
        <w:r w:rsidR="000A5011" w:rsidRPr="000A5011">
          <w:rPr>
            <w:bCs w:val="0"/>
            <w:i w:val="0"/>
            <w:iCs w:val="0"/>
            <w:webHidden/>
          </w:rPr>
          <w:fldChar w:fldCharType="end"/>
        </w:r>
      </w:hyperlink>
    </w:p>
    <w:p w14:paraId="78EDA70B" w14:textId="5DE054CA" w:rsidR="000A5011" w:rsidRPr="000A5011" w:rsidRDefault="005F79DD">
      <w:pPr>
        <w:pStyle w:val="TOC3"/>
        <w:rPr>
          <w:rFonts w:eastAsiaTheme="minorEastAsia"/>
          <w:bCs w:val="0"/>
          <w:i w:val="0"/>
          <w:iCs w:val="0"/>
        </w:rPr>
      </w:pPr>
      <w:hyperlink w:anchor="_Toc75942486" w:history="1">
        <w:r w:rsidR="000A5011" w:rsidRPr="000A5011">
          <w:rPr>
            <w:rStyle w:val="Hyperlink"/>
            <w:bCs w:val="0"/>
            <w:i w:val="0"/>
            <w:iCs w:val="0"/>
          </w:rPr>
          <w:t>3.10.7.5.6</w:t>
        </w:r>
        <w:r w:rsidR="000A5011" w:rsidRPr="000A5011">
          <w:rPr>
            <w:rFonts w:eastAsiaTheme="minorEastAsia"/>
            <w:bCs w:val="0"/>
            <w:i w:val="0"/>
            <w:iCs w:val="0"/>
          </w:rPr>
          <w:tab/>
        </w:r>
        <w:r w:rsidR="000A5011" w:rsidRPr="000A5011">
          <w:rPr>
            <w:rStyle w:val="Hyperlink"/>
            <w:bCs w:val="0"/>
            <w:i w:val="0"/>
            <w:iCs w:val="0"/>
          </w:rPr>
          <w:t>TSP/QSE Telemetry Restoration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502E3C71" w14:textId="656DA20A" w:rsidR="000A5011" w:rsidRPr="000A5011" w:rsidRDefault="005F79DD">
      <w:pPr>
        <w:pStyle w:val="TOC3"/>
        <w:rPr>
          <w:rFonts w:eastAsiaTheme="minorEastAsia"/>
          <w:bCs w:val="0"/>
          <w:i w:val="0"/>
          <w:iCs w:val="0"/>
        </w:rPr>
      </w:pPr>
      <w:hyperlink w:anchor="_Toc75942487" w:history="1">
        <w:r w:rsidR="000A5011" w:rsidRPr="000A5011">
          <w:rPr>
            <w:rStyle w:val="Hyperlink"/>
            <w:bCs w:val="0"/>
            <w:i w:val="0"/>
            <w:iCs w:val="0"/>
          </w:rPr>
          <w:t>3.10.7.5.7</w:t>
        </w:r>
        <w:r w:rsidR="000A5011" w:rsidRPr="000A5011">
          <w:rPr>
            <w:rFonts w:eastAsiaTheme="minorEastAsia"/>
            <w:bCs w:val="0"/>
            <w:i w:val="0"/>
            <w:iCs w:val="0"/>
          </w:rPr>
          <w:tab/>
        </w:r>
        <w:r w:rsidR="000A5011" w:rsidRPr="000A5011">
          <w:rPr>
            <w:rStyle w:val="Hyperlink"/>
            <w:bCs w:val="0"/>
            <w:i w:val="0"/>
            <w:iCs w:val="0"/>
          </w:rPr>
          <w:t>Calibration, Quality Checking, and Testing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18D1A72D" w14:textId="2CE49D4B" w:rsidR="000A5011" w:rsidRPr="000A5011" w:rsidRDefault="005F79DD">
      <w:pPr>
        <w:pStyle w:val="TOC3"/>
        <w:rPr>
          <w:rFonts w:eastAsiaTheme="minorEastAsia"/>
          <w:bCs w:val="0"/>
          <w:i w:val="0"/>
          <w:iCs w:val="0"/>
        </w:rPr>
      </w:pPr>
      <w:hyperlink w:anchor="_Toc75942488" w:history="1">
        <w:r w:rsidR="000A5011" w:rsidRPr="000A5011">
          <w:rPr>
            <w:rStyle w:val="Hyperlink"/>
            <w:bCs w:val="0"/>
            <w:i w:val="0"/>
            <w:iCs w:val="0"/>
          </w:rPr>
          <w:t>3.10.7.5.8</w:t>
        </w:r>
        <w:r w:rsidR="000A5011" w:rsidRPr="000A5011">
          <w:rPr>
            <w:rFonts w:eastAsiaTheme="minorEastAsia"/>
            <w:bCs w:val="0"/>
            <w:i w:val="0"/>
            <w:iCs w:val="0"/>
          </w:rPr>
          <w:tab/>
        </w:r>
        <w:r w:rsidR="000A5011" w:rsidRPr="000A5011">
          <w:rPr>
            <w:rStyle w:val="Hyperlink"/>
            <w:bCs w:val="0"/>
            <w:i w:val="0"/>
            <w:iCs w:val="0"/>
          </w:rPr>
          <w:t>Inter-Control Center Communications Protocol (ICCP) Links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3-176</w:t>
        </w:r>
        <w:r w:rsidR="000A5011" w:rsidRPr="000A5011">
          <w:rPr>
            <w:bCs w:val="0"/>
            <w:i w:val="0"/>
            <w:iCs w:val="0"/>
            <w:webHidden/>
          </w:rPr>
          <w:fldChar w:fldCharType="end"/>
        </w:r>
      </w:hyperlink>
    </w:p>
    <w:p w14:paraId="3E0720F2" w14:textId="35D4E61F" w:rsidR="000A5011" w:rsidRPr="000A5011" w:rsidRDefault="005F79DD">
      <w:pPr>
        <w:pStyle w:val="TOC4"/>
        <w:rPr>
          <w:rFonts w:eastAsiaTheme="minorEastAsia"/>
          <w:bCs w:val="0"/>
          <w:snapToGrid/>
          <w:sz w:val="20"/>
          <w:szCs w:val="20"/>
        </w:rPr>
      </w:pPr>
      <w:hyperlink w:anchor="_Toc75942489" w:history="1">
        <w:r w:rsidR="000A5011" w:rsidRPr="000A5011">
          <w:rPr>
            <w:rStyle w:val="Hyperlink"/>
            <w:bCs w:val="0"/>
            <w:sz w:val="20"/>
            <w:szCs w:val="20"/>
          </w:rPr>
          <w:t>3.10.7.5.8.1</w:t>
        </w:r>
        <w:r w:rsidR="000A5011" w:rsidRPr="000A5011">
          <w:rPr>
            <w:rFonts w:eastAsiaTheme="minorEastAsia"/>
            <w:bCs w:val="0"/>
            <w:snapToGrid/>
            <w:sz w:val="20"/>
            <w:szCs w:val="20"/>
          </w:rPr>
          <w:tab/>
        </w:r>
        <w:r w:rsidR="000A5011" w:rsidRPr="000A5011">
          <w:rPr>
            <w:rStyle w:val="Hyperlink"/>
            <w:bCs w:val="0"/>
            <w:sz w:val="20"/>
            <w:szCs w:val="20"/>
          </w:rPr>
          <w:t>Data Quality Codes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3287B536" w14:textId="1208D528" w:rsidR="000A5011" w:rsidRPr="000A5011" w:rsidRDefault="005F79DD">
      <w:pPr>
        <w:pStyle w:val="TOC4"/>
        <w:rPr>
          <w:rFonts w:eastAsiaTheme="minorEastAsia"/>
          <w:bCs w:val="0"/>
          <w:snapToGrid/>
          <w:sz w:val="20"/>
          <w:szCs w:val="20"/>
        </w:rPr>
      </w:pPr>
      <w:hyperlink w:anchor="_Toc75942490" w:history="1">
        <w:r w:rsidR="000A5011" w:rsidRPr="000A5011">
          <w:rPr>
            <w:rStyle w:val="Hyperlink"/>
            <w:bCs w:val="0"/>
            <w:sz w:val="20"/>
            <w:szCs w:val="20"/>
          </w:rPr>
          <w:t>3.10.7.5.8.2</w:t>
        </w:r>
        <w:r w:rsidR="000A5011" w:rsidRPr="000A5011">
          <w:rPr>
            <w:rFonts w:eastAsiaTheme="minorEastAsia"/>
            <w:bCs w:val="0"/>
            <w:snapToGrid/>
            <w:sz w:val="20"/>
            <w:szCs w:val="20"/>
          </w:rPr>
          <w:tab/>
        </w:r>
        <w:r w:rsidR="000A5011" w:rsidRPr="000A5011">
          <w:rPr>
            <w:rStyle w:val="Hyperlink"/>
            <w:bCs w:val="0"/>
            <w:sz w:val="20"/>
            <w:szCs w:val="20"/>
          </w:rPr>
          <w:t>Reliability of ICCP Associations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1B3FB588" w14:textId="54C72ED9" w:rsidR="000A5011" w:rsidRPr="000A5011" w:rsidRDefault="005F79DD">
      <w:pPr>
        <w:pStyle w:val="TOC3"/>
        <w:rPr>
          <w:rFonts w:eastAsiaTheme="minorEastAsia"/>
          <w:bCs w:val="0"/>
          <w:i w:val="0"/>
          <w:iCs w:val="0"/>
        </w:rPr>
      </w:pPr>
      <w:hyperlink w:anchor="_Toc75942491" w:history="1">
        <w:r w:rsidR="000A5011" w:rsidRPr="000A5011">
          <w:rPr>
            <w:rStyle w:val="Hyperlink"/>
            <w:bCs w:val="0"/>
            <w:i w:val="0"/>
            <w:iCs w:val="0"/>
          </w:rPr>
          <w:t>3.10.7.5.9</w:t>
        </w:r>
        <w:r w:rsidR="000A5011" w:rsidRPr="000A5011">
          <w:rPr>
            <w:rFonts w:eastAsiaTheme="minorEastAsia"/>
            <w:bCs w:val="0"/>
            <w:i w:val="0"/>
            <w:iCs w:val="0"/>
          </w:rPr>
          <w:tab/>
        </w:r>
        <w:r w:rsidR="000A5011" w:rsidRPr="000A5011">
          <w:rPr>
            <w:rStyle w:val="Hyperlink"/>
            <w:bCs w:val="0"/>
            <w:i w:val="0"/>
            <w:iCs w:val="0"/>
          </w:rPr>
          <w:t>ERCOT Requests for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3-177</w:t>
        </w:r>
        <w:r w:rsidR="000A5011" w:rsidRPr="000A5011">
          <w:rPr>
            <w:bCs w:val="0"/>
            <w:i w:val="0"/>
            <w:iCs w:val="0"/>
            <w:webHidden/>
          </w:rPr>
          <w:fldChar w:fldCharType="end"/>
        </w:r>
      </w:hyperlink>
    </w:p>
    <w:p w14:paraId="7623DEDF" w14:textId="0457476E" w:rsidR="000A5011" w:rsidRPr="000A5011" w:rsidRDefault="005F79DD">
      <w:pPr>
        <w:pStyle w:val="TOC3"/>
        <w:tabs>
          <w:tab w:val="left" w:pos="2700"/>
        </w:tabs>
        <w:rPr>
          <w:rFonts w:eastAsiaTheme="minorEastAsia"/>
          <w:bCs w:val="0"/>
          <w:i w:val="0"/>
          <w:iCs w:val="0"/>
        </w:rPr>
      </w:pPr>
      <w:hyperlink w:anchor="_Toc75942492" w:history="1">
        <w:r w:rsidR="000A5011" w:rsidRPr="000A5011">
          <w:rPr>
            <w:rStyle w:val="Hyperlink"/>
            <w:bCs w:val="0"/>
            <w:i w:val="0"/>
            <w:iCs w:val="0"/>
          </w:rPr>
          <w:t>3.10.7.5.10</w:t>
        </w:r>
        <w:r w:rsidR="000A5011" w:rsidRPr="000A5011">
          <w:rPr>
            <w:rFonts w:eastAsiaTheme="minorEastAsia"/>
            <w:bCs w:val="0"/>
            <w:i w:val="0"/>
            <w:iCs w:val="0"/>
          </w:rPr>
          <w:tab/>
        </w:r>
        <w:r w:rsidR="000A5011" w:rsidRPr="000A5011">
          <w:rPr>
            <w:rStyle w:val="Hyperlink"/>
            <w:bCs w:val="0"/>
            <w:i w:val="0"/>
            <w:iCs w:val="0"/>
          </w:rPr>
          <w:t>ERCOT Requests for Redundant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3-179</w:t>
        </w:r>
        <w:r w:rsidR="000A5011" w:rsidRPr="000A5011">
          <w:rPr>
            <w:bCs w:val="0"/>
            <w:i w:val="0"/>
            <w:iCs w:val="0"/>
            <w:webHidden/>
          </w:rPr>
          <w:fldChar w:fldCharType="end"/>
        </w:r>
      </w:hyperlink>
    </w:p>
    <w:p w14:paraId="592A0141" w14:textId="1BFC3AB6" w:rsidR="000A5011" w:rsidRPr="000A5011" w:rsidRDefault="005F79DD">
      <w:pPr>
        <w:pStyle w:val="TOC4"/>
        <w:rPr>
          <w:rFonts w:eastAsiaTheme="minorEastAsia"/>
          <w:bCs w:val="0"/>
          <w:snapToGrid/>
          <w:sz w:val="20"/>
          <w:szCs w:val="20"/>
        </w:rPr>
      </w:pPr>
      <w:hyperlink w:anchor="_Toc75942493" w:history="1">
        <w:r w:rsidR="000A5011" w:rsidRPr="000A5011">
          <w:rPr>
            <w:rStyle w:val="Hyperlink"/>
            <w:bCs w:val="0"/>
            <w:sz w:val="20"/>
            <w:szCs w:val="20"/>
          </w:rPr>
          <w:t>3.10.7.6</w:t>
        </w:r>
        <w:r w:rsidR="000A5011" w:rsidRPr="000A5011">
          <w:rPr>
            <w:rFonts w:eastAsiaTheme="minorEastAsia"/>
            <w:bCs w:val="0"/>
            <w:snapToGrid/>
            <w:sz w:val="20"/>
            <w:szCs w:val="20"/>
          </w:rPr>
          <w:tab/>
        </w:r>
        <w:r w:rsidR="000A5011" w:rsidRPr="000A5011">
          <w:rPr>
            <w:rStyle w:val="Hyperlink"/>
            <w:bCs w:val="0"/>
            <w:sz w:val="20"/>
            <w:szCs w:val="20"/>
          </w:rPr>
          <w:t>Use of Generic Transmission Constraints and Generic Transmission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3-180</w:t>
        </w:r>
        <w:r w:rsidR="000A5011" w:rsidRPr="000A5011">
          <w:rPr>
            <w:bCs w:val="0"/>
            <w:webHidden/>
            <w:sz w:val="20"/>
            <w:szCs w:val="20"/>
          </w:rPr>
          <w:fldChar w:fldCharType="end"/>
        </w:r>
      </w:hyperlink>
    </w:p>
    <w:p w14:paraId="3B7EF859" w14:textId="4914C59F" w:rsidR="000A5011" w:rsidRPr="000A5011" w:rsidRDefault="005F79DD">
      <w:pPr>
        <w:pStyle w:val="TOC4"/>
        <w:rPr>
          <w:rFonts w:eastAsiaTheme="minorEastAsia"/>
          <w:bCs w:val="0"/>
          <w:snapToGrid/>
          <w:sz w:val="20"/>
          <w:szCs w:val="20"/>
        </w:rPr>
      </w:pPr>
      <w:hyperlink w:anchor="_Toc75942494" w:history="1">
        <w:r w:rsidR="000A5011" w:rsidRPr="000A5011">
          <w:rPr>
            <w:rStyle w:val="Hyperlink"/>
            <w:bCs w:val="0"/>
            <w:sz w:val="20"/>
            <w:szCs w:val="20"/>
          </w:rPr>
          <w:t>3.10.7.7</w:t>
        </w:r>
        <w:r w:rsidR="000A5011" w:rsidRPr="000A5011">
          <w:rPr>
            <w:rFonts w:eastAsiaTheme="minorEastAsia"/>
            <w:bCs w:val="0"/>
            <w:snapToGrid/>
            <w:sz w:val="20"/>
            <w:szCs w:val="20"/>
          </w:rPr>
          <w:tab/>
        </w:r>
        <w:r w:rsidR="000A5011" w:rsidRPr="000A5011">
          <w:rPr>
            <w:rStyle w:val="Hyperlink"/>
            <w:bCs w:val="0"/>
            <w:sz w:val="20"/>
            <w:szCs w:val="20"/>
          </w:rPr>
          <w:t>DC Tie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3-181</w:t>
        </w:r>
        <w:r w:rsidR="000A5011" w:rsidRPr="000A5011">
          <w:rPr>
            <w:bCs w:val="0"/>
            <w:webHidden/>
            <w:sz w:val="20"/>
            <w:szCs w:val="20"/>
          </w:rPr>
          <w:fldChar w:fldCharType="end"/>
        </w:r>
      </w:hyperlink>
    </w:p>
    <w:p w14:paraId="53D5A244" w14:textId="2DF190C8" w:rsidR="000A5011" w:rsidRPr="000A5011" w:rsidRDefault="005F79DD">
      <w:pPr>
        <w:pStyle w:val="TOC3"/>
        <w:rPr>
          <w:rFonts w:eastAsiaTheme="minorEastAsia"/>
          <w:bCs w:val="0"/>
          <w:i w:val="0"/>
          <w:iCs w:val="0"/>
        </w:rPr>
      </w:pPr>
      <w:hyperlink w:anchor="_Toc75942496" w:history="1">
        <w:r w:rsidR="000A5011" w:rsidRPr="000A5011">
          <w:rPr>
            <w:rStyle w:val="Hyperlink"/>
            <w:bCs w:val="0"/>
            <w:i w:val="0"/>
            <w:iCs w:val="0"/>
          </w:rPr>
          <w:t>3.10.8</w:t>
        </w:r>
        <w:r w:rsidR="000A5011" w:rsidRPr="000A5011">
          <w:rPr>
            <w:rFonts w:eastAsiaTheme="minorEastAsia"/>
            <w:bCs w:val="0"/>
            <w:i w:val="0"/>
            <w:iCs w:val="0"/>
          </w:rPr>
          <w:tab/>
        </w:r>
        <w:r w:rsidR="000A5011" w:rsidRPr="000A5011">
          <w:rPr>
            <w:rStyle w:val="Hyperlink"/>
            <w:bCs w:val="0"/>
            <w:i w:val="0"/>
            <w:iCs w:val="0"/>
          </w:rPr>
          <w:t>Dynamic Ratings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3-182</w:t>
        </w:r>
        <w:r w:rsidR="000A5011" w:rsidRPr="000A5011">
          <w:rPr>
            <w:bCs w:val="0"/>
            <w:i w:val="0"/>
            <w:iCs w:val="0"/>
            <w:webHidden/>
          </w:rPr>
          <w:fldChar w:fldCharType="end"/>
        </w:r>
      </w:hyperlink>
    </w:p>
    <w:p w14:paraId="45BEEC69" w14:textId="3D3B8F77" w:rsidR="000A5011" w:rsidRPr="000A5011" w:rsidRDefault="005F79DD">
      <w:pPr>
        <w:pStyle w:val="TOC4"/>
        <w:rPr>
          <w:rFonts w:eastAsiaTheme="minorEastAsia"/>
          <w:bCs w:val="0"/>
          <w:snapToGrid/>
          <w:sz w:val="20"/>
          <w:szCs w:val="20"/>
        </w:rPr>
      </w:pPr>
      <w:hyperlink w:anchor="_Toc75942497" w:history="1">
        <w:r w:rsidR="000A5011" w:rsidRPr="000A5011">
          <w:rPr>
            <w:rStyle w:val="Hyperlink"/>
            <w:bCs w:val="0"/>
            <w:sz w:val="20"/>
            <w:szCs w:val="20"/>
          </w:rPr>
          <w:t>3.10.8.1</w:t>
        </w:r>
        <w:r w:rsidR="000A5011" w:rsidRPr="000A5011">
          <w:rPr>
            <w:rFonts w:eastAsiaTheme="minorEastAsia"/>
            <w:bCs w:val="0"/>
            <w:snapToGrid/>
            <w:sz w:val="20"/>
            <w:szCs w:val="20"/>
          </w:rPr>
          <w:tab/>
        </w:r>
        <w:r w:rsidR="000A5011" w:rsidRPr="000A5011">
          <w:rPr>
            <w:rStyle w:val="Hyperlink"/>
            <w:bCs w:val="0"/>
            <w:sz w:val="20"/>
            <w:szCs w:val="20"/>
          </w:rPr>
          <w:t>Dynamic Ratings Delivered via ICCP</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48804C97" w14:textId="2FDDCB57" w:rsidR="000A5011" w:rsidRPr="000A5011" w:rsidRDefault="005F79DD">
      <w:pPr>
        <w:pStyle w:val="TOC4"/>
        <w:rPr>
          <w:rFonts w:eastAsiaTheme="minorEastAsia"/>
          <w:bCs w:val="0"/>
          <w:snapToGrid/>
          <w:sz w:val="20"/>
          <w:szCs w:val="20"/>
        </w:rPr>
      </w:pPr>
      <w:hyperlink w:anchor="_Toc75942498" w:history="1">
        <w:r w:rsidR="000A5011" w:rsidRPr="000A5011">
          <w:rPr>
            <w:rStyle w:val="Hyperlink"/>
            <w:bCs w:val="0"/>
            <w:sz w:val="20"/>
            <w:szCs w:val="20"/>
          </w:rPr>
          <w:t>3.10.8.2</w:t>
        </w:r>
        <w:r w:rsidR="000A5011" w:rsidRPr="000A5011">
          <w:rPr>
            <w:rFonts w:eastAsiaTheme="minorEastAsia"/>
            <w:bCs w:val="0"/>
            <w:snapToGrid/>
            <w:sz w:val="20"/>
            <w:szCs w:val="20"/>
          </w:rPr>
          <w:tab/>
        </w:r>
        <w:r w:rsidR="000A5011" w:rsidRPr="000A5011">
          <w:rPr>
            <w:rStyle w:val="Hyperlink"/>
            <w:bCs w:val="0"/>
            <w:sz w:val="20"/>
            <w:szCs w:val="20"/>
          </w:rPr>
          <w:t>Dynamic Ratings Delivered via Static Table and Telemetered Temperature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7D070B87" w14:textId="1580E2FA" w:rsidR="000A5011" w:rsidRPr="000A5011" w:rsidRDefault="005F79DD">
      <w:pPr>
        <w:pStyle w:val="TOC4"/>
        <w:rPr>
          <w:rFonts w:eastAsiaTheme="minorEastAsia"/>
          <w:bCs w:val="0"/>
          <w:snapToGrid/>
          <w:sz w:val="20"/>
          <w:szCs w:val="20"/>
        </w:rPr>
      </w:pPr>
      <w:hyperlink w:anchor="_Toc75942499" w:history="1">
        <w:r w:rsidR="000A5011" w:rsidRPr="000A5011">
          <w:rPr>
            <w:rStyle w:val="Hyperlink"/>
            <w:bCs w:val="0"/>
            <w:sz w:val="20"/>
            <w:szCs w:val="20"/>
          </w:rPr>
          <w:t>3.10.8.3</w:t>
        </w:r>
        <w:r w:rsidR="000A5011" w:rsidRPr="000A5011">
          <w:rPr>
            <w:rFonts w:eastAsiaTheme="minorEastAsia"/>
            <w:bCs w:val="0"/>
            <w:snapToGrid/>
            <w:sz w:val="20"/>
            <w:szCs w:val="20"/>
          </w:rPr>
          <w:tab/>
        </w:r>
        <w:r w:rsidR="000A5011" w:rsidRPr="000A5011">
          <w:rPr>
            <w:rStyle w:val="Hyperlink"/>
            <w:bCs w:val="0"/>
            <w:sz w:val="20"/>
            <w:szCs w:val="20"/>
          </w:rPr>
          <w:t>Dynamic Rating Network Operations Model Change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12522F9C" w14:textId="78A91678" w:rsidR="000A5011" w:rsidRPr="000A5011" w:rsidRDefault="005F79DD">
      <w:pPr>
        <w:pStyle w:val="TOC4"/>
        <w:rPr>
          <w:rFonts w:eastAsiaTheme="minorEastAsia"/>
          <w:bCs w:val="0"/>
          <w:snapToGrid/>
          <w:sz w:val="20"/>
          <w:szCs w:val="20"/>
        </w:rPr>
      </w:pPr>
      <w:hyperlink w:anchor="_Toc75942500" w:history="1">
        <w:r w:rsidR="000A5011" w:rsidRPr="000A5011">
          <w:rPr>
            <w:rStyle w:val="Hyperlink"/>
            <w:bCs w:val="0"/>
            <w:sz w:val="20"/>
            <w:szCs w:val="20"/>
          </w:rPr>
          <w:t>3.10.8.4</w:t>
        </w:r>
        <w:r w:rsidR="000A5011" w:rsidRPr="000A5011">
          <w:rPr>
            <w:rFonts w:eastAsiaTheme="minorEastAsia"/>
            <w:bCs w:val="0"/>
            <w:snapToGrid/>
            <w:sz w:val="20"/>
            <w:szCs w:val="20"/>
          </w:rPr>
          <w:tab/>
        </w:r>
        <w:r w:rsidR="000A5011" w:rsidRPr="000A5011">
          <w:rPr>
            <w:rStyle w:val="Hyperlink"/>
            <w:bCs w:val="0"/>
            <w:sz w:val="20"/>
            <w:szCs w:val="20"/>
          </w:rPr>
          <w:t>ERCOT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75F926FF" w14:textId="3B764A7B" w:rsidR="000A5011" w:rsidRPr="000A5011" w:rsidRDefault="005F79DD">
      <w:pPr>
        <w:pStyle w:val="TOC4"/>
        <w:rPr>
          <w:rFonts w:eastAsiaTheme="minorEastAsia"/>
          <w:bCs w:val="0"/>
          <w:snapToGrid/>
          <w:sz w:val="20"/>
          <w:szCs w:val="20"/>
        </w:rPr>
      </w:pPr>
      <w:hyperlink w:anchor="_Toc75942501" w:history="1">
        <w:r w:rsidR="000A5011" w:rsidRPr="000A5011">
          <w:rPr>
            <w:rStyle w:val="Hyperlink"/>
            <w:bCs w:val="0"/>
            <w:sz w:val="20"/>
            <w:szCs w:val="20"/>
          </w:rPr>
          <w:t>3.10.8.5</w:t>
        </w:r>
        <w:r w:rsidR="000A5011" w:rsidRPr="000A5011">
          <w:rPr>
            <w:rFonts w:eastAsiaTheme="minorEastAsia"/>
            <w:bCs w:val="0"/>
            <w:snapToGrid/>
            <w:sz w:val="20"/>
            <w:szCs w:val="20"/>
          </w:rPr>
          <w:tab/>
        </w:r>
        <w:r w:rsidR="000A5011" w:rsidRPr="000A5011">
          <w:rPr>
            <w:rStyle w:val="Hyperlink"/>
            <w:bCs w:val="0"/>
            <w:sz w:val="20"/>
            <w:szCs w:val="20"/>
          </w:rPr>
          <w:t>Transmission Service Provider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7259EEBC" w14:textId="04CAA3E0" w:rsidR="000A5011" w:rsidRPr="000A5011" w:rsidRDefault="005F79DD">
      <w:pPr>
        <w:pStyle w:val="TOC3"/>
        <w:rPr>
          <w:rFonts w:eastAsiaTheme="minorEastAsia"/>
          <w:bCs w:val="0"/>
          <w:i w:val="0"/>
          <w:iCs w:val="0"/>
        </w:rPr>
      </w:pPr>
      <w:hyperlink w:anchor="_Toc75942502" w:history="1">
        <w:r w:rsidR="000A5011" w:rsidRPr="000A5011">
          <w:rPr>
            <w:rStyle w:val="Hyperlink"/>
            <w:bCs w:val="0"/>
            <w:i w:val="0"/>
            <w:iCs w:val="0"/>
          </w:rPr>
          <w:t>3.10.9</w:t>
        </w:r>
        <w:r w:rsidR="000A5011" w:rsidRPr="000A5011">
          <w:rPr>
            <w:rFonts w:eastAsiaTheme="minorEastAsia"/>
            <w:bCs w:val="0"/>
            <w:i w:val="0"/>
            <w:iCs w:val="0"/>
          </w:rPr>
          <w:tab/>
        </w:r>
        <w:r w:rsidR="000A5011" w:rsidRPr="000A5011">
          <w:rPr>
            <w:rStyle w:val="Hyperlink"/>
            <w:bCs w:val="0"/>
            <w:i w:val="0"/>
            <w:iCs w:val="0"/>
          </w:rPr>
          <w:t>State Estimator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3-185</w:t>
        </w:r>
        <w:r w:rsidR="000A5011" w:rsidRPr="000A5011">
          <w:rPr>
            <w:bCs w:val="0"/>
            <w:i w:val="0"/>
            <w:iCs w:val="0"/>
            <w:webHidden/>
          </w:rPr>
          <w:fldChar w:fldCharType="end"/>
        </w:r>
      </w:hyperlink>
    </w:p>
    <w:p w14:paraId="7F2883ED" w14:textId="6443B4F8" w:rsidR="000A5011" w:rsidRPr="000A5011" w:rsidRDefault="005F79DD">
      <w:pPr>
        <w:pStyle w:val="TOC4"/>
        <w:rPr>
          <w:rFonts w:eastAsiaTheme="minorEastAsia"/>
          <w:bCs w:val="0"/>
          <w:snapToGrid/>
          <w:sz w:val="20"/>
          <w:szCs w:val="20"/>
        </w:rPr>
      </w:pPr>
      <w:hyperlink w:anchor="_Toc75942503" w:history="1">
        <w:r w:rsidR="000A5011" w:rsidRPr="000A5011">
          <w:rPr>
            <w:rStyle w:val="Hyperlink"/>
            <w:bCs w:val="0"/>
            <w:sz w:val="20"/>
            <w:szCs w:val="20"/>
          </w:rPr>
          <w:t>3.10.9.1</w:t>
        </w:r>
        <w:r w:rsidR="000A5011" w:rsidRPr="000A5011">
          <w:rPr>
            <w:rFonts w:eastAsiaTheme="minorEastAsia"/>
            <w:bCs w:val="0"/>
            <w:snapToGrid/>
            <w:sz w:val="20"/>
            <w:szCs w:val="20"/>
          </w:rPr>
          <w:tab/>
        </w:r>
        <w:r w:rsidR="000A5011" w:rsidRPr="000A5011">
          <w:rPr>
            <w:rStyle w:val="Hyperlink"/>
            <w:bCs w:val="0"/>
            <w:sz w:val="20"/>
            <w:szCs w:val="20"/>
          </w:rPr>
          <w:t>Considerations for State Estimator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505A0F03" w14:textId="27A9949F" w:rsidR="000A5011" w:rsidRPr="000A5011" w:rsidRDefault="005F79DD">
      <w:pPr>
        <w:pStyle w:val="TOC3"/>
        <w:rPr>
          <w:rFonts w:eastAsiaTheme="minorEastAsia"/>
          <w:bCs w:val="0"/>
          <w:i w:val="0"/>
          <w:iCs w:val="0"/>
        </w:rPr>
      </w:pPr>
      <w:hyperlink w:anchor="_Toc75942504" w:history="1">
        <w:r w:rsidR="000A5011" w:rsidRPr="000A5011">
          <w:rPr>
            <w:rStyle w:val="Hyperlink"/>
            <w:bCs w:val="0"/>
            <w:i w:val="0"/>
            <w:iCs w:val="0"/>
          </w:rPr>
          <w:t>3.10.9.2</w:t>
        </w:r>
        <w:r w:rsidR="000A5011" w:rsidRPr="000A5011">
          <w:rPr>
            <w:rFonts w:eastAsiaTheme="minorEastAsia"/>
            <w:bCs w:val="0"/>
            <w:i w:val="0"/>
            <w:iCs w:val="0"/>
          </w:rPr>
          <w:tab/>
        </w:r>
        <w:r w:rsidR="000A5011" w:rsidRPr="000A5011">
          <w:rPr>
            <w:rStyle w:val="Hyperlink"/>
            <w:bCs w:val="0"/>
            <w:i w:val="0"/>
            <w:iCs w:val="0"/>
          </w:rPr>
          <w:t>State Estimator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3-186</w:t>
        </w:r>
        <w:r w:rsidR="000A5011" w:rsidRPr="000A5011">
          <w:rPr>
            <w:bCs w:val="0"/>
            <w:i w:val="0"/>
            <w:iCs w:val="0"/>
            <w:webHidden/>
          </w:rPr>
          <w:fldChar w:fldCharType="end"/>
        </w:r>
      </w:hyperlink>
    </w:p>
    <w:p w14:paraId="29FEBFEE" w14:textId="0835E9E7" w:rsidR="000A5011" w:rsidRPr="000A5011" w:rsidRDefault="005F79DD">
      <w:pPr>
        <w:pStyle w:val="TOC3"/>
        <w:rPr>
          <w:rFonts w:eastAsiaTheme="minorEastAsia"/>
          <w:bCs w:val="0"/>
          <w:i w:val="0"/>
          <w:iCs w:val="0"/>
        </w:rPr>
      </w:pPr>
      <w:hyperlink w:anchor="_Toc75942505" w:history="1">
        <w:r w:rsidR="000A5011" w:rsidRPr="000A5011">
          <w:rPr>
            <w:rStyle w:val="Hyperlink"/>
            <w:bCs w:val="0"/>
            <w:i w:val="0"/>
            <w:iCs w:val="0"/>
          </w:rPr>
          <w:t>3.10.9.3</w:t>
        </w:r>
        <w:r w:rsidR="000A5011" w:rsidRPr="000A5011">
          <w:rPr>
            <w:rFonts w:eastAsiaTheme="minorEastAsia"/>
            <w:bCs w:val="0"/>
            <w:i w:val="0"/>
            <w:iCs w:val="0"/>
          </w:rPr>
          <w:tab/>
        </w:r>
        <w:r w:rsidR="000A5011" w:rsidRPr="000A5011">
          <w:rPr>
            <w:rStyle w:val="Hyperlink"/>
            <w:bCs w:val="0"/>
            <w:i w:val="0"/>
            <w:iCs w:val="0"/>
          </w:rPr>
          <w:t>Telemetry Status and Analog Measurements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2D15DF22" w14:textId="3C16F3C1" w:rsidR="000A5011" w:rsidRPr="000A5011" w:rsidRDefault="005F79DD">
      <w:pPr>
        <w:pStyle w:val="TOC3"/>
        <w:rPr>
          <w:rFonts w:eastAsiaTheme="minorEastAsia"/>
          <w:bCs w:val="0"/>
          <w:i w:val="0"/>
          <w:iCs w:val="0"/>
        </w:rPr>
      </w:pPr>
      <w:hyperlink w:anchor="_Toc75942506" w:history="1">
        <w:r w:rsidR="000A5011" w:rsidRPr="000A5011">
          <w:rPr>
            <w:rStyle w:val="Hyperlink"/>
            <w:bCs w:val="0"/>
            <w:i w:val="0"/>
            <w:iCs w:val="0"/>
          </w:rPr>
          <w:t>3.10.9.4</w:t>
        </w:r>
        <w:r w:rsidR="000A5011" w:rsidRPr="000A5011">
          <w:rPr>
            <w:rFonts w:eastAsiaTheme="minorEastAsia"/>
            <w:bCs w:val="0"/>
            <w:i w:val="0"/>
            <w:iCs w:val="0"/>
          </w:rPr>
          <w:tab/>
        </w:r>
        <w:r w:rsidR="000A5011" w:rsidRPr="000A5011">
          <w:rPr>
            <w:rStyle w:val="Hyperlink"/>
            <w:bCs w:val="0"/>
            <w:i w:val="0"/>
            <w:iCs w:val="0"/>
          </w:rPr>
          <w:t>State Estimator Performance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3B1DF4BE" w14:textId="145BA24C" w:rsidR="000A5011" w:rsidRPr="000A5011" w:rsidRDefault="005F79DD">
      <w:pPr>
        <w:pStyle w:val="TOC3"/>
        <w:rPr>
          <w:rFonts w:eastAsiaTheme="minorEastAsia"/>
          <w:bCs w:val="0"/>
          <w:i w:val="0"/>
          <w:iCs w:val="0"/>
        </w:rPr>
      </w:pPr>
      <w:hyperlink w:anchor="_Toc75942507" w:history="1">
        <w:r w:rsidR="000A5011" w:rsidRPr="000A5011">
          <w:rPr>
            <w:rStyle w:val="Hyperlink"/>
            <w:bCs w:val="0"/>
            <w:i w:val="0"/>
            <w:iCs w:val="0"/>
          </w:rPr>
          <w:t>3.10.9.5</w:t>
        </w:r>
        <w:r w:rsidR="000A5011" w:rsidRPr="000A5011">
          <w:rPr>
            <w:rFonts w:eastAsiaTheme="minorEastAsia"/>
            <w:bCs w:val="0"/>
            <w:i w:val="0"/>
            <w:iCs w:val="0"/>
          </w:rPr>
          <w:tab/>
        </w:r>
        <w:r w:rsidR="000A5011" w:rsidRPr="000A5011">
          <w:rPr>
            <w:rStyle w:val="Hyperlink"/>
            <w:bCs w:val="0"/>
            <w:i w:val="0"/>
            <w:iCs w:val="0"/>
          </w:rPr>
          <w:t>ERCOT Directives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0742EB41" w14:textId="7EF99D50" w:rsidR="000A5011" w:rsidRPr="000A5011" w:rsidRDefault="005F79DD">
      <w:pPr>
        <w:pStyle w:val="TOC4"/>
        <w:rPr>
          <w:rFonts w:eastAsiaTheme="minorEastAsia"/>
          <w:bCs w:val="0"/>
          <w:snapToGrid/>
          <w:sz w:val="20"/>
          <w:szCs w:val="20"/>
        </w:rPr>
      </w:pPr>
      <w:hyperlink w:anchor="_Toc75942508" w:history="1">
        <w:r w:rsidR="000A5011" w:rsidRPr="000A5011">
          <w:rPr>
            <w:rStyle w:val="Hyperlink"/>
            <w:bCs w:val="0"/>
            <w:sz w:val="20"/>
            <w:szCs w:val="20"/>
          </w:rPr>
          <w:t>3.10.9.6</w:t>
        </w:r>
        <w:r w:rsidR="000A5011" w:rsidRPr="000A5011">
          <w:rPr>
            <w:rFonts w:eastAsiaTheme="minorEastAsia"/>
            <w:bCs w:val="0"/>
            <w:snapToGrid/>
            <w:sz w:val="20"/>
            <w:szCs w:val="20"/>
          </w:rPr>
          <w:tab/>
        </w:r>
        <w:r w:rsidR="000A5011" w:rsidRPr="000A5011">
          <w:rPr>
            <w:rStyle w:val="Hyperlink"/>
            <w:bCs w:val="0"/>
            <w:sz w:val="20"/>
            <w:szCs w:val="20"/>
          </w:rPr>
          <w:t>Telemetry and State Estimator Performance Monitoring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3-188</w:t>
        </w:r>
        <w:r w:rsidR="000A5011" w:rsidRPr="000A5011">
          <w:rPr>
            <w:bCs w:val="0"/>
            <w:webHidden/>
            <w:sz w:val="20"/>
            <w:szCs w:val="20"/>
          </w:rPr>
          <w:fldChar w:fldCharType="end"/>
        </w:r>
      </w:hyperlink>
    </w:p>
    <w:p w14:paraId="2D47C201" w14:textId="3800DFF2" w:rsidR="000A5011" w:rsidRPr="000A5011" w:rsidRDefault="005F79DD">
      <w:pPr>
        <w:pStyle w:val="TOC2"/>
        <w:rPr>
          <w:rFonts w:eastAsiaTheme="minorEastAsia"/>
          <w:noProof/>
        </w:rPr>
      </w:pPr>
      <w:hyperlink w:anchor="_Toc75942509" w:history="1">
        <w:r w:rsidR="000A5011" w:rsidRPr="000A5011">
          <w:rPr>
            <w:rStyle w:val="Hyperlink"/>
            <w:noProof/>
          </w:rPr>
          <w:t>3.11</w:t>
        </w:r>
        <w:r w:rsidR="000A5011" w:rsidRPr="000A5011">
          <w:rPr>
            <w:rFonts w:eastAsiaTheme="minorEastAsia"/>
            <w:noProof/>
          </w:rPr>
          <w:tab/>
        </w:r>
        <w:r w:rsidR="000A5011" w:rsidRPr="000A5011">
          <w:rPr>
            <w:rStyle w:val="Hyperlink"/>
            <w:noProof/>
          </w:rPr>
          <w:t>Transmission Planning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_Toc75942509 \h </w:instrText>
        </w:r>
        <w:r w:rsidR="000A5011" w:rsidRPr="000A5011">
          <w:rPr>
            <w:noProof/>
            <w:webHidden/>
          </w:rPr>
        </w:r>
        <w:r w:rsidR="000A5011" w:rsidRPr="000A5011">
          <w:rPr>
            <w:noProof/>
            <w:webHidden/>
          </w:rPr>
          <w:fldChar w:fldCharType="separate"/>
        </w:r>
        <w:r>
          <w:rPr>
            <w:noProof/>
            <w:webHidden/>
          </w:rPr>
          <w:t>3-188</w:t>
        </w:r>
        <w:r w:rsidR="000A5011" w:rsidRPr="000A5011">
          <w:rPr>
            <w:noProof/>
            <w:webHidden/>
          </w:rPr>
          <w:fldChar w:fldCharType="end"/>
        </w:r>
      </w:hyperlink>
    </w:p>
    <w:p w14:paraId="34EA6C57" w14:textId="78214F6E" w:rsidR="000A5011" w:rsidRPr="000A5011" w:rsidRDefault="005F79DD">
      <w:pPr>
        <w:pStyle w:val="TOC3"/>
        <w:rPr>
          <w:rFonts w:eastAsiaTheme="minorEastAsia"/>
          <w:bCs w:val="0"/>
          <w:i w:val="0"/>
          <w:iCs w:val="0"/>
        </w:rPr>
      </w:pPr>
      <w:hyperlink w:anchor="_Toc75942510" w:history="1">
        <w:r w:rsidR="000A5011" w:rsidRPr="000A5011">
          <w:rPr>
            <w:rStyle w:val="Hyperlink"/>
            <w:bCs w:val="0"/>
            <w:i w:val="0"/>
            <w:iCs w:val="0"/>
          </w:rPr>
          <w:t>3.11.1</w:t>
        </w:r>
        <w:r w:rsidR="000A5011" w:rsidRPr="000A5011">
          <w:rPr>
            <w:rFonts w:eastAsiaTheme="minorEastAsia"/>
            <w:bCs w:val="0"/>
            <w:i w:val="0"/>
            <w:iCs w:val="0"/>
          </w:rPr>
          <w:tab/>
        </w:r>
        <w:r w:rsidR="000A5011" w:rsidRPr="000A5011">
          <w:rPr>
            <w:rStyle w:val="Hyperlink"/>
            <w:bCs w:val="0"/>
            <w:i w:val="0"/>
            <w:iCs w:val="0"/>
          </w:rPr>
          <w:t>Overview</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204B267D" w14:textId="0F158FB1" w:rsidR="000A5011" w:rsidRPr="000A5011" w:rsidRDefault="005F79DD">
      <w:pPr>
        <w:pStyle w:val="TOC3"/>
        <w:rPr>
          <w:rFonts w:eastAsiaTheme="minorEastAsia"/>
          <w:bCs w:val="0"/>
          <w:i w:val="0"/>
          <w:iCs w:val="0"/>
        </w:rPr>
      </w:pPr>
      <w:hyperlink w:anchor="_Toc75942511" w:history="1">
        <w:r w:rsidR="000A5011" w:rsidRPr="000A5011">
          <w:rPr>
            <w:rStyle w:val="Hyperlink"/>
            <w:bCs w:val="0"/>
            <w:i w:val="0"/>
            <w:iCs w:val="0"/>
          </w:rPr>
          <w:t>3.11.2</w:t>
        </w:r>
        <w:r w:rsidR="000A5011" w:rsidRPr="000A5011">
          <w:rPr>
            <w:rFonts w:eastAsiaTheme="minorEastAsia"/>
            <w:bCs w:val="0"/>
            <w:i w:val="0"/>
            <w:iCs w:val="0"/>
          </w:rPr>
          <w:tab/>
        </w:r>
        <w:r w:rsidR="000A5011" w:rsidRPr="000A5011">
          <w:rPr>
            <w:rStyle w:val="Hyperlink"/>
            <w:bCs w:val="0"/>
            <w:i w:val="0"/>
            <w:iCs w:val="0"/>
          </w:rPr>
          <w:t>Planning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3-189</w:t>
        </w:r>
        <w:r w:rsidR="000A5011" w:rsidRPr="000A5011">
          <w:rPr>
            <w:bCs w:val="0"/>
            <w:i w:val="0"/>
            <w:iCs w:val="0"/>
            <w:webHidden/>
          </w:rPr>
          <w:fldChar w:fldCharType="end"/>
        </w:r>
      </w:hyperlink>
    </w:p>
    <w:p w14:paraId="7E105DED" w14:textId="48DB40A8" w:rsidR="000A5011" w:rsidRPr="000A5011" w:rsidRDefault="005F79DD">
      <w:pPr>
        <w:pStyle w:val="TOC3"/>
        <w:rPr>
          <w:rFonts w:eastAsiaTheme="minorEastAsia"/>
          <w:bCs w:val="0"/>
          <w:i w:val="0"/>
          <w:iCs w:val="0"/>
        </w:rPr>
      </w:pPr>
      <w:hyperlink w:anchor="_Toc75942512" w:history="1">
        <w:r w:rsidR="000A5011" w:rsidRPr="000A5011">
          <w:rPr>
            <w:rStyle w:val="Hyperlink"/>
            <w:bCs w:val="0"/>
            <w:i w:val="0"/>
            <w:iCs w:val="0"/>
          </w:rPr>
          <w:t>3.11.3</w:t>
        </w:r>
        <w:r w:rsidR="000A5011" w:rsidRPr="000A5011">
          <w:rPr>
            <w:rFonts w:eastAsiaTheme="minorEastAsia"/>
            <w:bCs w:val="0"/>
            <w:i w:val="0"/>
            <w:iCs w:val="0"/>
          </w:rPr>
          <w:tab/>
        </w:r>
        <w:r w:rsidR="000A5011" w:rsidRPr="000A5011">
          <w:rPr>
            <w:rStyle w:val="Hyperlink"/>
            <w:bCs w:val="0"/>
            <w:i w:val="0"/>
            <w:iCs w:val="0"/>
          </w:rPr>
          <w:t>Regional Planning Group</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54F0491A" w14:textId="3AC21295" w:rsidR="000A5011" w:rsidRPr="000A5011" w:rsidRDefault="005F79DD">
      <w:pPr>
        <w:pStyle w:val="TOC3"/>
        <w:rPr>
          <w:rFonts w:eastAsiaTheme="minorEastAsia"/>
          <w:bCs w:val="0"/>
          <w:i w:val="0"/>
          <w:iCs w:val="0"/>
        </w:rPr>
      </w:pPr>
      <w:hyperlink w:anchor="_Toc75942513" w:history="1">
        <w:r w:rsidR="000A5011" w:rsidRPr="000A5011">
          <w:rPr>
            <w:rStyle w:val="Hyperlink"/>
            <w:bCs w:val="0"/>
            <w:i w:val="0"/>
            <w:iCs w:val="0"/>
          </w:rPr>
          <w:t>3.11.4</w:t>
        </w:r>
        <w:r w:rsidR="000A5011" w:rsidRPr="000A5011">
          <w:rPr>
            <w:rFonts w:eastAsiaTheme="minorEastAsia"/>
            <w:bCs w:val="0"/>
            <w:i w:val="0"/>
            <w:iCs w:val="0"/>
          </w:rPr>
          <w:tab/>
        </w:r>
        <w:r w:rsidR="000A5011" w:rsidRPr="000A5011">
          <w:rPr>
            <w:rStyle w:val="Hyperlink"/>
            <w:bCs w:val="0"/>
            <w:i w:val="0"/>
            <w:iCs w:val="0"/>
          </w:rPr>
          <w:t>Regional Planning Group Project Review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21315BF7" w14:textId="49AB9D97" w:rsidR="000A5011" w:rsidRPr="000A5011" w:rsidRDefault="005F79DD">
      <w:pPr>
        <w:pStyle w:val="TOC4"/>
        <w:rPr>
          <w:rFonts w:eastAsiaTheme="minorEastAsia"/>
          <w:bCs w:val="0"/>
          <w:snapToGrid/>
          <w:sz w:val="20"/>
          <w:szCs w:val="20"/>
        </w:rPr>
      </w:pPr>
      <w:hyperlink w:anchor="_Toc75942514" w:history="1">
        <w:r w:rsidR="000A5011" w:rsidRPr="000A5011">
          <w:rPr>
            <w:rStyle w:val="Hyperlink"/>
            <w:bCs w:val="0"/>
            <w:sz w:val="20"/>
            <w:szCs w:val="20"/>
          </w:rPr>
          <w:t>3.11.4.1</w:t>
        </w:r>
        <w:r w:rsidR="000A5011" w:rsidRPr="000A5011">
          <w:rPr>
            <w:rFonts w:eastAsiaTheme="minorEastAsia"/>
            <w:bCs w:val="0"/>
            <w:snapToGrid/>
            <w:sz w:val="20"/>
            <w:szCs w:val="20"/>
          </w:rPr>
          <w:tab/>
        </w:r>
        <w:r w:rsidR="000A5011" w:rsidRPr="000A5011">
          <w:rPr>
            <w:rStyle w:val="Hyperlink"/>
            <w:bCs w:val="0"/>
            <w:sz w:val="20"/>
            <w:szCs w:val="20"/>
          </w:rPr>
          <w:t>Project Submission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3-190</w:t>
        </w:r>
        <w:r w:rsidR="000A5011" w:rsidRPr="000A5011">
          <w:rPr>
            <w:bCs w:val="0"/>
            <w:webHidden/>
            <w:sz w:val="20"/>
            <w:szCs w:val="20"/>
          </w:rPr>
          <w:fldChar w:fldCharType="end"/>
        </w:r>
      </w:hyperlink>
    </w:p>
    <w:p w14:paraId="7DA1CD52" w14:textId="3542AB96" w:rsidR="000A5011" w:rsidRPr="000A5011" w:rsidRDefault="005F79DD">
      <w:pPr>
        <w:pStyle w:val="TOC4"/>
        <w:rPr>
          <w:rFonts w:eastAsiaTheme="minorEastAsia"/>
          <w:bCs w:val="0"/>
          <w:snapToGrid/>
          <w:sz w:val="20"/>
          <w:szCs w:val="20"/>
        </w:rPr>
      </w:pPr>
      <w:hyperlink w:anchor="_Toc75942515" w:history="1">
        <w:r w:rsidR="000A5011" w:rsidRPr="000A5011">
          <w:rPr>
            <w:rStyle w:val="Hyperlink"/>
            <w:bCs w:val="0"/>
            <w:sz w:val="20"/>
            <w:szCs w:val="20"/>
          </w:rPr>
          <w:t>3.11.4.2</w:t>
        </w:r>
        <w:r w:rsidR="000A5011" w:rsidRPr="000A5011">
          <w:rPr>
            <w:rFonts w:eastAsiaTheme="minorEastAsia"/>
            <w:bCs w:val="0"/>
            <w:snapToGrid/>
            <w:sz w:val="20"/>
            <w:szCs w:val="20"/>
          </w:rPr>
          <w:tab/>
        </w:r>
        <w:r w:rsidR="000A5011" w:rsidRPr="000A5011">
          <w:rPr>
            <w:rStyle w:val="Hyperlink"/>
            <w:bCs w:val="0"/>
            <w:sz w:val="20"/>
            <w:szCs w:val="20"/>
          </w:rPr>
          <w:t>Project Comment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434EC4A4" w14:textId="4B654455" w:rsidR="000A5011" w:rsidRPr="000A5011" w:rsidRDefault="005F79DD">
      <w:pPr>
        <w:pStyle w:val="TOC4"/>
        <w:rPr>
          <w:rFonts w:eastAsiaTheme="minorEastAsia"/>
          <w:bCs w:val="0"/>
          <w:snapToGrid/>
          <w:sz w:val="20"/>
          <w:szCs w:val="20"/>
        </w:rPr>
      </w:pPr>
      <w:hyperlink w:anchor="_Toc75942516" w:history="1">
        <w:r w:rsidR="000A5011" w:rsidRPr="000A5011">
          <w:rPr>
            <w:rStyle w:val="Hyperlink"/>
            <w:bCs w:val="0"/>
            <w:sz w:val="20"/>
            <w:szCs w:val="20"/>
          </w:rPr>
          <w:t>3.11.4.3</w:t>
        </w:r>
        <w:r w:rsidR="000A5011" w:rsidRPr="000A5011">
          <w:rPr>
            <w:rFonts w:eastAsiaTheme="minorEastAsia"/>
            <w:bCs w:val="0"/>
            <w:snapToGrid/>
            <w:sz w:val="20"/>
            <w:szCs w:val="20"/>
          </w:rPr>
          <w:tab/>
        </w:r>
        <w:r w:rsidR="000A5011" w:rsidRPr="000A5011">
          <w:rPr>
            <w:rStyle w:val="Hyperlink"/>
            <w:bCs w:val="0"/>
            <w:sz w:val="20"/>
            <w:szCs w:val="20"/>
          </w:rPr>
          <w:t>Categorization of Proposed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3FDA992D" w14:textId="0733FDE5" w:rsidR="000A5011" w:rsidRPr="000A5011" w:rsidRDefault="005F79DD">
      <w:pPr>
        <w:pStyle w:val="TOC4"/>
        <w:rPr>
          <w:rFonts w:eastAsiaTheme="minorEastAsia"/>
          <w:bCs w:val="0"/>
          <w:snapToGrid/>
          <w:sz w:val="20"/>
          <w:szCs w:val="20"/>
        </w:rPr>
      </w:pPr>
      <w:hyperlink w:anchor="_Toc75942517" w:history="1">
        <w:r w:rsidR="000A5011" w:rsidRPr="000A5011">
          <w:rPr>
            <w:rStyle w:val="Hyperlink"/>
            <w:bCs w:val="0"/>
            <w:sz w:val="20"/>
            <w:szCs w:val="20"/>
          </w:rPr>
          <w:t>3.11.4.4</w:t>
        </w:r>
        <w:r w:rsidR="000A5011" w:rsidRPr="000A5011">
          <w:rPr>
            <w:rFonts w:eastAsiaTheme="minorEastAsia"/>
            <w:bCs w:val="0"/>
            <w:snapToGrid/>
            <w:sz w:val="20"/>
            <w:szCs w:val="20"/>
          </w:rPr>
          <w:tab/>
        </w:r>
        <w:r w:rsidR="000A5011" w:rsidRPr="000A5011">
          <w:rPr>
            <w:rStyle w:val="Hyperlink"/>
            <w:bCs w:val="0"/>
            <w:sz w:val="20"/>
            <w:szCs w:val="20"/>
          </w:rPr>
          <w:t>Processing of Tier 4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3-192</w:t>
        </w:r>
        <w:r w:rsidR="000A5011" w:rsidRPr="000A5011">
          <w:rPr>
            <w:bCs w:val="0"/>
            <w:webHidden/>
            <w:sz w:val="20"/>
            <w:szCs w:val="20"/>
          </w:rPr>
          <w:fldChar w:fldCharType="end"/>
        </w:r>
      </w:hyperlink>
    </w:p>
    <w:p w14:paraId="403325C5" w14:textId="75EFF2F7" w:rsidR="000A5011" w:rsidRPr="000A5011" w:rsidRDefault="005F79DD">
      <w:pPr>
        <w:pStyle w:val="TOC4"/>
        <w:rPr>
          <w:rFonts w:eastAsiaTheme="minorEastAsia"/>
          <w:bCs w:val="0"/>
          <w:snapToGrid/>
          <w:sz w:val="20"/>
          <w:szCs w:val="20"/>
        </w:rPr>
      </w:pPr>
      <w:hyperlink w:anchor="_Toc75942518" w:history="1">
        <w:r w:rsidR="000A5011" w:rsidRPr="000A5011">
          <w:rPr>
            <w:rStyle w:val="Hyperlink"/>
            <w:bCs w:val="0"/>
            <w:sz w:val="20"/>
            <w:szCs w:val="20"/>
          </w:rPr>
          <w:t>3.11.4.5</w:t>
        </w:r>
        <w:r w:rsidR="000A5011" w:rsidRPr="000A5011">
          <w:rPr>
            <w:rFonts w:eastAsiaTheme="minorEastAsia"/>
            <w:bCs w:val="0"/>
            <w:snapToGrid/>
            <w:sz w:val="20"/>
            <w:szCs w:val="20"/>
          </w:rPr>
          <w:tab/>
        </w:r>
        <w:r w:rsidR="000A5011" w:rsidRPr="000A5011">
          <w:rPr>
            <w:rStyle w:val="Hyperlink"/>
            <w:bCs w:val="0"/>
            <w:sz w:val="20"/>
            <w:szCs w:val="20"/>
          </w:rPr>
          <w:t>Processing of Tier 3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53CC8EB" w14:textId="27E5E54D" w:rsidR="000A5011" w:rsidRPr="000A5011" w:rsidRDefault="005F79DD">
      <w:pPr>
        <w:pStyle w:val="TOC4"/>
        <w:rPr>
          <w:rFonts w:eastAsiaTheme="minorEastAsia"/>
          <w:bCs w:val="0"/>
          <w:snapToGrid/>
          <w:sz w:val="20"/>
          <w:szCs w:val="20"/>
        </w:rPr>
      </w:pPr>
      <w:hyperlink w:anchor="_Toc75942519" w:history="1">
        <w:r w:rsidR="000A5011" w:rsidRPr="000A5011">
          <w:rPr>
            <w:rStyle w:val="Hyperlink"/>
            <w:bCs w:val="0"/>
            <w:sz w:val="20"/>
            <w:szCs w:val="20"/>
          </w:rPr>
          <w:t>3.11.4.6</w:t>
        </w:r>
        <w:r w:rsidR="000A5011" w:rsidRPr="000A5011">
          <w:rPr>
            <w:rFonts w:eastAsiaTheme="minorEastAsia"/>
            <w:bCs w:val="0"/>
            <w:snapToGrid/>
            <w:sz w:val="20"/>
            <w:szCs w:val="20"/>
          </w:rPr>
          <w:tab/>
        </w:r>
        <w:r w:rsidR="000A5011" w:rsidRPr="000A5011">
          <w:rPr>
            <w:rStyle w:val="Hyperlink"/>
            <w:bCs w:val="0"/>
            <w:sz w:val="20"/>
            <w:szCs w:val="20"/>
          </w:rPr>
          <w:t>Processing of Tier 2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7F48464" w14:textId="6AB42067" w:rsidR="000A5011" w:rsidRPr="000A5011" w:rsidRDefault="005F79DD">
      <w:pPr>
        <w:pStyle w:val="TOC4"/>
        <w:rPr>
          <w:rFonts w:eastAsiaTheme="minorEastAsia"/>
          <w:bCs w:val="0"/>
          <w:snapToGrid/>
          <w:sz w:val="20"/>
          <w:szCs w:val="20"/>
        </w:rPr>
      </w:pPr>
      <w:hyperlink w:anchor="_Toc75942520" w:history="1">
        <w:r w:rsidR="000A5011" w:rsidRPr="000A5011">
          <w:rPr>
            <w:rStyle w:val="Hyperlink"/>
            <w:bCs w:val="0"/>
            <w:sz w:val="20"/>
            <w:szCs w:val="20"/>
          </w:rPr>
          <w:t>3.11.4.7</w:t>
        </w:r>
        <w:r w:rsidR="000A5011" w:rsidRPr="000A5011">
          <w:rPr>
            <w:rFonts w:eastAsiaTheme="minorEastAsia"/>
            <w:bCs w:val="0"/>
            <w:snapToGrid/>
            <w:sz w:val="20"/>
            <w:szCs w:val="20"/>
          </w:rPr>
          <w:tab/>
        </w:r>
        <w:r w:rsidR="000A5011" w:rsidRPr="000A5011">
          <w:rPr>
            <w:rStyle w:val="Hyperlink"/>
            <w:bCs w:val="0"/>
            <w:sz w:val="20"/>
            <w:szCs w:val="20"/>
          </w:rPr>
          <w:t>Processing of Tier 1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4A879977" w14:textId="099A5DA6" w:rsidR="000A5011" w:rsidRPr="000A5011" w:rsidRDefault="005F79DD">
      <w:pPr>
        <w:pStyle w:val="TOC4"/>
        <w:rPr>
          <w:rFonts w:eastAsiaTheme="minorEastAsia"/>
          <w:bCs w:val="0"/>
          <w:snapToGrid/>
          <w:sz w:val="20"/>
          <w:szCs w:val="20"/>
        </w:rPr>
      </w:pPr>
      <w:hyperlink w:anchor="_Toc75942521" w:history="1">
        <w:r w:rsidR="000A5011" w:rsidRPr="000A5011">
          <w:rPr>
            <w:rStyle w:val="Hyperlink"/>
            <w:bCs w:val="0"/>
            <w:sz w:val="20"/>
            <w:szCs w:val="20"/>
          </w:rPr>
          <w:t>3.11.4.8</w:t>
        </w:r>
        <w:r w:rsidR="000A5011" w:rsidRPr="000A5011">
          <w:rPr>
            <w:rFonts w:eastAsiaTheme="minorEastAsia"/>
            <w:bCs w:val="0"/>
            <w:snapToGrid/>
            <w:sz w:val="20"/>
            <w:szCs w:val="20"/>
          </w:rPr>
          <w:tab/>
        </w:r>
        <w:r w:rsidR="000A5011" w:rsidRPr="000A5011">
          <w:rPr>
            <w:rStyle w:val="Hyperlink"/>
            <w:bCs w:val="0"/>
            <w:sz w:val="20"/>
            <w:szCs w:val="20"/>
          </w:rPr>
          <w:t>Determine Designated Providers of Transmission Additions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F17395B" w14:textId="19CE528D" w:rsidR="000A5011" w:rsidRPr="000A5011" w:rsidRDefault="005F79DD">
      <w:pPr>
        <w:pStyle w:val="TOC4"/>
        <w:rPr>
          <w:rFonts w:eastAsiaTheme="minorEastAsia"/>
          <w:bCs w:val="0"/>
          <w:snapToGrid/>
          <w:sz w:val="20"/>
          <w:szCs w:val="20"/>
        </w:rPr>
      </w:pPr>
      <w:hyperlink w:anchor="_Toc75942522" w:history="1">
        <w:r w:rsidR="000A5011" w:rsidRPr="000A5011">
          <w:rPr>
            <w:rStyle w:val="Hyperlink"/>
            <w:bCs w:val="0"/>
            <w:sz w:val="20"/>
            <w:szCs w:val="20"/>
          </w:rPr>
          <w:t>3.11.4.9</w:t>
        </w:r>
        <w:r w:rsidR="000A5011" w:rsidRPr="000A5011">
          <w:rPr>
            <w:rFonts w:eastAsiaTheme="minorEastAsia"/>
            <w:bCs w:val="0"/>
            <w:snapToGrid/>
            <w:sz w:val="20"/>
            <w:szCs w:val="20"/>
          </w:rPr>
          <w:tab/>
        </w:r>
        <w:r w:rsidR="000A5011" w:rsidRPr="000A5011">
          <w:rPr>
            <w:rStyle w:val="Hyperlink"/>
            <w:bCs w:val="0"/>
            <w:sz w:val="20"/>
            <w:szCs w:val="20"/>
          </w:rPr>
          <w:t>Regional Planning Group Acceptance and ERCOT Endorsement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9002AB4" w14:textId="0689EEE8" w:rsidR="000A5011" w:rsidRPr="000A5011" w:rsidRDefault="005F79DD">
      <w:pPr>
        <w:pStyle w:val="TOC4"/>
        <w:rPr>
          <w:rFonts w:eastAsiaTheme="minorEastAsia"/>
          <w:bCs w:val="0"/>
          <w:snapToGrid/>
          <w:sz w:val="20"/>
          <w:szCs w:val="20"/>
        </w:rPr>
      </w:pPr>
      <w:hyperlink w:anchor="_Toc75942523" w:history="1">
        <w:r w:rsidR="000A5011" w:rsidRPr="000A5011">
          <w:rPr>
            <w:rStyle w:val="Hyperlink"/>
            <w:bCs w:val="0"/>
            <w:sz w:val="20"/>
            <w:szCs w:val="20"/>
          </w:rPr>
          <w:t>3.11.4.10</w:t>
        </w:r>
        <w:r w:rsidR="000A5011" w:rsidRPr="000A5011">
          <w:rPr>
            <w:rFonts w:eastAsiaTheme="minorEastAsia"/>
            <w:bCs w:val="0"/>
            <w:snapToGrid/>
            <w:sz w:val="20"/>
            <w:szCs w:val="20"/>
          </w:rPr>
          <w:tab/>
        </w:r>
        <w:r w:rsidR="000A5011" w:rsidRPr="000A5011">
          <w:rPr>
            <w:rStyle w:val="Hyperlink"/>
            <w:bCs w:val="0"/>
            <w:sz w:val="20"/>
            <w:szCs w:val="20"/>
          </w:rPr>
          <w:t>Modifications to ERCOT Endorsed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3-195</w:t>
        </w:r>
        <w:r w:rsidR="000A5011" w:rsidRPr="000A5011">
          <w:rPr>
            <w:bCs w:val="0"/>
            <w:webHidden/>
            <w:sz w:val="20"/>
            <w:szCs w:val="20"/>
          </w:rPr>
          <w:fldChar w:fldCharType="end"/>
        </w:r>
      </w:hyperlink>
    </w:p>
    <w:p w14:paraId="267322A5" w14:textId="294D598F" w:rsidR="000A5011" w:rsidRPr="000A5011" w:rsidRDefault="005F79DD">
      <w:pPr>
        <w:pStyle w:val="TOC4"/>
        <w:rPr>
          <w:rFonts w:eastAsiaTheme="minorEastAsia"/>
          <w:bCs w:val="0"/>
          <w:snapToGrid/>
          <w:sz w:val="20"/>
          <w:szCs w:val="20"/>
        </w:rPr>
      </w:pPr>
      <w:hyperlink w:anchor="_Toc75942524" w:history="1">
        <w:r w:rsidR="000A5011" w:rsidRPr="000A5011">
          <w:rPr>
            <w:rStyle w:val="Hyperlink"/>
            <w:bCs w:val="0"/>
            <w:sz w:val="20"/>
            <w:szCs w:val="20"/>
          </w:rPr>
          <w:t>3.11.4.11      Customer or Resource Entity Funded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3-196</w:t>
        </w:r>
        <w:r w:rsidR="000A5011" w:rsidRPr="000A5011">
          <w:rPr>
            <w:bCs w:val="0"/>
            <w:webHidden/>
            <w:sz w:val="20"/>
            <w:szCs w:val="20"/>
          </w:rPr>
          <w:fldChar w:fldCharType="end"/>
        </w:r>
      </w:hyperlink>
    </w:p>
    <w:p w14:paraId="2A04D2F5" w14:textId="2D2B2EBD" w:rsidR="000A5011" w:rsidRPr="000A5011" w:rsidRDefault="005F79DD">
      <w:pPr>
        <w:pStyle w:val="TOC3"/>
        <w:rPr>
          <w:rFonts w:eastAsiaTheme="minorEastAsia"/>
          <w:bCs w:val="0"/>
          <w:i w:val="0"/>
          <w:iCs w:val="0"/>
        </w:rPr>
      </w:pPr>
      <w:hyperlink w:anchor="_Toc75942525" w:history="1">
        <w:r w:rsidR="000A5011" w:rsidRPr="000A5011">
          <w:rPr>
            <w:rStyle w:val="Hyperlink"/>
            <w:bCs w:val="0"/>
            <w:i w:val="0"/>
            <w:iCs w:val="0"/>
          </w:rPr>
          <w:t>3.11.5</w:t>
        </w:r>
        <w:r w:rsidR="000A5011" w:rsidRPr="000A5011">
          <w:rPr>
            <w:rFonts w:eastAsiaTheme="minorEastAsia"/>
            <w:bCs w:val="0"/>
            <w:i w:val="0"/>
            <w:iCs w:val="0"/>
          </w:rPr>
          <w:tab/>
        </w:r>
        <w:r w:rsidR="000A5011" w:rsidRPr="000A5011">
          <w:rPr>
            <w:rStyle w:val="Hyperlink"/>
            <w:bCs w:val="0"/>
            <w:i w:val="0"/>
            <w:iCs w:val="0"/>
          </w:rPr>
          <w:t>Transmission Service Provider and Distribution Service Provider Access to Interval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3-196</w:t>
        </w:r>
        <w:r w:rsidR="000A5011" w:rsidRPr="000A5011">
          <w:rPr>
            <w:bCs w:val="0"/>
            <w:i w:val="0"/>
            <w:iCs w:val="0"/>
            <w:webHidden/>
          </w:rPr>
          <w:fldChar w:fldCharType="end"/>
        </w:r>
      </w:hyperlink>
    </w:p>
    <w:p w14:paraId="161DD1A1" w14:textId="17625C95" w:rsidR="000A5011" w:rsidRPr="000A5011" w:rsidRDefault="005F79DD">
      <w:pPr>
        <w:pStyle w:val="TOC3"/>
        <w:rPr>
          <w:rFonts w:eastAsiaTheme="minorEastAsia"/>
          <w:bCs w:val="0"/>
          <w:i w:val="0"/>
          <w:iCs w:val="0"/>
        </w:rPr>
      </w:pPr>
      <w:hyperlink w:anchor="_Toc75942526" w:history="1">
        <w:r w:rsidR="000A5011" w:rsidRPr="000A5011">
          <w:rPr>
            <w:rStyle w:val="Hyperlink"/>
            <w:bCs w:val="0"/>
            <w:i w:val="0"/>
            <w:iCs w:val="0"/>
          </w:rPr>
          <w:t>3.11.6</w:t>
        </w:r>
        <w:r w:rsidR="000A5011" w:rsidRPr="000A5011">
          <w:rPr>
            <w:rFonts w:eastAsiaTheme="minorEastAsia"/>
            <w:bCs w:val="0"/>
            <w:i w:val="0"/>
            <w:iCs w:val="0"/>
          </w:rPr>
          <w:tab/>
        </w:r>
        <w:r w:rsidR="000A5011" w:rsidRPr="000A5011">
          <w:rPr>
            <w:rStyle w:val="Hyperlink"/>
            <w:bCs w:val="0"/>
            <w:i w:val="0"/>
            <w:iCs w:val="0"/>
          </w:rPr>
          <w:t>Generation Interconnection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3-197</w:t>
        </w:r>
        <w:r w:rsidR="000A5011" w:rsidRPr="000A5011">
          <w:rPr>
            <w:bCs w:val="0"/>
            <w:i w:val="0"/>
            <w:iCs w:val="0"/>
            <w:webHidden/>
          </w:rPr>
          <w:fldChar w:fldCharType="end"/>
        </w:r>
      </w:hyperlink>
    </w:p>
    <w:p w14:paraId="10FFD20D" w14:textId="4B078081" w:rsidR="000A5011" w:rsidRPr="000A5011" w:rsidRDefault="005F79DD">
      <w:pPr>
        <w:pStyle w:val="TOC2"/>
        <w:rPr>
          <w:rFonts w:eastAsiaTheme="minorEastAsia"/>
          <w:noProof/>
        </w:rPr>
      </w:pPr>
      <w:hyperlink w:anchor="_Toc75942527" w:history="1">
        <w:r w:rsidR="000A5011" w:rsidRPr="000A5011">
          <w:rPr>
            <w:rStyle w:val="Hyperlink"/>
            <w:noProof/>
          </w:rPr>
          <w:t>3.12</w:t>
        </w:r>
        <w:r w:rsidR="000A5011" w:rsidRPr="000A5011">
          <w:rPr>
            <w:rFonts w:eastAsiaTheme="minorEastAsia"/>
            <w:noProof/>
          </w:rPr>
          <w:tab/>
        </w:r>
        <w:r w:rsidR="000A5011" w:rsidRPr="000A5011">
          <w:rPr>
            <w:rStyle w:val="Hyperlink"/>
            <w:noProof/>
          </w:rPr>
          <w:t>Load Forecasting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_Toc75942527 \h </w:instrText>
        </w:r>
        <w:r w:rsidR="000A5011" w:rsidRPr="000A5011">
          <w:rPr>
            <w:noProof/>
            <w:webHidden/>
          </w:rPr>
        </w:r>
        <w:r w:rsidR="000A5011" w:rsidRPr="000A5011">
          <w:rPr>
            <w:noProof/>
            <w:webHidden/>
          </w:rPr>
          <w:fldChar w:fldCharType="separate"/>
        </w:r>
        <w:r>
          <w:rPr>
            <w:noProof/>
            <w:webHidden/>
          </w:rPr>
          <w:t>3-197</w:t>
        </w:r>
        <w:r w:rsidR="000A5011" w:rsidRPr="000A5011">
          <w:rPr>
            <w:noProof/>
            <w:webHidden/>
          </w:rPr>
          <w:fldChar w:fldCharType="end"/>
        </w:r>
      </w:hyperlink>
    </w:p>
    <w:p w14:paraId="4129F7EB" w14:textId="01EEAEED" w:rsidR="000A5011" w:rsidRPr="000A5011" w:rsidRDefault="005F79DD">
      <w:pPr>
        <w:pStyle w:val="TOC3"/>
        <w:rPr>
          <w:rFonts w:eastAsiaTheme="minorEastAsia"/>
          <w:bCs w:val="0"/>
          <w:i w:val="0"/>
          <w:iCs w:val="0"/>
        </w:rPr>
      </w:pPr>
      <w:hyperlink w:anchor="_Toc75942528" w:history="1">
        <w:r w:rsidR="000A5011" w:rsidRPr="000A5011">
          <w:rPr>
            <w:rStyle w:val="Hyperlink"/>
            <w:bCs w:val="0"/>
            <w:i w:val="0"/>
            <w:iCs w:val="0"/>
          </w:rPr>
          <w:t>3.12.1</w:t>
        </w:r>
        <w:r w:rsidR="000A5011" w:rsidRPr="000A5011">
          <w:rPr>
            <w:rFonts w:eastAsiaTheme="minorEastAsia"/>
            <w:bCs w:val="0"/>
            <w:i w:val="0"/>
            <w:iCs w:val="0"/>
          </w:rPr>
          <w:tab/>
        </w:r>
        <w:r w:rsidR="000A5011" w:rsidRPr="000A5011">
          <w:rPr>
            <w:rStyle w:val="Hyperlink"/>
            <w:bCs w:val="0"/>
            <w:i w:val="0"/>
            <w:iCs w:val="0"/>
          </w:rPr>
          <w:t>Seven-Day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3-198</w:t>
        </w:r>
        <w:r w:rsidR="000A5011" w:rsidRPr="000A5011">
          <w:rPr>
            <w:bCs w:val="0"/>
            <w:i w:val="0"/>
            <w:iCs w:val="0"/>
            <w:webHidden/>
          </w:rPr>
          <w:fldChar w:fldCharType="end"/>
        </w:r>
      </w:hyperlink>
    </w:p>
    <w:p w14:paraId="0218B8E2" w14:textId="6F6AD2B7" w:rsidR="000A5011" w:rsidRPr="000A5011" w:rsidRDefault="005F79DD">
      <w:pPr>
        <w:pStyle w:val="TOC3"/>
        <w:rPr>
          <w:rFonts w:eastAsiaTheme="minorEastAsia"/>
          <w:bCs w:val="0"/>
          <w:i w:val="0"/>
          <w:iCs w:val="0"/>
        </w:rPr>
      </w:pPr>
      <w:hyperlink w:anchor="_Toc75942529" w:history="1">
        <w:r w:rsidR="000A5011" w:rsidRPr="000A5011">
          <w:rPr>
            <w:rStyle w:val="Hyperlink"/>
            <w:bCs w:val="0"/>
            <w:i w:val="0"/>
            <w:iCs w:val="0"/>
          </w:rPr>
          <w:t>3.12.2</w:t>
        </w:r>
        <w:r w:rsidR="000A5011" w:rsidRPr="000A5011">
          <w:rPr>
            <w:rFonts w:eastAsiaTheme="minorEastAsia"/>
            <w:bCs w:val="0"/>
            <w:i w:val="0"/>
            <w:iCs w:val="0"/>
          </w:rPr>
          <w:tab/>
        </w:r>
        <w:r w:rsidR="000A5011" w:rsidRPr="000A5011">
          <w:rPr>
            <w:rStyle w:val="Hyperlink"/>
            <w:bCs w:val="0"/>
            <w:i w:val="0"/>
            <w:iCs w:val="0"/>
          </w:rPr>
          <w:t>Study Areas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097966A9" w14:textId="55C0E260" w:rsidR="000A5011" w:rsidRPr="000A5011" w:rsidRDefault="005F79DD">
      <w:pPr>
        <w:pStyle w:val="TOC3"/>
        <w:rPr>
          <w:rFonts w:eastAsiaTheme="minorEastAsia"/>
          <w:bCs w:val="0"/>
          <w:i w:val="0"/>
          <w:iCs w:val="0"/>
        </w:rPr>
      </w:pPr>
      <w:hyperlink w:anchor="_Toc75942530" w:history="1">
        <w:r w:rsidR="000A5011" w:rsidRPr="000A5011">
          <w:rPr>
            <w:rStyle w:val="Hyperlink"/>
            <w:bCs w:val="0"/>
            <w:i w:val="0"/>
            <w:iCs w:val="0"/>
          </w:rPr>
          <w:t>3.12.3</w:t>
        </w:r>
        <w:r w:rsidR="000A5011" w:rsidRPr="000A5011">
          <w:rPr>
            <w:rFonts w:eastAsiaTheme="minorEastAsia"/>
            <w:bCs w:val="0"/>
            <w:i w:val="0"/>
            <w:iCs w:val="0"/>
          </w:rPr>
          <w:tab/>
        </w:r>
        <w:r w:rsidR="000A5011" w:rsidRPr="000A5011">
          <w:rPr>
            <w:rStyle w:val="Hyperlink"/>
            <w:bCs w:val="0"/>
            <w:i w:val="0"/>
            <w:iCs w:val="0"/>
          </w:rPr>
          <w:t>Seven-Day Study Area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1164097D" w14:textId="5436E2C0" w:rsidR="000A5011" w:rsidRPr="000A5011" w:rsidRDefault="005F79DD">
      <w:pPr>
        <w:pStyle w:val="TOC2"/>
        <w:rPr>
          <w:rFonts w:eastAsiaTheme="minorEastAsia"/>
          <w:noProof/>
        </w:rPr>
      </w:pPr>
      <w:hyperlink w:anchor="_Toc75942531" w:history="1">
        <w:r w:rsidR="000A5011" w:rsidRPr="000A5011">
          <w:rPr>
            <w:rStyle w:val="Hyperlink"/>
            <w:noProof/>
          </w:rPr>
          <w:t>3.13</w:t>
        </w:r>
        <w:r w:rsidR="000A5011" w:rsidRPr="000A5011">
          <w:rPr>
            <w:rFonts w:eastAsiaTheme="minorEastAsia"/>
            <w:noProof/>
          </w:rPr>
          <w:tab/>
        </w:r>
        <w:r w:rsidR="000A5011" w:rsidRPr="000A5011">
          <w:rPr>
            <w:rStyle w:val="Hyperlink"/>
            <w:noProof/>
          </w:rPr>
          <w:t>Renewable Production Potential Forecasts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_Toc75942531 \h </w:instrText>
        </w:r>
        <w:r w:rsidR="000A5011" w:rsidRPr="000A5011">
          <w:rPr>
            <w:noProof/>
            <w:webHidden/>
          </w:rPr>
        </w:r>
        <w:r w:rsidR="000A5011" w:rsidRPr="000A5011">
          <w:rPr>
            <w:noProof/>
            <w:webHidden/>
          </w:rPr>
          <w:fldChar w:fldCharType="separate"/>
        </w:r>
        <w:r>
          <w:rPr>
            <w:noProof/>
            <w:webHidden/>
          </w:rPr>
          <w:t>3-199</w:t>
        </w:r>
        <w:r w:rsidR="000A5011" w:rsidRPr="000A5011">
          <w:rPr>
            <w:noProof/>
            <w:webHidden/>
          </w:rPr>
          <w:fldChar w:fldCharType="end"/>
        </w:r>
      </w:hyperlink>
    </w:p>
    <w:p w14:paraId="45CCAB56" w14:textId="57B69454" w:rsidR="000A5011" w:rsidRPr="000A5011" w:rsidRDefault="005F79DD">
      <w:pPr>
        <w:pStyle w:val="TOC2"/>
        <w:rPr>
          <w:rFonts w:eastAsiaTheme="minorEastAsia"/>
          <w:noProof/>
        </w:rPr>
      </w:pPr>
      <w:hyperlink w:anchor="_Toc75942532" w:history="1">
        <w:r w:rsidR="000A5011" w:rsidRPr="000A5011">
          <w:rPr>
            <w:rStyle w:val="Hyperlink"/>
            <w:noProof/>
          </w:rPr>
          <w:t>3.14</w:t>
        </w:r>
        <w:r w:rsidR="000A5011" w:rsidRPr="000A5011">
          <w:rPr>
            <w:rFonts w:eastAsiaTheme="minorEastAsia"/>
            <w:noProof/>
          </w:rPr>
          <w:tab/>
        </w:r>
        <w:r w:rsidR="000A5011" w:rsidRPr="000A5011">
          <w:rPr>
            <w:rStyle w:val="Hyperlink"/>
            <w:noProof/>
          </w:rPr>
          <w:t>Contracts for Reliability Resources and Emergency Response Service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_Toc75942532 \h </w:instrText>
        </w:r>
        <w:r w:rsidR="000A5011" w:rsidRPr="000A5011">
          <w:rPr>
            <w:noProof/>
            <w:webHidden/>
          </w:rPr>
        </w:r>
        <w:r w:rsidR="000A5011" w:rsidRPr="000A5011">
          <w:rPr>
            <w:noProof/>
            <w:webHidden/>
          </w:rPr>
          <w:fldChar w:fldCharType="separate"/>
        </w:r>
        <w:r>
          <w:rPr>
            <w:noProof/>
            <w:webHidden/>
          </w:rPr>
          <w:t>3-200</w:t>
        </w:r>
        <w:r w:rsidR="000A5011" w:rsidRPr="000A5011">
          <w:rPr>
            <w:noProof/>
            <w:webHidden/>
          </w:rPr>
          <w:fldChar w:fldCharType="end"/>
        </w:r>
      </w:hyperlink>
    </w:p>
    <w:p w14:paraId="57D5CFE7" w14:textId="105AEE86" w:rsidR="000A5011" w:rsidRPr="000A5011" w:rsidRDefault="005F79DD">
      <w:pPr>
        <w:pStyle w:val="TOC3"/>
        <w:rPr>
          <w:rFonts w:eastAsiaTheme="minorEastAsia"/>
          <w:bCs w:val="0"/>
          <w:i w:val="0"/>
          <w:iCs w:val="0"/>
        </w:rPr>
      </w:pPr>
      <w:hyperlink w:anchor="_Toc75942533" w:history="1">
        <w:r w:rsidR="000A5011" w:rsidRPr="000A5011">
          <w:rPr>
            <w:rStyle w:val="Hyperlink"/>
            <w:bCs w:val="0"/>
            <w:i w:val="0"/>
            <w:iCs w:val="0"/>
          </w:rPr>
          <w:t>3.14.1</w:t>
        </w:r>
        <w:r w:rsidR="000A5011" w:rsidRPr="000A5011">
          <w:rPr>
            <w:rFonts w:eastAsiaTheme="minorEastAsia"/>
            <w:bCs w:val="0"/>
            <w:i w:val="0"/>
            <w:iCs w:val="0"/>
          </w:rPr>
          <w:tab/>
        </w:r>
        <w:r w:rsidR="000A5011" w:rsidRPr="000A5011">
          <w:rPr>
            <w:rStyle w:val="Hyperlink"/>
            <w:bCs w:val="0"/>
            <w:i w:val="0"/>
            <w:iCs w:val="0"/>
          </w:rPr>
          <w:t>Reliability Must Run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3-201</w:t>
        </w:r>
        <w:r w:rsidR="000A5011" w:rsidRPr="000A5011">
          <w:rPr>
            <w:bCs w:val="0"/>
            <w:i w:val="0"/>
            <w:iCs w:val="0"/>
            <w:webHidden/>
          </w:rPr>
          <w:fldChar w:fldCharType="end"/>
        </w:r>
      </w:hyperlink>
    </w:p>
    <w:p w14:paraId="4095C85B" w14:textId="4030A92F" w:rsidR="000A5011" w:rsidRPr="000A5011" w:rsidRDefault="005F79DD">
      <w:pPr>
        <w:pStyle w:val="TOC4"/>
        <w:rPr>
          <w:rFonts w:eastAsiaTheme="minorEastAsia"/>
          <w:bCs w:val="0"/>
          <w:snapToGrid/>
          <w:sz w:val="20"/>
          <w:szCs w:val="20"/>
        </w:rPr>
      </w:pPr>
      <w:hyperlink w:anchor="_Toc75942534" w:history="1">
        <w:r w:rsidR="000A5011" w:rsidRPr="000A5011">
          <w:rPr>
            <w:rStyle w:val="Hyperlink"/>
            <w:bCs w:val="0"/>
            <w:sz w:val="20"/>
            <w:szCs w:val="20"/>
          </w:rPr>
          <w:t>3.14.1.1</w:t>
        </w:r>
        <w:r w:rsidR="000A5011" w:rsidRPr="000A5011">
          <w:rPr>
            <w:rFonts w:eastAsiaTheme="minorEastAsia"/>
            <w:bCs w:val="0"/>
            <w:snapToGrid/>
            <w:sz w:val="20"/>
            <w:szCs w:val="20"/>
          </w:rPr>
          <w:tab/>
        </w:r>
        <w:r w:rsidR="000A5011" w:rsidRPr="000A5011">
          <w:rPr>
            <w:rStyle w:val="Hyperlink"/>
            <w:bCs w:val="0"/>
            <w:sz w:val="20"/>
            <w:szCs w:val="20"/>
          </w:rPr>
          <w:t>Notification of Suspension of Operations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3-203</w:t>
        </w:r>
        <w:r w:rsidR="000A5011" w:rsidRPr="000A5011">
          <w:rPr>
            <w:bCs w:val="0"/>
            <w:webHidden/>
            <w:sz w:val="20"/>
            <w:szCs w:val="20"/>
          </w:rPr>
          <w:fldChar w:fldCharType="end"/>
        </w:r>
      </w:hyperlink>
    </w:p>
    <w:p w14:paraId="4D341310" w14:textId="295DC501" w:rsidR="000A5011" w:rsidRPr="000A5011" w:rsidRDefault="005F79DD">
      <w:pPr>
        <w:pStyle w:val="TOC4"/>
        <w:rPr>
          <w:rFonts w:eastAsiaTheme="minorEastAsia"/>
          <w:bCs w:val="0"/>
          <w:snapToGrid/>
          <w:sz w:val="20"/>
          <w:szCs w:val="20"/>
        </w:rPr>
      </w:pPr>
      <w:hyperlink w:anchor="_Toc75942535" w:history="1">
        <w:r w:rsidR="000A5011" w:rsidRPr="000A5011">
          <w:rPr>
            <w:rStyle w:val="Hyperlink"/>
            <w:bCs w:val="0"/>
            <w:sz w:val="20"/>
            <w:szCs w:val="20"/>
          </w:rPr>
          <w:t>3.14.1.2</w:t>
        </w:r>
        <w:r w:rsidR="000A5011" w:rsidRPr="000A5011">
          <w:rPr>
            <w:rFonts w:eastAsiaTheme="minorEastAsia"/>
            <w:bCs w:val="0"/>
            <w:snapToGrid/>
            <w:sz w:val="20"/>
            <w:szCs w:val="20"/>
          </w:rPr>
          <w:tab/>
        </w:r>
        <w:r w:rsidR="000A5011" w:rsidRPr="000A5011">
          <w:rPr>
            <w:rStyle w:val="Hyperlink"/>
            <w:bCs w:val="0"/>
            <w:sz w:val="20"/>
            <w:szCs w:val="20"/>
          </w:rPr>
          <w:t>ERCOT Evaluation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3-204</w:t>
        </w:r>
        <w:r w:rsidR="000A5011" w:rsidRPr="000A5011">
          <w:rPr>
            <w:bCs w:val="0"/>
            <w:webHidden/>
            <w:sz w:val="20"/>
            <w:szCs w:val="20"/>
          </w:rPr>
          <w:fldChar w:fldCharType="end"/>
        </w:r>
      </w:hyperlink>
    </w:p>
    <w:p w14:paraId="61CC3C01" w14:textId="54A4C0AF" w:rsidR="000A5011" w:rsidRPr="000A5011" w:rsidRDefault="005F79DD">
      <w:pPr>
        <w:pStyle w:val="TOC5"/>
        <w:rPr>
          <w:rFonts w:eastAsiaTheme="minorEastAsia"/>
          <w:i w:val="0"/>
          <w:sz w:val="20"/>
          <w:szCs w:val="20"/>
        </w:rPr>
      </w:pPr>
      <w:hyperlink w:anchor="_Toc75942536" w:history="1">
        <w:r w:rsidR="000A5011" w:rsidRPr="000A5011">
          <w:rPr>
            <w:rStyle w:val="Hyperlink"/>
            <w:i w:val="0"/>
            <w:sz w:val="20"/>
            <w:szCs w:val="20"/>
          </w:rPr>
          <w:t>3.14.1.2.1</w:t>
        </w:r>
        <w:r w:rsidR="000A5011" w:rsidRPr="000A5011">
          <w:rPr>
            <w:rFonts w:eastAsiaTheme="minorEastAsia"/>
            <w:i w:val="0"/>
            <w:sz w:val="20"/>
            <w:szCs w:val="20"/>
          </w:rPr>
          <w:tab/>
        </w:r>
        <w:r w:rsidR="000A5011" w:rsidRPr="000A5011">
          <w:rPr>
            <w:rStyle w:val="Hyperlink"/>
            <w:i w:val="0"/>
            <w:snapToGrid w:val="0"/>
            <w:sz w:val="20"/>
            <w:szCs w:val="20"/>
          </w:rPr>
          <w:t>ERCOT Evaluation of Seasonal Mothball Status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_Toc75942536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3-207</w:t>
        </w:r>
        <w:r w:rsidR="000A5011" w:rsidRPr="000A5011">
          <w:rPr>
            <w:i w:val="0"/>
            <w:webHidden/>
            <w:sz w:val="20"/>
            <w:szCs w:val="20"/>
          </w:rPr>
          <w:fldChar w:fldCharType="end"/>
        </w:r>
      </w:hyperlink>
    </w:p>
    <w:p w14:paraId="7326E17B" w14:textId="39F27DFA" w:rsidR="000A5011" w:rsidRPr="000A5011" w:rsidRDefault="005F79DD">
      <w:pPr>
        <w:pStyle w:val="TOC4"/>
        <w:rPr>
          <w:rFonts w:eastAsiaTheme="minorEastAsia"/>
          <w:bCs w:val="0"/>
          <w:snapToGrid/>
          <w:sz w:val="20"/>
          <w:szCs w:val="20"/>
        </w:rPr>
      </w:pPr>
      <w:hyperlink w:anchor="_Toc75942537" w:history="1">
        <w:r w:rsidR="000A5011" w:rsidRPr="000A5011">
          <w:rPr>
            <w:rStyle w:val="Hyperlink"/>
            <w:bCs w:val="0"/>
            <w:sz w:val="20"/>
            <w:szCs w:val="20"/>
          </w:rPr>
          <w:t>3.14.1.3</w:t>
        </w:r>
        <w:r w:rsidR="000A5011" w:rsidRPr="000A5011">
          <w:rPr>
            <w:rFonts w:eastAsiaTheme="minorEastAsia"/>
            <w:bCs w:val="0"/>
            <w:snapToGrid/>
            <w:sz w:val="20"/>
            <w:szCs w:val="20"/>
          </w:rPr>
          <w:tab/>
        </w:r>
        <w:r w:rsidR="000A5011" w:rsidRPr="000A5011">
          <w:rPr>
            <w:rStyle w:val="Hyperlink"/>
            <w:bCs w:val="0"/>
            <w:sz w:val="20"/>
            <w:szCs w:val="20"/>
          </w:rPr>
          <w:t>ERCOT Board Approval of RMR and MRA Agreements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3-208</w:t>
        </w:r>
        <w:r w:rsidR="000A5011" w:rsidRPr="000A5011">
          <w:rPr>
            <w:bCs w:val="0"/>
            <w:webHidden/>
            <w:sz w:val="20"/>
            <w:szCs w:val="20"/>
          </w:rPr>
          <w:fldChar w:fldCharType="end"/>
        </w:r>
      </w:hyperlink>
    </w:p>
    <w:p w14:paraId="35A513D6" w14:textId="6BBB6EE2" w:rsidR="000A5011" w:rsidRPr="000A5011" w:rsidRDefault="005F79DD">
      <w:pPr>
        <w:pStyle w:val="TOC4"/>
        <w:rPr>
          <w:rFonts w:eastAsiaTheme="minorEastAsia"/>
          <w:bCs w:val="0"/>
          <w:snapToGrid/>
          <w:sz w:val="20"/>
          <w:szCs w:val="20"/>
        </w:rPr>
      </w:pPr>
      <w:hyperlink w:anchor="_Toc75942538" w:history="1">
        <w:r w:rsidR="000A5011" w:rsidRPr="000A5011">
          <w:rPr>
            <w:rStyle w:val="Hyperlink"/>
            <w:bCs w:val="0"/>
            <w:sz w:val="20"/>
            <w:szCs w:val="20"/>
          </w:rPr>
          <w:t>3.14.1.4</w:t>
        </w:r>
        <w:r w:rsidR="000A5011" w:rsidRPr="000A5011">
          <w:rPr>
            <w:rFonts w:eastAsiaTheme="minorEastAsia"/>
            <w:bCs w:val="0"/>
            <w:snapToGrid/>
            <w:sz w:val="20"/>
            <w:szCs w:val="20"/>
          </w:rPr>
          <w:tab/>
        </w:r>
        <w:r w:rsidR="000A5011" w:rsidRPr="000A5011">
          <w:rPr>
            <w:rStyle w:val="Hyperlink"/>
            <w:bCs w:val="0"/>
            <w:sz w:val="20"/>
            <w:szCs w:val="20"/>
          </w:rPr>
          <w:t>Exit Strategy from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18F6BECE" w14:textId="3366DB94" w:rsidR="000A5011" w:rsidRPr="000A5011" w:rsidRDefault="005F79DD">
      <w:pPr>
        <w:pStyle w:val="TOC4"/>
        <w:rPr>
          <w:rFonts w:eastAsiaTheme="minorEastAsia"/>
          <w:bCs w:val="0"/>
          <w:snapToGrid/>
          <w:sz w:val="20"/>
          <w:szCs w:val="20"/>
        </w:rPr>
      </w:pPr>
      <w:hyperlink w:anchor="_Toc75942539" w:history="1">
        <w:r w:rsidR="000A5011" w:rsidRPr="000A5011">
          <w:rPr>
            <w:rStyle w:val="Hyperlink"/>
            <w:bCs w:val="0"/>
            <w:sz w:val="20"/>
            <w:szCs w:val="20"/>
          </w:rPr>
          <w:t>3.14.1.5</w:t>
        </w:r>
        <w:r w:rsidR="000A5011" w:rsidRPr="000A5011">
          <w:rPr>
            <w:rFonts w:eastAsiaTheme="minorEastAsia"/>
            <w:bCs w:val="0"/>
            <w:snapToGrid/>
            <w:sz w:val="20"/>
            <w:szCs w:val="20"/>
          </w:rPr>
          <w:tab/>
        </w:r>
        <w:r w:rsidR="000A5011" w:rsidRPr="000A5011">
          <w:rPr>
            <w:rStyle w:val="Hyperlink"/>
            <w:bCs w:val="0"/>
            <w:sz w:val="20"/>
            <w:szCs w:val="20"/>
          </w:rPr>
          <w:t>Evaluation of Alternatives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4D0291F1" w14:textId="5AFBEC80" w:rsidR="000A5011" w:rsidRPr="000A5011" w:rsidRDefault="005F79DD">
      <w:pPr>
        <w:pStyle w:val="TOC4"/>
        <w:rPr>
          <w:rFonts w:eastAsiaTheme="minorEastAsia"/>
          <w:bCs w:val="0"/>
          <w:snapToGrid/>
          <w:sz w:val="20"/>
          <w:szCs w:val="20"/>
        </w:rPr>
      </w:pPr>
      <w:hyperlink w:anchor="_Toc75942540" w:history="1">
        <w:r w:rsidR="000A5011" w:rsidRPr="000A5011">
          <w:rPr>
            <w:rStyle w:val="Hyperlink"/>
            <w:bCs w:val="0"/>
            <w:sz w:val="20"/>
            <w:szCs w:val="20"/>
          </w:rPr>
          <w:t>3.14.1.6</w:t>
        </w:r>
        <w:r w:rsidR="000A5011" w:rsidRPr="000A5011">
          <w:rPr>
            <w:rFonts w:eastAsiaTheme="minorEastAsia"/>
            <w:bCs w:val="0"/>
            <w:snapToGrid/>
            <w:sz w:val="20"/>
            <w:szCs w:val="20"/>
          </w:rPr>
          <w:tab/>
        </w:r>
        <w:r w:rsidR="000A5011" w:rsidRPr="000A5011">
          <w:rPr>
            <w:rStyle w:val="Hyperlink"/>
            <w:bCs w:val="0"/>
            <w:sz w:val="20"/>
            <w:szCs w:val="20"/>
          </w:rPr>
          <w:t>Transmission System Upgrades Associated with an RMR and/or MRA Exit Strategy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76A5B1B9" w14:textId="1FA19FD6" w:rsidR="000A5011" w:rsidRPr="000A5011" w:rsidRDefault="005F79DD">
      <w:pPr>
        <w:pStyle w:val="TOC4"/>
        <w:rPr>
          <w:rFonts w:eastAsiaTheme="minorEastAsia"/>
          <w:bCs w:val="0"/>
          <w:snapToGrid/>
          <w:sz w:val="20"/>
          <w:szCs w:val="20"/>
        </w:rPr>
      </w:pPr>
      <w:hyperlink w:anchor="_Toc75942541" w:history="1">
        <w:r w:rsidR="000A5011" w:rsidRPr="000A5011">
          <w:rPr>
            <w:rStyle w:val="Hyperlink"/>
            <w:bCs w:val="0"/>
            <w:sz w:val="20"/>
            <w:szCs w:val="20"/>
          </w:rPr>
          <w:t>3.14.1.7</w:t>
        </w:r>
        <w:r w:rsidR="000A5011" w:rsidRPr="000A5011">
          <w:rPr>
            <w:rFonts w:eastAsiaTheme="minorEastAsia"/>
            <w:bCs w:val="0"/>
            <w:snapToGrid/>
            <w:sz w:val="20"/>
            <w:szCs w:val="20"/>
          </w:rPr>
          <w:tab/>
        </w:r>
        <w:r w:rsidR="000A5011" w:rsidRPr="000A5011">
          <w:rPr>
            <w:rStyle w:val="Hyperlink"/>
            <w:bCs w:val="0"/>
            <w:sz w:val="20"/>
            <w:szCs w:val="20"/>
          </w:rPr>
          <w:t>RMR or MRA Contract Termination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4DA00AFB" w14:textId="18E49A01" w:rsidR="000A5011" w:rsidRPr="000A5011" w:rsidRDefault="005F79DD">
      <w:pPr>
        <w:pStyle w:val="TOC4"/>
        <w:rPr>
          <w:rFonts w:eastAsiaTheme="minorEastAsia"/>
          <w:bCs w:val="0"/>
          <w:snapToGrid/>
          <w:sz w:val="20"/>
          <w:szCs w:val="20"/>
        </w:rPr>
      </w:pPr>
      <w:hyperlink w:anchor="_Toc75942542" w:history="1">
        <w:r w:rsidR="000A5011" w:rsidRPr="000A5011">
          <w:rPr>
            <w:rStyle w:val="Hyperlink"/>
            <w:bCs w:val="0"/>
            <w:sz w:val="20"/>
            <w:szCs w:val="20"/>
          </w:rPr>
          <w:t>3.14.1.8</w:t>
        </w:r>
        <w:r w:rsidR="000A5011" w:rsidRPr="000A5011">
          <w:rPr>
            <w:rFonts w:eastAsiaTheme="minorEastAsia"/>
            <w:bCs w:val="0"/>
            <w:snapToGrid/>
            <w:sz w:val="20"/>
            <w:szCs w:val="20"/>
          </w:rPr>
          <w:tab/>
        </w:r>
        <w:r w:rsidR="000A5011" w:rsidRPr="000A5011">
          <w:rPr>
            <w:rStyle w:val="Hyperlink"/>
            <w:bCs w:val="0"/>
            <w:sz w:val="20"/>
            <w:szCs w:val="20"/>
          </w:rPr>
          <w:t>RMR and/or MRA Contract Extension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3-212</w:t>
        </w:r>
        <w:r w:rsidR="000A5011" w:rsidRPr="000A5011">
          <w:rPr>
            <w:bCs w:val="0"/>
            <w:webHidden/>
            <w:sz w:val="20"/>
            <w:szCs w:val="20"/>
          </w:rPr>
          <w:fldChar w:fldCharType="end"/>
        </w:r>
      </w:hyperlink>
    </w:p>
    <w:p w14:paraId="0FD213EE" w14:textId="080EFC6B" w:rsidR="000A5011" w:rsidRPr="000A5011" w:rsidRDefault="005F79DD">
      <w:pPr>
        <w:pStyle w:val="TOC4"/>
        <w:rPr>
          <w:rFonts w:eastAsiaTheme="minorEastAsia"/>
          <w:bCs w:val="0"/>
          <w:snapToGrid/>
          <w:sz w:val="20"/>
          <w:szCs w:val="20"/>
        </w:rPr>
      </w:pPr>
      <w:hyperlink w:anchor="_Toc75942543" w:history="1">
        <w:r w:rsidR="000A5011" w:rsidRPr="000A5011">
          <w:rPr>
            <w:rStyle w:val="Hyperlink"/>
            <w:bCs w:val="0"/>
            <w:sz w:val="20"/>
            <w:szCs w:val="20"/>
          </w:rPr>
          <w:t>3.14.1.9</w:t>
        </w:r>
        <w:r w:rsidR="000A5011" w:rsidRPr="000A5011">
          <w:rPr>
            <w:rFonts w:eastAsiaTheme="minorEastAsia"/>
            <w:bCs w:val="0"/>
            <w:snapToGrid/>
            <w:sz w:val="20"/>
            <w:szCs w:val="20"/>
          </w:rPr>
          <w:tab/>
        </w:r>
        <w:r w:rsidR="000A5011" w:rsidRPr="000A5011">
          <w:rPr>
            <w:rStyle w:val="Hyperlink"/>
            <w:bCs w:val="0"/>
            <w:sz w:val="20"/>
            <w:szCs w:val="20"/>
          </w:rPr>
          <w:t>Generation Resource Status Updates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3-214</w:t>
        </w:r>
        <w:r w:rsidR="000A5011" w:rsidRPr="000A5011">
          <w:rPr>
            <w:bCs w:val="0"/>
            <w:webHidden/>
            <w:sz w:val="20"/>
            <w:szCs w:val="20"/>
          </w:rPr>
          <w:fldChar w:fldCharType="end"/>
        </w:r>
      </w:hyperlink>
    </w:p>
    <w:p w14:paraId="095355A6" w14:textId="1AD40664" w:rsidR="000A5011" w:rsidRPr="000A5011" w:rsidRDefault="005F79DD">
      <w:pPr>
        <w:pStyle w:val="TOC4"/>
        <w:rPr>
          <w:rFonts w:eastAsiaTheme="minorEastAsia"/>
          <w:bCs w:val="0"/>
          <w:snapToGrid/>
          <w:sz w:val="20"/>
          <w:szCs w:val="20"/>
        </w:rPr>
      </w:pPr>
      <w:hyperlink w:anchor="_Toc75942544" w:history="1">
        <w:r w:rsidR="000A5011" w:rsidRPr="000A5011">
          <w:rPr>
            <w:rStyle w:val="Hyperlink"/>
            <w:bCs w:val="0"/>
            <w:sz w:val="20"/>
            <w:szCs w:val="20"/>
          </w:rPr>
          <w:t>3.14.1.10</w:t>
        </w:r>
        <w:r w:rsidR="000A5011" w:rsidRPr="000A5011">
          <w:rPr>
            <w:rFonts w:eastAsiaTheme="minorEastAsia"/>
            <w:bCs w:val="0"/>
            <w:snapToGrid/>
            <w:sz w:val="20"/>
            <w:szCs w:val="20"/>
          </w:rPr>
          <w:tab/>
        </w:r>
        <w:r w:rsidR="000A5011" w:rsidRPr="000A5011">
          <w:rPr>
            <w:rStyle w:val="Hyperlink"/>
            <w:bCs w:val="0"/>
            <w:sz w:val="20"/>
            <w:szCs w:val="20"/>
          </w:rPr>
          <w:t>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3-217</w:t>
        </w:r>
        <w:r w:rsidR="000A5011" w:rsidRPr="000A5011">
          <w:rPr>
            <w:bCs w:val="0"/>
            <w:webHidden/>
            <w:sz w:val="20"/>
            <w:szCs w:val="20"/>
          </w:rPr>
          <w:fldChar w:fldCharType="end"/>
        </w:r>
      </w:hyperlink>
    </w:p>
    <w:p w14:paraId="5D098005" w14:textId="2DA8EDB2" w:rsidR="000A5011" w:rsidRPr="000A5011" w:rsidRDefault="005F79DD">
      <w:pPr>
        <w:pStyle w:val="TOC4"/>
        <w:rPr>
          <w:rFonts w:eastAsiaTheme="minorEastAsia"/>
          <w:bCs w:val="0"/>
          <w:snapToGrid/>
          <w:sz w:val="20"/>
          <w:szCs w:val="20"/>
        </w:rPr>
      </w:pPr>
      <w:hyperlink w:anchor="_Toc75942545" w:history="1">
        <w:r w:rsidR="000A5011" w:rsidRPr="000A5011">
          <w:rPr>
            <w:rStyle w:val="Hyperlink"/>
            <w:bCs w:val="0"/>
            <w:sz w:val="20"/>
            <w:szCs w:val="20"/>
          </w:rPr>
          <w:t>3.14.1.11</w:t>
        </w:r>
        <w:r w:rsidR="000A5011" w:rsidRPr="000A5011">
          <w:rPr>
            <w:rFonts w:eastAsiaTheme="minorEastAsia"/>
            <w:bCs w:val="0"/>
            <w:snapToGrid/>
            <w:sz w:val="20"/>
            <w:szCs w:val="20"/>
          </w:rPr>
          <w:tab/>
        </w:r>
        <w:r w:rsidR="000A5011" w:rsidRPr="000A5011">
          <w:rPr>
            <w:rStyle w:val="Hyperlink"/>
            <w:bCs w:val="0"/>
            <w:sz w:val="20"/>
            <w:szCs w:val="20"/>
          </w:rPr>
          <w:t>Budgeting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3-219</w:t>
        </w:r>
        <w:r w:rsidR="000A5011" w:rsidRPr="000A5011">
          <w:rPr>
            <w:bCs w:val="0"/>
            <w:webHidden/>
            <w:sz w:val="20"/>
            <w:szCs w:val="20"/>
          </w:rPr>
          <w:fldChar w:fldCharType="end"/>
        </w:r>
      </w:hyperlink>
    </w:p>
    <w:p w14:paraId="50811AEE" w14:textId="391A9D7E" w:rsidR="000A5011" w:rsidRPr="000A5011" w:rsidRDefault="005F79DD">
      <w:pPr>
        <w:pStyle w:val="TOC4"/>
        <w:rPr>
          <w:rFonts w:eastAsiaTheme="minorEastAsia"/>
          <w:bCs w:val="0"/>
          <w:snapToGrid/>
          <w:sz w:val="20"/>
          <w:szCs w:val="20"/>
        </w:rPr>
      </w:pPr>
      <w:hyperlink w:anchor="_Toc75942546" w:history="1">
        <w:r w:rsidR="000A5011" w:rsidRPr="000A5011">
          <w:rPr>
            <w:rStyle w:val="Hyperlink"/>
            <w:bCs w:val="0"/>
            <w:sz w:val="20"/>
            <w:szCs w:val="20"/>
          </w:rPr>
          <w:t>3.14.1.12</w:t>
        </w:r>
        <w:r w:rsidR="000A5011" w:rsidRPr="000A5011">
          <w:rPr>
            <w:rFonts w:eastAsiaTheme="minorEastAsia"/>
            <w:bCs w:val="0"/>
            <w:snapToGrid/>
            <w:sz w:val="20"/>
            <w:szCs w:val="20"/>
          </w:rPr>
          <w:tab/>
        </w:r>
        <w:r w:rsidR="000A5011" w:rsidRPr="000A5011">
          <w:rPr>
            <w:rStyle w:val="Hyperlink"/>
            <w:bCs w:val="0"/>
            <w:sz w:val="20"/>
            <w:szCs w:val="20"/>
          </w:rPr>
          <w:t>Calculation of the Initial Standby Cost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3F2F182" w14:textId="579A04D2" w:rsidR="000A5011" w:rsidRPr="000A5011" w:rsidRDefault="005F79DD">
      <w:pPr>
        <w:pStyle w:val="TOC4"/>
        <w:rPr>
          <w:rFonts w:eastAsiaTheme="minorEastAsia"/>
          <w:bCs w:val="0"/>
          <w:snapToGrid/>
          <w:sz w:val="20"/>
          <w:szCs w:val="20"/>
        </w:rPr>
      </w:pPr>
      <w:hyperlink w:anchor="_Toc75942547" w:history="1">
        <w:r w:rsidR="000A5011" w:rsidRPr="000A5011">
          <w:rPr>
            <w:rStyle w:val="Hyperlink"/>
            <w:bCs w:val="0"/>
            <w:sz w:val="20"/>
            <w:szCs w:val="20"/>
          </w:rPr>
          <w:t>3.14.1.13</w:t>
        </w:r>
        <w:r w:rsidR="000A5011" w:rsidRPr="000A5011">
          <w:rPr>
            <w:rFonts w:eastAsiaTheme="minorEastAsia"/>
            <w:bCs w:val="0"/>
            <w:snapToGrid/>
            <w:sz w:val="20"/>
            <w:szCs w:val="20"/>
          </w:rPr>
          <w:tab/>
        </w:r>
        <w:r w:rsidR="000A5011" w:rsidRPr="000A5011">
          <w:rPr>
            <w:rStyle w:val="Hyperlink"/>
            <w:bCs w:val="0"/>
            <w:sz w:val="20"/>
            <w:szCs w:val="20"/>
          </w:rPr>
          <w:t>Updated Budgets During the Term of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1A27C1ED" w14:textId="79B78318" w:rsidR="000A5011" w:rsidRPr="000A5011" w:rsidRDefault="005F79DD">
      <w:pPr>
        <w:pStyle w:val="TOC4"/>
        <w:rPr>
          <w:rFonts w:eastAsiaTheme="minorEastAsia"/>
          <w:bCs w:val="0"/>
          <w:snapToGrid/>
          <w:sz w:val="20"/>
          <w:szCs w:val="20"/>
        </w:rPr>
      </w:pPr>
      <w:hyperlink w:anchor="_Toc75942548" w:history="1">
        <w:r w:rsidR="000A5011" w:rsidRPr="000A5011">
          <w:rPr>
            <w:rStyle w:val="Hyperlink"/>
            <w:bCs w:val="0"/>
            <w:sz w:val="20"/>
            <w:szCs w:val="20"/>
          </w:rPr>
          <w:t>3.14.1.14</w:t>
        </w:r>
        <w:r w:rsidR="000A5011" w:rsidRPr="000A5011">
          <w:rPr>
            <w:rFonts w:eastAsiaTheme="minorEastAsia"/>
            <w:bCs w:val="0"/>
            <w:snapToGrid/>
            <w:sz w:val="20"/>
            <w:szCs w:val="20"/>
          </w:rPr>
          <w:tab/>
        </w:r>
        <w:r w:rsidR="000A5011" w:rsidRPr="000A5011">
          <w:rPr>
            <w:rStyle w:val="Hyperlink"/>
            <w:bCs w:val="0"/>
            <w:sz w:val="20"/>
            <w:szCs w:val="20"/>
          </w:rPr>
          <w:t>Reporting Actual RMR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02474F55" w14:textId="25A17AAE" w:rsidR="000A5011" w:rsidRPr="000A5011" w:rsidRDefault="005F79DD">
      <w:pPr>
        <w:pStyle w:val="TOC4"/>
        <w:rPr>
          <w:rFonts w:eastAsiaTheme="minorEastAsia"/>
          <w:bCs w:val="0"/>
          <w:snapToGrid/>
          <w:sz w:val="20"/>
          <w:szCs w:val="20"/>
        </w:rPr>
      </w:pPr>
      <w:hyperlink w:anchor="_Toc75942549" w:history="1">
        <w:r w:rsidR="000A5011" w:rsidRPr="000A5011">
          <w:rPr>
            <w:rStyle w:val="Hyperlink"/>
            <w:bCs w:val="0"/>
            <w:sz w:val="20"/>
            <w:szCs w:val="20"/>
          </w:rPr>
          <w:t>3.14.1.15</w:t>
        </w:r>
        <w:r w:rsidR="000A5011" w:rsidRPr="000A5011">
          <w:rPr>
            <w:rFonts w:eastAsiaTheme="minorEastAsia"/>
            <w:bCs w:val="0"/>
            <w:snapToGrid/>
            <w:sz w:val="20"/>
            <w:szCs w:val="20"/>
          </w:rPr>
          <w:tab/>
        </w:r>
        <w:r w:rsidR="000A5011" w:rsidRPr="000A5011">
          <w:rPr>
            <w:rStyle w:val="Hyperlink"/>
            <w:bCs w:val="0"/>
            <w:sz w:val="20"/>
            <w:szCs w:val="20"/>
          </w:rPr>
          <w:t>Reporting Actual MRA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04BB2622" w14:textId="36E8719B" w:rsidR="000A5011" w:rsidRPr="000A5011" w:rsidRDefault="005F79DD">
      <w:pPr>
        <w:pStyle w:val="TOC4"/>
        <w:rPr>
          <w:rFonts w:eastAsiaTheme="minorEastAsia"/>
          <w:bCs w:val="0"/>
          <w:snapToGrid/>
          <w:sz w:val="20"/>
          <w:szCs w:val="20"/>
        </w:rPr>
      </w:pPr>
      <w:hyperlink w:anchor="_Toc75942550" w:history="1">
        <w:r w:rsidR="000A5011" w:rsidRPr="000A5011">
          <w:rPr>
            <w:rStyle w:val="Hyperlink"/>
            <w:bCs w:val="0"/>
            <w:sz w:val="20"/>
            <w:szCs w:val="20"/>
          </w:rPr>
          <w:t>3.14.1.16</w:t>
        </w:r>
        <w:r w:rsidR="000A5011" w:rsidRPr="000A5011">
          <w:rPr>
            <w:rFonts w:eastAsiaTheme="minorEastAsia"/>
            <w:bCs w:val="0"/>
            <w:snapToGrid/>
            <w:sz w:val="20"/>
            <w:szCs w:val="20"/>
          </w:rPr>
          <w:tab/>
        </w:r>
        <w:r w:rsidR="000A5011" w:rsidRPr="000A5011">
          <w:rPr>
            <w:rStyle w:val="Hyperlink"/>
            <w:bCs w:val="0"/>
            <w:sz w:val="20"/>
            <w:szCs w:val="20"/>
          </w:rPr>
          <w:t>Reconciliation of Actual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1AB286F3" w14:textId="01EC0951" w:rsidR="000A5011" w:rsidRPr="000A5011" w:rsidRDefault="005F79DD">
      <w:pPr>
        <w:pStyle w:val="TOC4"/>
        <w:rPr>
          <w:rFonts w:eastAsiaTheme="minorEastAsia"/>
          <w:bCs w:val="0"/>
          <w:snapToGrid/>
          <w:sz w:val="20"/>
          <w:szCs w:val="20"/>
        </w:rPr>
      </w:pPr>
      <w:hyperlink w:anchor="_Toc75942551" w:history="1">
        <w:r w:rsidR="000A5011" w:rsidRPr="000A5011">
          <w:rPr>
            <w:rStyle w:val="Hyperlink"/>
            <w:bCs w:val="0"/>
            <w:sz w:val="20"/>
            <w:szCs w:val="20"/>
          </w:rPr>
          <w:t>3.14.1.17</w:t>
        </w:r>
        <w:r w:rsidR="000A5011" w:rsidRPr="000A5011">
          <w:rPr>
            <w:rFonts w:eastAsiaTheme="minorEastAsia"/>
            <w:bCs w:val="0"/>
            <w:snapToGrid/>
            <w:sz w:val="20"/>
            <w:szCs w:val="20"/>
          </w:rPr>
          <w:tab/>
        </w:r>
        <w:r w:rsidR="000A5011" w:rsidRPr="000A5011">
          <w:rPr>
            <w:rStyle w:val="Hyperlink"/>
            <w:bCs w:val="0"/>
            <w:sz w:val="20"/>
            <w:szCs w:val="20"/>
          </w:rPr>
          <w:t>Incentive Factor</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4DEFE345" w14:textId="39959040" w:rsidR="000A5011" w:rsidRPr="000A5011" w:rsidRDefault="005F79DD">
      <w:pPr>
        <w:pStyle w:val="TOC4"/>
        <w:rPr>
          <w:rFonts w:eastAsiaTheme="minorEastAsia"/>
          <w:bCs w:val="0"/>
          <w:snapToGrid/>
          <w:sz w:val="20"/>
          <w:szCs w:val="20"/>
        </w:rPr>
      </w:pPr>
      <w:hyperlink w:anchor="_Toc75942552" w:history="1">
        <w:r w:rsidR="000A5011" w:rsidRPr="000A5011">
          <w:rPr>
            <w:rStyle w:val="Hyperlink"/>
            <w:bCs w:val="0"/>
            <w:sz w:val="20"/>
            <w:szCs w:val="20"/>
          </w:rPr>
          <w:t>3.14.1.18</w:t>
        </w:r>
        <w:r w:rsidR="000A5011" w:rsidRPr="000A5011">
          <w:rPr>
            <w:rFonts w:eastAsiaTheme="minorEastAsia"/>
            <w:bCs w:val="0"/>
            <w:snapToGrid/>
            <w:sz w:val="20"/>
            <w:szCs w:val="20"/>
          </w:rPr>
          <w:tab/>
        </w:r>
        <w:r w:rsidR="000A5011" w:rsidRPr="000A5011">
          <w:rPr>
            <w:rStyle w:val="Hyperlink"/>
            <w:bCs w:val="0"/>
            <w:sz w:val="20"/>
            <w:szCs w:val="20"/>
          </w:rPr>
          <w:t>Major Equipment Modifications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6EEB835" w14:textId="1BA05620" w:rsidR="000A5011" w:rsidRPr="000A5011" w:rsidRDefault="005F79DD">
      <w:pPr>
        <w:pStyle w:val="TOC4"/>
        <w:rPr>
          <w:rFonts w:eastAsiaTheme="minorEastAsia"/>
          <w:bCs w:val="0"/>
          <w:snapToGrid/>
          <w:sz w:val="20"/>
          <w:szCs w:val="20"/>
        </w:rPr>
      </w:pPr>
      <w:hyperlink w:anchor="_Toc75942553" w:history="1">
        <w:r w:rsidR="000A5011" w:rsidRPr="000A5011">
          <w:rPr>
            <w:rStyle w:val="Hyperlink"/>
            <w:bCs w:val="0"/>
            <w:sz w:val="20"/>
            <w:szCs w:val="20"/>
          </w:rPr>
          <w:t>3.14.1.19</w:t>
        </w:r>
        <w:r w:rsidR="000A5011" w:rsidRPr="000A5011">
          <w:rPr>
            <w:rFonts w:eastAsiaTheme="minorEastAsia"/>
            <w:bCs w:val="0"/>
            <w:snapToGrid/>
            <w:sz w:val="20"/>
            <w:szCs w:val="20"/>
          </w:rPr>
          <w:tab/>
        </w:r>
        <w:r w:rsidR="000A5011" w:rsidRPr="000A5011">
          <w:rPr>
            <w:rStyle w:val="Hyperlink"/>
            <w:bCs w:val="0"/>
            <w:sz w:val="20"/>
            <w:szCs w:val="20"/>
          </w:rPr>
          <w:t>Charge for Contributed Capital Expenditures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F1D74DE" w14:textId="07001B42" w:rsidR="000A5011" w:rsidRPr="000A5011" w:rsidRDefault="005F79DD">
      <w:pPr>
        <w:pStyle w:val="TOC4"/>
        <w:rPr>
          <w:rFonts w:eastAsiaTheme="minorEastAsia"/>
          <w:bCs w:val="0"/>
          <w:snapToGrid/>
          <w:sz w:val="20"/>
          <w:szCs w:val="20"/>
        </w:rPr>
      </w:pPr>
      <w:hyperlink w:anchor="_Toc75942554" w:history="1">
        <w:r w:rsidR="000A5011" w:rsidRPr="000A5011">
          <w:rPr>
            <w:rStyle w:val="Hyperlink"/>
            <w:bCs w:val="0"/>
            <w:sz w:val="20"/>
            <w:szCs w:val="20"/>
          </w:rPr>
          <w:t>3.14.1.20</w:t>
        </w:r>
        <w:r w:rsidR="000A5011" w:rsidRPr="000A5011">
          <w:rPr>
            <w:rFonts w:eastAsiaTheme="minorEastAsia"/>
            <w:bCs w:val="0"/>
            <w:snapToGrid/>
            <w:sz w:val="20"/>
            <w:szCs w:val="20"/>
          </w:rPr>
          <w:tab/>
        </w:r>
        <w:r w:rsidR="000A5011" w:rsidRPr="000A5011">
          <w:rPr>
            <w:rStyle w:val="Hyperlink"/>
            <w:bCs w:val="0"/>
            <w:sz w:val="20"/>
            <w:szCs w:val="20"/>
          </w:rPr>
          <w:t>Budgeting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3-226</w:t>
        </w:r>
        <w:r w:rsidR="000A5011" w:rsidRPr="000A5011">
          <w:rPr>
            <w:bCs w:val="0"/>
            <w:webHidden/>
            <w:sz w:val="20"/>
            <w:szCs w:val="20"/>
          </w:rPr>
          <w:fldChar w:fldCharType="end"/>
        </w:r>
      </w:hyperlink>
    </w:p>
    <w:p w14:paraId="7819112E" w14:textId="4F5D6B32" w:rsidR="000A5011" w:rsidRPr="000A5011" w:rsidRDefault="005F79DD">
      <w:pPr>
        <w:pStyle w:val="TOC4"/>
        <w:rPr>
          <w:rFonts w:eastAsiaTheme="minorEastAsia"/>
          <w:bCs w:val="0"/>
          <w:snapToGrid/>
          <w:sz w:val="20"/>
          <w:szCs w:val="20"/>
        </w:rPr>
      </w:pPr>
      <w:hyperlink w:anchor="_Toc75942555" w:history="1">
        <w:r w:rsidR="000A5011" w:rsidRPr="000A5011">
          <w:rPr>
            <w:rStyle w:val="Hyperlink"/>
            <w:bCs w:val="0"/>
            <w:sz w:val="20"/>
            <w:szCs w:val="20"/>
          </w:rPr>
          <w:t>3.14.1.21</w:t>
        </w:r>
        <w:r w:rsidR="000A5011" w:rsidRPr="000A5011">
          <w:rPr>
            <w:rFonts w:eastAsiaTheme="minorEastAsia"/>
            <w:bCs w:val="0"/>
            <w:snapToGrid/>
            <w:sz w:val="20"/>
            <w:szCs w:val="20"/>
          </w:rPr>
          <w:tab/>
        </w:r>
        <w:r w:rsidR="000A5011" w:rsidRPr="000A5011">
          <w:rPr>
            <w:rStyle w:val="Hyperlink"/>
            <w:bCs w:val="0"/>
            <w:sz w:val="20"/>
            <w:szCs w:val="20"/>
          </w:rPr>
          <w:t>Reporting Actual Eligible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3-227</w:t>
        </w:r>
        <w:r w:rsidR="000A5011" w:rsidRPr="000A5011">
          <w:rPr>
            <w:bCs w:val="0"/>
            <w:webHidden/>
            <w:sz w:val="20"/>
            <w:szCs w:val="20"/>
          </w:rPr>
          <w:fldChar w:fldCharType="end"/>
        </w:r>
      </w:hyperlink>
    </w:p>
    <w:p w14:paraId="74B51C2D" w14:textId="1A58BACB" w:rsidR="000A5011" w:rsidRPr="000A5011" w:rsidRDefault="005F79DD">
      <w:pPr>
        <w:pStyle w:val="TOC3"/>
        <w:rPr>
          <w:rFonts w:eastAsiaTheme="minorEastAsia"/>
          <w:bCs w:val="0"/>
          <w:i w:val="0"/>
          <w:iCs w:val="0"/>
        </w:rPr>
      </w:pPr>
      <w:hyperlink w:anchor="_Toc75942556" w:history="1">
        <w:r w:rsidR="000A5011" w:rsidRPr="000A5011">
          <w:rPr>
            <w:rStyle w:val="Hyperlink"/>
            <w:bCs w:val="0"/>
            <w:i w:val="0"/>
            <w:iCs w:val="0"/>
          </w:rPr>
          <w:t>3.14.2</w:t>
        </w:r>
        <w:r w:rsidR="000A5011" w:rsidRPr="000A5011">
          <w:rPr>
            <w:rFonts w:eastAsiaTheme="minorEastAsia"/>
            <w:bCs w:val="0"/>
            <w:i w:val="0"/>
            <w:iCs w:val="0"/>
          </w:rPr>
          <w:tab/>
        </w:r>
        <w:r w:rsidR="000A5011" w:rsidRPr="000A5011">
          <w:rPr>
            <w:rStyle w:val="Hyperlink"/>
            <w:bCs w:val="0"/>
            <w:i w:val="0"/>
            <w:iCs w:val="0"/>
          </w:rPr>
          <w:t>Black Start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3-228</w:t>
        </w:r>
        <w:r w:rsidR="000A5011" w:rsidRPr="000A5011">
          <w:rPr>
            <w:bCs w:val="0"/>
            <w:i w:val="0"/>
            <w:iCs w:val="0"/>
            <w:webHidden/>
          </w:rPr>
          <w:fldChar w:fldCharType="end"/>
        </w:r>
      </w:hyperlink>
    </w:p>
    <w:p w14:paraId="6306DDF6" w14:textId="25E32835" w:rsidR="000A5011" w:rsidRPr="000A5011" w:rsidRDefault="005F79DD">
      <w:pPr>
        <w:pStyle w:val="TOC3"/>
        <w:rPr>
          <w:rFonts w:eastAsiaTheme="minorEastAsia"/>
          <w:bCs w:val="0"/>
          <w:i w:val="0"/>
          <w:iCs w:val="0"/>
        </w:rPr>
      </w:pPr>
      <w:hyperlink w:anchor="_Toc75942557" w:history="1">
        <w:r w:rsidR="000A5011" w:rsidRPr="000A5011">
          <w:rPr>
            <w:rStyle w:val="Hyperlink"/>
            <w:bCs w:val="0"/>
            <w:i w:val="0"/>
            <w:iCs w:val="0"/>
          </w:rPr>
          <w:t>3.14.3</w:t>
        </w:r>
        <w:r w:rsidR="000A5011" w:rsidRPr="000A5011">
          <w:rPr>
            <w:rFonts w:eastAsiaTheme="minorEastAsia"/>
            <w:bCs w:val="0"/>
            <w:i w:val="0"/>
            <w:iCs w:val="0"/>
          </w:rPr>
          <w:tab/>
        </w:r>
        <w:r w:rsidR="000A5011" w:rsidRPr="000A5011">
          <w:rPr>
            <w:rStyle w:val="Hyperlink"/>
            <w:bCs w:val="0"/>
            <w:i w:val="0"/>
            <w:iCs w:val="0"/>
          </w:rPr>
          <w:t>Emergency Response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3-230</w:t>
        </w:r>
        <w:r w:rsidR="000A5011" w:rsidRPr="000A5011">
          <w:rPr>
            <w:bCs w:val="0"/>
            <w:i w:val="0"/>
            <w:iCs w:val="0"/>
            <w:webHidden/>
          </w:rPr>
          <w:fldChar w:fldCharType="end"/>
        </w:r>
      </w:hyperlink>
    </w:p>
    <w:p w14:paraId="197E0AB3" w14:textId="59EF488E" w:rsidR="000A5011" w:rsidRPr="000A5011" w:rsidRDefault="005F79DD">
      <w:pPr>
        <w:pStyle w:val="TOC4"/>
        <w:rPr>
          <w:rFonts w:eastAsiaTheme="minorEastAsia"/>
          <w:bCs w:val="0"/>
          <w:snapToGrid/>
          <w:sz w:val="20"/>
          <w:szCs w:val="20"/>
        </w:rPr>
      </w:pPr>
      <w:hyperlink w:anchor="_Toc75942558" w:history="1">
        <w:r w:rsidR="000A5011" w:rsidRPr="000A5011">
          <w:rPr>
            <w:rStyle w:val="Hyperlink"/>
            <w:bCs w:val="0"/>
            <w:sz w:val="20"/>
            <w:szCs w:val="20"/>
          </w:rPr>
          <w:t>3.14.3.1</w:t>
        </w:r>
        <w:r w:rsidR="000A5011" w:rsidRPr="000A5011">
          <w:rPr>
            <w:rFonts w:eastAsiaTheme="minorEastAsia"/>
            <w:bCs w:val="0"/>
            <w:snapToGrid/>
            <w:sz w:val="20"/>
            <w:szCs w:val="20"/>
          </w:rPr>
          <w:tab/>
        </w:r>
        <w:r w:rsidR="000A5011" w:rsidRPr="000A5011">
          <w:rPr>
            <w:rStyle w:val="Hyperlink"/>
            <w:bCs w:val="0"/>
            <w:sz w:val="20"/>
            <w:szCs w:val="20"/>
          </w:rPr>
          <w:t>Emergency Response Service Procurement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3-230</w:t>
        </w:r>
        <w:r w:rsidR="000A5011" w:rsidRPr="000A5011">
          <w:rPr>
            <w:bCs w:val="0"/>
            <w:webHidden/>
            <w:sz w:val="20"/>
            <w:szCs w:val="20"/>
          </w:rPr>
          <w:fldChar w:fldCharType="end"/>
        </w:r>
      </w:hyperlink>
    </w:p>
    <w:p w14:paraId="136D30D3" w14:textId="6ECCFCA4" w:rsidR="000A5011" w:rsidRPr="000A5011" w:rsidRDefault="005F79DD">
      <w:pPr>
        <w:pStyle w:val="TOC4"/>
        <w:rPr>
          <w:rFonts w:eastAsiaTheme="minorEastAsia"/>
          <w:bCs w:val="0"/>
          <w:snapToGrid/>
          <w:sz w:val="20"/>
          <w:szCs w:val="20"/>
        </w:rPr>
      </w:pPr>
      <w:hyperlink w:anchor="_Toc75942559" w:history="1">
        <w:r w:rsidR="000A5011" w:rsidRPr="000A5011">
          <w:rPr>
            <w:rStyle w:val="Hyperlink"/>
            <w:bCs w:val="0"/>
            <w:sz w:val="20"/>
            <w:szCs w:val="20"/>
          </w:rPr>
          <w:t>3.14.3.2</w:t>
        </w:r>
        <w:r w:rsidR="000A5011" w:rsidRPr="000A5011">
          <w:rPr>
            <w:rFonts w:eastAsiaTheme="minorEastAsia"/>
            <w:bCs w:val="0"/>
            <w:snapToGrid/>
            <w:sz w:val="20"/>
            <w:szCs w:val="20"/>
          </w:rPr>
          <w:tab/>
        </w:r>
        <w:r w:rsidR="000A5011" w:rsidRPr="000A5011">
          <w:rPr>
            <w:rStyle w:val="Hyperlink"/>
            <w:bCs w:val="0"/>
            <w:sz w:val="20"/>
            <w:szCs w:val="20"/>
          </w:rPr>
          <w:t>Emergency Response Service Self-Provision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3-237</w:t>
        </w:r>
        <w:r w:rsidR="000A5011" w:rsidRPr="000A5011">
          <w:rPr>
            <w:bCs w:val="0"/>
            <w:webHidden/>
            <w:sz w:val="20"/>
            <w:szCs w:val="20"/>
          </w:rPr>
          <w:fldChar w:fldCharType="end"/>
        </w:r>
      </w:hyperlink>
    </w:p>
    <w:p w14:paraId="5EF6C02E" w14:textId="0BD75C96" w:rsidR="000A5011" w:rsidRPr="000A5011" w:rsidRDefault="005F79DD">
      <w:pPr>
        <w:pStyle w:val="TOC4"/>
        <w:rPr>
          <w:rFonts w:eastAsiaTheme="minorEastAsia"/>
          <w:bCs w:val="0"/>
          <w:snapToGrid/>
          <w:sz w:val="20"/>
          <w:szCs w:val="20"/>
        </w:rPr>
      </w:pPr>
      <w:hyperlink w:anchor="_Toc75942560" w:history="1">
        <w:r w:rsidR="000A5011" w:rsidRPr="000A5011">
          <w:rPr>
            <w:rStyle w:val="Hyperlink"/>
            <w:bCs w:val="0"/>
            <w:sz w:val="20"/>
            <w:szCs w:val="20"/>
          </w:rPr>
          <w:t>3.14.3.3</w:t>
        </w:r>
        <w:r w:rsidR="000A5011" w:rsidRPr="000A5011">
          <w:rPr>
            <w:rFonts w:eastAsiaTheme="minorEastAsia"/>
            <w:bCs w:val="0"/>
            <w:snapToGrid/>
            <w:sz w:val="20"/>
            <w:szCs w:val="20"/>
          </w:rPr>
          <w:tab/>
        </w:r>
        <w:r w:rsidR="000A5011" w:rsidRPr="000A5011">
          <w:rPr>
            <w:rStyle w:val="Hyperlink"/>
            <w:bCs w:val="0"/>
            <w:sz w:val="20"/>
            <w:szCs w:val="20"/>
          </w:rPr>
          <w:t>Emergency Response Service Provision and Technical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3-238</w:t>
        </w:r>
        <w:r w:rsidR="000A5011" w:rsidRPr="000A5011">
          <w:rPr>
            <w:bCs w:val="0"/>
            <w:webHidden/>
            <w:sz w:val="20"/>
            <w:szCs w:val="20"/>
          </w:rPr>
          <w:fldChar w:fldCharType="end"/>
        </w:r>
      </w:hyperlink>
    </w:p>
    <w:p w14:paraId="3B378106" w14:textId="17DDDEA3" w:rsidR="000A5011" w:rsidRPr="000A5011" w:rsidRDefault="005F79DD">
      <w:pPr>
        <w:pStyle w:val="TOC4"/>
        <w:rPr>
          <w:rFonts w:eastAsiaTheme="minorEastAsia"/>
          <w:bCs w:val="0"/>
          <w:snapToGrid/>
          <w:sz w:val="20"/>
          <w:szCs w:val="20"/>
        </w:rPr>
      </w:pPr>
      <w:hyperlink w:anchor="_Toc75942561" w:history="1">
        <w:r w:rsidR="000A5011" w:rsidRPr="000A5011">
          <w:rPr>
            <w:rStyle w:val="Hyperlink"/>
            <w:bCs w:val="0"/>
            <w:sz w:val="20"/>
            <w:szCs w:val="20"/>
          </w:rPr>
          <w:t>3.14.3.4</w:t>
        </w:r>
        <w:r w:rsidR="000A5011" w:rsidRPr="000A5011">
          <w:rPr>
            <w:rFonts w:eastAsiaTheme="minorEastAsia"/>
            <w:bCs w:val="0"/>
            <w:snapToGrid/>
            <w:sz w:val="20"/>
            <w:szCs w:val="20"/>
          </w:rPr>
          <w:tab/>
        </w:r>
        <w:r w:rsidR="000A5011" w:rsidRPr="000A5011">
          <w:rPr>
            <w:rStyle w:val="Hyperlink"/>
            <w:bCs w:val="0"/>
            <w:sz w:val="20"/>
            <w:szCs w:val="20"/>
          </w:rPr>
          <w:t>Emergency Response Service Reporting and Market Communications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3-241</w:t>
        </w:r>
        <w:r w:rsidR="000A5011" w:rsidRPr="000A5011">
          <w:rPr>
            <w:bCs w:val="0"/>
            <w:webHidden/>
            <w:sz w:val="20"/>
            <w:szCs w:val="20"/>
          </w:rPr>
          <w:fldChar w:fldCharType="end"/>
        </w:r>
      </w:hyperlink>
    </w:p>
    <w:p w14:paraId="5B5D94A0" w14:textId="757B3BF6" w:rsidR="000A5011" w:rsidRPr="000A5011" w:rsidRDefault="005F79DD">
      <w:pPr>
        <w:pStyle w:val="TOC3"/>
        <w:rPr>
          <w:rFonts w:eastAsiaTheme="minorEastAsia"/>
          <w:bCs w:val="0"/>
          <w:i w:val="0"/>
          <w:iCs w:val="0"/>
        </w:rPr>
      </w:pPr>
      <w:hyperlink w:anchor="_Toc75942562" w:history="1">
        <w:r w:rsidR="000A5011" w:rsidRPr="000A5011">
          <w:rPr>
            <w:rStyle w:val="Hyperlink"/>
            <w:bCs w:val="0"/>
            <w:i w:val="0"/>
            <w:iCs w:val="0"/>
          </w:rPr>
          <w:t>3.14.4</w:t>
        </w:r>
        <w:r w:rsidR="000A5011" w:rsidRPr="000A5011">
          <w:rPr>
            <w:rFonts w:eastAsiaTheme="minorEastAsia"/>
            <w:bCs w:val="0"/>
            <w:i w:val="0"/>
            <w:iCs w:val="0"/>
          </w:rPr>
          <w:tab/>
        </w:r>
        <w:r w:rsidR="000A5011" w:rsidRPr="000A5011">
          <w:rPr>
            <w:rStyle w:val="Hyperlink"/>
            <w:bCs w:val="0"/>
            <w:i w:val="0"/>
            <w:iCs w:val="0"/>
          </w:rPr>
          <w:t>Must-Run Alternative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_Toc75942562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3-243</w:t>
        </w:r>
        <w:r w:rsidR="000A5011" w:rsidRPr="000A5011">
          <w:rPr>
            <w:bCs w:val="0"/>
            <w:i w:val="0"/>
            <w:iCs w:val="0"/>
            <w:webHidden/>
          </w:rPr>
          <w:fldChar w:fldCharType="end"/>
        </w:r>
      </w:hyperlink>
    </w:p>
    <w:p w14:paraId="301BA8F9" w14:textId="5F64ADDE" w:rsidR="000A5011" w:rsidRPr="000A5011" w:rsidRDefault="005F79DD">
      <w:pPr>
        <w:pStyle w:val="TOC4"/>
        <w:rPr>
          <w:rFonts w:eastAsiaTheme="minorEastAsia"/>
          <w:bCs w:val="0"/>
          <w:snapToGrid/>
          <w:sz w:val="20"/>
          <w:szCs w:val="20"/>
        </w:rPr>
      </w:pPr>
      <w:hyperlink w:anchor="_Toc75942563" w:history="1">
        <w:r w:rsidR="000A5011" w:rsidRPr="000A5011">
          <w:rPr>
            <w:rStyle w:val="Hyperlink"/>
            <w:bCs w:val="0"/>
            <w:sz w:val="20"/>
            <w:szCs w:val="20"/>
          </w:rPr>
          <w:t>3.14.4.1</w:t>
        </w:r>
        <w:r w:rsidR="000A5011" w:rsidRPr="000A5011">
          <w:rPr>
            <w:rFonts w:eastAsiaTheme="minorEastAsia"/>
            <w:bCs w:val="0"/>
            <w:snapToGrid/>
            <w:sz w:val="20"/>
            <w:szCs w:val="20"/>
          </w:rPr>
          <w:tab/>
        </w:r>
        <w:r w:rsidR="000A5011" w:rsidRPr="000A5011">
          <w:rPr>
            <w:rStyle w:val="Hyperlink"/>
            <w:bCs w:val="0"/>
            <w:sz w:val="20"/>
            <w:szCs w:val="20"/>
          </w:rPr>
          <w:t>Overview and Description of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3-243</w:t>
        </w:r>
        <w:r w:rsidR="000A5011" w:rsidRPr="000A5011">
          <w:rPr>
            <w:bCs w:val="0"/>
            <w:webHidden/>
            <w:sz w:val="20"/>
            <w:szCs w:val="20"/>
          </w:rPr>
          <w:fldChar w:fldCharType="end"/>
        </w:r>
      </w:hyperlink>
    </w:p>
    <w:p w14:paraId="302E330C" w14:textId="41985C7F" w:rsidR="000A5011" w:rsidRPr="000A5011" w:rsidRDefault="005F79DD">
      <w:pPr>
        <w:pStyle w:val="TOC4"/>
        <w:rPr>
          <w:rFonts w:eastAsiaTheme="minorEastAsia"/>
          <w:bCs w:val="0"/>
          <w:snapToGrid/>
          <w:sz w:val="20"/>
          <w:szCs w:val="20"/>
        </w:rPr>
      </w:pPr>
      <w:hyperlink w:anchor="_Toc75942564" w:history="1">
        <w:r w:rsidR="000A5011" w:rsidRPr="000A5011">
          <w:rPr>
            <w:rStyle w:val="Hyperlink"/>
            <w:bCs w:val="0"/>
            <w:sz w:val="20"/>
            <w:szCs w:val="20"/>
          </w:rPr>
          <w:t>3.14.4.2</w:t>
        </w:r>
        <w:r w:rsidR="000A5011" w:rsidRPr="000A5011">
          <w:rPr>
            <w:rFonts w:eastAsiaTheme="minorEastAsia"/>
            <w:bCs w:val="0"/>
            <w:snapToGrid/>
            <w:sz w:val="20"/>
            <w:szCs w:val="20"/>
          </w:rPr>
          <w:tab/>
        </w:r>
        <w:r w:rsidR="000A5011" w:rsidRPr="000A5011">
          <w:rPr>
            <w:rStyle w:val="Hyperlink"/>
            <w:bCs w:val="0"/>
            <w:sz w:val="20"/>
            <w:szCs w:val="20"/>
          </w:rPr>
          <w:t>Preliminary Review of Prospective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77691DFC" w14:textId="1C16B675" w:rsidR="000A5011" w:rsidRPr="000A5011" w:rsidRDefault="005F79DD">
      <w:pPr>
        <w:pStyle w:val="TOC4"/>
        <w:rPr>
          <w:rFonts w:eastAsiaTheme="minorEastAsia"/>
          <w:bCs w:val="0"/>
          <w:snapToGrid/>
          <w:sz w:val="20"/>
          <w:szCs w:val="20"/>
        </w:rPr>
      </w:pPr>
      <w:hyperlink w:anchor="_Toc75942565" w:history="1">
        <w:r w:rsidR="000A5011" w:rsidRPr="000A5011">
          <w:rPr>
            <w:rStyle w:val="Hyperlink"/>
            <w:bCs w:val="0"/>
            <w:sz w:val="20"/>
            <w:szCs w:val="20"/>
          </w:rPr>
          <w:t>3.14.4.3</w:t>
        </w:r>
        <w:r w:rsidR="000A5011" w:rsidRPr="000A5011">
          <w:rPr>
            <w:rFonts w:eastAsiaTheme="minorEastAsia"/>
            <w:bCs w:val="0"/>
            <w:snapToGrid/>
            <w:sz w:val="20"/>
            <w:szCs w:val="20"/>
          </w:rPr>
          <w:tab/>
        </w:r>
        <w:r w:rsidR="000A5011" w:rsidRPr="000A5011">
          <w:rPr>
            <w:rStyle w:val="Hyperlink"/>
            <w:bCs w:val="0"/>
            <w:sz w:val="20"/>
            <w:szCs w:val="20"/>
          </w:rPr>
          <w:t>MRA Substitution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16B04975" w14:textId="50DBCC64" w:rsidR="000A5011" w:rsidRPr="000A5011" w:rsidRDefault="005F79DD">
      <w:pPr>
        <w:pStyle w:val="TOC4"/>
        <w:rPr>
          <w:rFonts w:eastAsiaTheme="minorEastAsia"/>
          <w:bCs w:val="0"/>
          <w:snapToGrid/>
          <w:sz w:val="20"/>
          <w:szCs w:val="20"/>
        </w:rPr>
      </w:pPr>
      <w:hyperlink w:anchor="_Toc75942566" w:history="1">
        <w:r w:rsidR="000A5011" w:rsidRPr="000A5011">
          <w:rPr>
            <w:rStyle w:val="Hyperlink"/>
            <w:bCs w:val="0"/>
            <w:sz w:val="20"/>
            <w:szCs w:val="20"/>
          </w:rPr>
          <w:t>3.14.4.4</w:t>
        </w:r>
        <w:r w:rsidR="000A5011" w:rsidRPr="000A5011">
          <w:rPr>
            <w:rFonts w:eastAsiaTheme="minorEastAsia"/>
            <w:bCs w:val="0"/>
            <w:snapToGrid/>
            <w:sz w:val="20"/>
            <w:szCs w:val="20"/>
          </w:rPr>
          <w:tab/>
        </w:r>
        <w:r w:rsidR="000A5011" w:rsidRPr="000A5011">
          <w:rPr>
            <w:rStyle w:val="Hyperlink"/>
            <w:bCs w:val="0"/>
            <w:sz w:val="20"/>
            <w:szCs w:val="20"/>
          </w:rPr>
          <w:t>Commitment and Dispatch</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03FEB931" w14:textId="7D9FFEC5" w:rsidR="000A5011" w:rsidRPr="000A5011" w:rsidRDefault="005F79DD">
      <w:pPr>
        <w:pStyle w:val="TOC4"/>
        <w:rPr>
          <w:rFonts w:eastAsiaTheme="minorEastAsia"/>
          <w:bCs w:val="0"/>
          <w:snapToGrid/>
          <w:sz w:val="20"/>
          <w:szCs w:val="20"/>
        </w:rPr>
      </w:pPr>
      <w:hyperlink w:anchor="_Toc75942567" w:history="1">
        <w:r w:rsidR="000A5011" w:rsidRPr="000A5011">
          <w:rPr>
            <w:rStyle w:val="Hyperlink"/>
            <w:bCs w:val="0"/>
            <w:sz w:val="20"/>
            <w:szCs w:val="20"/>
          </w:rPr>
          <w:t>3.14.4.5</w:t>
        </w:r>
        <w:r w:rsidR="000A5011" w:rsidRPr="000A5011">
          <w:rPr>
            <w:rFonts w:eastAsiaTheme="minorEastAsia"/>
            <w:bCs w:val="0"/>
            <w:snapToGrid/>
            <w:sz w:val="20"/>
            <w:szCs w:val="20"/>
          </w:rPr>
          <w:tab/>
        </w:r>
        <w:r w:rsidR="000A5011" w:rsidRPr="000A5011">
          <w:rPr>
            <w:rStyle w:val="Hyperlink"/>
            <w:bCs w:val="0"/>
            <w:sz w:val="20"/>
            <w:szCs w:val="20"/>
          </w:rPr>
          <w:t>Standards for Generation Resource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3-248</w:t>
        </w:r>
        <w:r w:rsidR="000A5011" w:rsidRPr="000A5011">
          <w:rPr>
            <w:bCs w:val="0"/>
            <w:webHidden/>
            <w:sz w:val="20"/>
            <w:szCs w:val="20"/>
          </w:rPr>
          <w:fldChar w:fldCharType="end"/>
        </w:r>
      </w:hyperlink>
    </w:p>
    <w:p w14:paraId="5E133C4E" w14:textId="10165229" w:rsidR="000A5011" w:rsidRPr="000A5011" w:rsidRDefault="005F79DD">
      <w:pPr>
        <w:pStyle w:val="TOC4"/>
        <w:rPr>
          <w:rFonts w:eastAsiaTheme="minorEastAsia"/>
          <w:bCs w:val="0"/>
          <w:snapToGrid/>
          <w:sz w:val="20"/>
          <w:szCs w:val="20"/>
        </w:rPr>
      </w:pPr>
      <w:hyperlink w:anchor="_Toc75942568" w:history="1">
        <w:r w:rsidR="000A5011" w:rsidRPr="000A5011">
          <w:rPr>
            <w:rStyle w:val="Hyperlink"/>
            <w:bCs w:val="0"/>
            <w:sz w:val="20"/>
            <w:szCs w:val="20"/>
          </w:rPr>
          <w:t>3.14.4.6</w:t>
        </w:r>
        <w:r w:rsidR="000A5011" w:rsidRPr="000A5011">
          <w:rPr>
            <w:rFonts w:eastAsiaTheme="minorEastAsia"/>
            <w:bCs w:val="0"/>
            <w:snapToGrid/>
            <w:sz w:val="20"/>
            <w:szCs w:val="20"/>
          </w:rPr>
          <w:tab/>
        </w:r>
        <w:r w:rsidR="000A5011" w:rsidRPr="000A5011">
          <w:rPr>
            <w:rStyle w:val="Hyperlink"/>
            <w:bCs w:val="0"/>
            <w:sz w:val="20"/>
            <w:szCs w:val="20"/>
          </w:rPr>
          <w:t>Standards for Other Generation MRAs and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3-248</w:t>
        </w:r>
        <w:r w:rsidR="000A5011" w:rsidRPr="000A5011">
          <w:rPr>
            <w:bCs w:val="0"/>
            <w:webHidden/>
            <w:sz w:val="20"/>
            <w:szCs w:val="20"/>
          </w:rPr>
          <w:fldChar w:fldCharType="end"/>
        </w:r>
      </w:hyperlink>
    </w:p>
    <w:p w14:paraId="22FD5C52" w14:textId="7285508A" w:rsidR="000A5011" w:rsidRPr="000A5011" w:rsidRDefault="005F79DD">
      <w:pPr>
        <w:pStyle w:val="TOC5"/>
        <w:rPr>
          <w:rFonts w:eastAsiaTheme="minorEastAsia"/>
          <w:i w:val="0"/>
          <w:sz w:val="20"/>
          <w:szCs w:val="20"/>
        </w:rPr>
      </w:pPr>
      <w:hyperlink w:anchor="_Toc75942569" w:history="1">
        <w:r w:rsidR="000A5011" w:rsidRPr="000A5011">
          <w:rPr>
            <w:rStyle w:val="Hyperlink"/>
            <w:i w:val="0"/>
            <w:sz w:val="20"/>
            <w:szCs w:val="20"/>
          </w:rPr>
          <w:t>3.14.4.6.1</w:t>
        </w:r>
        <w:r w:rsidR="000A5011" w:rsidRPr="000A5011">
          <w:rPr>
            <w:rFonts w:eastAsiaTheme="minorEastAsia"/>
            <w:i w:val="0"/>
            <w:sz w:val="20"/>
            <w:szCs w:val="20"/>
          </w:rPr>
          <w:tab/>
        </w:r>
        <w:r w:rsidR="000A5011" w:rsidRPr="000A5011">
          <w:rPr>
            <w:rStyle w:val="Hyperlink"/>
            <w:i w:val="0"/>
            <w:sz w:val="20"/>
            <w:szCs w:val="20"/>
          </w:rPr>
          <w:t>MRA Telemetry Requirements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6CCB836A" w14:textId="637FF3AD" w:rsidR="000A5011" w:rsidRPr="000A5011" w:rsidRDefault="005F79DD">
      <w:pPr>
        <w:pStyle w:val="TOC5"/>
        <w:rPr>
          <w:rFonts w:eastAsiaTheme="minorEastAsia"/>
          <w:i w:val="0"/>
          <w:sz w:val="20"/>
          <w:szCs w:val="20"/>
        </w:rPr>
      </w:pPr>
      <w:hyperlink w:anchor="_Toc75942570" w:history="1">
        <w:r w:rsidR="000A5011" w:rsidRPr="000A5011">
          <w:rPr>
            <w:rStyle w:val="Hyperlink"/>
            <w:i w:val="0"/>
            <w:sz w:val="20"/>
            <w:szCs w:val="20"/>
          </w:rPr>
          <w:t>3.14.4.6.2</w:t>
        </w:r>
        <w:r w:rsidR="000A5011" w:rsidRPr="000A5011">
          <w:rPr>
            <w:rFonts w:eastAsiaTheme="minorEastAsia"/>
            <w:i w:val="0"/>
            <w:sz w:val="20"/>
            <w:szCs w:val="20"/>
          </w:rPr>
          <w:tab/>
        </w:r>
        <w:r w:rsidR="000A5011" w:rsidRPr="000A5011">
          <w:rPr>
            <w:rStyle w:val="Hyperlink"/>
            <w:i w:val="0"/>
            <w:sz w:val="20"/>
            <w:szCs w:val="20"/>
          </w:rPr>
          <w:t>Baseline Performance Evaluation Methodology for Demand Response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567D5A3D" w14:textId="60608D79" w:rsidR="000A5011" w:rsidRPr="000A5011" w:rsidRDefault="005F79DD">
      <w:pPr>
        <w:pStyle w:val="TOC5"/>
        <w:rPr>
          <w:rFonts w:eastAsiaTheme="minorEastAsia"/>
          <w:i w:val="0"/>
          <w:sz w:val="20"/>
          <w:szCs w:val="20"/>
        </w:rPr>
      </w:pPr>
      <w:hyperlink w:anchor="_Toc75942571" w:history="1">
        <w:r w:rsidR="000A5011" w:rsidRPr="000A5011">
          <w:rPr>
            <w:rStyle w:val="Hyperlink"/>
            <w:i w:val="0"/>
            <w:sz w:val="20"/>
            <w:szCs w:val="20"/>
          </w:rPr>
          <w:t>3.14.4.6.3</w:t>
        </w:r>
        <w:r w:rsidR="000A5011" w:rsidRPr="000A5011">
          <w:rPr>
            <w:rFonts w:eastAsiaTheme="minorEastAsia"/>
            <w:i w:val="0"/>
            <w:sz w:val="20"/>
            <w:szCs w:val="20"/>
          </w:rPr>
          <w:tab/>
        </w:r>
        <w:r w:rsidR="000A5011" w:rsidRPr="000A5011">
          <w:rPr>
            <w:rStyle w:val="Hyperlink"/>
            <w:i w:val="0"/>
            <w:sz w:val="20"/>
            <w:szCs w:val="20"/>
          </w:rPr>
          <w:t>MRA Metering and Metering Data</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21FBC32F" w14:textId="35A24F1D" w:rsidR="000A5011" w:rsidRPr="000A5011" w:rsidRDefault="005F79DD">
      <w:pPr>
        <w:pStyle w:val="TOC5"/>
        <w:rPr>
          <w:rFonts w:eastAsiaTheme="minorEastAsia"/>
          <w:i w:val="0"/>
          <w:sz w:val="20"/>
          <w:szCs w:val="20"/>
        </w:rPr>
      </w:pPr>
      <w:hyperlink w:anchor="_Toc75942572" w:history="1">
        <w:r w:rsidR="000A5011" w:rsidRPr="000A5011">
          <w:rPr>
            <w:rStyle w:val="Hyperlink"/>
            <w:i w:val="0"/>
            <w:sz w:val="20"/>
            <w:szCs w:val="20"/>
          </w:rPr>
          <w:t>3.14.4.6.4</w:t>
        </w:r>
        <w:r w:rsidR="000A5011" w:rsidRPr="000A5011">
          <w:rPr>
            <w:rFonts w:eastAsiaTheme="minorEastAsia"/>
            <w:i w:val="0"/>
            <w:sz w:val="20"/>
            <w:szCs w:val="20"/>
          </w:rPr>
          <w:tab/>
        </w:r>
        <w:r w:rsidR="000A5011" w:rsidRPr="000A5011">
          <w:rPr>
            <w:rStyle w:val="Hyperlink"/>
            <w:i w:val="0"/>
            <w:sz w:val="20"/>
            <w:szCs w:val="20"/>
          </w:rPr>
          <w:t>MRA Availability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3-250</w:t>
        </w:r>
        <w:r w:rsidR="000A5011" w:rsidRPr="000A5011">
          <w:rPr>
            <w:i w:val="0"/>
            <w:webHidden/>
            <w:sz w:val="20"/>
            <w:szCs w:val="20"/>
          </w:rPr>
          <w:fldChar w:fldCharType="end"/>
        </w:r>
      </w:hyperlink>
    </w:p>
    <w:p w14:paraId="527BA090" w14:textId="0C00C9F3" w:rsidR="000A5011" w:rsidRPr="000A5011" w:rsidRDefault="005F79DD">
      <w:pPr>
        <w:pStyle w:val="TOC5"/>
        <w:rPr>
          <w:rFonts w:eastAsiaTheme="minorEastAsia"/>
          <w:i w:val="0"/>
          <w:sz w:val="20"/>
          <w:szCs w:val="20"/>
        </w:rPr>
      </w:pPr>
      <w:hyperlink w:anchor="_Toc75942573" w:history="1">
        <w:r w:rsidR="000A5011" w:rsidRPr="000A5011">
          <w:rPr>
            <w:rStyle w:val="Hyperlink"/>
            <w:i w:val="0"/>
            <w:sz w:val="20"/>
            <w:szCs w:val="20"/>
          </w:rPr>
          <w:t>3.14.4.6.5</w:t>
        </w:r>
        <w:r w:rsidR="000A5011" w:rsidRPr="000A5011">
          <w:rPr>
            <w:rFonts w:eastAsiaTheme="minorEastAsia"/>
            <w:i w:val="0"/>
            <w:sz w:val="20"/>
            <w:szCs w:val="20"/>
          </w:rPr>
          <w:tab/>
        </w:r>
        <w:r w:rsidR="000A5011" w:rsidRPr="000A5011">
          <w:rPr>
            <w:rStyle w:val="Hyperlink"/>
            <w:i w:val="0"/>
            <w:sz w:val="20"/>
            <w:szCs w:val="20"/>
          </w:rPr>
          <w:t>MRA Event Performance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_Toc75942573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3-251</w:t>
        </w:r>
        <w:r w:rsidR="000A5011" w:rsidRPr="000A5011">
          <w:rPr>
            <w:i w:val="0"/>
            <w:webHidden/>
            <w:sz w:val="20"/>
            <w:szCs w:val="20"/>
          </w:rPr>
          <w:fldChar w:fldCharType="end"/>
        </w:r>
      </w:hyperlink>
    </w:p>
    <w:p w14:paraId="6BCBA0E2" w14:textId="76411DE0" w:rsidR="000A5011" w:rsidRPr="000A5011" w:rsidRDefault="005F79DD">
      <w:pPr>
        <w:pStyle w:val="TOC5"/>
        <w:rPr>
          <w:rFonts w:eastAsiaTheme="minorEastAsia"/>
          <w:i w:val="0"/>
          <w:sz w:val="20"/>
          <w:szCs w:val="20"/>
        </w:rPr>
      </w:pPr>
      <w:hyperlink w:anchor="_Toc75942574" w:history="1">
        <w:r w:rsidR="000A5011" w:rsidRPr="000A5011">
          <w:rPr>
            <w:rStyle w:val="Hyperlink"/>
            <w:i w:val="0"/>
            <w:sz w:val="20"/>
            <w:szCs w:val="20"/>
          </w:rPr>
          <w:t>3.14.4.6.5.1</w:t>
        </w:r>
        <w:r w:rsidR="000A5011" w:rsidRPr="000A5011">
          <w:rPr>
            <w:rFonts w:eastAsiaTheme="minorEastAsia"/>
            <w:i w:val="0"/>
            <w:sz w:val="20"/>
            <w:szCs w:val="20"/>
          </w:rPr>
          <w:tab/>
        </w:r>
        <w:r w:rsidR="000A5011" w:rsidRPr="000A5011">
          <w:rPr>
            <w:rStyle w:val="Hyperlink"/>
            <w:i w:val="0"/>
            <w:sz w:val="20"/>
            <w:szCs w:val="20"/>
          </w:rPr>
          <w:t>Event Performance Measurement and Verification for Co-Located Demand Response MRAs and Other Generation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3-254</w:t>
        </w:r>
        <w:r w:rsidR="000A5011" w:rsidRPr="000A5011">
          <w:rPr>
            <w:i w:val="0"/>
            <w:webHidden/>
            <w:sz w:val="20"/>
            <w:szCs w:val="20"/>
          </w:rPr>
          <w:fldChar w:fldCharType="end"/>
        </w:r>
      </w:hyperlink>
    </w:p>
    <w:p w14:paraId="7DE7DF81" w14:textId="07DD461E" w:rsidR="000A5011" w:rsidRPr="000A5011" w:rsidRDefault="005F79DD">
      <w:pPr>
        <w:pStyle w:val="TOC4"/>
        <w:rPr>
          <w:rFonts w:eastAsiaTheme="minorEastAsia"/>
          <w:bCs w:val="0"/>
          <w:snapToGrid/>
          <w:sz w:val="20"/>
          <w:szCs w:val="20"/>
        </w:rPr>
      </w:pPr>
      <w:hyperlink w:anchor="_Toc75942575" w:history="1">
        <w:r w:rsidR="000A5011" w:rsidRPr="000A5011">
          <w:rPr>
            <w:rStyle w:val="Hyperlink"/>
            <w:bCs w:val="0"/>
            <w:sz w:val="20"/>
            <w:szCs w:val="20"/>
          </w:rPr>
          <w:t>3.14.4.7</w:t>
        </w:r>
        <w:r w:rsidR="000A5011" w:rsidRPr="000A5011">
          <w:rPr>
            <w:rFonts w:eastAsiaTheme="minorEastAsia"/>
            <w:bCs w:val="0"/>
            <w:snapToGrid/>
            <w:sz w:val="20"/>
            <w:szCs w:val="20"/>
          </w:rPr>
          <w:tab/>
        </w:r>
        <w:r w:rsidR="000A5011" w:rsidRPr="000A5011">
          <w:rPr>
            <w:rStyle w:val="Hyperlink"/>
            <w:bCs w:val="0"/>
            <w:sz w:val="20"/>
            <w:szCs w:val="20"/>
          </w:rPr>
          <w:t>MRA Testing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3-255</w:t>
        </w:r>
        <w:r w:rsidR="000A5011" w:rsidRPr="000A5011">
          <w:rPr>
            <w:bCs w:val="0"/>
            <w:webHidden/>
            <w:sz w:val="20"/>
            <w:szCs w:val="20"/>
          </w:rPr>
          <w:fldChar w:fldCharType="end"/>
        </w:r>
      </w:hyperlink>
    </w:p>
    <w:p w14:paraId="43765D29" w14:textId="25BF8B7E" w:rsidR="000A5011" w:rsidRPr="000A5011" w:rsidRDefault="005F79DD">
      <w:pPr>
        <w:pStyle w:val="TOC4"/>
        <w:rPr>
          <w:rFonts w:eastAsiaTheme="minorEastAsia"/>
          <w:bCs w:val="0"/>
          <w:snapToGrid/>
          <w:sz w:val="20"/>
          <w:szCs w:val="20"/>
        </w:rPr>
      </w:pPr>
      <w:hyperlink w:anchor="_Toc75942576" w:history="1">
        <w:r w:rsidR="000A5011" w:rsidRPr="000A5011">
          <w:rPr>
            <w:rStyle w:val="Hyperlink"/>
            <w:bCs w:val="0"/>
            <w:sz w:val="20"/>
            <w:szCs w:val="20"/>
          </w:rPr>
          <w:t>3.14.4.8</w:t>
        </w:r>
        <w:r w:rsidR="000A5011" w:rsidRPr="000A5011">
          <w:rPr>
            <w:rFonts w:eastAsiaTheme="minorEastAsia"/>
            <w:bCs w:val="0"/>
            <w:snapToGrid/>
            <w:sz w:val="20"/>
            <w:szCs w:val="20"/>
          </w:rPr>
          <w:tab/>
        </w:r>
        <w:r w:rsidR="000A5011" w:rsidRPr="000A5011">
          <w:rPr>
            <w:rStyle w:val="Hyperlink"/>
            <w:bCs w:val="0"/>
            <w:sz w:val="20"/>
            <w:szCs w:val="20"/>
          </w:rPr>
          <w:t>MRA Misconduct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2EE0CD21" w14:textId="4FB3EE58" w:rsidR="000A5011" w:rsidRPr="000A5011" w:rsidRDefault="005F79DD">
      <w:pPr>
        <w:pStyle w:val="TOC4"/>
        <w:rPr>
          <w:rFonts w:eastAsiaTheme="minorEastAsia"/>
          <w:bCs w:val="0"/>
          <w:snapToGrid/>
          <w:sz w:val="20"/>
          <w:szCs w:val="20"/>
        </w:rPr>
      </w:pPr>
      <w:hyperlink w:anchor="_Toc75942577" w:history="1">
        <w:r w:rsidR="000A5011" w:rsidRPr="000A5011">
          <w:rPr>
            <w:rStyle w:val="Hyperlink"/>
            <w:bCs w:val="0"/>
            <w:sz w:val="20"/>
            <w:szCs w:val="20"/>
          </w:rPr>
          <w:t>3.14.4.9</w:t>
        </w:r>
        <w:r w:rsidR="000A5011" w:rsidRPr="000A5011">
          <w:rPr>
            <w:rFonts w:eastAsiaTheme="minorEastAsia"/>
            <w:bCs w:val="0"/>
            <w:snapToGrid/>
            <w:sz w:val="20"/>
            <w:szCs w:val="20"/>
          </w:rPr>
          <w:tab/>
        </w:r>
        <w:r w:rsidR="000A5011" w:rsidRPr="000A5011">
          <w:rPr>
            <w:rStyle w:val="Hyperlink"/>
            <w:bCs w:val="0"/>
            <w:sz w:val="20"/>
            <w:szCs w:val="20"/>
          </w:rPr>
          <w:t>MRA Reporting to Transmission and/or Distribution Service Providers (TDSPs)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012A3FA9" w14:textId="71067829" w:rsidR="000A5011" w:rsidRPr="000A5011" w:rsidRDefault="005F79DD">
      <w:pPr>
        <w:pStyle w:val="TOC2"/>
        <w:rPr>
          <w:rFonts w:eastAsiaTheme="minorEastAsia"/>
          <w:noProof/>
        </w:rPr>
      </w:pPr>
      <w:hyperlink w:anchor="_Toc75942578" w:history="1">
        <w:r w:rsidR="000A5011" w:rsidRPr="000A5011">
          <w:rPr>
            <w:rStyle w:val="Hyperlink"/>
            <w:noProof/>
          </w:rPr>
          <w:t>3.15</w:t>
        </w:r>
        <w:r w:rsidR="000A5011" w:rsidRPr="000A5011">
          <w:rPr>
            <w:rFonts w:eastAsiaTheme="minorEastAsia"/>
            <w:noProof/>
          </w:rPr>
          <w:tab/>
        </w:r>
        <w:r w:rsidR="000A5011" w:rsidRPr="000A5011">
          <w:rPr>
            <w:rStyle w:val="Hyperlink"/>
            <w:noProof/>
          </w:rPr>
          <w:t>Voltage Support</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_Toc75942578 \h </w:instrText>
        </w:r>
        <w:r w:rsidR="000A5011" w:rsidRPr="000A5011">
          <w:rPr>
            <w:noProof/>
            <w:webHidden/>
          </w:rPr>
        </w:r>
        <w:r w:rsidR="000A5011" w:rsidRPr="000A5011">
          <w:rPr>
            <w:noProof/>
            <w:webHidden/>
          </w:rPr>
          <w:fldChar w:fldCharType="separate"/>
        </w:r>
        <w:r>
          <w:rPr>
            <w:noProof/>
            <w:webHidden/>
          </w:rPr>
          <w:t>3-257</w:t>
        </w:r>
        <w:r w:rsidR="000A5011" w:rsidRPr="000A5011">
          <w:rPr>
            <w:noProof/>
            <w:webHidden/>
          </w:rPr>
          <w:fldChar w:fldCharType="end"/>
        </w:r>
      </w:hyperlink>
    </w:p>
    <w:p w14:paraId="4CD8F39C" w14:textId="66BEBF33" w:rsidR="000A5011" w:rsidRPr="000A5011" w:rsidRDefault="005F79DD">
      <w:pPr>
        <w:pStyle w:val="TOC3"/>
        <w:rPr>
          <w:rFonts w:eastAsiaTheme="minorEastAsia"/>
          <w:bCs w:val="0"/>
          <w:i w:val="0"/>
          <w:iCs w:val="0"/>
        </w:rPr>
      </w:pPr>
      <w:hyperlink w:anchor="_Toc75942579" w:history="1">
        <w:r w:rsidR="000A5011" w:rsidRPr="000A5011">
          <w:rPr>
            <w:rStyle w:val="Hyperlink"/>
            <w:bCs w:val="0"/>
            <w:i w:val="0"/>
            <w:iCs w:val="0"/>
          </w:rPr>
          <w:t>3.15.1</w:t>
        </w:r>
        <w:r w:rsidR="000A5011" w:rsidRPr="000A5011">
          <w:rPr>
            <w:rFonts w:eastAsiaTheme="minorEastAsia"/>
            <w:bCs w:val="0"/>
            <w:i w:val="0"/>
            <w:iCs w:val="0"/>
          </w:rPr>
          <w:tab/>
        </w:r>
        <w:r w:rsidR="000A5011" w:rsidRPr="000A5011">
          <w:rPr>
            <w:rStyle w:val="Hyperlink"/>
            <w:bCs w:val="0"/>
            <w:i w:val="0"/>
            <w:iCs w:val="0"/>
          </w:rPr>
          <w:t>ERCOT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_Toc75942579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3-266</w:t>
        </w:r>
        <w:r w:rsidR="000A5011" w:rsidRPr="000A5011">
          <w:rPr>
            <w:bCs w:val="0"/>
            <w:i w:val="0"/>
            <w:iCs w:val="0"/>
            <w:webHidden/>
          </w:rPr>
          <w:fldChar w:fldCharType="end"/>
        </w:r>
      </w:hyperlink>
    </w:p>
    <w:p w14:paraId="3A0690E0" w14:textId="5424B026" w:rsidR="000A5011" w:rsidRPr="000A5011" w:rsidRDefault="005F79DD">
      <w:pPr>
        <w:pStyle w:val="TOC3"/>
        <w:rPr>
          <w:rFonts w:eastAsiaTheme="minorEastAsia"/>
          <w:bCs w:val="0"/>
          <w:i w:val="0"/>
          <w:iCs w:val="0"/>
        </w:rPr>
      </w:pPr>
      <w:hyperlink w:anchor="_Toc75942580" w:history="1">
        <w:r w:rsidR="000A5011" w:rsidRPr="000A5011">
          <w:rPr>
            <w:rStyle w:val="Hyperlink"/>
            <w:bCs w:val="0"/>
            <w:i w:val="0"/>
            <w:iCs w:val="0"/>
          </w:rPr>
          <w:t>3.15.2</w:t>
        </w:r>
        <w:r w:rsidR="000A5011" w:rsidRPr="000A5011">
          <w:rPr>
            <w:rFonts w:eastAsiaTheme="minorEastAsia"/>
            <w:bCs w:val="0"/>
            <w:i w:val="0"/>
            <w:iCs w:val="0"/>
          </w:rPr>
          <w:tab/>
        </w:r>
        <w:r w:rsidR="000A5011" w:rsidRPr="000A5011">
          <w:rPr>
            <w:rStyle w:val="Hyperlink"/>
            <w:bCs w:val="0"/>
            <w:i w:val="0"/>
            <w:iCs w:val="0"/>
          </w:rPr>
          <w:t>DSP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3-267</w:t>
        </w:r>
        <w:r w:rsidR="000A5011" w:rsidRPr="000A5011">
          <w:rPr>
            <w:bCs w:val="0"/>
            <w:i w:val="0"/>
            <w:iCs w:val="0"/>
            <w:webHidden/>
          </w:rPr>
          <w:fldChar w:fldCharType="end"/>
        </w:r>
      </w:hyperlink>
    </w:p>
    <w:p w14:paraId="28F0A137" w14:textId="60B4B39B" w:rsidR="000A5011" w:rsidRPr="000A5011" w:rsidRDefault="005F79DD">
      <w:pPr>
        <w:pStyle w:val="TOC3"/>
        <w:rPr>
          <w:rFonts w:eastAsiaTheme="minorEastAsia"/>
          <w:bCs w:val="0"/>
          <w:i w:val="0"/>
          <w:iCs w:val="0"/>
        </w:rPr>
      </w:pPr>
      <w:hyperlink w:anchor="_Toc75942581" w:history="1">
        <w:r w:rsidR="000A5011" w:rsidRPr="000A5011">
          <w:rPr>
            <w:rStyle w:val="Hyperlink"/>
            <w:bCs w:val="0"/>
            <w:i w:val="0"/>
            <w:iCs w:val="0"/>
          </w:rPr>
          <w:t>3.15.3</w:t>
        </w:r>
        <w:r w:rsidR="000A5011" w:rsidRPr="000A5011">
          <w:rPr>
            <w:rFonts w:eastAsiaTheme="minorEastAsia"/>
            <w:bCs w:val="0"/>
            <w:i w:val="0"/>
            <w:iCs w:val="0"/>
          </w:rPr>
          <w:tab/>
        </w:r>
        <w:r w:rsidR="000A5011" w:rsidRPr="000A5011">
          <w:rPr>
            <w:rStyle w:val="Hyperlink"/>
            <w:bCs w:val="0"/>
            <w:i w:val="0"/>
            <w:iCs w:val="0"/>
          </w:rPr>
          <w:t>Generation Resource Requirements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3-268</w:t>
        </w:r>
        <w:r w:rsidR="000A5011" w:rsidRPr="000A5011">
          <w:rPr>
            <w:bCs w:val="0"/>
            <w:i w:val="0"/>
            <w:iCs w:val="0"/>
            <w:webHidden/>
          </w:rPr>
          <w:fldChar w:fldCharType="end"/>
        </w:r>
      </w:hyperlink>
    </w:p>
    <w:p w14:paraId="7CA69DFE" w14:textId="1041A49F" w:rsidR="000A5011" w:rsidRPr="000A5011" w:rsidRDefault="005F79DD">
      <w:pPr>
        <w:pStyle w:val="TOC2"/>
        <w:rPr>
          <w:rFonts w:eastAsiaTheme="minorEastAsia"/>
          <w:noProof/>
        </w:rPr>
      </w:pPr>
      <w:hyperlink w:anchor="_Toc75942583" w:history="1">
        <w:r w:rsidR="000A5011" w:rsidRPr="000A5011">
          <w:rPr>
            <w:rStyle w:val="Hyperlink"/>
            <w:noProof/>
          </w:rPr>
          <w:t>3.16</w:t>
        </w:r>
        <w:r w:rsidR="000A5011" w:rsidRPr="000A5011">
          <w:rPr>
            <w:rFonts w:eastAsiaTheme="minorEastAsia"/>
            <w:noProof/>
          </w:rPr>
          <w:tab/>
        </w:r>
        <w:r w:rsidR="000A5011" w:rsidRPr="000A5011">
          <w:rPr>
            <w:rStyle w:val="Hyperlink"/>
            <w:noProof/>
          </w:rPr>
          <w:t>Standards for Determining Ancillary Service Quantities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_Toc75942583 \h </w:instrText>
        </w:r>
        <w:r w:rsidR="000A5011" w:rsidRPr="000A5011">
          <w:rPr>
            <w:noProof/>
            <w:webHidden/>
          </w:rPr>
        </w:r>
        <w:r w:rsidR="000A5011" w:rsidRPr="000A5011">
          <w:rPr>
            <w:noProof/>
            <w:webHidden/>
          </w:rPr>
          <w:fldChar w:fldCharType="separate"/>
        </w:r>
        <w:r>
          <w:rPr>
            <w:noProof/>
            <w:webHidden/>
          </w:rPr>
          <w:t>3-270</w:t>
        </w:r>
        <w:r w:rsidR="000A5011" w:rsidRPr="000A5011">
          <w:rPr>
            <w:noProof/>
            <w:webHidden/>
          </w:rPr>
          <w:fldChar w:fldCharType="end"/>
        </w:r>
      </w:hyperlink>
    </w:p>
    <w:p w14:paraId="1F082551" w14:textId="11D3582E" w:rsidR="000A5011" w:rsidRPr="000A5011" w:rsidRDefault="005F79DD">
      <w:pPr>
        <w:pStyle w:val="TOC2"/>
        <w:rPr>
          <w:rFonts w:eastAsiaTheme="minorEastAsia"/>
          <w:noProof/>
        </w:rPr>
      </w:pPr>
      <w:hyperlink w:anchor="_Toc75942584" w:history="1">
        <w:r w:rsidR="000A5011" w:rsidRPr="000A5011">
          <w:rPr>
            <w:rStyle w:val="Hyperlink"/>
            <w:noProof/>
          </w:rPr>
          <w:t>3.17</w:t>
        </w:r>
        <w:r w:rsidR="000A5011" w:rsidRPr="000A5011">
          <w:rPr>
            <w:rFonts w:eastAsiaTheme="minorEastAsia"/>
            <w:noProof/>
          </w:rPr>
          <w:tab/>
        </w:r>
        <w:r w:rsidR="000A5011" w:rsidRPr="000A5011">
          <w:rPr>
            <w:rStyle w:val="Hyperlink"/>
            <w:noProof/>
          </w:rPr>
          <w:t>Ancillary Service Capacity Products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_Toc75942584 \h </w:instrText>
        </w:r>
        <w:r w:rsidR="000A5011" w:rsidRPr="000A5011">
          <w:rPr>
            <w:noProof/>
            <w:webHidden/>
          </w:rPr>
        </w:r>
        <w:r w:rsidR="000A5011" w:rsidRPr="000A5011">
          <w:rPr>
            <w:noProof/>
            <w:webHidden/>
          </w:rPr>
          <w:fldChar w:fldCharType="separate"/>
        </w:r>
        <w:r>
          <w:rPr>
            <w:noProof/>
            <w:webHidden/>
          </w:rPr>
          <w:t>3-273</w:t>
        </w:r>
        <w:r w:rsidR="000A5011" w:rsidRPr="000A5011">
          <w:rPr>
            <w:noProof/>
            <w:webHidden/>
          </w:rPr>
          <w:fldChar w:fldCharType="end"/>
        </w:r>
      </w:hyperlink>
    </w:p>
    <w:p w14:paraId="168C5AA3" w14:textId="28AA5C97" w:rsidR="000A5011" w:rsidRPr="000A5011" w:rsidRDefault="005F79DD">
      <w:pPr>
        <w:pStyle w:val="TOC3"/>
        <w:rPr>
          <w:rFonts w:eastAsiaTheme="minorEastAsia"/>
          <w:bCs w:val="0"/>
          <w:i w:val="0"/>
          <w:iCs w:val="0"/>
        </w:rPr>
      </w:pPr>
      <w:hyperlink w:anchor="_Toc75942585" w:history="1">
        <w:r w:rsidR="000A5011" w:rsidRPr="000A5011">
          <w:rPr>
            <w:rStyle w:val="Hyperlink"/>
            <w:bCs w:val="0"/>
            <w:i w:val="0"/>
            <w:iCs w:val="0"/>
          </w:rPr>
          <w:t>3.17.1</w:t>
        </w:r>
        <w:r w:rsidR="000A5011" w:rsidRPr="000A5011">
          <w:rPr>
            <w:rFonts w:eastAsiaTheme="minorEastAsia"/>
            <w:bCs w:val="0"/>
            <w:i w:val="0"/>
            <w:iCs w:val="0"/>
          </w:rPr>
          <w:tab/>
        </w:r>
        <w:r w:rsidR="000A5011" w:rsidRPr="000A5011">
          <w:rPr>
            <w:rStyle w:val="Hyperlink"/>
            <w:bCs w:val="0"/>
            <w:i w:val="0"/>
            <w:iCs w:val="0"/>
          </w:rPr>
          <w:t>Regulation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3-273</w:t>
        </w:r>
        <w:r w:rsidR="000A5011" w:rsidRPr="000A5011">
          <w:rPr>
            <w:bCs w:val="0"/>
            <w:i w:val="0"/>
            <w:iCs w:val="0"/>
            <w:webHidden/>
          </w:rPr>
          <w:fldChar w:fldCharType="end"/>
        </w:r>
      </w:hyperlink>
    </w:p>
    <w:p w14:paraId="217DDA43" w14:textId="7CFDF49B" w:rsidR="000A5011" w:rsidRPr="000A5011" w:rsidRDefault="005F79DD">
      <w:pPr>
        <w:pStyle w:val="TOC3"/>
        <w:rPr>
          <w:rFonts w:eastAsiaTheme="minorEastAsia"/>
          <w:bCs w:val="0"/>
          <w:i w:val="0"/>
          <w:iCs w:val="0"/>
        </w:rPr>
      </w:pPr>
      <w:hyperlink w:anchor="_Toc75942586" w:history="1">
        <w:r w:rsidR="000A5011" w:rsidRPr="000A5011">
          <w:rPr>
            <w:rStyle w:val="Hyperlink"/>
            <w:bCs w:val="0"/>
            <w:i w:val="0"/>
            <w:iCs w:val="0"/>
          </w:rPr>
          <w:t>3.17.2</w:t>
        </w:r>
        <w:r w:rsidR="000A5011" w:rsidRPr="000A5011">
          <w:rPr>
            <w:rFonts w:eastAsiaTheme="minorEastAsia"/>
            <w:bCs w:val="0"/>
            <w:i w:val="0"/>
            <w:iCs w:val="0"/>
          </w:rPr>
          <w:tab/>
        </w:r>
        <w:r w:rsidR="000A5011" w:rsidRPr="000A5011">
          <w:rPr>
            <w:rStyle w:val="Hyperlink"/>
            <w:bCs w:val="0"/>
            <w:i w:val="0"/>
            <w:iCs w:val="0"/>
          </w:rPr>
          <w:t>Responsive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3-274</w:t>
        </w:r>
        <w:r w:rsidR="000A5011" w:rsidRPr="000A5011">
          <w:rPr>
            <w:bCs w:val="0"/>
            <w:i w:val="0"/>
            <w:iCs w:val="0"/>
            <w:webHidden/>
          </w:rPr>
          <w:fldChar w:fldCharType="end"/>
        </w:r>
      </w:hyperlink>
    </w:p>
    <w:p w14:paraId="2F026DCE" w14:textId="79669777" w:rsidR="000A5011" w:rsidRPr="000A5011" w:rsidRDefault="005F79DD">
      <w:pPr>
        <w:pStyle w:val="TOC3"/>
        <w:rPr>
          <w:rFonts w:eastAsiaTheme="minorEastAsia"/>
          <w:bCs w:val="0"/>
          <w:i w:val="0"/>
          <w:iCs w:val="0"/>
        </w:rPr>
      </w:pPr>
      <w:hyperlink w:anchor="_Toc75942588" w:history="1">
        <w:r w:rsidR="000A5011" w:rsidRPr="000A5011">
          <w:rPr>
            <w:rStyle w:val="Hyperlink"/>
            <w:bCs w:val="0"/>
            <w:i w:val="0"/>
            <w:iCs w:val="0"/>
          </w:rPr>
          <w:t>3.17.3</w:t>
        </w:r>
        <w:r w:rsidR="000A5011" w:rsidRPr="000A5011">
          <w:rPr>
            <w:rFonts w:eastAsiaTheme="minorEastAsia"/>
            <w:bCs w:val="0"/>
            <w:i w:val="0"/>
            <w:iCs w:val="0"/>
          </w:rPr>
          <w:tab/>
        </w:r>
        <w:r w:rsidR="000A5011" w:rsidRPr="000A5011">
          <w:rPr>
            <w:rStyle w:val="Hyperlink"/>
            <w:bCs w:val="0"/>
            <w:i w:val="0"/>
            <w:iCs w:val="0"/>
          </w:rPr>
          <w:t>Non-Spinning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3-276</w:t>
        </w:r>
        <w:r w:rsidR="000A5011" w:rsidRPr="000A5011">
          <w:rPr>
            <w:bCs w:val="0"/>
            <w:i w:val="0"/>
            <w:iCs w:val="0"/>
            <w:webHidden/>
          </w:rPr>
          <w:fldChar w:fldCharType="end"/>
        </w:r>
      </w:hyperlink>
    </w:p>
    <w:p w14:paraId="0B3B45B1" w14:textId="03B4ECC0" w:rsidR="000A5011" w:rsidRPr="000A5011" w:rsidRDefault="005F79DD">
      <w:pPr>
        <w:pStyle w:val="TOC3"/>
        <w:rPr>
          <w:rFonts w:eastAsiaTheme="minorEastAsia"/>
          <w:bCs w:val="0"/>
          <w:i w:val="0"/>
          <w:iCs w:val="0"/>
        </w:rPr>
      </w:pPr>
      <w:hyperlink w:anchor="_Toc75942589" w:history="1">
        <w:r w:rsidR="000A5011" w:rsidRPr="000A5011">
          <w:rPr>
            <w:rStyle w:val="Hyperlink"/>
            <w:bCs w:val="0"/>
            <w:i w:val="0"/>
            <w:iCs w:val="0"/>
          </w:rPr>
          <w:t>3.17.4</w:t>
        </w:r>
        <w:r w:rsidR="000A5011" w:rsidRPr="000A5011">
          <w:rPr>
            <w:rFonts w:eastAsiaTheme="minorEastAsia"/>
            <w:bCs w:val="0"/>
            <w:i w:val="0"/>
            <w:iCs w:val="0"/>
          </w:rPr>
          <w:tab/>
        </w:r>
        <w:r w:rsidR="000A5011" w:rsidRPr="000A5011">
          <w:rPr>
            <w:rStyle w:val="Hyperlink"/>
            <w:bCs w:val="0"/>
            <w:i w:val="0"/>
            <w:iCs w:val="0"/>
          </w:rPr>
          <w:t>ERCOT Contingency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3-276</w:t>
        </w:r>
        <w:r w:rsidR="000A5011" w:rsidRPr="000A5011">
          <w:rPr>
            <w:bCs w:val="0"/>
            <w:i w:val="0"/>
            <w:iCs w:val="0"/>
            <w:webHidden/>
          </w:rPr>
          <w:fldChar w:fldCharType="end"/>
        </w:r>
      </w:hyperlink>
    </w:p>
    <w:p w14:paraId="7BED4035" w14:textId="62816BB6" w:rsidR="000A5011" w:rsidRPr="000A5011" w:rsidRDefault="005F79DD">
      <w:pPr>
        <w:pStyle w:val="TOC2"/>
        <w:rPr>
          <w:rFonts w:eastAsiaTheme="minorEastAsia"/>
          <w:noProof/>
        </w:rPr>
      </w:pPr>
      <w:hyperlink w:anchor="_Toc75942590" w:history="1">
        <w:r w:rsidR="000A5011" w:rsidRPr="000A5011">
          <w:rPr>
            <w:rStyle w:val="Hyperlink"/>
            <w:noProof/>
          </w:rPr>
          <w:t>3.18</w:t>
        </w:r>
        <w:r w:rsidR="000A5011" w:rsidRPr="000A5011">
          <w:rPr>
            <w:rFonts w:eastAsiaTheme="minorEastAsia"/>
            <w:noProof/>
          </w:rPr>
          <w:tab/>
        </w:r>
        <w:r w:rsidR="000A5011" w:rsidRPr="000A5011">
          <w:rPr>
            <w:rStyle w:val="Hyperlink"/>
            <w:noProof/>
          </w:rPr>
          <w:t>Resource Limits in Providing Ancillary Service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_Toc75942590 \h </w:instrText>
        </w:r>
        <w:r w:rsidR="000A5011" w:rsidRPr="000A5011">
          <w:rPr>
            <w:noProof/>
            <w:webHidden/>
          </w:rPr>
        </w:r>
        <w:r w:rsidR="000A5011" w:rsidRPr="000A5011">
          <w:rPr>
            <w:noProof/>
            <w:webHidden/>
          </w:rPr>
          <w:fldChar w:fldCharType="separate"/>
        </w:r>
        <w:r>
          <w:rPr>
            <w:noProof/>
            <w:webHidden/>
          </w:rPr>
          <w:t>3-277</w:t>
        </w:r>
        <w:r w:rsidR="000A5011" w:rsidRPr="000A5011">
          <w:rPr>
            <w:noProof/>
            <w:webHidden/>
          </w:rPr>
          <w:fldChar w:fldCharType="end"/>
        </w:r>
      </w:hyperlink>
    </w:p>
    <w:p w14:paraId="57C53833" w14:textId="525CCAB0" w:rsidR="000A5011" w:rsidRPr="000A5011" w:rsidRDefault="005F79DD">
      <w:pPr>
        <w:pStyle w:val="TOC2"/>
        <w:rPr>
          <w:rFonts w:eastAsiaTheme="minorEastAsia"/>
          <w:noProof/>
        </w:rPr>
      </w:pPr>
      <w:hyperlink w:anchor="_Toc75942591" w:history="1">
        <w:r w:rsidR="000A5011" w:rsidRPr="000A5011">
          <w:rPr>
            <w:rStyle w:val="Hyperlink"/>
            <w:noProof/>
          </w:rPr>
          <w:t>3.19</w:t>
        </w:r>
        <w:r w:rsidR="000A5011" w:rsidRPr="000A5011">
          <w:rPr>
            <w:rFonts w:eastAsiaTheme="minorEastAsia"/>
            <w:noProof/>
          </w:rPr>
          <w:tab/>
        </w:r>
        <w:r w:rsidR="000A5011" w:rsidRPr="000A5011">
          <w:rPr>
            <w:rStyle w:val="Hyperlink"/>
            <w:noProof/>
          </w:rPr>
          <w:t>Constraint Competitiveness Tests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_Toc75942591 \h </w:instrText>
        </w:r>
        <w:r w:rsidR="000A5011" w:rsidRPr="000A5011">
          <w:rPr>
            <w:noProof/>
            <w:webHidden/>
          </w:rPr>
        </w:r>
        <w:r w:rsidR="000A5011" w:rsidRPr="000A5011">
          <w:rPr>
            <w:noProof/>
            <w:webHidden/>
          </w:rPr>
          <w:fldChar w:fldCharType="separate"/>
        </w:r>
        <w:r>
          <w:rPr>
            <w:noProof/>
            <w:webHidden/>
          </w:rPr>
          <w:t>3-280</w:t>
        </w:r>
        <w:r w:rsidR="000A5011" w:rsidRPr="000A5011">
          <w:rPr>
            <w:noProof/>
            <w:webHidden/>
          </w:rPr>
          <w:fldChar w:fldCharType="end"/>
        </w:r>
      </w:hyperlink>
    </w:p>
    <w:p w14:paraId="4409DB9D" w14:textId="3ADE3A45" w:rsidR="000A5011" w:rsidRPr="000A5011" w:rsidRDefault="005F79DD">
      <w:pPr>
        <w:pStyle w:val="TOC3"/>
        <w:rPr>
          <w:rFonts w:eastAsiaTheme="minorEastAsia"/>
          <w:bCs w:val="0"/>
          <w:i w:val="0"/>
          <w:iCs w:val="0"/>
        </w:rPr>
      </w:pPr>
      <w:hyperlink w:anchor="_Toc75942592" w:history="1">
        <w:r w:rsidR="000A5011" w:rsidRPr="000A5011">
          <w:rPr>
            <w:rStyle w:val="Hyperlink"/>
            <w:bCs w:val="0"/>
            <w:i w:val="0"/>
            <w:iCs w:val="0"/>
          </w:rPr>
          <w:t>3.19.1</w:t>
        </w:r>
        <w:r w:rsidR="000A5011" w:rsidRPr="000A5011">
          <w:rPr>
            <w:rFonts w:eastAsiaTheme="minorEastAsia"/>
            <w:bCs w:val="0"/>
            <w:i w:val="0"/>
            <w:iCs w:val="0"/>
          </w:rPr>
          <w:tab/>
        </w:r>
        <w:r w:rsidR="000A5011" w:rsidRPr="000A5011">
          <w:rPr>
            <w:rStyle w:val="Hyperlink"/>
            <w:bCs w:val="0"/>
            <w:i w:val="0"/>
            <w:iCs w:val="0"/>
          </w:rPr>
          <w:t>Constraint Competitiveness Test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3-280</w:t>
        </w:r>
        <w:r w:rsidR="000A5011" w:rsidRPr="000A5011">
          <w:rPr>
            <w:bCs w:val="0"/>
            <w:i w:val="0"/>
            <w:iCs w:val="0"/>
            <w:webHidden/>
          </w:rPr>
          <w:fldChar w:fldCharType="end"/>
        </w:r>
      </w:hyperlink>
    </w:p>
    <w:p w14:paraId="493ADCC4" w14:textId="1808EFAF" w:rsidR="000A5011" w:rsidRPr="000A5011" w:rsidRDefault="005F79DD">
      <w:pPr>
        <w:pStyle w:val="TOC3"/>
        <w:rPr>
          <w:rFonts w:eastAsiaTheme="minorEastAsia"/>
          <w:bCs w:val="0"/>
          <w:i w:val="0"/>
          <w:iCs w:val="0"/>
        </w:rPr>
      </w:pPr>
      <w:hyperlink w:anchor="_Toc75942593" w:history="1">
        <w:r w:rsidR="000A5011" w:rsidRPr="000A5011">
          <w:rPr>
            <w:rStyle w:val="Hyperlink"/>
            <w:bCs w:val="0"/>
            <w:i w:val="0"/>
            <w:iCs w:val="0"/>
          </w:rPr>
          <w:t>3.19.2</w:t>
        </w:r>
        <w:r w:rsidR="000A5011" w:rsidRPr="000A5011">
          <w:rPr>
            <w:rFonts w:eastAsiaTheme="minorEastAsia"/>
            <w:bCs w:val="0"/>
            <w:i w:val="0"/>
            <w:iCs w:val="0"/>
          </w:rPr>
          <w:tab/>
        </w:r>
        <w:r w:rsidR="000A5011" w:rsidRPr="000A5011">
          <w:rPr>
            <w:rStyle w:val="Hyperlink"/>
            <w:bCs w:val="0"/>
            <w:i w:val="0"/>
            <w:iCs w:val="0"/>
          </w:rPr>
          <w:t>Element Competitiveness Index Calculation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72343706" w14:textId="1901AA37" w:rsidR="000A5011" w:rsidRPr="000A5011" w:rsidRDefault="005F79DD">
      <w:pPr>
        <w:pStyle w:val="TOC3"/>
        <w:rPr>
          <w:rFonts w:eastAsiaTheme="minorEastAsia"/>
          <w:bCs w:val="0"/>
          <w:i w:val="0"/>
          <w:iCs w:val="0"/>
        </w:rPr>
      </w:pPr>
      <w:hyperlink w:anchor="_Toc75942594" w:history="1">
        <w:r w:rsidR="000A5011" w:rsidRPr="000A5011">
          <w:rPr>
            <w:rStyle w:val="Hyperlink"/>
            <w:bCs w:val="0"/>
            <w:i w:val="0"/>
            <w:iCs w:val="0"/>
          </w:rPr>
          <w:t>3.19.3</w:t>
        </w:r>
        <w:r w:rsidR="000A5011" w:rsidRPr="000A5011">
          <w:rPr>
            <w:rFonts w:eastAsiaTheme="minorEastAsia"/>
            <w:bCs w:val="0"/>
            <w:i w:val="0"/>
            <w:iCs w:val="0"/>
          </w:rPr>
          <w:tab/>
        </w:r>
        <w:r w:rsidR="000A5011" w:rsidRPr="000A5011">
          <w:rPr>
            <w:rStyle w:val="Hyperlink"/>
            <w:bCs w:val="0"/>
            <w:i w:val="0"/>
            <w:iCs w:val="0"/>
          </w:rPr>
          <w:t>Long-Term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582FC9A1" w14:textId="58449267" w:rsidR="000A5011" w:rsidRPr="000A5011" w:rsidRDefault="005F79DD">
      <w:pPr>
        <w:pStyle w:val="TOC3"/>
        <w:rPr>
          <w:rFonts w:eastAsiaTheme="minorEastAsia"/>
          <w:bCs w:val="0"/>
          <w:i w:val="0"/>
          <w:iCs w:val="0"/>
        </w:rPr>
      </w:pPr>
      <w:hyperlink w:anchor="_Toc75942595" w:history="1">
        <w:r w:rsidR="000A5011" w:rsidRPr="000A5011">
          <w:rPr>
            <w:rStyle w:val="Hyperlink"/>
            <w:bCs w:val="0"/>
            <w:i w:val="0"/>
            <w:iCs w:val="0"/>
          </w:rPr>
          <w:t>3.19.4</w:t>
        </w:r>
        <w:r w:rsidR="000A5011" w:rsidRPr="000A5011">
          <w:rPr>
            <w:rFonts w:eastAsiaTheme="minorEastAsia"/>
            <w:bCs w:val="0"/>
            <w:i w:val="0"/>
            <w:iCs w:val="0"/>
          </w:rPr>
          <w:tab/>
        </w:r>
        <w:r w:rsidR="000A5011" w:rsidRPr="000A5011">
          <w:rPr>
            <w:rStyle w:val="Hyperlink"/>
            <w:bCs w:val="0"/>
            <w:i w:val="0"/>
            <w:iCs w:val="0"/>
          </w:rPr>
          <w:t>Security-Constrained Economic Dispatch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3-283</w:t>
        </w:r>
        <w:r w:rsidR="000A5011" w:rsidRPr="000A5011">
          <w:rPr>
            <w:bCs w:val="0"/>
            <w:i w:val="0"/>
            <w:iCs w:val="0"/>
            <w:webHidden/>
          </w:rPr>
          <w:fldChar w:fldCharType="end"/>
        </w:r>
      </w:hyperlink>
    </w:p>
    <w:p w14:paraId="3C57076C" w14:textId="71325C5E" w:rsidR="000A5011" w:rsidRPr="000A5011" w:rsidRDefault="005F79DD">
      <w:pPr>
        <w:pStyle w:val="TOC2"/>
        <w:rPr>
          <w:rFonts w:eastAsiaTheme="minorEastAsia"/>
          <w:noProof/>
        </w:rPr>
      </w:pPr>
      <w:hyperlink w:anchor="_Toc75942596" w:history="1">
        <w:r w:rsidR="000A5011" w:rsidRPr="000A5011">
          <w:rPr>
            <w:rStyle w:val="Hyperlink"/>
            <w:noProof/>
          </w:rPr>
          <w:t>3.20</w:t>
        </w:r>
        <w:r w:rsidR="000A5011" w:rsidRPr="000A5011">
          <w:rPr>
            <w:rFonts w:eastAsiaTheme="minorEastAsia"/>
            <w:noProof/>
          </w:rPr>
          <w:tab/>
        </w:r>
        <w:r w:rsidR="000A5011" w:rsidRPr="000A5011">
          <w:rPr>
            <w:rStyle w:val="Hyperlink"/>
            <w:noProof/>
          </w:rPr>
          <w:t>Identification of Chronic Congestion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_Toc75942596 \h </w:instrText>
        </w:r>
        <w:r w:rsidR="000A5011" w:rsidRPr="000A5011">
          <w:rPr>
            <w:noProof/>
            <w:webHidden/>
          </w:rPr>
        </w:r>
        <w:r w:rsidR="000A5011" w:rsidRPr="000A5011">
          <w:rPr>
            <w:noProof/>
            <w:webHidden/>
          </w:rPr>
          <w:fldChar w:fldCharType="separate"/>
        </w:r>
        <w:r>
          <w:rPr>
            <w:noProof/>
            <w:webHidden/>
          </w:rPr>
          <w:t>3-284</w:t>
        </w:r>
        <w:r w:rsidR="000A5011" w:rsidRPr="000A5011">
          <w:rPr>
            <w:noProof/>
            <w:webHidden/>
          </w:rPr>
          <w:fldChar w:fldCharType="end"/>
        </w:r>
      </w:hyperlink>
    </w:p>
    <w:p w14:paraId="71C47D38" w14:textId="6B4CE3B5" w:rsidR="000A5011" w:rsidRPr="000A5011" w:rsidRDefault="005F79DD">
      <w:pPr>
        <w:pStyle w:val="TOC3"/>
        <w:rPr>
          <w:rFonts w:eastAsiaTheme="minorEastAsia"/>
          <w:bCs w:val="0"/>
          <w:i w:val="0"/>
          <w:iCs w:val="0"/>
        </w:rPr>
      </w:pPr>
      <w:hyperlink w:anchor="_Toc75942597" w:history="1">
        <w:r w:rsidR="000A5011" w:rsidRPr="000A5011">
          <w:rPr>
            <w:rStyle w:val="Hyperlink"/>
            <w:bCs w:val="0"/>
            <w:i w:val="0"/>
            <w:iCs w:val="0"/>
          </w:rPr>
          <w:t>3.20.1</w:t>
        </w:r>
        <w:r w:rsidR="000A5011" w:rsidRPr="000A5011">
          <w:rPr>
            <w:rFonts w:eastAsiaTheme="minorEastAsia"/>
            <w:bCs w:val="0"/>
            <w:i w:val="0"/>
            <w:iCs w:val="0"/>
          </w:rPr>
          <w:tab/>
        </w:r>
        <w:r w:rsidR="000A5011" w:rsidRPr="000A5011">
          <w:rPr>
            <w:rStyle w:val="Hyperlink"/>
            <w:bCs w:val="0"/>
            <w:i w:val="0"/>
            <w:iCs w:val="0"/>
          </w:rPr>
          <w:t>Evaluation of Chronic Congestion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1A04B605" w14:textId="4BB5ACB3" w:rsidR="000A5011" w:rsidRPr="000A5011" w:rsidRDefault="005F79DD">
      <w:pPr>
        <w:pStyle w:val="TOC3"/>
        <w:rPr>
          <w:rFonts w:eastAsiaTheme="minorEastAsia"/>
          <w:bCs w:val="0"/>
          <w:i w:val="0"/>
          <w:iCs w:val="0"/>
        </w:rPr>
      </w:pPr>
      <w:hyperlink w:anchor="_Toc75942598" w:history="1">
        <w:r w:rsidR="000A5011" w:rsidRPr="000A5011">
          <w:rPr>
            <w:rStyle w:val="Hyperlink"/>
            <w:bCs w:val="0"/>
            <w:i w:val="0"/>
            <w:iCs w:val="0"/>
          </w:rPr>
          <w:t>3.20.2</w:t>
        </w:r>
        <w:r w:rsidR="000A5011" w:rsidRPr="000A5011">
          <w:rPr>
            <w:rFonts w:eastAsiaTheme="minorEastAsia"/>
            <w:bCs w:val="0"/>
            <w:i w:val="0"/>
            <w:iCs w:val="0"/>
          </w:rPr>
          <w:tab/>
        </w:r>
        <w:r w:rsidR="000A5011" w:rsidRPr="000A5011">
          <w:rPr>
            <w:rStyle w:val="Hyperlink"/>
            <w:bCs w:val="0"/>
            <w:i w:val="0"/>
            <w:iCs w:val="0"/>
          </w:rPr>
          <w:t>Topology and Model Verification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41C7AE37" w14:textId="5CF37EA4" w:rsidR="000A5011" w:rsidRPr="000A5011" w:rsidRDefault="005F79DD">
      <w:pPr>
        <w:pStyle w:val="TOC2"/>
        <w:rPr>
          <w:rFonts w:eastAsiaTheme="minorEastAsia"/>
          <w:noProof/>
        </w:rPr>
      </w:pPr>
      <w:hyperlink w:anchor="_Toc75942599" w:history="1">
        <w:r w:rsidR="000A5011" w:rsidRPr="000A5011">
          <w:rPr>
            <w:rStyle w:val="Hyperlink"/>
            <w:noProof/>
          </w:rPr>
          <w:t>3.21</w:t>
        </w:r>
        <w:r w:rsidR="000A5011" w:rsidRPr="000A5011">
          <w:rPr>
            <w:rFonts w:eastAsiaTheme="minorEastAsia"/>
            <w:noProof/>
          </w:rPr>
          <w:tab/>
        </w:r>
        <w:r w:rsidR="000A5011" w:rsidRPr="000A5011">
          <w:rPr>
            <w:rStyle w:val="Hyperlink"/>
            <w:noProof/>
          </w:rPr>
          <w:t>Submission of Emergency Operations Plans, Weatherization Plans, and Declarations of Summer and Winter Weather Preparedness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_Toc75942599 \h </w:instrText>
        </w:r>
        <w:r w:rsidR="000A5011" w:rsidRPr="000A5011">
          <w:rPr>
            <w:noProof/>
            <w:webHidden/>
          </w:rPr>
        </w:r>
        <w:r w:rsidR="000A5011" w:rsidRPr="000A5011">
          <w:rPr>
            <w:noProof/>
            <w:webHidden/>
          </w:rPr>
          <w:fldChar w:fldCharType="separate"/>
        </w:r>
        <w:r>
          <w:rPr>
            <w:noProof/>
            <w:webHidden/>
          </w:rPr>
          <w:t>3-285</w:t>
        </w:r>
        <w:r w:rsidR="000A5011" w:rsidRPr="000A5011">
          <w:rPr>
            <w:noProof/>
            <w:webHidden/>
          </w:rPr>
          <w:fldChar w:fldCharType="end"/>
        </w:r>
      </w:hyperlink>
    </w:p>
    <w:p w14:paraId="24734A00" w14:textId="2DAE091C" w:rsidR="000A5011" w:rsidRPr="000A5011" w:rsidRDefault="005F79DD">
      <w:pPr>
        <w:pStyle w:val="TOC3"/>
        <w:rPr>
          <w:rFonts w:eastAsiaTheme="minorEastAsia"/>
          <w:bCs w:val="0"/>
          <w:i w:val="0"/>
          <w:iCs w:val="0"/>
        </w:rPr>
      </w:pPr>
      <w:hyperlink w:anchor="_Toc75942600" w:history="1">
        <w:r w:rsidR="000A5011" w:rsidRPr="000A5011">
          <w:rPr>
            <w:rStyle w:val="Hyperlink"/>
            <w:bCs w:val="0"/>
            <w:i w:val="0"/>
            <w:iCs w:val="0"/>
          </w:rPr>
          <w:t>3.21.1</w:t>
        </w:r>
        <w:r w:rsidR="000A5011" w:rsidRPr="000A5011">
          <w:rPr>
            <w:rFonts w:eastAsiaTheme="minorEastAsia"/>
            <w:bCs w:val="0"/>
            <w:i w:val="0"/>
            <w:iCs w:val="0"/>
          </w:rPr>
          <w:tab/>
        </w:r>
        <w:r w:rsidR="000A5011" w:rsidRPr="000A5011">
          <w:rPr>
            <w:rStyle w:val="Hyperlink"/>
            <w:bCs w:val="0"/>
            <w:i w:val="0"/>
            <w:iCs w:val="0"/>
          </w:rPr>
          <w:t>Natural Gas Pipeline Coordination Requirements for Resource Entities with Natural Gas Generation Resources for Summer Preparedness and Summer Peak Load Season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3-287</w:t>
        </w:r>
        <w:r w:rsidR="000A5011" w:rsidRPr="000A5011">
          <w:rPr>
            <w:bCs w:val="0"/>
            <w:i w:val="0"/>
            <w:iCs w:val="0"/>
            <w:webHidden/>
          </w:rPr>
          <w:fldChar w:fldCharType="end"/>
        </w:r>
      </w:hyperlink>
    </w:p>
    <w:p w14:paraId="75EAA98E" w14:textId="07931147" w:rsidR="000A5011" w:rsidRPr="000A5011" w:rsidRDefault="005F79DD">
      <w:pPr>
        <w:pStyle w:val="TOC2"/>
        <w:rPr>
          <w:rFonts w:eastAsiaTheme="minorEastAsia"/>
          <w:noProof/>
        </w:rPr>
      </w:pPr>
      <w:hyperlink w:anchor="_Toc75942601" w:history="1">
        <w:r w:rsidR="000A5011" w:rsidRPr="000A5011">
          <w:rPr>
            <w:rStyle w:val="Hyperlink"/>
            <w:noProof/>
          </w:rPr>
          <w:t>3.22</w:t>
        </w:r>
        <w:r w:rsidR="000A5011" w:rsidRPr="000A5011">
          <w:rPr>
            <w:rFonts w:eastAsiaTheme="minorEastAsia"/>
            <w:noProof/>
          </w:rPr>
          <w:tab/>
        </w:r>
        <w:r w:rsidR="000A5011" w:rsidRPr="000A5011">
          <w:rPr>
            <w:rStyle w:val="Hyperlink"/>
            <w:noProof/>
          </w:rPr>
          <w:t>Subsynchronous Resonance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_Toc75942601 \h </w:instrText>
        </w:r>
        <w:r w:rsidR="000A5011" w:rsidRPr="000A5011">
          <w:rPr>
            <w:noProof/>
            <w:webHidden/>
          </w:rPr>
        </w:r>
        <w:r w:rsidR="000A5011" w:rsidRPr="000A5011">
          <w:rPr>
            <w:noProof/>
            <w:webHidden/>
          </w:rPr>
          <w:fldChar w:fldCharType="separate"/>
        </w:r>
        <w:r>
          <w:rPr>
            <w:noProof/>
            <w:webHidden/>
          </w:rPr>
          <w:t>3-288</w:t>
        </w:r>
        <w:r w:rsidR="000A5011" w:rsidRPr="000A5011">
          <w:rPr>
            <w:noProof/>
            <w:webHidden/>
          </w:rPr>
          <w:fldChar w:fldCharType="end"/>
        </w:r>
      </w:hyperlink>
    </w:p>
    <w:p w14:paraId="46779855" w14:textId="71877D3E" w:rsidR="000A5011" w:rsidRPr="000A5011" w:rsidRDefault="005F79DD">
      <w:pPr>
        <w:pStyle w:val="TOC3"/>
        <w:rPr>
          <w:rFonts w:eastAsiaTheme="minorEastAsia"/>
          <w:bCs w:val="0"/>
          <w:i w:val="0"/>
          <w:iCs w:val="0"/>
        </w:rPr>
      </w:pPr>
      <w:hyperlink w:anchor="_Toc75942602" w:history="1">
        <w:r w:rsidR="000A5011" w:rsidRPr="000A5011">
          <w:rPr>
            <w:rStyle w:val="Hyperlink"/>
            <w:bCs w:val="0"/>
            <w:i w:val="0"/>
            <w:iCs w:val="0"/>
          </w:rPr>
          <w:t>3.22.1</w:t>
        </w:r>
        <w:r w:rsidR="000A5011" w:rsidRPr="000A5011">
          <w:rPr>
            <w:rFonts w:eastAsiaTheme="minorEastAsia"/>
            <w:bCs w:val="0"/>
            <w:i w:val="0"/>
            <w:iCs w:val="0"/>
          </w:rPr>
          <w:tab/>
        </w:r>
        <w:r w:rsidR="000A5011" w:rsidRPr="000A5011">
          <w:rPr>
            <w:rStyle w:val="Hyperlink"/>
            <w:bCs w:val="0"/>
            <w:i w:val="0"/>
            <w:iCs w:val="0"/>
          </w:rPr>
          <w:t>Subsynchronous Resonance Vulnerability Assessment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3-288</w:t>
        </w:r>
        <w:r w:rsidR="000A5011" w:rsidRPr="000A5011">
          <w:rPr>
            <w:bCs w:val="0"/>
            <w:i w:val="0"/>
            <w:iCs w:val="0"/>
            <w:webHidden/>
          </w:rPr>
          <w:fldChar w:fldCharType="end"/>
        </w:r>
      </w:hyperlink>
    </w:p>
    <w:p w14:paraId="751BD682" w14:textId="20D608DE" w:rsidR="000A5011" w:rsidRPr="000A5011" w:rsidRDefault="005F79DD">
      <w:pPr>
        <w:pStyle w:val="TOC4"/>
        <w:rPr>
          <w:rFonts w:eastAsiaTheme="minorEastAsia"/>
          <w:bCs w:val="0"/>
          <w:snapToGrid/>
          <w:sz w:val="20"/>
          <w:szCs w:val="20"/>
        </w:rPr>
      </w:pPr>
      <w:hyperlink w:anchor="_Toc75942603" w:history="1">
        <w:r w:rsidR="000A5011" w:rsidRPr="000A5011">
          <w:rPr>
            <w:rStyle w:val="Hyperlink"/>
            <w:bCs w:val="0"/>
            <w:sz w:val="20"/>
            <w:szCs w:val="20"/>
          </w:rPr>
          <w:t xml:space="preserve">3.22.1.1 </w:t>
        </w:r>
        <w:r w:rsidR="000A5011" w:rsidRPr="000A5011">
          <w:rPr>
            <w:rFonts w:eastAsiaTheme="minorEastAsia"/>
            <w:bCs w:val="0"/>
            <w:snapToGrid/>
            <w:sz w:val="20"/>
            <w:szCs w:val="20"/>
          </w:rPr>
          <w:tab/>
        </w:r>
        <w:r w:rsidR="000A5011" w:rsidRPr="000A5011">
          <w:rPr>
            <w:rStyle w:val="Hyperlink"/>
            <w:bCs w:val="0"/>
            <w:sz w:val="20"/>
            <w:szCs w:val="20"/>
          </w:rPr>
          <w:t>Existing Generation Resource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3-288</w:t>
        </w:r>
        <w:r w:rsidR="000A5011" w:rsidRPr="000A5011">
          <w:rPr>
            <w:bCs w:val="0"/>
            <w:webHidden/>
            <w:sz w:val="20"/>
            <w:szCs w:val="20"/>
          </w:rPr>
          <w:fldChar w:fldCharType="end"/>
        </w:r>
      </w:hyperlink>
    </w:p>
    <w:p w14:paraId="48012D11" w14:textId="3CF5E140" w:rsidR="000A5011" w:rsidRPr="000A5011" w:rsidRDefault="005F79DD">
      <w:pPr>
        <w:pStyle w:val="TOC4"/>
        <w:rPr>
          <w:rFonts w:eastAsiaTheme="minorEastAsia"/>
          <w:bCs w:val="0"/>
          <w:snapToGrid/>
          <w:sz w:val="20"/>
          <w:szCs w:val="20"/>
        </w:rPr>
      </w:pPr>
      <w:hyperlink w:anchor="_Toc75942604" w:history="1">
        <w:r w:rsidR="000A5011" w:rsidRPr="000A5011">
          <w:rPr>
            <w:rStyle w:val="Hyperlink"/>
            <w:bCs w:val="0"/>
            <w:sz w:val="20"/>
            <w:szCs w:val="20"/>
          </w:rPr>
          <w:t xml:space="preserve">3.22.1.2 </w:t>
        </w:r>
        <w:r w:rsidR="000A5011" w:rsidRPr="000A5011">
          <w:rPr>
            <w:rFonts w:eastAsiaTheme="minorEastAsia"/>
            <w:bCs w:val="0"/>
            <w:snapToGrid/>
            <w:sz w:val="20"/>
            <w:szCs w:val="20"/>
          </w:rPr>
          <w:tab/>
        </w:r>
        <w:r w:rsidR="000A5011" w:rsidRPr="000A5011">
          <w:rPr>
            <w:rStyle w:val="Hyperlink"/>
            <w:bCs w:val="0"/>
            <w:sz w:val="20"/>
            <w:szCs w:val="20"/>
          </w:rPr>
          <w:t>Generation Resource or Energy Storage Resource Interconnection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3-289</w:t>
        </w:r>
        <w:r w:rsidR="000A5011" w:rsidRPr="000A5011">
          <w:rPr>
            <w:bCs w:val="0"/>
            <w:webHidden/>
            <w:sz w:val="20"/>
            <w:szCs w:val="20"/>
          </w:rPr>
          <w:fldChar w:fldCharType="end"/>
        </w:r>
      </w:hyperlink>
    </w:p>
    <w:p w14:paraId="702AB81E" w14:textId="6679230C" w:rsidR="000A5011" w:rsidRPr="000A5011" w:rsidRDefault="005F79DD">
      <w:pPr>
        <w:pStyle w:val="TOC4"/>
        <w:rPr>
          <w:rFonts w:eastAsiaTheme="minorEastAsia"/>
          <w:bCs w:val="0"/>
          <w:snapToGrid/>
          <w:sz w:val="20"/>
          <w:szCs w:val="20"/>
        </w:rPr>
      </w:pPr>
      <w:hyperlink w:anchor="_Toc75942605" w:history="1">
        <w:r w:rsidR="000A5011" w:rsidRPr="000A5011">
          <w:rPr>
            <w:rStyle w:val="Hyperlink"/>
            <w:bCs w:val="0"/>
            <w:sz w:val="20"/>
            <w:szCs w:val="20"/>
          </w:rPr>
          <w:t xml:space="preserve">3.22.1.3 </w:t>
        </w:r>
        <w:r w:rsidR="000A5011" w:rsidRPr="000A5011">
          <w:rPr>
            <w:rFonts w:eastAsiaTheme="minorEastAsia"/>
            <w:bCs w:val="0"/>
            <w:snapToGrid/>
            <w:sz w:val="20"/>
            <w:szCs w:val="20"/>
          </w:rPr>
          <w:tab/>
        </w:r>
        <w:r w:rsidR="000A5011" w:rsidRPr="000A5011">
          <w:rPr>
            <w:rStyle w:val="Hyperlink"/>
            <w:bCs w:val="0"/>
            <w:sz w:val="20"/>
            <w:szCs w:val="20"/>
          </w:rPr>
          <w:t>Transmission Project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3-291</w:t>
        </w:r>
        <w:r w:rsidR="000A5011" w:rsidRPr="000A5011">
          <w:rPr>
            <w:bCs w:val="0"/>
            <w:webHidden/>
            <w:sz w:val="20"/>
            <w:szCs w:val="20"/>
          </w:rPr>
          <w:fldChar w:fldCharType="end"/>
        </w:r>
      </w:hyperlink>
    </w:p>
    <w:p w14:paraId="31E65A06" w14:textId="1D93B381" w:rsidR="000A5011" w:rsidRPr="000A5011" w:rsidRDefault="005F79DD">
      <w:pPr>
        <w:pStyle w:val="TOC4"/>
        <w:rPr>
          <w:rFonts w:eastAsiaTheme="minorEastAsia"/>
          <w:bCs w:val="0"/>
          <w:snapToGrid/>
          <w:sz w:val="20"/>
          <w:szCs w:val="20"/>
        </w:rPr>
      </w:pPr>
      <w:hyperlink w:anchor="_Toc75942606" w:history="1">
        <w:r w:rsidR="000A5011" w:rsidRPr="000A5011">
          <w:rPr>
            <w:rStyle w:val="Hyperlink"/>
            <w:bCs w:val="0"/>
            <w:sz w:val="20"/>
            <w:szCs w:val="20"/>
          </w:rPr>
          <w:t xml:space="preserve">3.22.1.4 </w:t>
        </w:r>
        <w:r w:rsidR="000A5011" w:rsidRPr="000A5011">
          <w:rPr>
            <w:rFonts w:eastAsiaTheme="minorEastAsia"/>
            <w:bCs w:val="0"/>
            <w:snapToGrid/>
            <w:sz w:val="20"/>
            <w:szCs w:val="20"/>
          </w:rPr>
          <w:tab/>
        </w:r>
        <w:r w:rsidR="000A5011" w:rsidRPr="000A5011">
          <w:rPr>
            <w:rStyle w:val="Hyperlink"/>
            <w:bCs w:val="0"/>
            <w:sz w:val="20"/>
            <w:szCs w:val="20"/>
          </w:rPr>
          <w:t>Annual SSR Review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3-292</w:t>
        </w:r>
        <w:r w:rsidR="000A5011" w:rsidRPr="000A5011">
          <w:rPr>
            <w:bCs w:val="0"/>
            <w:webHidden/>
            <w:sz w:val="20"/>
            <w:szCs w:val="20"/>
          </w:rPr>
          <w:fldChar w:fldCharType="end"/>
        </w:r>
      </w:hyperlink>
    </w:p>
    <w:p w14:paraId="6D186D39" w14:textId="133A8B08" w:rsidR="000A5011" w:rsidRPr="000A5011" w:rsidRDefault="005F79DD">
      <w:pPr>
        <w:pStyle w:val="TOC3"/>
        <w:rPr>
          <w:rFonts w:eastAsiaTheme="minorEastAsia"/>
          <w:bCs w:val="0"/>
          <w:i w:val="0"/>
          <w:iCs w:val="0"/>
        </w:rPr>
      </w:pPr>
      <w:hyperlink w:anchor="_Toc75942607" w:history="1">
        <w:r w:rsidR="000A5011" w:rsidRPr="000A5011">
          <w:rPr>
            <w:rStyle w:val="Hyperlink"/>
            <w:bCs w:val="0"/>
            <w:i w:val="0"/>
            <w:iCs w:val="0"/>
          </w:rPr>
          <w:t>3.22.2</w:t>
        </w:r>
        <w:r w:rsidR="000A5011" w:rsidRPr="000A5011">
          <w:rPr>
            <w:rFonts w:eastAsiaTheme="minorEastAsia"/>
            <w:bCs w:val="0"/>
            <w:i w:val="0"/>
            <w:iCs w:val="0"/>
          </w:rPr>
          <w:tab/>
        </w:r>
        <w:r w:rsidR="000A5011" w:rsidRPr="000A5011">
          <w:rPr>
            <w:rStyle w:val="Hyperlink"/>
            <w:bCs w:val="0"/>
            <w:i w:val="0"/>
            <w:iCs w:val="0"/>
          </w:rPr>
          <w:t>Subsynchronous Resonance Vulnerability Assessment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3-293</w:t>
        </w:r>
        <w:r w:rsidR="000A5011" w:rsidRPr="000A5011">
          <w:rPr>
            <w:bCs w:val="0"/>
            <w:i w:val="0"/>
            <w:iCs w:val="0"/>
            <w:webHidden/>
          </w:rPr>
          <w:fldChar w:fldCharType="end"/>
        </w:r>
      </w:hyperlink>
    </w:p>
    <w:p w14:paraId="5D2303C3" w14:textId="654FFAFE" w:rsidR="000A5011" w:rsidRPr="000A5011" w:rsidRDefault="005F79DD">
      <w:pPr>
        <w:pStyle w:val="TOC3"/>
        <w:rPr>
          <w:rFonts w:eastAsiaTheme="minorEastAsia"/>
          <w:bCs w:val="0"/>
          <w:i w:val="0"/>
          <w:iCs w:val="0"/>
        </w:rPr>
      </w:pPr>
      <w:hyperlink w:anchor="_Toc75942608" w:history="1">
        <w:r w:rsidR="000A5011" w:rsidRPr="000A5011">
          <w:rPr>
            <w:rStyle w:val="Hyperlink"/>
            <w:bCs w:val="0"/>
            <w:i w:val="0"/>
            <w:iCs w:val="0"/>
          </w:rPr>
          <w:t xml:space="preserve">3.22.3 </w:t>
        </w:r>
        <w:r w:rsidR="000A5011" w:rsidRPr="000A5011">
          <w:rPr>
            <w:rFonts w:eastAsiaTheme="minorEastAsia"/>
            <w:bCs w:val="0"/>
            <w:i w:val="0"/>
            <w:iCs w:val="0"/>
          </w:rPr>
          <w:tab/>
        </w:r>
        <w:r w:rsidR="000A5011" w:rsidRPr="000A5011">
          <w:rPr>
            <w:rStyle w:val="Hyperlink"/>
            <w:bCs w:val="0"/>
            <w:i w:val="0"/>
            <w:iCs w:val="0"/>
          </w:rPr>
          <w:t>Subsynchronous Resonance Monitoring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3-294</w:t>
        </w:r>
        <w:r w:rsidR="000A5011" w:rsidRPr="000A5011">
          <w:rPr>
            <w:bCs w:val="0"/>
            <w:i w:val="0"/>
            <w:iCs w:val="0"/>
            <w:webHidden/>
          </w:rPr>
          <w:fldChar w:fldCharType="end"/>
        </w:r>
      </w:hyperlink>
    </w:p>
    <w:p w14:paraId="23544AF3" w14:textId="25A8EE75" w:rsidR="000A5011" w:rsidRPr="000A5011" w:rsidRDefault="005F79DD">
      <w:pPr>
        <w:pStyle w:val="TOC2"/>
        <w:rPr>
          <w:rFonts w:eastAsiaTheme="minorEastAsia"/>
          <w:noProof/>
        </w:rPr>
      </w:pPr>
      <w:hyperlink w:anchor="_Toc75942609" w:history="1">
        <w:r w:rsidR="000A5011" w:rsidRPr="000A5011">
          <w:rPr>
            <w:rStyle w:val="Hyperlink"/>
            <w:noProof/>
          </w:rPr>
          <w:t>3.23</w:t>
        </w:r>
        <w:r w:rsidR="000A5011" w:rsidRPr="000A5011">
          <w:rPr>
            <w:rFonts w:eastAsiaTheme="minorEastAsia"/>
            <w:noProof/>
          </w:rPr>
          <w:tab/>
        </w:r>
        <w:r w:rsidR="000A5011" w:rsidRPr="000A5011">
          <w:rPr>
            <w:rStyle w:val="Hyperlink"/>
            <w:noProof/>
          </w:rPr>
          <w:t>Agreements between ERCOT and other Control Area Operators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_Toc75942609 \h </w:instrText>
        </w:r>
        <w:r w:rsidR="000A5011" w:rsidRPr="000A5011">
          <w:rPr>
            <w:noProof/>
            <w:webHidden/>
          </w:rPr>
        </w:r>
        <w:r w:rsidR="000A5011" w:rsidRPr="000A5011">
          <w:rPr>
            <w:noProof/>
            <w:webHidden/>
          </w:rPr>
          <w:fldChar w:fldCharType="separate"/>
        </w:r>
        <w:r>
          <w:rPr>
            <w:noProof/>
            <w:webHidden/>
          </w:rPr>
          <w:t>3-295</w:t>
        </w:r>
        <w:r w:rsidR="000A5011" w:rsidRPr="000A5011">
          <w:rPr>
            <w:noProof/>
            <w:webHidden/>
          </w:rPr>
          <w:fldChar w:fldCharType="end"/>
        </w:r>
      </w:hyperlink>
    </w:p>
    <w:p w14:paraId="5F222659" w14:textId="73CC1076"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759423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759423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759423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75942353"/>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759423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759423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759423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759423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759423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759423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75942360"/>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759423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759423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759423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75942364"/>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75942365"/>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75942366"/>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75942368"/>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bookmarkStart w:id="254" w:name="_Toc75942369"/>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5" w:name="_Toc75942370"/>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6" w:name="_Toc204048482"/>
            <w:bookmarkStart w:id="257" w:name="_Toc400526067"/>
            <w:bookmarkStart w:id="258" w:name="_Toc405534385"/>
            <w:bookmarkStart w:id="259" w:name="_Toc406570398"/>
            <w:bookmarkStart w:id="260" w:name="_Toc410910550"/>
            <w:bookmarkStart w:id="261" w:name="_Toc411840978"/>
            <w:bookmarkStart w:id="262" w:name="_Toc422146940"/>
            <w:bookmarkStart w:id="263" w:name="_Toc433020536"/>
            <w:bookmarkStart w:id="264" w:name="_Toc437261977"/>
            <w:bookmarkStart w:id="265"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6" w:name="_Toc75942371"/>
      <w:r w:rsidRPr="00AE0E6D">
        <w:rPr>
          <w:b/>
        </w:rPr>
        <w:t>3.1.5.5</w:t>
      </w:r>
      <w:r w:rsidRPr="00AE0E6D">
        <w:rPr>
          <w:b/>
        </w:rPr>
        <w:tab/>
        <w:t>Opportunity Outage of Transmission Facilities</w:t>
      </w:r>
      <w:bookmarkEnd w:id="256"/>
      <w:bookmarkEnd w:id="257"/>
      <w:bookmarkEnd w:id="258"/>
      <w:bookmarkEnd w:id="259"/>
      <w:bookmarkEnd w:id="260"/>
      <w:bookmarkEnd w:id="261"/>
      <w:bookmarkEnd w:id="262"/>
      <w:bookmarkEnd w:id="263"/>
      <w:bookmarkEnd w:id="264"/>
      <w:bookmarkEnd w:id="265"/>
      <w:bookmarkEnd w:id="26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7" w:name="_Toc204048483"/>
      <w:bookmarkStart w:id="268" w:name="_Toc400526068"/>
      <w:bookmarkStart w:id="269" w:name="_Toc405534386"/>
      <w:bookmarkStart w:id="270" w:name="_Toc406570399"/>
      <w:bookmarkStart w:id="271" w:name="_Toc410910551"/>
      <w:bookmarkStart w:id="272" w:name="_Toc411840979"/>
      <w:bookmarkStart w:id="273" w:name="_Toc422146941"/>
      <w:bookmarkStart w:id="274" w:name="_Toc433020537"/>
      <w:bookmarkStart w:id="275" w:name="_Toc437261978"/>
      <w:bookmarkStart w:id="276" w:name="_Toc478375147"/>
      <w:bookmarkStart w:id="277" w:name="_Toc75942372"/>
      <w:r w:rsidRPr="00AE0E6D">
        <w:rPr>
          <w:b/>
        </w:rPr>
        <w:t>3.1.5.6</w:t>
      </w:r>
      <w:r w:rsidRPr="00AE0E6D">
        <w:rPr>
          <w:b/>
        </w:rPr>
        <w:tab/>
        <w:t>Rejection Notice</w:t>
      </w:r>
      <w:bookmarkEnd w:id="267"/>
      <w:bookmarkEnd w:id="268"/>
      <w:bookmarkEnd w:id="269"/>
      <w:bookmarkEnd w:id="270"/>
      <w:bookmarkEnd w:id="271"/>
      <w:bookmarkEnd w:id="272"/>
      <w:bookmarkEnd w:id="273"/>
      <w:bookmarkEnd w:id="274"/>
      <w:bookmarkEnd w:id="275"/>
      <w:bookmarkEnd w:id="276"/>
      <w:bookmarkEnd w:id="27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8" w:name="_Toc204048484"/>
            <w:bookmarkStart w:id="279" w:name="_Toc400526069"/>
            <w:bookmarkStart w:id="280" w:name="_Toc405534387"/>
            <w:bookmarkStart w:id="281" w:name="_Toc406570400"/>
            <w:bookmarkStart w:id="282" w:name="_Toc410910552"/>
            <w:bookmarkStart w:id="283" w:name="_Toc411840980"/>
            <w:bookmarkStart w:id="284" w:name="_Toc422146942"/>
            <w:bookmarkStart w:id="285" w:name="_Toc433020538"/>
            <w:bookmarkStart w:id="286" w:name="_Toc437261979"/>
            <w:bookmarkStart w:id="287"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8" w:name="_Toc759423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8"/>
      <w:bookmarkEnd w:id="279"/>
      <w:bookmarkEnd w:id="280"/>
      <w:bookmarkEnd w:id="281"/>
      <w:bookmarkEnd w:id="282"/>
      <w:bookmarkEnd w:id="283"/>
      <w:bookmarkEnd w:id="284"/>
      <w:bookmarkEnd w:id="285"/>
      <w:bookmarkEnd w:id="286"/>
      <w:bookmarkEnd w:id="287"/>
      <w:bookmarkEnd w:id="28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9" w:name="_Toc204048485"/>
            <w:bookmarkStart w:id="290" w:name="_Toc400526070"/>
            <w:bookmarkStart w:id="291" w:name="_Toc405534388"/>
            <w:bookmarkStart w:id="292" w:name="_Toc406570401"/>
            <w:bookmarkStart w:id="293" w:name="_Toc410910553"/>
            <w:bookmarkStart w:id="294" w:name="_Toc411840981"/>
            <w:bookmarkStart w:id="295" w:name="_Toc422146943"/>
            <w:bookmarkStart w:id="296" w:name="_Toc433020539"/>
            <w:bookmarkStart w:id="297" w:name="_Toc437261980"/>
            <w:bookmarkStart w:id="298"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9" w:name="_Toc759423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9"/>
      <w:bookmarkEnd w:id="290"/>
      <w:bookmarkEnd w:id="291"/>
      <w:bookmarkEnd w:id="292"/>
      <w:bookmarkEnd w:id="293"/>
      <w:bookmarkEnd w:id="294"/>
      <w:bookmarkEnd w:id="295"/>
      <w:bookmarkEnd w:id="296"/>
      <w:bookmarkEnd w:id="297"/>
      <w:bookmarkEnd w:id="298"/>
      <w:bookmarkEnd w:id="29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0" w:name="_Toc204048486"/>
            <w:bookmarkStart w:id="301" w:name="_Toc400526071"/>
            <w:bookmarkStart w:id="302" w:name="_Toc405534389"/>
            <w:bookmarkStart w:id="303" w:name="_Toc406570402"/>
            <w:bookmarkStart w:id="304" w:name="_Toc410910554"/>
            <w:bookmarkStart w:id="305" w:name="_Toc411840982"/>
            <w:bookmarkStart w:id="306" w:name="_Toc422146944"/>
            <w:bookmarkStart w:id="307" w:name="_Toc433020540"/>
            <w:bookmarkStart w:id="308" w:name="_Toc437261981"/>
            <w:bookmarkStart w:id="309"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0" w:name="_Toc75942375"/>
      <w:r w:rsidRPr="00AE0E6D">
        <w:rPr>
          <w:b/>
        </w:rPr>
        <w:lastRenderedPageBreak/>
        <w:t>3.1.5.9</w:t>
      </w:r>
      <w:r w:rsidRPr="00AE0E6D">
        <w:rPr>
          <w:b/>
        </w:rPr>
        <w:tab/>
        <w:t>Information for Inclusion in Transmission Facilities Outage Requests</w:t>
      </w:r>
      <w:bookmarkEnd w:id="300"/>
      <w:bookmarkEnd w:id="301"/>
      <w:bookmarkEnd w:id="302"/>
      <w:bookmarkEnd w:id="303"/>
      <w:bookmarkEnd w:id="304"/>
      <w:bookmarkEnd w:id="305"/>
      <w:bookmarkEnd w:id="306"/>
      <w:bookmarkEnd w:id="307"/>
      <w:bookmarkEnd w:id="308"/>
      <w:bookmarkEnd w:id="309"/>
      <w:bookmarkEnd w:id="31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1" w:name="_Toc204048487"/>
            <w:bookmarkStart w:id="312" w:name="_Toc400526072"/>
            <w:bookmarkStart w:id="313" w:name="_Toc405534390"/>
            <w:bookmarkStart w:id="314" w:name="_Toc406570403"/>
            <w:bookmarkStart w:id="315" w:name="_Toc410910555"/>
            <w:bookmarkStart w:id="316" w:name="_Toc411840983"/>
            <w:bookmarkStart w:id="317" w:name="_Toc422146945"/>
            <w:bookmarkStart w:id="318" w:name="_Toc433020541"/>
            <w:bookmarkStart w:id="319" w:name="_Toc437261982"/>
            <w:bookmarkStart w:id="320"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1" w:name="_Toc75942376"/>
      <w:r w:rsidRPr="00AE0E6D">
        <w:rPr>
          <w:b/>
        </w:rPr>
        <w:lastRenderedPageBreak/>
        <w:t>3.1.5.10</w:t>
      </w:r>
      <w:r w:rsidRPr="00AE0E6D">
        <w:rPr>
          <w:b/>
        </w:rPr>
        <w:tab/>
        <w:t>Additional Information Requests</w:t>
      </w:r>
      <w:bookmarkEnd w:id="311"/>
      <w:bookmarkEnd w:id="312"/>
      <w:bookmarkEnd w:id="313"/>
      <w:bookmarkEnd w:id="314"/>
      <w:bookmarkEnd w:id="315"/>
      <w:bookmarkEnd w:id="316"/>
      <w:bookmarkEnd w:id="317"/>
      <w:bookmarkEnd w:id="318"/>
      <w:bookmarkEnd w:id="319"/>
      <w:bookmarkEnd w:id="320"/>
      <w:bookmarkEnd w:id="32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2" w:name="_Toc204048488"/>
            <w:bookmarkStart w:id="323" w:name="_Toc400526073"/>
            <w:bookmarkStart w:id="324" w:name="_Toc405534391"/>
            <w:bookmarkStart w:id="325" w:name="_Toc406570404"/>
            <w:bookmarkStart w:id="326" w:name="_Toc410910556"/>
            <w:bookmarkStart w:id="327" w:name="_Toc411840984"/>
            <w:bookmarkStart w:id="328" w:name="_Toc422146946"/>
            <w:bookmarkStart w:id="329" w:name="_Toc433020542"/>
            <w:bookmarkStart w:id="330" w:name="_Toc437261983"/>
            <w:bookmarkStart w:id="331"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2" w:name="_Toc75942377"/>
      <w:r w:rsidRPr="00AE0E6D">
        <w:rPr>
          <w:b/>
        </w:rPr>
        <w:t>3.1.5.11</w:t>
      </w:r>
      <w:r w:rsidRPr="00AE0E6D">
        <w:rPr>
          <w:b/>
        </w:rPr>
        <w:tab/>
        <w:t>Evaluation of Transmission Facilities Planned Outage or Maintenance Outage Requests</w:t>
      </w:r>
      <w:bookmarkEnd w:id="322"/>
      <w:bookmarkEnd w:id="323"/>
      <w:bookmarkEnd w:id="324"/>
      <w:bookmarkEnd w:id="325"/>
      <w:bookmarkEnd w:id="326"/>
      <w:bookmarkEnd w:id="327"/>
      <w:bookmarkEnd w:id="328"/>
      <w:bookmarkEnd w:id="329"/>
      <w:bookmarkEnd w:id="330"/>
      <w:bookmarkEnd w:id="331"/>
      <w:bookmarkEnd w:id="33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3" w:name="_Toc204048489"/>
            <w:bookmarkStart w:id="334" w:name="_Toc400526074"/>
            <w:bookmarkStart w:id="335" w:name="_Toc405534392"/>
            <w:bookmarkStart w:id="336" w:name="_Toc406570405"/>
            <w:bookmarkStart w:id="337" w:name="_Toc410910557"/>
            <w:bookmarkStart w:id="338" w:name="_Toc411840985"/>
            <w:bookmarkStart w:id="339" w:name="_Toc422146947"/>
            <w:bookmarkStart w:id="340" w:name="_Toc433020543"/>
            <w:bookmarkStart w:id="341" w:name="_Toc437261984"/>
            <w:bookmarkStart w:id="342"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3" w:name="_Toc75942378"/>
      <w:r w:rsidRPr="00AE0E6D">
        <w:rPr>
          <w:b/>
        </w:rPr>
        <w:lastRenderedPageBreak/>
        <w:t>3.1.5.12</w:t>
      </w:r>
      <w:r w:rsidRPr="00AE0E6D">
        <w:rPr>
          <w:b/>
        </w:rPr>
        <w:tab/>
        <w:t>Submittal Timeline for Transmission Facility Outage Requests</w:t>
      </w:r>
      <w:bookmarkEnd w:id="333"/>
      <w:bookmarkEnd w:id="334"/>
      <w:bookmarkEnd w:id="335"/>
      <w:bookmarkEnd w:id="336"/>
      <w:bookmarkEnd w:id="337"/>
      <w:bookmarkEnd w:id="338"/>
      <w:bookmarkEnd w:id="339"/>
      <w:bookmarkEnd w:id="340"/>
      <w:bookmarkEnd w:id="341"/>
      <w:bookmarkEnd w:id="342"/>
      <w:bookmarkEnd w:id="34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4" w:name="_Toc204048490"/>
      <w:bookmarkStart w:id="345" w:name="_Toc400526075"/>
      <w:bookmarkStart w:id="346" w:name="_Toc405534393"/>
      <w:bookmarkStart w:id="347" w:name="_Toc406570406"/>
      <w:bookmarkStart w:id="348" w:name="_Toc410910558"/>
      <w:bookmarkStart w:id="349" w:name="_Toc411840986"/>
      <w:bookmarkStart w:id="350" w:name="_Toc422146948"/>
      <w:bookmarkStart w:id="351" w:name="_Toc433020544"/>
      <w:bookmarkStart w:id="352" w:name="_Toc437261985"/>
      <w:bookmarkStart w:id="353" w:name="_Toc478375156"/>
      <w:bookmarkStart w:id="354" w:name="_Toc75942379"/>
      <w:r w:rsidRPr="00AE0E6D">
        <w:rPr>
          <w:b/>
        </w:rPr>
        <w:t>3.1.5.13</w:t>
      </w:r>
      <w:r w:rsidRPr="00AE0E6D">
        <w:rPr>
          <w:b/>
        </w:rPr>
        <w:tab/>
        <w:t>Transmission Report</w:t>
      </w:r>
      <w:bookmarkEnd w:id="344"/>
      <w:bookmarkEnd w:id="345"/>
      <w:bookmarkEnd w:id="346"/>
      <w:bookmarkEnd w:id="347"/>
      <w:bookmarkEnd w:id="348"/>
      <w:bookmarkEnd w:id="349"/>
      <w:bookmarkEnd w:id="350"/>
      <w:bookmarkEnd w:id="351"/>
      <w:bookmarkEnd w:id="352"/>
      <w:bookmarkEnd w:id="353"/>
      <w:bookmarkEnd w:id="35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5" w:name="_Toc400526076"/>
      <w:bookmarkStart w:id="356" w:name="_Toc405534394"/>
      <w:bookmarkStart w:id="357" w:name="_Toc406570407"/>
      <w:bookmarkStart w:id="358" w:name="_Toc410910559"/>
      <w:bookmarkStart w:id="359" w:name="_Toc411840987"/>
      <w:bookmarkStart w:id="360" w:name="_Toc422146949"/>
      <w:bookmarkStart w:id="361" w:name="_Toc433020545"/>
      <w:bookmarkStart w:id="362" w:name="_Toc437261986"/>
      <w:bookmarkStart w:id="363" w:name="_Toc478375157"/>
      <w:bookmarkStart w:id="364" w:name="_Toc75942380"/>
      <w:r>
        <w:t>3.1.6</w:t>
      </w:r>
      <w:r>
        <w:tab/>
        <w:t>Outages of Resources Other than Reliability Resources</w:t>
      </w:r>
      <w:bookmarkEnd w:id="355"/>
      <w:bookmarkEnd w:id="356"/>
      <w:bookmarkEnd w:id="357"/>
      <w:bookmarkEnd w:id="358"/>
      <w:bookmarkEnd w:id="359"/>
      <w:bookmarkEnd w:id="360"/>
      <w:bookmarkEnd w:id="361"/>
      <w:bookmarkEnd w:id="362"/>
      <w:bookmarkEnd w:id="363"/>
      <w:bookmarkEnd w:id="364"/>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5" w:name="_Toc204048492"/>
      <w:bookmarkStart w:id="366" w:name="_Toc400526077"/>
      <w:bookmarkStart w:id="367" w:name="_Toc405534395"/>
      <w:bookmarkStart w:id="368" w:name="_Toc406570408"/>
      <w:bookmarkStart w:id="369" w:name="_Toc410910560"/>
      <w:bookmarkStart w:id="370" w:name="_Toc411840988"/>
      <w:bookmarkStart w:id="371" w:name="_Toc422146950"/>
      <w:bookmarkStart w:id="372" w:name="_Toc433020546"/>
      <w:bookmarkStart w:id="373" w:name="_Toc437261987"/>
      <w:bookmarkStart w:id="374" w:name="_Toc478375158"/>
      <w:bookmarkStart w:id="375" w:name="_Toc75942381"/>
      <w:r w:rsidRPr="00AE0E6D">
        <w:rPr>
          <w:b/>
        </w:rPr>
        <w:t>3.1.6.1</w:t>
      </w:r>
      <w:r w:rsidRPr="00AE0E6D">
        <w:rPr>
          <w:b/>
        </w:rPr>
        <w:tab/>
        <w:t>Receipt of Resource Requests by ERCOT</w:t>
      </w:r>
      <w:bookmarkEnd w:id="365"/>
      <w:bookmarkEnd w:id="366"/>
      <w:bookmarkEnd w:id="367"/>
      <w:bookmarkEnd w:id="368"/>
      <w:bookmarkEnd w:id="369"/>
      <w:bookmarkEnd w:id="370"/>
      <w:bookmarkEnd w:id="371"/>
      <w:bookmarkEnd w:id="372"/>
      <w:bookmarkEnd w:id="373"/>
      <w:bookmarkEnd w:id="374"/>
      <w:bookmarkEnd w:id="375"/>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6" w:name="_Toc204048493"/>
      <w:bookmarkStart w:id="377" w:name="_Toc400526078"/>
      <w:bookmarkStart w:id="378" w:name="_Toc405534396"/>
      <w:bookmarkStart w:id="379" w:name="_Toc406570409"/>
      <w:bookmarkStart w:id="380" w:name="_Toc410910561"/>
      <w:bookmarkStart w:id="381" w:name="_Toc411840989"/>
      <w:bookmarkStart w:id="382" w:name="_Toc422146951"/>
      <w:bookmarkStart w:id="383" w:name="_Toc433020547"/>
      <w:bookmarkStart w:id="384" w:name="_Toc437261988"/>
      <w:bookmarkStart w:id="385" w:name="_Toc478375159"/>
      <w:bookmarkStart w:id="386" w:name="_Toc75942382"/>
      <w:r w:rsidRPr="00AE0E6D">
        <w:rPr>
          <w:b/>
        </w:rPr>
        <w:lastRenderedPageBreak/>
        <w:t>3.1.6.2</w:t>
      </w:r>
      <w:r w:rsidRPr="00AE0E6D">
        <w:rPr>
          <w:b/>
        </w:rPr>
        <w:tab/>
        <w:t>Resources Outage Plan</w:t>
      </w:r>
      <w:bookmarkEnd w:id="376"/>
      <w:bookmarkEnd w:id="377"/>
      <w:bookmarkEnd w:id="378"/>
      <w:bookmarkEnd w:id="379"/>
      <w:bookmarkEnd w:id="380"/>
      <w:bookmarkEnd w:id="381"/>
      <w:bookmarkEnd w:id="382"/>
      <w:bookmarkEnd w:id="383"/>
      <w:bookmarkEnd w:id="384"/>
      <w:bookmarkEnd w:id="385"/>
      <w:bookmarkEnd w:id="386"/>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7" w:name="_Toc204048494"/>
      <w:bookmarkStart w:id="388" w:name="_Toc400526079"/>
      <w:bookmarkStart w:id="389" w:name="_Toc405534397"/>
      <w:bookmarkStart w:id="390" w:name="_Toc406570410"/>
      <w:bookmarkStart w:id="391" w:name="_Toc410910562"/>
      <w:bookmarkStart w:id="392" w:name="_Toc411840990"/>
      <w:bookmarkStart w:id="393" w:name="_Toc422146952"/>
      <w:bookmarkStart w:id="394" w:name="_Toc433020548"/>
      <w:bookmarkStart w:id="395" w:name="_Toc437261989"/>
      <w:bookmarkStart w:id="396" w:name="_Toc478375160"/>
      <w:bookmarkStart w:id="397" w:name="_Toc75942383"/>
      <w:r w:rsidRPr="00AE0E6D">
        <w:rPr>
          <w:b/>
        </w:rPr>
        <w:t>3.1.6.3</w:t>
      </w:r>
      <w:r w:rsidRPr="00AE0E6D">
        <w:rPr>
          <w:b/>
        </w:rPr>
        <w:tab/>
        <w:t>Additional Information Requests</w:t>
      </w:r>
      <w:bookmarkEnd w:id="387"/>
      <w:bookmarkEnd w:id="388"/>
      <w:bookmarkEnd w:id="389"/>
      <w:bookmarkEnd w:id="390"/>
      <w:bookmarkEnd w:id="391"/>
      <w:bookmarkEnd w:id="392"/>
      <w:bookmarkEnd w:id="393"/>
      <w:bookmarkEnd w:id="394"/>
      <w:bookmarkEnd w:id="395"/>
      <w:bookmarkEnd w:id="396"/>
      <w:bookmarkEnd w:id="39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8" w:name="_Toc400526080"/>
      <w:bookmarkStart w:id="399" w:name="_Toc405534398"/>
      <w:bookmarkStart w:id="400" w:name="_Toc406570411"/>
      <w:bookmarkStart w:id="401" w:name="_Toc410910563"/>
      <w:bookmarkStart w:id="402" w:name="_Toc411840991"/>
      <w:bookmarkStart w:id="403" w:name="_Toc422146953"/>
      <w:bookmarkStart w:id="404" w:name="_Toc433020549"/>
      <w:bookmarkStart w:id="405" w:name="_Toc437261990"/>
      <w:bookmarkStart w:id="406" w:name="_Toc478375161"/>
      <w:bookmarkStart w:id="407" w:name="_Toc75942384"/>
      <w:bookmarkStart w:id="408" w:name="_Toc204048495"/>
      <w:r w:rsidRPr="00E7468E">
        <w:rPr>
          <w:b/>
          <w:bCs/>
        </w:rPr>
        <w:t>3.1.6.4</w:t>
      </w:r>
      <w:r w:rsidRPr="00E7468E">
        <w:rPr>
          <w:b/>
          <w:bCs/>
        </w:rPr>
        <w:tab/>
        <w:t>Approval of Changes to a Resource Outage Plan</w:t>
      </w:r>
      <w:bookmarkEnd w:id="398"/>
      <w:bookmarkEnd w:id="399"/>
      <w:bookmarkEnd w:id="400"/>
      <w:bookmarkEnd w:id="401"/>
      <w:bookmarkEnd w:id="402"/>
      <w:bookmarkEnd w:id="403"/>
      <w:bookmarkEnd w:id="404"/>
      <w:bookmarkEnd w:id="405"/>
      <w:bookmarkEnd w:id="406"/>
      <w:bookmarkEnd w:id="40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8"/>
    </w:p>
    <w:p w14:paraId="7400B1FE" w14:textId="77777777" w:rsidR="00942B11" w:rsidRPr="00E7468E" w:rsidRDefault="00942B11" w:rsidP="00942B11">
      <w:pPr>
        <w:pStyle w:val="H4"/>
        <w:keepNext w:val="0"/>
        <w:spacing w:before="120"/>
        <w:ind w:left="1267" w:hanging="1267"/>
        <w:rPr>
          <w:b/>
          <w:bCs/>
        </w:rPr>
      </w:pPr>
      <w:bookmarkStart w:id="409" w:name="_Toc400526081"/>
      <w:bookmarkStart w:id="410" w:name="_Toc405534399"/>
      <w:bookmarkStart w:id="411" w:name="_Toc406570412"/>
      <w:bookmarkStart w:id="412" w:name="_Toc410910564"/>
      <w:bookmarkStart w:id="413" w:name="_Toc411840992"/>
      <w:bookmarkStart w:id="414" w:name="_Toc422146954"/>
      <w:bookmarkStart w:id="415" w:name="_Toc433020550"/>
      <w:bookmarkStart w:id="416" w:name="_Toc437261991"/>
      <w:bookmarkStart w:id="417" w:name="_Toc478375162"/>
      <w:bookmarkStart w:id="418" w:name="_Toc75942385"/>
      <w:bookmarkStart w:id="419" w:name="_Toc204048496"/>
      <w:r w:rsidRPr="00E7468E">
        <w:rPr>
          <w:b/>
          <w:bCs/>
        </w:rPr>
        <w:t>3.1.6.5</w:t>
      </w:r>
      <w:r w:rsidRPr="00E7468E">
        <w:rPr>
          <w:b/>
          <w:bCs/>
        </w:rPr>
        <w:tab/>
        <w:t>Evaluation of Proposed Resource Outage</w:t>
      </w:r>
      <w:bookmarkEnd w:id="409"/>
      <w:bookmarkEnd w:id="410"/>
      <w:bookmarkEnd w:id="411"/>
      <w:bookmarkEnd w:id="412"/>
      <w:bookmarkEnd w:id="413"/>
      <w:bookmarkEnd w:id="414"/>
      <w:bookmarkEnd w:id="415"/>
      <w:bookmarkEnd w:id="416"/>
      <w:bookmarkEnd w:id="417"/>
      <w:bookmarkEnd w:id="41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0" w:name="_Toc400526082"/>
      <w:bookmarkStart w:id="421" w:name="_Toc405534400"/>
      <w:bookmarkStart w:id="422" w:name="_Toc406570413"/>
      <w:bookmarkStart w:id="423" w:name="_Toc410910565"/>
      <w:bookmarkStart w:id="424" w:name="_Toc411840993"/>
      <w:bookmarkStart w:id="425" w:name="_Toc422146955"/>
      <w:bookmarkStart w:id="426" w:name="_Toc433020551"/>
      <w:bookmarkStart w:id="427" w:name="_Toc437261992"/>
      <w:bookmarkStart w:id="428" w:name="_Toc478375163"/>
      <w:bookmarkStart w:id="429" w:name="_Toc75942386"/>
      <w:r w:rsidRPr="00E7468E">
        <w:rPr>
          <w:b/>
          <w:bCs/>
        </w:rPr>
        <w:t>3.1.6.6</w:t>
      </w:r>
      <w:r w:rsidRPr="00E7468E">
        <w:rPr>
          <w:b/>
          <w:bCs/>
        </w:rPr>
        <w:tab/>
        <w:t>Timelines for Response by ERCOT for Resource Outages</w:t>
      </w:r>
      <w:bookmarkEnd w:id="420"/>
      <w:bookmarkEnd w:id="421"/>
      <w:bookmarkEnd w:id="422"/>
      <w:bookmarkEnd w:id="423"/>
      <w:bookmarkEnd w:id="424"/>
      <w:bookmarkEnd w:id="425"/>
      <w:bookmarkEnd w:id="426"/>
      <w:bookmarkEnd w:id="427"/>
      <w:bookmarkEnd w:id="428"/>
      <w:bookmarkEnd w:id="429"/>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9"/>
    </w:p>
    <w:p w14:paraId="7AB294E3" w14:textId="77777777" w:rsidR="004A7E7E" w:rsidRPr="00AE0E6D" w:rsidRDefault="002D238A" w:rsidP="00E810F3">
      <w:pPr>
        <w:pStyle w:val="H4"/>
        <w:ind w:left="1267" w:hanging="1267"/>
        <w:rPr>
          <w:b/>
        </w:rPr>
      </w:pPr>
      <w:bookmarkStart w:id="430" w:name="_Toc204048498"/>
      <w:bookmarkStart w:id="431" w:name="_Toc400526083"/>
      <w:bookmarkStart w:id="432" w:name="_Toc405534401"/>
      <w:bookmarkStart w:id="433" w:name="_Toc406570414"/>
      <w:bookmarkStart w:id="434" w:name="_Toc410910566"/>
      <w:bookmarkStart w:id="435" w:name="_Toc411840994"/>
      <w:bookmarkStart w:id="436" w:name="_Toc422146956"/>
      <w:bookmarkStart w:id="437" w:name="_Toc433020552"/>
      <w:bookmarkStart w:id="438" w:name="_Toc437261993"/>
      <w:bookmarkStart w:id="439" w:name="_Toc478375164"/>
      <w:bookmarkStart w:id="440" w:name="_Toc75942387"/>
      <w:r w:rsidRPr="00AE0E6D">
        <w:rPr>
          <w:b/>
        </w:rPr>
        <w:t>3.1.6.7</w:t>
      </w:r>
      <w:r w:rsidRPr="00AE0E6D">
        <w:rPr>
          <w:b/>
        </w:rPr>
        <w:tab/>
        <w:t>Delay</w:t>
      </w:r>
      <w:bookmarkEnd w:id="430"/>
      <w:bookmarkEnd w:id="431"/>
      <w:bookmarkEnd w:id="432"/>
      <w:bookmarkEnd w:id="433"/>
      <w:bookmarkEnd w:id="434"/>
      <w:bookmarkEnd w:id="435"/>
      <w:bookmarkEnd w:id="436"/>
      <w:bookmarkEnd w:id="437"/>
      <w:bookmarkEnd w:id="438"/>
      <w:bookmarkEnd w:id="439"/>
      <w:bookmarkEnd w:id="440"/>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1" w:name="_Toc400526084"/>
      <w:bookmarkStart w:id="442" w:name="_Toc405534402"/>
      <w:bookmarkStart w:id="443" w:name="_Toc406570415"/>
      <w:bookmarkStart w:id="444" w:name="_Toc410910567"/>
      <w:bookmarkStart w:id="445" w:name="_Toc411840995"/>
      <w:bookmarkStart w:id="446" w:name="_Toc422146957"/>
      <w:bookmarkStart w:id="447" w:name="_Toc433020553"/>
      <w:bookmarkStart w:id="448" w:name="_Toc437261994"/>
      <w:bookmarkStart w:id="449" w:name="_Toc478375165"/>
      <w:bookmarkStart w:id="450" w:name="_Toc75942388"/>
      <w:r w:rsidRPr="00436E9F">
        <w:rPr>
          <w:b/>
          <w:bCs/>
          <w:snapToGrid w:val="0"/>
        </w:rPr>
        <w:t>3.1.6.8</w:t>
      </w:r>
      <w:r w:rsidRPr="00436E9F">
        <w:rPr>
          <w:b/>
          <w:bCs/>
          <w:snapToGrid w:val="0"/>
        </w:rPr>
        <w:tab/>
        <w:t>Resource Outage Rejection Notice</w:t>
      </w:r>
      <w:bookmarkEnd w:id="441"/>
      <w:bookmarkEnd w:id="442"/>
      <w:bookmarkEnd w:id="443"/>
      <w:bookmarkEnd w:id="444"/>
      <w:bookmarkEnd w:id="445"/>
      <w:bookmarkEnd w:id="446"/>
      <w:bookmarkEnd w:id="447"/>
      <w:bookmarkEnd w:id="448"/>
      <w:bookmarkEnd w:id="449"/>
      <w:bookmarkEnd w:id="45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1" w:name="_Toc400526085"/>
      <w:bookmarkStart w:id="452" w:name="_Toc405534403"/>
      <w:bookmarkStart w:id="453" w:name="_Toc406570416"/>
      <w:bookmarkStart w:id="454" w:name="_Toc410910568"/>
      <w:bookmarkStart w:id="455" w:name="_Toc411840996"/>
      <w:bookmarkStart w:id="456" w:name="_Toc422146958"/>
      <w:bookmarkStart w:id="457" w:name="_Toc433020554"/>
      <w:bookmarkStart w:id="458" w:name="_Toc437261995"/>
      <w:bookmarkStart w:id="459" w:name="_Toc478375166"/>
      <w:bookmarkStart w:id="460" w:name="_Toc75942389"/>
      <w:r w:rsidRPr="00436E9F">
        <w:rPr>
          <w:b/>
          <w:bCs/>
          <w:snapToGrid w:val="0"/>
        </w:rPr>
        <w:t>3.1.6.9</w:t>
      </w:r>
      <w:r w:rsidRPr="00436E9F">
        <w:rPr>
          <w:b/>
          <w:bCs/>
          <w:snapToGrid w:val="0"/>
        </w:rPr>
        <w:tab/>
        <w:t>Withdrawal of Approval or Acceptance and Rescheduling of Approved or Accepted Planned Outages of Resource Facilities</w:t>
      </w:r>
      <w:bookmarkEnd w:id="451"/>
      <w:bookmarkEnd w:id="452"/>
      <w:bookmarkEnd w:id="453"/>
      <w:bookmarkEnd w:id="454"/>
      <w:bookmarkEnd w:id="455"/>
      <w:bookmarkEnd w:id="456"/>
      <w:bookmarkEnd w:id="457"/>
      <w:bookmarkEnd w:id="458"/>
      <w:bookmarkEnd w:id="459"/>
      <w:bookmarkEnd w:id="460"/>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w:t>
            </w:r>
            <w:r w:rsidRPr="00057C5C">
              <w:rPr>
                <w:iCs/>
              </w:rPr>
              <w:lastRenderedPageBreak/>
              <w:t xml:space="preserve">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1" w:name="_Toc204048499"/>
      <w:bookmarkStart w:id="462" w:name="_Toc304959517"/>
      <w:bookmarkStart w:id="463" w:name="_Toc400526086"/>
      <w:bookmarkStart w:id="464" w:name="_Toc405534404"/>
      <w:bookmarkStart w:id="465" w:name="_Toc406570417"/>
      <w:bookmarkStart w:id="466" w:name="_Toc410910569"/>
      <w:bookmarkStart w:id="467" w:name="_Toc411840997"/>
      <w:bookmarkStart w:id="468" w:name="_Toc422146959"/>
      <w:bookmarkStart w:id="469" w:name="_Toc433020555"/>
      <w:bookmarkStart w:id="470" w:name="_Toc437261996"/>
      <w:bookmarkStart w:id="471" w:name="_Toc478375167"/>
      <w:bookmarkStart w:id="472" w:name="_Toc75942390"/>
      <w:r w:rsidRPr="00AE0E6D">
        <w:rPr>
          <w:b/>
        </w:rPr>
        <w:lastRenderedPageBreak/>
        <w:t>3.1.6.</w:t>
      </w:r>
      <w:r w:rsidR="00E51010" w:rsidRPr="00AE0E6D">
        <w:rPr>
          <w:b/>
        </w:rPr>
        <w:t>10</w:t>
      </w:r>
      <w:r w:rsidRPr="00AE0E6D">
        <w:rPr>
          <w:b/>
        </w:rPr>
        <w:tab/>
        <w:t>Opportunity Outage</w:t>
      </w:r>
      <w:bookmarkEnd w:id="461"/>
      <w:bookmarkEnd w:id="462"/>
      <w:bookmarkEnd w:id="463"/>
      <w:bookmarkEnd w:id="464"/>
      <w:bookmarkEnd w:id="465"/>
      <w:bookmarkEnd w:id="466"/>
      <w:bookmarkEnd w:id="467"/>
      <w:bookmarkEnd w:id="468"/>
      <w:bookmarkEnd w:id="469"/>
      <w:bookmarkEnd w:id="470"/>
      <w:bookmarkEnd w:id="471"/>
      <w:bookmarkEnd w:id="472"/>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3" w:name="_Toc204048500"/>
      <w:bookmarkStart w:id="474" w:name="_Toc304959518"/>
      <w:bookmarkStart w:id="475" w:name="_Toc400526087"/>
      <w:bookmarkStart w:id="476" w:name="_Toc405534405"/>
      <w:bookmarkStart w:id="477" w:name="_Toc406570418"/>
      <w:bookmarkStart w:id="478" w:name="_Toc410910570"/>
      <w:bookmarkStart w:id="479" w:name="_Toc411840998"/>
      <w:bookmarkStart w:id="480" w:name="_Toc422146960"/>
      <w:bookmarkStart w:id="481" w:name="_Toc433020556"/>
      <w:bookmarkStart w:id="482" w:name="_Toc437261997"/>
      <w:bookmarkStart w:id="483" w:name="_Toc478375168"/>
      <w:bookmarkStart w:id="484" w:name="_Toc75942391"/>
      <w:r w:rsidRPr="00AE0E6D">
        <w:rPr>
          <w:b/>
        </w:rPr>
        <w:t>3.1.6.</w:t>
      </w:r>
      <w:r w:rsidR="00E51010" w:rsidRPr="00AE0E6D">
        <w:rPr>
          <w:b/>
        </w:rPr>
        <w:t>11</w:t>
      </w:r>
      <w:r w:rsidRPr="00AE0E6D">
        <w:rPr>
          <w:b/>
        </w:rPr>
        <w:tab/>
        <w:t>Outage Returning Early</w:t>
      </w:r>
      <w:bookmarkEnd w:id="473"/>
      <w:bookmarkEnd w:id="474"/>
      <w:bookmarkEnd w:id="475"/>
      <w:bookmarkEnd w:id="476"/>
      <w:bookmarkEnd w:id="477"/>
      <w:bookmarkEnd w:id="478"/>
      <w:bookmarkEnd w:id="479"/>
      <w:bookmarkEnd w:id="480"/>
      <w:bookmarkEnd w:id="481"/>
      <w:bookmarkEnd w:id="482"/>
      <w:bookmarkEnd w:id="483"/>
      <w:bookmarkEnd w:id="484"/>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5" w:name="_Toc204048501"/>
      <w:bookmarkStart w:id="486" w:name="_Toc400526088"/>
      <w:bookmarkStart w:id="487" w:name="_Toc405534406"/>
      <w:bookmarkStart w:id="488" w:name="_Toc406570419"/>
      <w:bookmarkStart w:id="489" w:name="_Toc410910571"/>
      <w:bookmarkStart w:id="490" w:name="_Toc411840999"/>
      <w:bookmarkStart w:id="491" w:name="_Toc422146961"/>
      <w:bookmarkStart w:id="492" w:name="_Toc433020557"/>
      <w:bookmarkStart w:id="493" w:name="_Toc437261998"/>
      <w:bookmarkStart w:id="494" w:name="_Toc478375169"/>
      <w:bookmarkStart w:id="495" w:name="_Toc75942392"/>
      <w:r w:rsidRPr="00AE0E6D">
        <w:rPr>
          <w:b/>
        </w:rPr>
        <w:t>3.1.6.1</w:t>
      </w:r>
      <w:r w:rsidR="00E51010" w:rsidRPr="00AE0E6D">
        <w:rPr>
          <w:b/>
        </w:rPr>
        <w:t>2</w:t>
      </w:r>
      <w:r w:rsidRPr="00AE0E6D">
        <w:rPr>
          <w:b/>
        </w:rPr>
        <w:tab/>
        <w:t>Resource Coming On-Line</w:t>
      </w:r>
      <w:bookmarkEnd w:id="485"/>
      <w:bookmarkEnd w:id="486"/>
      <w:bookmarkEnd w:id="487"/>
      <w:bookmarkEnd w:id="488"/>
      <w:bookmarkEnd w:id="489"/>
      <w:bookmarkEnd w:id="490"/>
      <w:bookmarkEnd w:id="491"/>
      <w:bookmarkEnd w:id="492"/>
      <w:bookmarkEnd w:id="493"/>
      <w:bookmarkEnd w:id="494"/>
      <w:bookmarkEnd w:id="495"/>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6" w:name="_Toc204048502"/>
            <w:bookmarkStart w:id="497" w:name="_Toc400526089"/>
            <w:bookmarkStart w:id="498" w:name="_Toc405534407"/>
            <w:bookmarkStart w:id="499" w:name="_Toc406570420"/>
            <w:bookmarkStart w:id="500" w:name="_Toc410910572"/>
            <w:bookmarkStart w:id="501" w:name="_Toc411841000"/>
            <w:bookmarkStart w:id="502" w:name="_Toc422146962"/>
            <w:bookmarkStart w:id="503" w:name="_Toc433020558"/>
            <w:bookmarkStart w:id="504" w:name="_Toc437261999"/>
            <w:bookmarkStart w:id="505"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6" w:name="_Toc56671708"/>
            <w:bookmarkStart w:id="507" w:name="_Toc75942393"/>
            <w:r>
              <w:rPr>
                <w:b/>
              </w:rPr>
              <w:t>3.1.6.13</w:t>
            </w:r>
            <w:r>
              <w:tab/>
            </w:r>
            <w:r w:rsidR="004C5A7C" w:rsidRPr="00322684">
              <w:rPr>
                <w:b/>
              </w:rPr>
              <w:t>Distribution Facility Outages Impacting Distribution Generation Resources and Distribution Energy Storage Resources</w:t>
            </w:r>
            <w:bookmarkEnd w:id="506"/>
            <w:bookmarkEnd w:id="50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8" w:name="_Toc75942394"/>
      <w:r>
        <w:t>3.1.7</w:t>
      </w:r>
      <w:r>
        <w:tab/>
        <w:t>Reliability Resource Outages</w:t>
      </w:r>
      <w:bookmarkEnd w:id="496"/>
      <w:bookmarkEnd w:id="497"/>
      <w:bookmarkEnd w:id="498"/>
      <w:bookmarkEnd w:id="499"/>
      <w:bookmarkEnd w:id="500"/>
      <w:bookmarkEnd w:id="501"/>
      <w:bookmarkEnd w:id="502"/>
      <w:bookmarkEnd w:id="503"/>
      <w:bookmarkEnd w:id="504"/>
      <w:bookmarkEnd w:id="505"/>
      <w:bookmarkEnd w:id="50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9" w:name="_Toc204048503"/>
      <w:bookmarkStart w:id="510" w:name="_Toc400526090"/>
      <w:bookmarkStart w:id="511" w:name="_Toc405534408"/>
      <w:bookmarkStart w:id="512" w:name="_Toc406570421"/>
      <w:bookmarkStart w:id="513" w:name="_Toc410910573"/>
      <w:bookmarkStart w:id="514" w:name="_Toc411841001"/>
      <w:bookmarkStart w:id="515" w:name="_Toc422146963"/>
      <w:bookmarkStart w:id="516" w:name="_Toc433020559"/>
      <w:bookmarkStart w:id="517" w:name="_Toc437262000"/>
      <w:bookmarkStart w:id="518" w:name="_Toc478375171"/>
      <w:bookmarkStart w:id="519" w:name="_Toc75942395"/>
      <w:r w:rsidRPr="00AE0E6D">
        <w:rPr>
          <w:b/>
        </w:rPr>
        <w:lastRenderedPageBreak/>
        <w:t>3.1.7.1</w:t>
      </w:r>
      <w:r w:rsidRPr="00AE0E6D">
        <w:rPr>
          <w:b/>
        </w:rPr>
        <w:tab/>
        <w:t>Timelines for Response by ERCOT on Reliability Resource Outages</w:t>
      </w:r>
      <w:bookmarkEnd w:id="509"/>
      <w:bookmarkEnd w:id="510"/>
      <w:bookmarkEnd w:id="511"/>
      <w:bookmarkEnd w:id="512"/>
      <w:bookmarkEnd w:id="513"/>
      <w:bookmarkEnd w:id="514"/>
      <w:bookmarkEnd w:id="515"/>
      <w:bookmarkEnd w:id="516"/>
      <w:bookmarkEnd w:id="517"/>
      <w:bookmarkEnd w:id="518"/>
      <w:bookmarkEnd w:id="51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0" w:name="_Toc204048504"/>
      <w:bookmarkStart w:id="521" w:name="_Toc400526091"/>
      <w:bookmarkStart w:id="522" w:name="_Toc405534409"/>
      <w:bookmarkStart w:id="523" w:name="_Toc406570422"/>
      <w:bookmarkStart w:id="524" w:name="_Toc410910574"/>
      <w:bookmarkStart w:id="525" w:name="_Toc411841002"/>
      <w:bookmarkStart w:id="526" w:name="_Toc422146964"/>
      <w:bookmarkStart w:id="527" w:name="_Toc433020560"/>
      <w:bookmarkStart w:id="528" w:name="_Toc437262001"/>
      <w:bookmarkStart w:id="529" w:name="_Toc478375172"/>
      <w:bookmarkStart w:id="530" w:name="_Toc75942396"/>
      <w:r w:rsidRPr="00AE0E6D">
        <w:rPr>
          <w:b/>
        </w:rPr>
        <w:t>3.1.7.2</w:t>
      </w:r>
      <w:r w:rsidRPr="00AE0E6D">
        <w:rPr>
          <w:b/>
        </w:rPr>
        <w:tab/>
        <w:t>Changes to an Approved Reliability Resource Outage Plan</w:t>
      </w:r>
      <w:bookmarkEnd w:id="520"/>
      <w:bookmarkEnd w:id="521"/>
      <w:bookmarkEnd w:id="522"/>
      <w:bookmarkEnd w:id="523"/>
      <w:bookmarkEnd w:id="524"/>
      <w:bookmarkEnd w:id="525"/>
      <w:bookmarkEnd w:id="526"/>
      <w:bookmarkEnd w:id="527"/>
      <w:bookmarkEnd w:id="528"/>
      <w:bookmarkEnd w:id="529"/>
      <w:bookmarkEnd w:id="53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1" w:name="_Toc478375173"/>
      <w:bookmarkStart w:id="532" w:name="_Toc75942397"/>
      <w:r w:rsidRPr="003A4D10">
        <w:t>3.1.8</w:t>
      </w:r>
      <w:r w:rsidRPr="003A4D10">
        <w:tab/>
        <w:t>High Impact Transmission Element (HITE) Identification</w:t>
      </w:r>
      <w:bookmarkEnd w:id="531"/>
      <w:bookmarkEnd w:id="53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3" w:name="_Toc204048505"/>
      <w:bookmarkStart w:id="534" w:name="_Toc400526092"/>
      <w:bookmarkStart w:id="535" w:name="_Toc405534410"/>
      <w:bookmarkStart w:id="536" w:name="_Toc406570423"/>
      <w:bookmarkStart w:id="537" w:name="_Toc410910575"/>
      <w:bookmarkStart w:id="538" w:name="_Toc411841003"/>
      <w:bookmarkStart w:id="539" w:name="_Toc422146965"/>
      <w:bookmarkStart w:id="540" w:name="_Toc433020561"/>
      <w:bookmarkStart w:id="541" w:name="_Toc437262002"/>
      <w:bookmarkStart w:id="542" w:name="_Toc478375174"/>
      <w:bookmarkStart w:id="543" w:name="_Toc75942398"/>
      <w:r>
        <w:lastRenderedPageBreak/>
        <w:t xml:space="preserve">3.2 </w:t>
      </w:r>
      <w:r>
        <w:tab/>
        <w:t>Analysis of Resource Adequacy</w:t>
      </w:r>
      <w:bookmarkEnd w:id="533"/>
      <w:bookmarkEnd w:id="534"/>
      <w:bookmarkEnd w:id="535"/>
      <w:bookmarkEnd w:id="536"/>
      <w:bookmarkEnd w:id="537"/>
      <w:bookmarkEnd w:id="538"/>
      <w:bookmarkEnd w:id="539"/>
      <w:bookmarkEnd w:id="540"/>
      <w:bookmarkEnd w:id="541"/>
      <w:bookmarkEnd w:id="542"/>
      <w:bookmarkEnd w:id="543"/>
    </w:p>
    <w:p w14:paraId="26C767C1" w14:textId="77777777" w:rsidR="00CB13B2" w:rsidRDefault="002D238A">
      <w:pPr>
        <w:pStyle w:val="H3"/>
      </w:pPr>
      <w:bookmarkStart w:id="544" w:name="_Toc204048506"/>
      <w:bookmarkStart w:id="545" w:name="_Toc400526093"/>
      <w:bookmarkStart w:id="546" w:name="_Toc405534411"/>
      <w:bookmarkStart w:id="547" w:name="_Toc406570424"/>
      <w:bookmarkStart w:id="548" w:name="_Toc410910576"/>
      <w:bookmarkStart w:id="549" w:name="_Toc411841004"/>
      <w:bookmarkStart w:id="550" w:name="_Toc422146966"/>
      <w:bookmarkStart w:id="551" w:name="_Toc433020562"/>
      <w:bookmarkStart w:id="552" w:name="_Toc437262003"/>
      <w:bookmarkStart w:id="553" w:name="_Toc478375175"/>
      <w:bookmarkStart w:id="554" w:name="_Toc75942399"/>
      <w:r>
        <w:t>3.2.1</w:t>
      </w:r>
      <w:r>
        <w:tab/>
        <w:t>Calculation of Aggregate Resource Capacity</w:t>
      </w:r>
      <w:bookmarkEnd w:id="544"/>
      <w:bookmarkEnd w:id="545"/>
      <w:bookmarkEnd w:id="546"/>
      <w:bookmarkEnd w:id="547"/>
      <w:bookmarkEnd w:id="548"/>
      <w:bookmarkEnd w:id="549"/>
      <w:bookmarkEnd w:id="550"/>
      <w:bookmarkEnd w:id="551"/>
      <w:bookmarkEnd w:id="552"/>
      <w:bookmarkEnd w:id="553"/>
      <w:bookmarkEnd w:id="55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5" w:name="_Hlk43472096"/>
            <w:r w:rsidRPr="00A552C3">
              <w:rPr>
                <w:iCs/>
                <w:color w:val="000000"/>
              </w:rPr>
              <w:t>capacity, ESR capacity,</w:t>
            </w:r>
            <w:bookmarkEnd w:id="555"/>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6" w:name="_Toc204048507"/>
      <w:bookmarkStart w:id="557" w:name="_Toc400526094"/>
      <w:bookmarkStart w:id="558" w:name="_Toc405534412"/>
      <w:bookmarkStart w:id="559" w:name="_Toc406570425"/>
      <w:bookmarkStart w:id="560" w:name="_Toc410910577"/>
      <w:bookmarkStart w:id="561" w:name="_Toc411841005"/>
      <w:bookmarkStart w:id="562" w:name="_Toc422146967"/>
      <w:bookmarkStart w:id="563" w:name="_Toc433020563"/>
      <w:bookmarkStart w:id="564" w:name="_Toc437262004"/>
      <w:bookmarkStart w:id="565" w:name="_Toc478375176"/>
      <w:bookmarkStart w:id="566" w:name="_Toc75942400"/>
      <w:r>
        <w:t>3.2.2</w:t>
      </w:r>
      <w:r>
        <w:tab/>
        <w:t>Demand Forecasts</w:t>
      </w:r>
      <w:bookmarkEnd w:id="556"/>
      <w:bookmarkEnd w:id="557"/>
      <w:bookmarkEnd w:id="558"/>
      <w:bookmarkEnd w:id="559"/>
      <w:bookmarkEnd w:id="560"/>
      <w:bookmarkEnd w:id="561"/>
      <w:bookmarkEnd w:id="562"/>
      <w:bookmarkEnd w:id="563"/>
      <w:bookmarkEnd w:id="564"/>
      <w:bookmarkEnd w:id="565"/>
      <w:bookmarkEnd w:id="56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7" w:name="_Toc204048508"/>
      <w:bookmarkStart w:id="568" w:name="_Toc400526095"/>
      <w:bookmarkStart w:id="569" w:name="_Toc405534413"/>
      <w:bookmarkStart w:id="570" w:name="_Toc406570426"/>
      <w:bookmarkStart w:id="571" w:name="_Toc410910578"/>
      <w:bookmarkStart w:id="572" w:name="_Toc411841006"/>
      <w:bookmarkStart w:id="573" w:name="_Toc422146968"/>
      <w:bookmarkStart w:id="574" w:name="_Toc433020564"/>
      <w:bookmarkStart w:id="575" w:name="_Toc437262005"/>
      <w:bookmarkStart w:id="576" w:name="_Toc478375177"/>
      <w:bookmarkStart w:id="577" w:name="_Toc75942401"/>
      <w:r>
        <w:t>3.2.3</w:t>
      </w:r>
      <w:r>
        <w:tab/>
      </w:r>
      <w:r w:rsidR="002D28EA">
        <w:t xml:space="preserve">Short-Term </w:t>
      </w:r>
      <w:r>
        <w:t>System Adequacy Reports</w:t>
      </w:r>
      <w:bookmarkEnd w:id="567"/>
      <w:bookmarkEnd w:id="568"/>
      <w:bookmarkEnd w:id="569"/>
      <w:bookmarkEnd w:id="570"/>
      <w:bookmarkEnd w:id="571"/>
      <w:bookmarkEnd w:id="572"/>
      <w:bookmarkEnd w:id="573"/>
      <w:bookmarkEnd w:id="574"/>
      <w:bookmarkEnd w:id="575"/>
      <w:bookmarkEnd w:id="576"/>
      <w:bookmarkEnd w:id="577"/>
    </w:p>
    <w:p w14:paraId="0188DFDF" w14:textId="476374A3" w:rsidR="00933223" w:rsidRDefault="00933223" w:rsidP="00933223">
      <w:pPr>
        <w:pStyle w:val="BodyTextNumbered"/>
        <w:rPr>
          <w:color w:val="000000"/>
          <w:szCs w:val="24"/>
        </w:rPr>
      </w:pPr>
      <w:bookmarkStart w:id="57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9" w:name="_Toc400526096"/>
      <w:bookmarkStart w:id="580" w:name="_Toc405534414"/>
      <w:bookmarkStart w:id="581" w:name="_Toc406570427"/>
      <w:bookmarkStart w:id="582" w:name="_Toc410910579"/>
      <w:bookmarkStart w:id="583" w:name="_Toc411841007"/>
      <w:bookmarkStart w:id="584" w:name="_Toc422146969"/>
      <w:bookmarkStart w:id="585" w:name="_Toc433020565"/>
      <w:bookmarkStart w:id="586" w:name="_Toc437262006"/>
      <w:bookmarkStart w:id="58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8" w:name="_Toc10017703"/>
            <w:bookmarkStart w:id="589" w:name="_Toc33773534"/>
            <w:bookmarkStart w:id="590" w:name="_Toc38964926"/>
            <w:bookmarkStart w:id="591" w:name="_Toc44313206"/>
            <w:bookmarkStart w:id="592" w:name="_Toc46954735"/>
            <w:bookmarkStart w:id="593" w:name="_Toc49589372"/>
            <w:bookmarkStart w:id="594" w:name="_Toc56671717"/>
            <w:bookmarkStart w:id="595" w:name="_Toc60037258"/>
            <w:bookmarkStart w:id="596" w:name="_Toc65141345"/>
            <w:bookmarkStart w:id="597" w:name="_Toc68163678"/>
            <w:bookmarkStart w:id="598" w:name="_Toc75942402"/>
            <w:r w:rsidRPr="005274A2">
              <w:rPr>
                <w:b/>
                <w:bCs/>
                <w:i/>
              </w:rPr>
              <w:t>3.2.3</w:t>
            </w:r>
            <w:r w:rsidRPr="005274A2">
              <w:rPr>
                <w:b/>
                <w:bCs/>
                <w:i/>
              </w:rPr>
              <w:tab/>
              <w:t>Short-Term System Adequacy Reports</w:t>
            </w:r>
            <w:bookmarkEnd w:id="588"/>
            <w:bookmarkEnd w:id="589"/>
            <w:bookmarkEnd w:id="590"/>
            <w:bookmarkEnd w:id="591"/>
            <w:bookmarkEnd w:id="592"/>
            <w:bookmarkEnd w:id="593"/>
            <w:bookmarkEnd w:id="594"/>
            <w:bookmarkEnd w:id="595"/>
            <w:bookmarkEnd w:id="596"/>
            <w:bookmarkEnd w:id="597"/>
            <w:bookmarkEnd w:id="598"/>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9" w:name="_Toc33773535"/>
            <w:bookmarkStart w:id="600" w:name="_Toc38964927"/>
            <w:bookmarkStart w:id="601"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9"/>
            <w:bookmarkEnd w:id="600"/>
            <w:bookmarkEnd w:id="601"/>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2" w:name="_Toc33773536"/>
            <w:bookmarkStart w:id="603" w:name="_Toc38964928"/>
            <w:bookmarkStart w:id="604"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2"/>
            <w:bookmarkEnd w:id="603"/>
            <w:bookmarkEnd w:id="604"/>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5" w:name="_Toc33773537"/>
            <w:bookmarkStart w:id="606" w:name="_Toc38964929"/>
            <w:bookmarkStart w:id="607"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5"/>
            <w:bookmarkEnd w:id="606"/>
            <w:bookmarkEnd w:id="607"/>
          </w:p>
          <w:p w14:paraId="56FC1AD0" w14:textId="5F73D18C" w:rsidR="00D11299" w:rsidRPr="00D11299" w:rsidRDefault="005274A2" w:rsidP="00840A78">
            <w:pPr>
              <w:spacing w:after="240"/>
              <w:ind w:left="1440" w:hanging="720"/>
              <w:rPr>
                <w:b/>
                <w:bCs/>
                <w:i/>
                <w:iCs/>
              </w:rPr>
            </w:pPr>
            <w:bookmarkStart w:id="608" w:name="_Toc33773538"/>
            <w:bookmarkStart w:id="609" w:name="_Toc38964930"/>
            <w:bookmarkStart w:id="610"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8"/>
            <w:bookmarkEnd w:id="609"/>
            <w:bookmarkEnd w:id="610"/>
            <w:r w:rsidR="00D11299" w:rsidRPr="0065776D">
              <w:t xml:space="preserve">  </w:t>
            </w:r>
          </w:p>
        </w:tc>
      </w:tr>
    </w:tbl>
    <w:p w14:paraId="32367F3D" w14:textId="31F16E83" w:rsidR="00CB13B2" w:rsidRDefault="002D238A" w:rsidP="001739A1">
      <w:pPr>
        <w:pStyle w:val="H3"/>
        <w:spacing w:before="480"/>
        <w:rPr>
          <w:color w:val="000000"/>
          <w:szCs w:val="24"/>
        </w:rPr>
      </w:pPr>
      <w:bookmarkStart w:id="611" w:name="_Toc759424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78"/>
      <w:bookmarkEnd w:id="579"/>
      <w:bookmarkEnd w:id="580"/>
      <w:bookmarkEnd w:id="581"/>
      <w:bookmarkEnd w:id="582"/>
      <w:bookmarkEnd w:id="583"/>
      <w:bookmarkEnd w:id="584"/>
      <w:bookmarkEnd w:id="585"/>
      <w:bookmarkEnd w:id="586"/>
      <w:bookmarkEnd w:id="587"/>
      <w:bookmarkEnd w:id="611"/>
    </w:p>
    <w:p w14:paraId="1CEC49F6" w14:textId="77777777" w:rsidR="00CB13B2" w:rsidRDefault="002D238A" w:rsidP="00797863">
      <w:pPr>
        <w:pStyle w:val="H3"/>
      </w:pPr>
      <w:bookmarkStart w:id="612" w:name="_Toc400526097"/>
      <w:bookmarkStart w:id="613" w:name="_Toc405534415"/>
      <w:bookmarkStart w:id="614" w:name="_Toc406570428"/>
      <w:bookmarkStart w:id="615" w:name="_Toc410910580"/>
      <w:bookmarkStart w:id="616" w:name="_Toc411841008"/>
      <w:bookmarkStart w:id="617" w:name="_Toc422146970"/>
      <w:bookmarkStart w:id="618" w:name="_Toc433020566"/>
      <w:bookmarkStart w:id="619" w:name="_Toc437262007"/>
      <w:bookmarkStart w:id="620" w:name="_Toc478375179"/>
      <w:bookmarkStart w:id="621" w:name="_Toc75942404"/>
      <w:r>
        <w:t>3.2.5</w:t>
      </w:r>
      <w:r>
        <w:tab/>
        <w:t>Publication of Resource and Load Information</w:t>
      </w:r>
      <w:bookmarkEnd w:id="612"/>
      <w:bookmarkEnd w:id="613"/>
      <w:bookmarkEnd w:id="614"/>
      <w:bookmarkEnd w:id="615"/>
      <w:bookmarkEnd w:id="616"/>
      <w:bookmarkEnd w:id="617"/>
      <w:bookmarkEnd w:id="618"/>
      <w:bookmarkEnd w:id="619"/>
      <w:bookmarkEnd w:id="620"/>
      <w:bookmarkEnd w:id="621"/>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2" w:name="_Toc316459836"/>
            <w:bookmarkStart w:id="623" w:name="_Toc478375180"/>
            <w:bookmarkStart w:id="624" w:name="_Toc289696698"/>
            <w:bookmarkStart w:id="625" w:name="_Toc400526098"/>
            <w:bookmarkStart w:id="626" w:name="_Toc405534416"/>
            <w:bookmarkStart w:id="627" w:name="_Toc406570429"/>
            <w:bookmarkStart w:id="628" w:name="_Toc410910581"/>
            <w:bookmarkStart w:id="629" w:name="_Toc411841009"/>
            <w:bookmarkStart w:id="630" w:name="_Toc422146971"/>
            <w:bookmarkStart w:id="631" w:name="_Toc433020567"/>
            <w:bookmarkStart w:id="632"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3" w:name="_Toc75942405"/>
      <w:r w:rsidRPr="00FB2863">
        <w:rPr>
          <w:b/>
          <w:bCs/>
        </w:rPr>
        <w:t>3.2.5.1</w:t>
      </w:r>
      <w:r w:rsidRPr="00FB2863">
        <w:rPr>
          <w:b/>
          <w:bCs/>
        </w:rPr>
        <w:tab/>
        <w:t>Unregistered Distributed Generation Reporting Requirements for Non Opt-In Entities</w:t>
      </w:r>
      <w:bookmarkEnd w:id="622"/>
      <w:bookmarkEnd w:id="623"/>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4" w:name="_Toc316459837"/>
      <w:bookmarkStart w:id="63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6" w:name="_Toc75942406"/>
      <w:r w:rsidRPr="00FB2863">
        <w:rPr>
          <w:b/>
          <w:bCs/>
        </w:rPr>
        <w:t>3.2.5.2</w:t>
      </w:r>
      <w:r w:rsidRPr="00FB2863">
        <w:rPr>
          <w:b/>
          <w:bCs/>
        </w:rPr>
        <w:tab/>
        <w:t>Unregistered Distributed Generation Reporting Requirements for Competitive Areas</w:t>
      </w:r>
      <w:bookmarkEnd w:id="634"/>
      <w:bookmarkEnd w:id="635"/>
      <w:bookmarkEnd w:id="63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7" w:name="_Toc316459838"/>
      <w:bookmarkStart w:id="638" w:name="_Toc478375182"/>
      <w:bookmarkStart w:id="639" w:name="_Toc75942407"/>
      <w:r w:rsidRPr="00FB2863">
        <w:rPr>
          <w:b/>
          <w:bCs/>
        </w:rPr>
        <w:lastRenderedPageBreak/>
        <w:t>3.2.5.3</w:t>
      </w:r>
      <w:r w:rsidRPr="00FB2863">
        <w:rPr>
          <w:b/>
          <w:bCs/>
        </w:rPr>
        <w:tab/>
        <w:t>Unregistered Distributed Generation Reporting Requirements for ERCOT</w:t>
      </w:r>
      <w:bookmarkEnd w:id="637"/>
      <w:bookmarkEnd w:id="638"/>
      <w:bookmarkEnd w:id="63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0" w:name="_Toc478375183"/>
      <w:bookmarkStart w:id="641" w:name="_Toc75942408"/>
      <w:r>
        <w:t>3.2.6</w:t>
      </w:r>
      <w:r w:rsidRPr="006A0091">
        <w:tab/>
        <w:t>ERCOT Planning Reserve Margin</w:t>
      </w:r>
      <w:bookmarkEnd w:id="624"/>
      <w:bookmarkEnd w:id="625"/>
      <w:bookmarkEnd w:id="626"/>
      <w:bookmarkEnd w:id="627"/>
      <w:bookmarkEnd w:id="628"/>
      <w:bookmarkEnd w:id="629"/>
      <w:bookmarkEnd w:id="630"/>
      <w:bookmarkEnd w:id="631"/>
      <w:bookmarkEnd w:id="632"/>
      <w:bookmarkEnd w:id="640"/>
      <w:bookmarkEnd w:id="64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3" w:name="_Toc289696699"/>
            <w:r w:rsidRPr="006A0091">
              <w:rPr>
                <w:i/>
              </w:rPr>
              <w:t>i</w:t>
            </w:r>
            <w:bookmarkEnd w:id="64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4" w:name="_Toc289696700"/>
            <w:r w:rsidRPr="00545FF6">
              <w:t>None</w:t>
            </w:r>
            <w:bookmarkEnd w:id="64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5" w:name="_Toc289696701"/>
            <w:r>
              <w:t>Y</w:t>
            </w:r>
            <w:r w:rsidRPr="006A0091">
              <w:t>ear</w:t>
            </w:r>
            <w:bookmarkEnd w:id="64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6" w:name="_Toc289696702"/>
            <w:r w:rsidRPr="006A0091">
              <w:rPr>
                <w:i/>
              </w:rPr>
              <w:t>s</w:t>
            </w:r>
            <w:bookmarkEnd w:id="64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7" w:name="_Toc289696703"/>
            <w:r w:rsidRPr="00545FF6">
              <w:t>None</w:t>
            </w:r>
            <w:bookmarkEnd w:id="64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8" w:name="_Toc289696704"/>
            <w:r w:rsidRPr="006A0091">
              <w:t>Peak Load Season</w:t>
            </w:r>
            <w:bookmarkEnd w:id="648"/>
            <w:r>
              <w:t>.</w:t>
            </w:r>
          </w:p>
        </w:tc>
      </w:tr>
    </w:tbl>
    <w:p w14:paraId="1EE8AEDD" w14:textId="77777777" w:rsidR="001A78C0" w:rsidRPr="000D29A8" w:rsidRDefault="001A78C0" w:rsidP="000D29A8">
      <w:pPr>
        <w:pStyle w:val="H4"/>
        <w:spacing w:before="480"/>
        <w:ind w:left="1267" w:hanging="1267"/>
        <w:rPr>
          <w:b/>
        </w:rPr>
      </w:pPr>
      <w:bookmarkStart w:id="649" w:name="_Toc266254154"/>
      <w:bookmarkStart w:id="650" w:name="_Toc289696705"/>
      <w:bookmarkStart w:id="651" w:name="_Toc400526099"/>
      <w:bookmarkStart w:id="652" w:name="_Toc405534417"/>
      <w:bookmarkStart w:id="653" w:name="_Toc406570430"/>
      <w:bookmarkStart w:id="654" w:name="_Toc410910582"/>
      <w:bookmarkStart w:id="655" w:name="_Toc411841010"/>
      <w:bookmarkStart w:id="656" w:name="_Toc422146972"/>
      <w:bookmarkStart w:id="657" w:name="_Toc433020568"/>
      <w:bookmarkStart w:id="658" w:name="_Toc437262009"/>
      <w:bookmarkStart w:id="659" w:name="_Toc478375184"/>
      <w:bookmarkStart w:id="660" w:name="_Toc75942409"/>
      <w:bookmarkEnd w:id="642"/>
      <w:r w:rsidRPr="000D29A8">
        <w:rPr>
          <w:b/>
          <w:bCs/>
        </w:rPr>
        <w:t>3.2.6.1</w:t>
      </w:r>
      <w:r w:rsidRPr="000D29A8">
        <w:rPr>
          <w:b/>
          <w:bCs/>
        </w:rPr>
        <w:tab/>
        <w:t>Minimum ERCOT Planning Reserve Margin Criterion</w:t>
      </w:r>
      <w:bookmarkEnd w:id="649"/>
      <w:bookmarkEnd w:id="650"/>
      <w:bookmarkEnd w:id="651"/>
      <w:bookmarkEnd w:id="652"/>
      <w:bookmarkEnd w:id="653"/>
      <w:bookmarkEnd w:id="654"/>
      <w:bookmarkEnd w:id="655"/>
      <w:bookmarkEnd w:id="656"/>
      <w:bookmarkEnd w:id="657"/>
      <w:bookmarkEnd w:id="658"/>
      <w:bookmarkEnd w:id="659"/>
      <w:bookmarkEnd w:id="66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61" w:name="_Toc266254155"/>
      <w:bookmarkStart w:id="662" w:name="_Toc289696706"/>
      <w:bookmarkStart w:id="663" w:name="_Toc400526100"/>
      <w:bookmarkStart w:id="664" w:name="_Toc405534418"/>
      <w:bookmarkStart w:id="665" w:name="_Toc406570431"/>
      <w:bookmarkStart w:id="666" w:name="_Toc410910583"/>
      <w:bookmarkStart w:id="667" w:name="_Toc411841011"/>
      <w:bookmarkStart w:id="668" w:name="_Toc422146973"/>
      <w:bookmarkStart w:id="669" w:name="_Toc433020569"/>
      <w:bookmarkStart w:id="670" w:name="_Toc437262010"/>
      <w:bookmarkStart w:id="671" w:name="_Toc478375185"/>
      <w:bookmarkStart w:id="672" w:name="_Toc75942410"/>
      <w:r w:rsidRPr="000D29A8">
        <w:rPr>
          <w:b/>
          <w:bCs/>
        </w:rPr>
        <w:lastRenderedPageBreak/>
        <w:t>3.2.6.2</w:t>
      </w:r>
      <w:r w:rsidRPr="000D29A8">
        <w:rPr>
          <w:b/>
          <w:bCs/>
        </w:rPr>
        <w:tab/>
        <w:t>ERCOT Planning Reserve Margin Calculation Methodology</w:t>
      </w:r>
      <w:bookmarkEnd w:id="661"/>
      <w:bookmarkEnd w:id="662"/>
      <w:bookmarkEnd w:id="663"/>
      <w:bookmarkEnd w:id="664"/>
      <w:bookmarkEnd w:id="665"/>
      <w:bookmarkEnd w:id="666"/>
      <w:bookmarkEnd w:id="667"/>
      <w:bookmarkEnd w:id="668"/>
      <w:bookmarkEnd w:id="669"/>
      <w:bookmarkEnd w:id="670"/>
      <w:bookmarkEnd w:id="671"/>
      <w:bookmarkEnd w:id="67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3" w:name="_Toc266254156"/>
      <w:bookmarkStart w:id="674" w:name="_Toc289696707"/>
      <w:bookmarkStart w:id="675" w:name="_Toc400526101"/>
      <w:bookmarkStart w:id="676" w:name="_Toc405534419"/>
      <w:bookmarkStart w:id="677" w:name="_Toc406570432"/>
      <w:bookmarkStart w:id="678" w:name="_Toc410910584"/>
      <w:bookmarkStart w:id="679" w:name="_Toc411841012"/>
      <w:bookmarkStart w:id="680" w:name="_Toc422146974"/>
      <w:bookmarkStart w:id="681" w:name="_Toc433020570"/>
      <w:bookmarkStart w:id="682" w:name="_Toc437262011"/>
      <w:bookmarkStart w:id="683" w:name="_Toc478375186"/>
      <w:bookmarkStart w:id="684" w:name="_Toc75942411"/>
      <w:r w:rsidRPr="007A33DF">
        <w:t>3.2.6.2.1</w:t>
      </w:r>
      <w:r w:rsidRPr="006A0091">
        <w:tab/>
        <w:t>Peak Load Estimate</w:t>
      </w:r>
      <w:bookmarkEnd w:id="673"/>
      <w:bookmarkEnd w:id="674"/>
      <w:bookmarkEnd w:id="675"/>
      <w:bookmarkEnd w:id="676"/>
      <w:bookmarkEnd w:id="677"/>
      <w:bookmarkEnd w:id="678"/>
      <w:bookmarkEnd w:id="679"/>
      <w:bookmarkEnd w:id="680"/>
      <w:bookmarkEnd w:id="681"/>
      <w:bookmarkEnd w:id="682"/>
      <w:bookmarkEnd w:id="683"/>
      <w:bookmarkEnd w:id="68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5" w:name="_Toc289696708"/>
            <w:r w:rsidRPr="006A0091">
              <w:rPr>
                <w:i/>
              </w:rPr>
              <w:t>i</w:t>
            </w:r>
            <w:bookmarkEnd w:id="68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6" w:name="_Toc289696709"/>
            <w:r w:rsidRPr="00545FF6">
              <w:t>None</w:t>
            </w:r>
            <w:bookmarkEnd w:id="68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7" w:name="_Toc289696710"/>
            <w:r>
              <w:t>Y</w:t>
            </w:r>
            <w:r w:rsidRPr="006A0091">
              <w:t>ear</w:t>
            </w:r>
            <w:bookmarkEnd w:id="68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8" w:name="_Toc289696711"/>
            <w:r w:rsidRPr="006A0091">
              <w:rPr>
                <w:i/>
              </w:rPr>
              <w:t>s</w:t>
            </w:r>
            <w:bookmarkEnd w:id="68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9" w:name="_Toc289696712"/>
            <w:r w:rsidRPr="00545FF6">
              <w:t>None</w:t>
            </w:r>
            <w:bookmarkEnd w:id="68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0" w:name="_Toc289696713"/>
            <w:r w:rsidRPr="006A0091">
              <w:t>Peak Load Season</w:t>
            </w:r>
            <w:bookmarkEnd w:id="690"/>
            <w:r>
              <w:t>.</w:t>
            </w:r>
          </w:p>
        </w:tc>
      </w:tr>
    </w:tbl>
    <w:p w14:paraId="78B07E09" w14:textId="77777777" w:rsidR="001A78C0" w:rsidRDefault="001A78C0" w:rsidP="000D29A8">
      <w:pPr>
        <w:pStyle w:val="H5"/>
        <w:spacing w:before="480"/>
        <w:ind w:left="1627" w:hanging="1627"/>
      </w:pPr>
      <w:bookmarkStart w:id="691" w:name="_Toc266254157"/>
      <w:bookmarkStart w:id="692" w:name="_Toc289696714"/>
      <w:bookmarkStart w:id="693" w:name="_Toc400526102"/>
      <w:bookmarkStart w:id="694" w:name="_Toc405534420"/>
      <w:bookmarkStart w:id="695" w:name="_Toc406570433"/>
      <w:bookmarkStart w:id="696" w:name="_Toc410910585"/>
      <w:bookmarkStart w:id="697" w:name="_Toc411841013"/>
      <w:bookmarkStart w:id="698" w:name="_Toc422146975"/>
      <w:bookmarkStart w:id="699" w:name="_Toc433020571"/>
      <w:bookmarkStart w:id="700" w:name="_Toc437262012"/>
      <w:bookmarkStart w:id="701" w:name="_Toc478375187"/>
      <w:bookmarkStart w:id="702" w:name="_Toc75942412"/>
      <w:r>
        <w:t>3.2.6.2.2</w:t>
      </w:r>
      <w:r w:rsidRPr="006A0091">
        <w:tab/>
        <w:t>Total Capacity Estimate</w:t>
      </w:r>
      <w:bookmarkEnd w:id="691"/>
      <w:bookmarkEnd w:id="692"/>
      <w:bookmarkEnd w:id="693"/>
      <w:bookmarkEnd w:id="694"/>
      <w:bookmarkEnd w:id="695"/>
      <w:bookmarkEnd w:id="696"/>
      <w:bookmarkEnd w:id="697"/>
      <w:bookmarkEnd w:id="698"/>
      <w:bookmarkEnd w:id="699"/>
      <w:bookmarkEnd w:id="700"/>
      <w:bookmarkEnd w:id="701"/>
      <w:bookmarkEnd w:id="70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31FF244" w:rsidR="00A1747E" w:rsidRDefault="00851514" w:rsidP="001512E1">
            <w:pPr>
              <w:keepNext/>
              <w:tabs>
                <w:tab w:val="num" w:pos="576"/>
              </w:tabs>
              <w:spacing w:after="60"/>
              <w:rPr>
                <w:b/>
                <w:iCs/>
                <w:sz w:val="20"/>
              </w:rPr>
            </w:pPr>
            <w:bookmarkStart w:id="703" w:name="_Toc352156713"/>
            <w:bookmarkStart w:id="704" w:name="_Toc357502470"/>
            <w:bookmarkStart w:id="705" w:name="_Toc357502665"/>
            <w:bookmarkStart w:id="706" w:name="_Toc362850369"/>
            <w:bookmarkStart w:id="707" w:name="_Toc367955325"/>
            <w:bookmarkStart w:id="708" w:name="_Toc375815048"/>
            <w:bookmarkStart w:id="709" w:name="_Toc378574733"/>
            <w:bookmarkStart w:id="71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3"/>
            <w:bookmarkEnd w:id="704"/>
            <w:bookmarkEnd w:id="705"/>
            <w:bookmarkEnd w:id="706"/>
            <w:bookmarkEnd w:id="70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8"/>
            <w:bookmarkEnd w:id="709"/>
            <w:bookmarkEnd w:id="71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11" w:name="_Toc289696715"/>
            <w:r w:rsidRPr="006A0091">
              <w:rPr>
                <w:i/>
              </w:rPr>
              <w:lastRenderedPageBreak/>
              <w:t>i</w:t>
            </w:r>
            <w:bookmarkEnd w:id="71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2" w:name="_Toc289696716"/>
            <w:r w:rsidRPr="00327CE1">
              <w:t>None</w:t>
            </w:r>
            <w:bookmarkEnd w:id="71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3" w:name="_Toc289696717"/>
            <w:r>
              <w:t>Y</w:t>
            </w:r>
            <w:r w:rsidRPr="006A0091">
              <w:t>ear</w:t>
            </w:r>
            <w:bookmarkEnd w:id="71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4" w:name="_Toc289696718"/>
            <w:r w:rsidRPr="006A0091">
              <w:rPr>
                <w:i/>
              </w:rPr>
              <w:t>s</w:t>
            </w:r>
            <w:bookmarkEnd w:id="71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5" w:name="_Toc289696719"/>
            <w:r w:rsidRPr="00327CE1">
              <w:t>None</w:t>
            </w:r>
            <w:bookmarkEnd w:id="71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6" w:name="_Toc289696720"/>
            <w:r>
              <w:t xml:space="preserve">Summer and winter </w:t>
            </w:r>
            <w:r w:rsidR="00851514" w:rsidRPr="006A0091">
              <w:t>Peak Load Season</w:t>
            </w:r>
            <w:bookmarkEnd w:id="71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77777777"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tblGrid>
            <w:tr w:rsidR="00E25E4C" w14:paraId="3551D91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45EDCBC" w14:textId="7CCCBFF5" w:rsidR="00E25E4C" w:rsidRDefault="00E25E4C" w:rsidP="00E25E4C">
                  <w:pPr>
                    <w:spacing w:before="120" w:after="240"/>
                    <w:rPr>
                      <w:b/>
                      <w:i/>
                    </w:rPr>
                  </w:pPr>
                  <w:r>
                    <w:rPr>
                      <w:b/>
                      <w:i/>
                    </w:rPr>
                    <w:t>[NPRR1005</w:t>
                  </w:r>
                  <w:r w:rsidRPr="004B0726">
                    <w:rPr>
                      <w:b/>
                      <w:i/>
                    </w:rPr>
                    <w:t xml:space="preserve">: </w:t>
                  </w:r>
                  <w:r>
                    <w:rPr>
                      <w:b/>
                      <w:i/>
                    </w:rPr>
                    <w:t xml:space="preserve"> Replace the definition above with the following upon system implementation:</w:t>
                  </w:r>
                  <w:r w:rsidRPr="004B0726">
                    <w:rPr>
                      <w:b/>
                      <w:i/>
                    </w:rPr>
                    <w:t>]</w:t>
                  </w:r>
                </w:p>
                <w:p w14:paraId="1646CDCC" w14:textId="579958BC" w:rsidR="00E25E4C" w:rsidRPr="00F977F7" w:rsidRDefault="00E25E4C" w:rsidP="00E25E4C">
                  <w:pPr>
                    <w:pStyle w:val="TableBody"/>
                    <w:rPr>
                      <w:iCs w:val="0"/>
                    </w:rPr>
                  </w:pPr>
                  <w:r>
                    <w:t xml:space="preserve">Coastal, Panhandle, and Other wind regions.  WGRs are classified into regions based on the county that contains their Point of </w:t>
                  </w:r>
                  <w:r w:rsidRPr="00705A64">
                    <w:rPr>
                      <w:iCs w:val="0"/>
                    </w:rPr>
                    <w:t>Interconnection</w:t>
                  </w:r>
                  <w:r>
                    <w:rPr>
                      <w:iCs w:val="0"/>
                    </w:rPr>
                    <w:t xml:space="preserve"> Bus</w:t>
                  </w:r>
                  <w:r w:rsidRPr="00705A64">
                    <w:rPr>
                      <w:iCs w:val="0"/>
                    </w:rPr>
                    <w:t xml:space="preserve"> (POI</w:t>
                  </w:r>
                  <w:r>
                    <w:rPr>
                      <w:iCs w:val="0"/>
                    </w:rPr>
                    <w:t>B</w:t>
                  </w:r>
                  <w:r w:rsidRPr="00705A64">
                    <w:rPr>
                      <w:iCs w:val="0"/>
                    </w:rPr>
                    <w:t xml:space="preserve">). </w:t>
                  </w:r>
                  <w:r>
                    <w:rPr>
                      <w:iCs w:val="0"/>
                    </w:rPr>
                    <w:t xml:space="preserve"> </w:t>
                  </w:r>
                  <w:r w:rsidRPr="003F47DD">
                    <w:t xml:space="preserve">The </w:t>
                  </w:r>
                  <w:r>
                    <w:t>C</w:t>
                  </w:r>
                  <w:r w:rsidRPr="003F47DD">
                    <w:t xml:space="preserve">oastal region is defined as the following counties: </w:t>
                  </w:r>
                  <w:r w:rsidR="00306E8D">
                    <w:t xml:space="preserve">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17" w:name="_Toc204048510"/>
      <w:bookmarkStart w:id="718" w:name="_Toc400526103"/>
      <w:bookmarkStart w:id="719" w:name="_Toc405534421"/>
      <w:bookmarkStart w:id="720" w:name="_Toc406570434"/>
      <w:bookmarkStart w:id="721" w:name="_Toc410910586"/>
      <w:bookmarkStart w:id="722" w:name="_Toc411841014"/>
      <w:bookmarkStart w:id="723" w:name="_Toc422146976"/>
      <w:bookmarkStart w:id="724" w:name="_Toc433020572"/>
      <w:bookmarkStart w:id="725" w:name="_Toc437262013"/>
      <w:bookmarkStart w:id="726" w:name="_Toc478375188"/>
      <w:bookmarkStart w:id="727" w:name="_Toc75942413"/>
      <w:r>
        <w:t>3.3</w:t>
      </w:r>
      <w:r>
        <w:tab/>
        <w:t>Management of Changes to ERCOT Transmission Grid</w:t>
      </w:r>
      <w:bookmarkEnd w:id="717"/>
      <w:bookmarkEnd w:id="718"/>
      <w:bookmarkEnd w:id="719"/>
      <w:bookmarkEnd w:id="720"/>
      <w:bookmarkEnd w:id="721"/>
      <w:bookmarkEnd w:id="722"/>
      <w:bookmarkEnd w:id="723"/>
      <w:bookmarkEnd w:id="724"/>
      <w:bookmarkEnd w:id="725"/>
      <w:bookmarkEnd w:id="726"/>
      <w:bookmarkEnd w:id="72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8" w:name="_Toc204048511"/>
      <w:bookmarkStart w:id="729" w:name="_Toc400526104"/>
      <w:bookmarkStart w:id="730" w:name="_Toc405534422"/>
      <w:bookmarkStart w:id="731" w:name="_Toc406570435"/>
      <w:bookmarkStart w:id="732" w:name="_Toc410910587"/>
      <w:bookmarkStart w:id="733" w:name="_Toc411841015"/>
      <w:bookmarkStart w:id="734" w:name="_Toc422146977"/>
      <w:bookmarkStart w:id="735" w:name="_Toc433020573"/>
      <w:bookmarkStart w:id="736" w:name="_Toc437262014"/>
      <w:bookmarkStart w:id="737" w:name="_Toc478375189"/>
      <w:bookmarkStart w:id="738" w:name="_Toc75942414"/>
      <w:r>
        <w:t>3.3.1</w:t>
      </w:r>
      <w:r>
        <w:tab/>
        <w:t>ERCOT Approval of New or Relocated Facilities</w:t>
      </w:r>
      <w:bookmarkEnd w:id="728"/>
      <w:bookmarkEnd w:id="729"/>
      <w:bookmarkEnd w:id="730"/>
      <w:bookmarkEnd w:id="731"/>
      <w:bookmarkEnd w:id="732"/>
      <w:bookmarkEnd w:id="733"/>
      <w:bookmarkEnd w:id="734"/>
      <w:bookmarkEnd w:id="735"/>
      <w:bookmarkEnd w:id="736"/>
      <w:bookmarkEnd w:id="737"/>
      <w:bookmarkEnd w:id="73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9" w:name="_Toc204048512"/>
            <w:bookmarkStart w:id="740" w:name="_Toc400526105"/>
            <w:bookmarkStart w:id="741" w:name="_Toc405534423"/>
            <w:bookmarkStart w:id="742" w:name="_Toc406570436"/>
            <w:bookmarkStart w:id="743" w:name="_Toc410910588"/>
            <w:bookmarkStart w:id="744" w:name="_Toc411841016"/>
            <w:bookmarkStart w:id="745" w:name="_Toc422146978"/>
            <w:bookmarkStart w:id="746" w:name="_Toc433020574"/>
            <w:bookmarkStart w:id="747" w:name="_Toc437262015"/>
            <w:bookmarkStart w:id="74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w:t>
            </w:r>
            <w:r w:rsidRPr="00E55E72">
              <w:rPr>
                <w:iCs/>
              </w:rPr>
              <w:lastRenderedPageBreak/>
              <w:t xml:space="preserve">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9" w:name="_Toc75942415"/>
      <w:r>
        <w:lastRenderedPageBreak/>
        <w:t>3.3.2</w:t>
      </w:r>
      <w:r>
        <w:tab/>
        <w:t>Types of Work Requiring ERCOT Approval</w:t>
      </w:r>
      <w:bookmarkEnd w:id="739"/>
      <w:bookmarkEnd w:id="740"/>
      <w:bookmarkEnd w:id="741"/>
      <w:bookmarkEnd w:id="742"/>
      <w:bookmarkEnd w:id="743"/>
      <w:bookmarkEnd w:id="744"/>
      <w:bookmarkEnd w:id="745"/>
      <w:bookmarkEnd w:id="746"/>
      <w:bookmarkEnd w:id="747"/>
      <w:bookmarkEnd w:id="748"/>
      <w:bookmarkEnd w:id="74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0" w:name="_Toc204048513"/>
      <w:bookmarkStart w:id="751" w:name="_Toc400526106"/>
      <w:bookmarkStart w:id="752" w:name="_Toc405534424"/>
      <w:bookmarkStart w:id="753" w:name="_Toc406570437"/>
      <w:bookmarkStart w:id="754" w:name="_Toc410910589"/>
      <w:bookmarkStart w:id="755" w:name="_Toc411841017"/>
      <w:bookmarkStart w:id="756" w:name="_Toc422146979"/>
      <w:bookmarkStart w:id="757" w:name="_Toc433020575"/>
      <w:bookmarkStart w:id="758" w:name="_Toc437262016"/>
      <w:bookmarkStart w:id="759" w:name="_Toc478375191"/>
      <w:bookmarkStart w:id="760" w:name="_Toc75942416"/>
      <w:r w:rsidRPr="00AE0E6D">
        <w:rPr>
          <w:b/>
        </w:rPr>
        <w:t>3.3.2.1</w:t>
      </w:r>
      <w:r w:rsidRPr="00AE0E6D">
        <w:rPr>
          <w:b/>
        </w:rPr>
        <w:tab/>
        <w:t>Information to Be Provided to ERCOT</w:t>
      </w:r>
      <w:bookmarkEnd w:id="750"/>
      <w:bookmarkEnd w:id="751"/>
      <w:bookmarkEnd w:id="752"/>
      <w:bookmarkEnd w:id="753"/>
      <w:bookmarkEnd w:id="754"/>
      <w:bookmarkEnd w:id="755"/>
      <w:bookmarkEnd w:id="756"/>
      <w:bookmarkEnd w:id="757"/>
      <w:bookmarkEnd w:id="758"/>
      <w:bookmarkEnd w:id="759"/>
      <w:bookmarkEnd w:id="76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lastRenderedPageBreak/>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lastRenderedPageBreak/>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61" w:name="_Toc204048514"/>
            <w:bookmarkStart w:id="762" w:name="_Toc400526107"/>
            <w:bookmarkStart w:id="763" w:name="_Toc405534425"/>
            <w:bookmarkStart w:id="764" w:name="_Toc406570438"/>
            <w:bookmarkStart w:id="765" w:name="_Toc410910590"/>
            <w:bookmarkStart w:id="766" w:name="_Toc411841018"/>
            <w:bookmarkStart w:id="767" w:name="_Toc422146980"/>
            <w:bookmarkStart w:id="768" w:name="_Toc433020576"/>
            <w:bookmarkStart w:id="769" w:name="_Toc437262017"/>
            <w:bookmarkStart w:id="77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1" w:name="_Toc75942417"/>
      <w:r w:rsidRPr="00AE0E6D">
        <w:rPr>
          <w:b/>
        </w:rPr>
        <w:lastRenderedPageBreak/>
        <w:t>3.3.2.2</w:t>
      </w:r>
      <w:r w:rsidRPr="00AE0E6D">
        <w:rPr>
          <w:b/>
        </w:rPr>
        <w:tab/>
        <w:t>Record of Approved Work</w:t>
      </w:r>
      <w:bookmarkEnd w:id="761"/>
      <w:bookmarkEnd w:id="762"/>
      <w:bookmarkEnd w:id="763"/>
      <w:bookmarkEnd w:id="764"/>
      <w:bookmarkEnd w:id="765"/>
      <w:bookmarkEnd w:id="766"/>
      <w:bookmarkEnd w:id="767"/>
      <w:bookmarkEnd w:id="768"/>
      <w:bookmarkEnd w:id="769"/>
      <w:bookmarkEnd w:id="770"/>
      <w:bookmarkEnd w:id="77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2" w:name="_Toc204048515"/>
      <w:bookmarkStart w:id="773" w:name="_Toc400526108"/>
      <w:bookmarkStart w:id="774" w:name="_Toc405534426"/>
      <w:bookmarkStart w:id="775" w:name="_Toc406570439"/>
      <w:bookmarkStart w:id="776" w:name="_Toc410910591"/>
      <w:bookmarkStart w:id="777" w:name="_Toc411841019"/>
      <w:bookmarkStart w:id="778" w:name="_Toc422146981"/>
      <w:bookmarkStart w:id="779" w:name="_Toc433020577"/>
      <w:bookmarkStart w:id="780" w:name="_Toc437262018"/>
      <w:bookmarkStart w:id="781" w:name="_Toc478375193"/>
      <w:bookmarkStart w:id="782" w:name="_Toc75942418"/>
      <w:r>
        <w:lastRenderedPageBreak/>
        <w:t>3.4</w:t>
      </w:r>
      <w:r>
        <w:tab/>
        <w:t>Load Zones</w:t>
      </w:r>
      <w:bookmarkEnd w:id="772"/>
      <w:bookmarkEnd w:id="773"/>
      <w:bookmarkEnd w:id="774"/>
      <w:bookmarkEnd w:id="775"/>
      <w:bookmarkEnd w:id="776"/>
      <w:bookmarkEnd w:id="777"/>
      <w:bookmarkEnd w:id="778"/>
      <w:bookmarkEnd w:id="779"/>
      <w:bookmarkEnd w:id="780"/>
      <w:bookmarkEnd w:id="781"/>
      <w:bookmarkEnd w:id="78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3" w:name="_Toc204048516"/>
      <w:bookmarkStart w:id="784" w:name="_Toc400526109"/>
      <w:bookmarkStart w:id="785" w:name="_Toc405534427"/>
      <w:bookmarkStart w:id="786" w:name="_Toc406570440"/>
      <w:bookmarkStart w:id="787" w:name="_Toc410910592"/>
      <w:bookmarkStart w:id="788" w:name="_Toc411841020"/>
      <w:bookmarkStart w:id="789" w:name="_Toc422146982"/>
      <w:bookmarkStart w:id="790" w:name="_Toc433020578"/>
      <w:bookmarkStart w:id="791" w:name="_Toc437262019"/>
      <w:bookmarkStart w:id="792" w:name="_Toc478375194"/>
      <w:bookmarkStart w:id="793" w:name="_Toc75942419"/>
      <w:r>
        <w:t>3.4.1</w:t>
      </w:r>
      <w:r>
        <w:tab/>
        <w:t>Load Zone Types</w:t>
      </w:r>
      <w:bookmarkEnd w:id="783"/>
      <w:bookmarkEnd w:id="784"/>
      <w:bookmarkEnd w:id="785"/>
      <w:bookmarkEnd w:id="786"/>
      <w:bookmarkEnd w:id="787"/>
      <w:bookmarkEnd w:id="788"/>
      <w:bookmarkEnd w:id="789"/>
      <w:bookmarkEnd w:id="790"/>
      <w:bookmarkEnd w:id="791"/>
      <w:bookmarkEnd w:id="792"/>
      <w:bookmarkEnd w:id="79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4" w:name="_Toc204048517"/>
      <w:bookmarkStart w:id="795" w:name="_Toc400526110"/>
      <w:bookmarkStart w:id="796" w:name="_Toc405534428"/>
      <w:bookmarkStart w:id="797" w:name="_Toc406570441"/>
      <w:bookmarkStart w:id="798" w:name="_Toc410910593"/>
      <w:bookmarkStart w:id="799" w:name="_Toc411841021"/>
      <w:bookmarkStart w:id="800" w:name="_Toc422146983"/>
      <w:bookmarkStart w:id="801" w:name="_Toc433020579"/>
      <w:bookmarkStart w:id="802" w:name="_Toc437262020"/>
      <w:bookmarkStart w:id="803" w:name="_Toc478375195"/>
      <w:bookmarkStart w:id="804" w:name="_Toc75942420"/>
      <w:r>
        <w:t>3.4.2</w:t>
      </w:r>
      <w:r>
        <w:tab/>
        <w:t>Load Zone Modifications</w:t>
      </w:r>
      <w:bookmarkEnd w:id="794"/>
      <w:bookmarkEnd w:id="795"/>
      <w:bookmarkEnd w:id="796"/>
      <w:bookmarkEnd w:id="797"/>
      <w:bookmarkEnd w:id="798"/>
      <w:bookmarkEnd w:id="799"/>
      <w:bookmarkEnd w:id="800"/>
      <w:bookmarkEnd w:id="801"/>
      <w:bookmarkEnd w:id="802"/>
      <w:bookmarkEnd w:id="803"/>
      <w:bookmarkEnd w:id="80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5" w:name="_Toc204048518"/>
      <w:bookmarkStart w:id="806" w:name="_Toc400526111"/>
      <w:bookmarkStart w:id="807" w:name="_Toc405534429"/>
      <w:bookmarkStart w:id="808" w:name="_Toc406570442"/>
      <w:bookmarkStart w:id="809" w:name="_Toc410910594"/>
      <w:bookmarkStart w:id="810" w:name="_Toc411841022"/>
      <w:bookmarkStart w:id="811" w:name="_Toc422146984"/>
      <w:bookmarkStart w:id="812" w:name="_Toc433020580"/>
      <w:bookmarkStart w:id="813" w:name="_Toc437262021"/>
      <w:bookmarkStart w:id="814" w:name="_Toc478375196"/>
      <w:bookmarkStart w:id="815" w:name="_Toc75942421"/>
      <w:r>
        <w:t>3.4.3</w:t>
      </w:r>
      <w:r>
        <w:tab/>
        <w:t>NOIE Load Zones</w:t>
      </w:r>
      <w:bookmarkEnd w:id="805"/>
      <w:bookmarkEnd w:id="806"/>
      <w:bookmarkEnd w:id="807"/>
      <w:bookmarkEnd w:id="808"/>
      <w:bookmarkEnd w:id="809"/>
      <w:bookmarkEnd w:id="810"/>
      <w:bookmarkEnd w:id="811"/>
      <w:bookmarkEnd w:id="812"/>
      <w:bookmarkEnd w:id="813"/>
      <w:bookmarkEnd w:id="814"/>
      <w:bookmarkEnd w:id="81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6" w:name="_Toc204048519"/>
      <w:bookmarkStart w:id="817" w:name="_Toc400526112"/>
      <w:bookmarkStart w:id="818" w:name="_Toc405534430"/>
      <w:bookmarkStart w:id="819" w:name="_Toc406570443"/>
      <w:bookmarkStart w:id="820" w:name="_Toc410910595"/>
      <w:bookmarkStart w:id="821" w:name="_Toc411841023"/>
      <w:bookmarkStart w:id="822" w:name="_Toc422146985"/>
      <w:bookmarkStart w:id="823" w:name="_Toc433020581"/>
      <w:bookmarkStart w:id="824" w:name="_Toc437262022"/>
      <w:bookmarkStart w:id="825" w:name="_Toc478375197"/>
      <w:bookmarkStart w:id="826" w:name="_Toc75942422"/>
      <w:r>
        <w:t>3.4.4</w:t>
      </w:r>
      <w:r>
        <w:tab/>
        <w:t>DC Tie Load Zones</w:t>
      </w:r>
      <w:bookmarkEnd w:id="816"/>
      <w:bookmarkEnd w:id="817"/>
      <w:bookmarkEnd w:id="818"/>
      <w:bookmarkEnd w:id="819"/>
      <w:bookmarkEnd w:id="820"/>
      <w:bookmarkEnd w:id="821"/>
      <w:bookmarkEnd w:id="822"/>
      <w:bookmarkEnd w:id="823"/>
      <w:bookmarkEnd w:id="824"/>
      <w:bookmarkEnd w:id="825"/>
      <w:bookmarkEnd w:id="82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7" w:name="_Toc204048520"/>
      <w:bookmarkStart w:id="828" w:name="_Toc400526113"/>
      <w:bookmarkStart w:id="829" w:name="_Toc405534431"/>
      <w:bookmarkStart w:id="830" w:name="_Toc406570444"/>
      <w:bookmarkStart w:id="831" w:name="_Toc410910596"/>
      <w:bookmarkStart w:id="832" w:name="_Toc411841024"/>
      <w:bookmarkStart w:id="833" w:name="_Toc422146986"/>
      <w:bookmarkStart w:id="834" w:name="_Toc433020582"/>
      <w:bookmarkStart w:id="835" w:name="_Toc437262023"/>
      <w:bookmarkStart w:id="836" w:name="_Toc478375198"/>
      <w:bookmarkStart w:id="837" w:name="_Toc75942423"/>
      <w:r>
        <w:t>3.4.5</w:t>
      </w:r>
      <w:r>
        <w:tab/>
        <w:t>Additional Load Buses</w:t>
      </w:r>
      <w:bookmarkEnd w:id="827"/>
      <w:bookmarkEnd w:id="828"/>
      <w:bookmarkEnd w:id="829"/>
      <w:bookmarkEnd w:id="830"/>
      <w:bookmarkEnd w:id="831"/>
      <w:bookmarkEnd w:id="832"/>
      <w:bookmarkEnd w:id="833"/>
      <w:bookmarkEnd w:id="834"/>
      <w:bookmarkEnd w:id="835"/>
      <w:bookmarkEnd w:id="836"/>
      <w:bookmarkEnd w:id="83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8" w:name="_Toc204048521"/>
      <w:bookmarkStart w:id="839" w:name="_Toc400526114"/>
      <w:bookmarkStart w:id="840" w:name="_Toc405534432"/>
      <w:bookmarkStart w:id="841" w:name="_Toc406570445"/>
      <w:bookmarkStart w:id="842" w:name="_Toc410910597"/>
      <w:bookmarkStart w:id="843" w:name="_Toc411841025"/>
      <w:bookmarkStart w:id="844" w:name="_Toc422146987"/>
      <w:bookmarkStart w:id="845" w:name="_Toc433020583"/>
      <w:bookmarkStart w:id="846" w:name="_Toc437262024"/>
      <w:bookmarkStart w:id="847" w:name="_Toc478375199"/>
      <w:bookmarkStart w:id="848" w:name="_Toc75942424"/>
      <w:r>
        <w:lastRenderedPageBreak/>
        <w:t>3.5</w:t>
      </w:r>
      <w:r>
        <w:tab/>
        <w:t>Hubs</w:t>
      </w:r>
      <w:bookmarkEnd w:id="838"/>
      <w:bookmarkEnd w:id="839"/>
      <w:bookmarkEnd w:id="840"/>
      <w:bookmarkEnd w:id="841"/>
      <w:bookmarkEnd w:id="842"/>
      <w:bookmarkEnd w:id="843"/>
      <w:bookmarkEnd w:id="844"/>
      <w:bookmarkEnd w:id="845"/>
      <w:bookmarkEnd w:id="846"/>
      <w:bookmarkEnd w:id="847"/>
      <w:bookmarkEnd w:id="848"/>
    </w:p>
    <w:p w14:paraId="346C5EFD" w14:textId="77777777" w:rsidR="00CB13B2" w:rsidRDefault="002D238A">
      <w:pPr>
        <w:pStyle w:val="H3"/>
      </w:pPr>
      <w:bookmarkStart w:id="849" w:name="_Toc204048522"/>
      <w:bookmarkStart w:id="850" w:name="_Toc400526115"/>
      <w:bookmarkStart w:id="851" w:name="_Toc405534433"/>
      <w:bookmarkStart w:id="852" w:name="_Toc406570446"/>
      <w:bookmarkStart w:id="853" w:name="_Toc410910598"/>
      <w:bookmarkStart w:id="854" w:name="_Toc411841026"/>
      <w:bookmarkStart w:id="855" w:name="_Toc422146988"/>
      <w:bookmarkStart w:id="856" w:name="_Toc433020584"/>
      <w:bookmarkStart w:id="857" w:name="_Toc437262025"/>
      <w:bookmarkStart w:id="858" w:name="_Toc478375200"/>
      <w:bookmarkStart w:id="859" w:name="_Toc75942425"/>
      <w:r>
        <w:t>3.5.1</w:t>
      </w:r>
      <w:r>
        <w:tab/>
        <w:t>Process for Defining Hubs</w:t>
      </w:r>
      <w:bookmarkEnd w:id="849"/>
      <w:bookmarkEnd w:id="850"/>
      <w:bookmarkEnd w:id="851"/>
      <w:bookmarkEnd w:id="852"/>
      <w:bookmarkEnd w:id="853"/>
      <w:bookmarkEnd w:id="854"/>
      <w:bookmarkEnd w:id="855"/>
      <w:bookmarkEnd w:id="856"/>
      <w:bookmarkEnd w:id="857"/>
      <w:bookmarkEnd w:id="858"/>
      <w:bookmarkEnd w:id="85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0" w:name="_Toc204048523"/>
            <w:bookmarkStart w:id="861" w:name="_Toc400526116"/>
            <w:bookmarkStart w:id="862" w:name="_Toc405534434"/>
            <w:bookmarkStart w:id="863" w:name="_Toc406570447"/>
            <w:bookmarkStart w:id="864" w:name="_Toc410910599"/>
            <w:bookmarkStart w:id="865" w:name="_Toc411841027"/>
            <w:bookmarkStart w:id="866" w:name="_Toc422146989"/>
            <w:bookmarkStart w:id="867" w:name="_Toc433020585"/>
            <w:bookmarkStart w:id="868" w:name="_Toc437262026"/>
            <w:bookmarkStart w:id="86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0" w:name="_Toc75942426"/>
      <w:r>
        <w:t>3.5.2</w:t>
      </w:r>
      <w:r>
        <w:tab/>
        <w:t>Hub Definitions</w:t>
      </w:r>
      <w:bookmarkEnd w:id="860"/>
      <w:bookmarkEnd w:id="861"/>
      <w:bookmarkEnd w:id="862"/>
      <w:bookmarkEnd w:id="863"/>
      <w:bookmarkEnd w:id="864"/>
      <w:bookmarkEnd w:id="865"/>
      <w:bookmarkEnd w:id="866"/>
      <w:bookmarkEnd w:id="867"/>
      <w:bookmarkEnd w:id="868"/>
      <w:bookmarkEnd w:id="869"/>
      <w:bookmarkEnd w:id="870"/>
    </w:p>
    <w:p w14:paraId="6614C0E2" w14:textId="77777777" w:rsidR="00C51FB1" w:rsidRPr="00AE0E6D" w:rsidRDefault="00C51FB1" w:rsidP="00C51FB1">
      <w:pPr>
        <w:pStyle w:val="H4"/>
        <w:rPr>
          <w:b/>
        </w:rPr>
      </w:pPr>
      <w:bookmarkStart w:id="871" w:name="_Toc204048524"/>
      <w:bookmarkStart w:id="872" w:name="_Toc400526117"/>
      <w:bookmarkStart w:id="873" w:name="_Toc405534435"/>
      <w:bookmarkStart w:id="874" w:name="_Toc406570448"/>
      <w:bookmarkStart w:id="875" w:name="_Toc410910600"/>
      <w:bookmarkStart w:id="876" w:name="_Toc411841028"/>
      <w:bookmarkStart w:id="877" w:name="_Toc422146990"/>
      <w:bookmarkStart w:id="878" w:name="_Toc433020586"/>
      <w:bookmarkStart w:id="879" w:name="_Toc437262027"/>
      <w:bookmarkStart w:id="880" w:name="_Toc478375202"/>
      <w:bookmarkStart w:id="881" w:name="_Toc75942427"/>
      <w:bookmarkStart w:id="882" w:name="_Toc204048526"/>
      <w:r w:rsidRPr="00AE0E6D">
        <w:rPr>
          <w:b/>
        </w:rPr>
        <w:t>3.5.2.1</w:t>
      </w:r>
      <w:r w:rsidRPr="00AE0E6D">
        <w:rPr>
          <w:b/>
        </w:rPr>
        <w:tab/>
        <w:t>North 345 kV Hub (North 345)</w:t>
      </w:r>
      <w:bookmarkEnd w:id="871"/>
      <w:bookmarkEnd w:id="872"/>
      <w:bookmarkEnd w:id="873"/>
      <w:bookmarkEnd w:id="874"/>
      <w:bookmarkEnd w:id="875"/>
      <w:bookmarkEnd w:id="876"/>
      <w:bookmarkEnd w:id="877"/>
      <w:bookmarkEnd w:id="878"/>
      <w:bookmarkEnd w:id="879"/>
      <w:bookmarkEnd w:id="880"/>
      <w:bookmarkEnd w:id="88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700632319"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700632320"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700632321"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70063232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70063232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70063232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700632325"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3" w:name="_Toc204048525"/>
      <w:bookmarkStart w:id="884" w:name="_Toc400526118"/>
      <w:bookmarkStart w:id="885" w:name="_Toc405534436"/>
      <w:bookmarkStart w:id="886" w:name="_Toc406570449"/>
      <w:bookmarkStart w:id="887" w:name="_Toc410910601"/>
      <w:bookmarkStart w:id="888" w:name="_Toc411841029"/>
      <w:bookmarkStart w:id="889" w:name="_Toc422146991"/>
      <w:bookmarkStart w:id="890" w:name="_Toc433020587"/>
      <w:bookmarkStart w:id="891" w:name="_Toc437262028"/>
      <w:bookmarkStart w:id="89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1.9pt" o:ole="">
                  <v:imagedata r:id="rId21" o:title=""/>
                </v:shape>
                <o:OLEObject Type="Embed" ProgID="Equation.3" ShapeID="_x0000_i1032" DrawAspect="Content" ObjectID="_1700632326"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1.9pt" o:ole="">
                  <v:imagedata r:id="rId21" o:title=""/>
                </v:shape>
                <o:OLEObject Type="Embed" ProgID="Equation.3" ShapeID="_x0000_i1033" DrawAspect="Content" ObjectID="_1700632327"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1.9pt" o:ole="">
                  <v:imagedata r:id="rId21" o:title=""/>
                </v:shape>
                <o:OLEObject Type="Embed" ProgID="Equation.3" ShapeID="_x0000_i1034" DrawAspect="Content" ObjectID="_1700632328"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3" w:name="_Toc75942428"/>
      <w:r w:rsidRPr="00AE0E6D">
        <w:rPr>
          <w:b/>
        </w:rPr>
        <w:lastRenderedPageBreak/>
        <w:t>3.5.2.2</w:t>
      </w:r>
      <w:r w:rsidRPr="00AE0E6D">
        <w:rPr>
          <w:b/>
        </w:rPr>
        <w:tab/>
        <w:t>South 345 kV Hub (South 345)</w:t>
      </w:r>
      <w:bookmarkEnd w:id="883"/>
      <w:bookmarkEnd w:id="884"/>
      <w:bookmarkEnd w:id="885"/>
      <w:bookmarkEnd w:id="886"/>
      <w:bookmarkEnd w:id="887"/>
      <w:bookmarkEnd w:id="888"/>
      <w:bookmarkEnd w:id="889"/>
      <w:bookmarkEnd w:id="890"/>
      <w:bookmarkEnd w:id="891"/>
      <w:bookmarkEnd w:id="892"/>
      <w:bookmarkEnd w:id="89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9pt" o:ole="">
            <v:imagedata r:id="rId15" o:title=""/>
          </v:shape>
          <o:OLEObject Type="Embed" ProgID="Equation.3" ShapeID="_x0000_i1035" DrawAspect="Content" ObjectID="_1700632329"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9pt" o:ole="">
            <v:imagedata r:id="rId17" o:title=""/>
          </v:shape>
          <o:OLEObject Type="Embed" ProgID="Equation.3" ShapeID="_x0000_i1036" DrawAspect="Content" ObjectID="_1700632330"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9pt" o:ole="">
            <v:imagedata r:id="rId19" o:title=""/>
          </v:shape>
          <o:OLEObject Type="Embed" ProgID="Equation.3" ShapeID="_x0000_i1037" DrawAspect="Content" ObjectID="_1700632331"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1.9pt" o:ole="">
            <v:imagedata r:id="rId21" o:title=""/>
          </v:shape>
          <o:OLEObject Type="Embed" ProgID="Equation.3" ShapeID="_x0000_i1038" DrawAspect="Content" ObjectID="_1700632332"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1.9pt" o:ole="">
            <v:imagedata r:id="rId21" o:title=""/>
          </v:shape>
          <o:OLEObject Type="Embed" ProgID="Equation.3" ShapeID="_x0000_i1039" DrawAspect="Content" ObjectID="_1700632333"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1.9pt" o:ole="">
            <v:imagedata r:id="rId21" o:title=""/>
          </v:shape>
          <o:OLEObject Type="Embed" ProgID="Equation.3" ShapeID="_x0000_i1040" DrawAspect="Content" ObjectID="_1700632334"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9pt" o:ole="">
            <v:imagedata r:id="rId25" o:title=""/>
          </v:shape>
          <o:OLEObject Type="Embed" ProgID="Equation.3" ShapeID="_x0000_i1041" DrawAspect="Content" ObjectID="_1700632335"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4" w:name="_Toc400526119"/>
      <w:bookmarkStart w:id="895" w:name="_Toc405534437"/>
      <w:bookmarkStart w:id="896" w:name="_Toc406570450"/>
      <w:bookmarkStart w:id="897" w:name="_Toc410910602"/>
      <w:bookmarkStart w:id="898" w:name="_Toc411841030"/>
      <w:bookmarkStart w:id="899" w:name="_Toc422146992"/>
      <w:bookmarkStart w:id="900" w:name="_Toc433020588"/>
      <w:bookmarkStart w:id="901" w:name="_Toc437262029"/>
      <w:bookmarkStart w:id="90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1.9pt" o:ole="">
                  <v:imagedata r:id="rId21" o:title=""/>
                </v:shape>
                <o:OLEObject Type="Embed" ProgID="Equation.3" ShapeID="_x0000_i1042" DrawAspect="Content" ObjectID="_1700632336"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1.9pt" o:ole="">
                  <v:imagedata r:id="rId21" o:title=""/>
                </v:shape>
                <o:OLEObject Type="Embed" ProgID="Equation.3" ShapeID="_x0000_i1043" DrawAspect="Content" ObjectID="_1700632337"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1.9pt" o:ole="">
                  <v:imagedata r:id="rId21" o:title=""/>
                </v:shape>
                <o:OLEObject Type="Embed" ProgID="Equation.3" ShapeID="_x0000_i1044" DrawAspect="Content" ObjectID="_1700632338"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3" w:name="_Toc75942429"/>
      <w:r w:rsidRPr="00AE0E6D">
        <w:rPr>
          <w:b/>
        </w:rPr>
        <w:t>3.5.2.3</w:t>
      </w:r>
      <w:r w:rsidRPr="00AE0E6D">
        <w:rPr>
          <w:b/>
        </w:rPr>
        <w:tab/>
        <w:t>Houston 345 kV Hub (Houston 345)</w:t>
      </w:r>
      <w:bookmarkEnd w:id="882"/>
      <w:bookmarkEnd w:id="894"/>
      <w:bookmarkEnd w:id="895"/>
      <w:bookmarkEnd w:id="896"/>
      <w:bookmarkEnd w:id="897"/>
      <w:bookmarkEnd w:id="898"/>
      <w:bookmarkEnd w:id="899"/>
      <w:bookmarkEnd w:id="900"/>
      <w:bookmarkEnd w:id="901"/>
      <w:bookmarkEnd w:id="902"/>
      <w:bookmarkEnd w:id="90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9pt" o:ole="">
            <v:imagedata r:id="rId15" o:title=""/>
          </v:shape>
          <o:OLEObject Type="Embed" ProgID="Equation.3" ShapeID="_x0000_i1045" DrawAspect="Content" ObjectID="_1700632339"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9pt" o:ole="">
            <v:imagedata r:id="rId17" o:title=""/>
          </v:shape>
          <o:OLEObject Type="Embed" ProgID="Equation.3" ShapeID="_x0000_i1046" DrawAspect="Content" ObjectID="_1700632340"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9pt" o:ole="">
            <v:imagedata r:id="rId19" o:title=""/>
          </v:shape>
          <o:OLEObject Type="Embed" ProgID="Equation.3" ShapeID="_x0000_i1047" DrawAspect="Content" ObjectID="_1700632341"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1.9pt" o:ole="">
            <v:imagedata r:id="rId21" o:title=""/>
          </v:shape>
          <o:OLEObject Type="Embed" ProgID="Equation.3" ShapeID="_x0000_i1048" DrawAspect="Content" ObjectID="_1700632342"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1.9pt" o:ole="">
            <v:imagedata r:id="rId21" o:title=""/>
          </v:shape>
          <o:OLEObject Type="Embed" ProgID="Equation.3" ShapeID="_x0000_i1049" DrawAspect="Content" ObjectID="_1700632343"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1.9pt" o:ole="">
            <v:imagedata r:id="rId21" o:title=""/>
          </v:shape>
          <o:OLEObject Type="Embed" ProgID="Equation.3" ShapeID="_x0000_i1050" DrawAspect="Content" ObjectID="_1700632344"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9pt" o:ole="">
            <v:imagedata r:id="rId25" o:title=""/>
          </v:shape>
          <o:OLEObject Type="Embed" ProgID="Equation.3" ShapeID="_x0000_i1051" DrawAspect="Content" ObjectID="_1700632345"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5" w:name="_Toc400526120"/>
      <w:bookmarkStart w:id="906" w:name="_Toc405534438"/>
      <w:bookmarkStart w:id="907" w:name="_Toc406570451"/>
      <w:bookmarkStart w:id="908" w:name="_Toc410910603"/>
      <w:bookmarkStart w:id="909" w:name="_Toc411841031"/>
      <w:bookmarkStart w:id="910" w:name="_Toc422146993"/>
      <w:bookmarkStart w:id="911" w:name="_Toc433020589"/>
      <w:bookmarkStart w:id="912" w:name="_Toc437262030"/>
      <w:bookmarkStart w:id="91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1.9pt" o:ole="">
                  <v:imagedata r:id="rId21" o:title=""/>
                </v:shape>
                <o:OLEObject Type="Embed" ProgID="Equation.3" ShapeID="_x0000_i1052" DrawAspect="Content" ObjectID="_1700632346"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1.9pt" o:ole="">
                  <v:imagedata r:id="rId21" o:title=""/>
                </v:shape>
                <o:OLEObject Type="Embed" ProgID="Equation.3" ShapeID="_x0000_i1053" DrawAspect="Content" ObjectID="_1700632347"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1.9pt" o:ole="">
                  <v:imagedata r:id="rId21" o:title=""/>
                </v:shape>
                <o:OLEObject Type="Embed" ProgID="Equation.3" ShapeID="_x0000_i1054" DrawAspect="Content" ObjectID="_1700632348"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4" w:name="_Toc75942430"/>
      <w:r w:rsidRPr="00AE0E6D">
        <w:rPr>
          <w:b/>
        </w:rPr>
        <w:lastRenderedPageBreak/>
        <w:t>3.5.2.4</w:t>
      </w:r>
      <w:r w:rsidRPr="00AE0E6D">
        <w:rPr>
          <w:b/>
        </w:rPr>
        <w:tab/>
        <w:t>West 345 kV Hub (West 345)</w:t>
      </w:r>
      <w:bookmarkEnd w:id="904"/>
      <w:bookmarkEnd w:id="905"/>
      <w:bookmarkEnd w:id="906"/>
      <w:bookmarkEnd w:id="907"/>
      <w:bookmarkEnd w:id="908"/>
      <w:bookmarkEnd w:id="909"/>
      <w:bookmarkEnd w:id="910"/>
      <w:bookmarkEnd w:id="911"/>
      <w:bookmarkEnd w:id="912"/>
      <w:bookmarkEnd w:id="913"/>
      <w:bookmarkEnd w:id="91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9pt" o:ole="">
            <v:imagedata r:id="rId15" o:title=""/>
          </v:shape>
          <o:OLEObject Type="Embed" ProgID="Equation.3" ShapeID="_x0000_i1055" DrawAspect="Content" ObjectID="_1700632349"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9pt" o:ole="">
            <v:imagedata r:id="rId17" o:title=""/>
          </v:shape>
          <o:OLEObject Type="Embed" ProgID="Equation.3" ShapeID="_x0000_i1056" DrawAspect="Content" ObjectID="_1700632350"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9pt" o:ole="">
            <v:imagedata r:id="rId19" o:title=""/>
          </v:shape>
          <o:OLEObject Type="Embed" ProgID="Equation.3" ShapeID="_x0000_i1057" DrawAspect="Content" ObjectID="_1700632351"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1.9pt" o:ole="">
            <v:imagedata r:id="rId21" o:title=""/>
          </v:shape>
          <o:OLEObject Type="Embed" ProgID="Equation.3" ShapeID="_x0000_i1058" DrawAspect="Content" ObjectID="_1700632352"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1.9pt" o:ole="">
            <v:imagedata r:id="rId21" o:title=""/>
          </v:shape>
          <o:OLEObject Type="Embed" ProgID="Equation.3" ShapeID="_x0000_i1059" DrawAspect="Content" ObjectID="_1700632353"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1.9pt" o:ole="">
            <v:imagedata r:id="rId21" o:title=""/>
          </v:shape>
          <o:OLEObject Type="Embed" ProgID="Equation.3" ShapeID="_x0000_i1060" DrawAspect="Content" ObjectID="_1700632354"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9pt" o:ole="">
            <v:imagedata r:id="rId25" o:title=""/>
          </v:shape>
          <o:OLEObject Type="Embed" ProgID="Equation.3" ShapeID="_x0000_i1061" DrawAspect="Content" ObjectID="_1700632355"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6" w:name="_Toc400526121"/>
      <w:bookmarkStart w:id="917" w:name="_Toc405534439"/>
      <w:bookmarkStart w:id="918" w:name="_Toc406570452"/>
      <w:bookmarkStart w:id="919" w:name="_Toc410910604"/>
      <w:bookmarkStart w:id="920" w:name="_Toc411841032"/>
      <w:bookmarkStart w:id="921" w:name="_Toc422146994"/>
      <w:bookmarkStart w:id="922" w:name="_Toc433020590"/>
      <w:bookmarkStart w:id="923" w:name="_Toc437262031"/>
      <w:bookmarkStart w:id="92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1.9pt" o:ole="">
                  <v:imagedata r:id="rId21" o:title=""/>
                </v:shape>
                <o:OLEObject Type="Embed" ProgID="Equation.3" ShapeID="_x0000_i1062" DrawAspect="Content" ObjectID="_1700632356"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1.9pt" o:ole="">
                  <v:imagedata r:id="rId21" o:title=""/>
                </v:shape>
                <o:OLEObject Type="Embed" ProgID="Equation.3" ShapeID="_x0000_i1063" DrawAspect="Content" ObjectID="_1700632357"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1.9pt" o:ole="">
                  <v:imagedata r:id="rId21" o:title=""/>
                </v:shape>
                <o:OLEObject Type="Embed" ProgID="Equation.3" ShapeID="_x0000_i1064" DrawAspect="Content" ObjectID="_1700632358"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5" w:name="_Toc75942431"/>
      <w:r w:rsidRPr="00754830">
        <w:rPr>
          <w:b/>
        </w:rPr>
        <w:lastRenderedPageBreak/>
        <w:t>3.5.2.5</w:t>
      </w:r>
      <w:r w:rsidRPr="00754830">
        <w:rPr>
          <w:b/>
        </w:rPr>
        <w:tab/>
        <w:t>Panhandle 345 kV Hub (Pan 345)</w:t>
      </w:r>
      <w:bookmarkEnd w:id="92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9pt" o:ole="">
            <v:imagedata r:id="rId60" o:title=""/>
          </v:shape>
          <o:OLEObject Type="Embed" ProgID="Equation.3" ShapeID="_x0000_i1065" DrawAspect="Content" ObjectID="_1700632359"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1.9pt" o:ole="">
            <v:imagedata r:id="rId21" o:title=""/>
          </v:shape>
          <o:OLEObject Type="Embed" ProgID="Equation.3" ShapeID="_x0000_i1066" DrawAspect="Content" ObjectID="_1700632360"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1.9pt" o:ole="">
            <v:imagedata r:id="rId21" o:title=""/>
          </v:shape>
          <o:OLEObject Type="Embed" ProgID="Equation.3" ShapeID="_x0000_i1067" DrawAspect="Content" ObjectID="_1700632361"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1.9pt" o:ole="">
            <v:imagedata r:id="rId21" o:title=""/>
          </v:shape>
          <o:OLEObject Type="Embed" ProgID="Equation.3" ShapeID="_x0000_i1068" DrawAspect="Content" ObjectID="_1700632362"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1.9pt" o:ole="">
            <v:imagedata r:id="rId21" o:title=""/>
          </v:shape>
          <o:OLEObject Type="Embed" ProgID="Equation.3" ShapeID="_x0000_i1069" DrawAspect="Content" ObjectID="_1700632363"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1.9pt" o:ole="">
            <v:imagedata r:id="rId21" o:title=""/>
          </v:shape>
          <o:OLEObject Type="Embed" ProgID="Equation.3" ShapeID="_x0000_i1070" DrawAspect="Content" ObjectID="_1700632364"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9pt" o:ole="">
            <v:imagedata r:id="rId25" o:title=""/>
          </v:shape>
          <o:OLEObject Type="Embed" ProgID="Equation.3" ShapeID="_x0000_i1071" DrawAspect="Content" ObjectID="_1700632365"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1.9pt" o:ole="">
                  <v:imagedata r:id="rId21" o:title=""/>
                </v:shape>
                <o:OLEObject Type="Embed" ProgID="Equation.3" ShapeID="_x0000_i1072" DrawAspect="Content" ObjectID="_1700632366"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1.9pt" o:ole="">
                  <v:imagedata r:id="rId21" o:title=""/>
                </v:shape>
                <o:OLEObject Type="Embed" ProgID="Equation.3" ShapeID="_x0000_i1073" DrawAspect="Content" ObjectID="_1700632367"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1.9pt" o:ole="">
                  <v:imagedata r:id="rId21" o:title=""/>
                </v:shape>
                <o:OLEObject Type="Embed" ProgID="Equation.3" ShapeID="_x0000_i1074" DrawAspect="Content" ObjectID="_1700632368"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6" w:name="_Toc28421523"/>
            <w:bookmarkStart w:id="927" w:name="_Toc33773569"/>
            <w:bookmarkStart w:id="928" w:name="_Toc38964961"/>
            <w:bookmarkStart w:id="929" w:name="_Toc44313241"/>
            <w:bookmarkStart w:id="930" w:name="_Toc46954766"/>
            <w:bookmarkStart w:id="931" w:name="_Toc49589403"/>
            <w:bookmarkStart w:id="932" w:name="_Toc56671747"/>
            <w:bookmarkStart w:id="933" w:name="_Toc60037288"/>
            <w:bookmarkStart w:id="934" w:name="_Toc65141375"/>
            <w:bookmarkStart w:id="935" w:name="_Toc68163708"/>
            <w:bookmarkStart w:id="936" w:name="_Toc75942432"/>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6"/>
            <w:bookmarkEnd w:id="927"/>
            <w:bookmarkEnd w:id="928"/>
            <w:bookmarkEnd w:id="929"/>
            <w:bookmarkEnd w:id="930"/>
            <w:bookmarkEnd w:id="931"/>
            <w:bookmarkEnd w:id="932"/>
            <w:bookmarkEnd w:id="933"/>
            <w:bookmarkEnd w:id="934"/>
            <w:bookmarkEnd w:id="935"/>
            <w:bookmarkEnd w:id="93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7" w:name="_Toc75942433"/>
      <w:r w:rsidRPr="00AE0E6D">
        <w:rPr>
          <w:b/>
        </w:rPr>
        <w:lastRenderedPageBreak/>
        <w:t>3.5.2.</w:t>
      </w:r>
      <w:r w:rsidR="00B5084E">
        <w:rPr>
          <w:b/>
        </w:rPr>
        <w:t>6</w:t>
      </w:r>
      <w:r w:rsidRPr="00AE0E6D">
        <w:rPr>
          <w:b/>
        </w:rPr>
        <w:tab/>
        <w:t>ERCOT Hub Average 345 kV Hub (ERCOT 345)</w:t>
      </w:r>
      <w:bookmarkEnd w:id="915"/>
      <w:bookmarkEnd w:id="916"/>
      <w:bookmarkEnd w:id="917"/>
      <w:bookmarkEnd w:id="918"/>
      <w:bookmarkEnd w:id="919"/>
      <w:bookmarkEnd w:id="920"/>
      <w:bookmarkEnd w:id="921"/>
      <w:bookmarkEnd w:id="922"/>
      <w:bookmarkEnd w:id="923"/>
      <w:bookmarkEnd w:id="924"/>
      <w:bookmarkEnd w:id="93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8" w:name="_Toc204048529"/>
      <w:bookmarkStart w:id="939" w:name="_Toc400526122"/>
      <w:bookmarkStart w:id="940" w:name="_Toc405534440"/>
      <w:bookmarkStart w:id="941" w:name="_Toc406570453"/>
      <w:bookmarkStart w:id="942" w:name="_Toc410910605"/>
      <w:bookmarkStart w:id="943" w:name="_Toc411841033"/>
      <w:bookmarkStart w:id="944" w:name="_Toc422146995"/>
      <w:bookmarkStart w:id="945" w:name="_Toc433020591"/>
      <w:bookmarkStart w:id="946" w:name="_Toc437262032"/>
      <w:bookmarkStart w:id="947" w:name="_Toc478375207"/>
      <w:bookmarkStart w:id="948" w:name="_Toc75942434"/>
      <w:r w:rsidRPr="00AE0E6D">
        <w:rPr>
          <w:b/>
        </w:rPr>
        <w:lastRenderedPageBreak/>
        <w:t>3.5.2.</w:t>
      </w:r>
      <w:r w:rsidR="00B5084E">
        <w:rPr>
          <w:b/>
        </w:rPr>
        <w:t>7</w:t>
      </w:r>
      <w:r w:rsidRPr="00AE0E6D">
        <w:rPr>
          <w:b/>
        </w:rPr>
        <w:tab/>
        <w:t>ERCOT Bus Average 345 kV Hub (ERCOT 345 Bus)</w:t>
      </w:r>
      <w:bookmarkEnd w:id="938"/>
      <w:bookmarkEnd w:id="939"/>
      <w:bookmarkEnd w:id="940"/>
      <w:bookmarkEnd w:id="941"/>
      <w:bookmarkEnd w:id="942"/>
      <w:bookmarkEnd w:id="943"/>
      <w:bookmarkEnd w:id="944"/>
      <w:bookmarkEnd w:id="945"/>
      <w:bookmarkEnd w:id="946"/>
      <w:bookmarkEnd w:id="947"/>
      <w:bookmarkEnd w:id="94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9pt" o:ole="">
            <v:imagedata r:id="rId15" o:title=""/>
          </v:shape>
          <o:OLEObject Type="Embed" ProgID="Equation.3" ShapeID="_x0000_i1075" DrawAspect="Content" ObjectID="_1700632369"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9pt" o:ole="">
            <v:imagedata r:id="rId17" o:title=""/>
          </v:shape>
          <o:OLEObject Type="Embed" ProgID="Equation.3" ShapeID="_x0000_i1076" DrawAspect="Content" ObjectID="_1700632370"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9pt" o:ole="">
            <v:imagedata r:id="rId19" o:title=""/>
          </v:shape>
          <o:OLEObject Type="Embed" ProgID="Equation.3" ShapeID="_x0000_i1077" DrawAspect="Content" ObjectID="_1700632371"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1.9pt" o:ole="">
            <v:imagedata r:id="rId21" o:title=""/>
          </v:shape>
          <o:OLEObject Type="Embed" ProgID="Equation.3" ShapeID="_x0000_i1078" DrawAspect="Content" ObjectID="_1700632372"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1.9pt" o:ole="">
            <v:imagedata r:id="rId21" o:title=""/>
          </v:shape>
          <o:OLEObject Type="Embed" ProgID="Equation.3" ShapeID="_x0000_i1079" DrawAspect="Content" ObjectID="_1700632373"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1.9pt" o:ole="">
            <v:imagedata r:id="rId21" o:title=""/>
          </v:shape>
          <o:OLEObject Type="Embed" ProgID="Equation.3" ShapeID="_x0000_i1080" DrawAspect="Content" ObjectID="_1700632374"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9pt" o:ole="">
            <v:imagedata r:id="rId25" o:title=""/>
          </v:shape>
          <o:OLEObject Type="Embed" ProgID="Equation.3" ShapeID="_x0000_i1081" DrawAspect="Content" ObjectID="_1700632375"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9" w:name="_Toc204048530"/>
      <w:bookmarkStart w:id="950" w:name="_Toc400526123"/>
      <w:bookmarkStart w:id="951" w:name="_Toc405534441"/>
      <w:bookmarkStart w:id="952" w:name="_Toc406570454"/>
      <w:bookmarkStart w:id="953" w:name="_Toc410910606"/>
      <w:bookmarkStart w:id="954" w:name="_Toc411841034"/>
      <w:bookmarkStart w:id="955" w:name="_Toc422146996"/>
      <w:bookmarkStart w:id="956" w:name="_Toc433020592"/>
      <w:bookmarkStart w:id="957" w:name="_Toc437262033"/>
      <w:bookmarkStart w:id="95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1.9pt" o:ole="">
                  <v:imagedata r:id="rId21" o:title=""/>
                </v:shape>
                <o:OLEObject Type="Embed" ProgID="Equation.3" ShapeID="_x0000_i1082" DrawAspect="Content" ObjectID="_1700632376"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1.9pt" o:ole="">
                  <v:imagedata r:id="rId21" o:title=""/>
                </v:shape>
                <o:OLEObject Type="Embed" ProgID="Equation.3" ShapeID="_x0000_i1083" DrawAspect="Content" ObjectID="_1700632377"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1.9pt" o:ole="">
                  <v:imagedata r:id="rId21" o:title=""/>
                </v:shape>
                <o:OLEObject Type="Embed" ProgID="Equation.3" ShapeID="_x0000_i1084" DrawAspect="Content" ObjectID="_1700632378"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9" w:name="_Toc75942435"/>
      <w:r>
        <w:lastRenderedPageBreak/>
        <w:t>3.5.3</w:t>
      </w:r>
      <w:r>
        <w:tab/>
        <w:t>ERCOT Responsibilities for Managing Hubs</w:t>
      </w:r>
      <w:bookmarkEnd w:id="949"/>
      <w:bookmarkEnd w:id="950"/>
      <w:bookmarkEnd w:id="951"/>
      <w:bookmarkEnd w:id="952"/>
      <w:bookmarkEnd w:id="953"/>
      <w:bookmarkEnd w:id="954"/>
      <w:bookmarkEnd w:id="955"/>
      <w:bookmarkEnd w:id="956"/>
      <w:bookmarkEnd w:id="957"/>
      <w:bookmarkEnd w:id="958"/>
      <w:bookmarkEnd w:id="959"/>
    </w:p>
    <w:p w14:paraId="3BB95366" w14:textId="77777777" w:rsidR="00CB13B2" w:rsidRPr="00AE0E6D" w:rsidRDefault="002D238A">
      <w:pPr>
        <w:pStyle w:val="H4"/>
        <w:rPr>
          <w:b/>
        </w:rPr>
      </w:pPr>
      <w:bookmarkStart w:id="960" w:name="_Toc204048531"/>
      <w:bookmarkStart w:id="961" w:name="_Toc400526124"/>
      <w:bookmarkStart w:id="962" w:name="_Toc405534442"/>
      <w:bookmarkStart w:id="963" w:name="_Toc406570455"/>
      <w:bookmarkStart w:id="964" w:name="_Toc410910607"/>
      <w:bookmarkStart w:id="965" w:name="_Toc411841035"/>
      <w:bookmarkStart w:id="966" w:name="_Toc422146997"/>
      <w:bookmarkStart w:id="967" w:name="_Toc433020593"/>
      <w:bookmarkStart w:id="968" w:name="_Toc437262034"/>
      <w:bookmarkStart w:id="969" w:name="_Toc478375209"/>
      <w:bookmarkStart w:id="970" w:name="_Toc75942436"/>
      <w:r w:rsidRPr="00AE0E6D">
        <w:rPr>
          <w:b/>
        </w:rPr>
        <w:t>3.5.3.1</w:t>
      </w:r>
      <w:r w:rsidRPr="00AE0E6D">
        <w:rPr>
          <w:b/>
        </w:rPr>
        <w:tab/>
        <w:t>Posting of Hub Buses and Electrical Buses included in Hubs</w:t>
      </w:r>
      <w:bookmarkEnd w:id="960"/>
      <w:bookmarkEnd w:id="961"/>
      <w:bookmarkEnd w:id="962"/>
      <w:bookmarkEnd w:id="963"/>
      <w:bookmarkEnd w:id="964"/>
      <w:bookmarkEnd w:id="965"/>
      <w:bookmarkEnd w:id="966"/>
      <w:bookmarkEnd w:id="967"/>
      <w:bookmarkEnd w:id="968"/>
      <w:bookmarkEnd w:id="969"/>
      <w:bookmarkEnd w:id="97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1" w:name="_Toc204048532"/>
      <w:bookmarkStart w:id="972" w:name="_Toc400526125"/>
      <w:bookmarkStart w:id="973" w:name="_Toc405534443"/>
      <w:bookmarkStart w:id="974" w:name="_Toc406570456"/>
      <w:bookmarkStart w:id="975" w:name="_Toc410910608"/>
      <w:bookmarkStart w:id="976" w:name="_Toc411841036"/>
      <w:bookmarkStart w:id="977" w:name="_Toc422146998"/>
      <w:bookmarkStart w:id="978" w:name="_Toc433020594"/>
      <w:bookmarkStart w:id="979" w:name="_Toc437262035"/>
      <w:bookmarkStart w:id="980" w:name="_Toc478375210"/>
      <w:bookmarkStart w:id="981" w:name="_Toc75942437"/>
      <w:r w:rsidRPr="00AE0E6D">
        <w:rPr>
          <w:b/>
        </w:rPr>
        <w:t>3.5.3.2</w:t>
      </w:r>
      <w:r w:rsidRPr="00AE0E6D">
        <w:rPr>
          <w:b/>
        </w:rPr>
        <w:tab/>
        <w:t>Calculation of Hub Prices</w:t>
      </w:r>
      <w:bookmarkEnd w:id="971"/>
      <w:bookmarkEnd w:id="972"/>
      <w:bookmarkEnd w:id="973"/>
      <w:bookmarkEnd w:id="974"/>
      <w:bookmarkEnd w:id="975"/>
      <w:bookmarkEnd w:id="976"/>
      <w:bookmarkEnd w:id="977"/>
      <w:bookmarkEnd w:id="978"/>
      <w:bookmarkEnd w:id="979"/>
      <w:bookmarkEnd w:id="980"/>
      <w:bookmarkEnd w:id="98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2" w:name="_Toc204048533"/>
      <w:bookmarkStart w:id="983" w:name="_Toc400526126"/>
      <w:bookmarkStart w:id="984" w:name="_Toc405534444"/>
      <w:bookmarkStart w:id="985" w:name="_Toc406570457"/>
      <w:bookmarkStart w:id="986" w:name="_Toc410910609"/>
      <w:bookmarkStart w:id="987" w:name="_Toc411841037"/>
      <w:bookmarkStart w:id="988" w:name="_Toc422146999"/>
      <w:bookmarkStart w:id="989" w:name="_Toc433020595"/>
      <w:bookmarkStart w:id="990" w:name="_Toc437262036"/>
      <w:bookmarkStart w:id="991" w:name="_Toc478375211"/>
      <w:bookmarkStart w:id="992" w:name="_Toc75942438"/>
      <w:r>
        <w:t>3.6</w:t>
      </w:r>
      <w:r>
        <w:tab/>
        <w:t>Load Participation</w:t>
      </w:r>
      <w:bookmarkEnd w:id="982"/>
      <w:bookmarkEnd w:id="983"/>
      <w:bookmarkEnd w:id="984"/>
      <w:bookmarkEnd w:id="985"/>
      <w:bookmarkEnd w:id="986"/>
      <w:bookmarkEnd w:id="987"/>
      <w:bookmarkEnd w:id="988"/>
      <w:bookmarkEnd w:id="989"/>
      <w:bookmarkEnd w:id="990"/>
      <w:bookmarkEnd w:id="991"/>
      <w:bookmarkEnd w:id="992"/>
    </w:p>
    <w:p w14:paraId="12997029" w14:textId="77777777" w:rsidR="00277082" w:rsidRPr="002047C1" w:rsidRDefault="00277082" w:rsidP="00277082">
      <w:pPr>
        <w:pStyle w:val="BodyText"/>
        <w:spacing w:before="240"/>
        <w:ind w:left="907" w:hanging="907"/>
        <w:outlineLvl w:val="2"/>
        <w:rPr>
          <w:b/>
          <w:i/>
        </w:rPr>
      </w:pPr>
      <w:bookmarkStart w:id="993" w:name="_Toc400526127"/>
      <w:bookmarkStart w:id="994" w:name="_Toc405534445"/>
      <w:bookmarkStart w:id="995" w:name="_Toc406570458"/>
      <w:bookmarkStart w:id="996" w:name="_Toc410910610"/>
      <w:bookmarkStart w:id="997" w:name="_Toc411841038"/>
      <w:bookmarkStart w:id="998" w:name="_Toc422147000"/>
      <w:bookmarkStart w:id="999" w:name="_Toc433020596"/>
      <w:bookmarkStart w:id="1000" w:name="_Toc437262037"/>
      <w:bookmarkStart w:id="1001" w:name="_Toc478375212"/>
      <w:bookmarkStart w:id="1002" w:name="_Toc75942439"/>
      <w:r>
        <w:rPr>
          <w:b/>
          <w:i/>
        </w:rPr>
        <w:t>3.6.1</w:t>
      </w:r>
      <w:r>
        <w:rPr>
          <w:b/>
          <w:i/>
        </w:rPr>
        <w:tab/>
        <w:t>Load Resource Participation</w:t>
      </w:r>
      <w:bookmarkEnd w:id="993"/>
      <w:bookmarkEnd w:id="994"/>
      <w:bookmarkEnd w:id="995"/>
      <w:bookmarkEnd w:id="996"/>
      <w:bookmarkEnd w:id="997"/>
      <w:bookmarkEnd w:id="998"/>
      <w:bookmarkEnd w:id="999"/>
      <w:bookmarkEnd w:id="1000"/>
      <w:bookmarkEnd w:id="1001"/>
      <w:bookmarkEnd w:id="1002"/>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798DE2CD" w:rsidR="00277082" w:rsidRDefault="00277082" w:rsidP="00AA261A">
      <w:pPr>
        <w:pStyle w:val="List2"/>
        <w:spacing w:before="240"/>
      </w:pPr>
      <w:r>
        <w:t>(iv)</w:t>
      </w:r>
      <w:r>
        <w:tab/>
        <w:t xml:space="preserve">Non-Spinning Reserve (Non-Spin) </w:t>
      </w:r>
      <w:r w:rsidRPr="006A6281">
        <w:t>as a Controllable Load Resource qualified for SCED Dispatch</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7048A4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69F9FB91" w14:textId="77B06D99" w:rsidR="00A67CAE" w:rsidRDefault="00A67CAE" w:rsidP="00C730E1">
            <w:pPr>
              <w:spacing w:before="120" w:after="240"/>
              <w:rPr>
                <w:b/>
                <w:i/>
              </w:rPr>
            </w:pPr>
            <w:r>
              <w:rPr>
                <w:b/>
                <w:i/>
              </w:rPr>
              <w:t>[NPRR1093</w:t>
            </w:r>
            <w:r w:rsidRPr="004B0726">
              <w:rPr>
                <w:b/>
                <w:i/>
              </w:rPr>
              <w:t xml:space="preserve">: </w:t>
            </w:r>
            <w:r>
              <w:rPr>
                <w:b/>
                <w:i/>
              </w:rPr>
              <w:t xml:space="preserve"> Replace item (iv) above with the following upon system implementation:</w:t>
            </w:r>
            <w:r w:rsidRPr="004B0726">
              <w:rPr>
                <w:b/>
                <w:i/>
              </w:rPr>
              <w:t>]</w:t>
            </w:r>
          </w:p>
          <w:p w14:paraId="1689D735" w14:textId="77777777" w:rsidR="00A67CAE" w:rsidRDefault="00A67CAE" w:rsidP="00A67CAE">
            <w:pPr>
              <w:spacing w:after="240"/>
              <w:ind w:left="2160" w:hanging="720"/>
            </w:pPr>
            <w:r w:rsidRPr="00DC146C">
              <w:t>(iv)</w:t>
            </w:r>
            <w:r w:rsidRPr="00DC146C">
              <w:tab/>
              <w:t>Non-Spinning Reserve (Non-Spin</w:t>
            </w:r>
            <w:r w:rsidRPr="00346B2A">
              <w:t xml:space="preserve">) as a Controllable Load Resource qualified for SCED Dispatch or as a Load Resource </w:t>
            </w:r>
            <w:r>
              <w:t>that is not</w:t>
            </w:r>
            <w:r w:rsidRPr="00346B2A">
              <w:t xml:space="preserve"> a Controllable Load Resource and that is not controlled by under-frequency relay; and</w:t>
            </w:r>
          </w:p>
          <w:p w14:paraId="702C5869" w14:textId="52E2C2E1" w:rsidR="00A67CAE" w:rsidRPr="00A67CAE" w:rsidRDefault="00A67CAE" w:rsidP="00A67CAE">
            <w:pPr>
              <w:spacing w:after="240"/>
              <w:ind w:left="2160" w:hanging="720"/>
            </w:pPr>
            <w:r>
              <w:t>(v)</w:t>
            </w:r>
            <w:r>
              <w:tab/>
              <w:t xml:space="preserve">A Load Resource that is not a Controllable Load Resource cannot simultaneously provide </w:t>
            </w:r>
            <w:r w:rsidRPr="00444A38">
              <w:t>Non-Spin and RRS</w:t>
            </w:r>
            <w:r>
              <w:t xml:space="preserve"> in Real-Time;</w:t>
            </w:r>
          </w:p>
        </w:tc>
      </w:tr>
    </w:tbl>
    <w:p w14:paraId="283D1948" w14:textId="489D3719" w:rsidR="00277082" w:rsidRPr="006A6281" w:rsidRDefault="00277082" w:rsidP="006D6304">
      <w:pPr>
        <w:pStyle w:val="List"/>
        <w:spacing w:before="240"/>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lastRenderedPageBreak/>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lastRenderedPageBreak/>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3" w:name="_Toc400526128"/>
      <w:bookmarkStart w:id="1004" w:name="_Toc405534446"/>
      <w:bookmarkStart w:id="1005" w:name="_Toc406570459"/>
      <w:bookmarkStart w:id="1006" w:name="_Toc410910611"/>
      <w:bookmarkStart w:id="1007" w:name="_Toc411841039"/>
      <w:bookmarkStart w:id="1008" w:name="_Toc422147001"/>
      <w:bookmarkStart w:id="1009" w:name="_Toc433020597"/>
      <w:bookmarkStart w:id="101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11"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bookmarkStart w:id="1012" w:name="_Toc75942440"/>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w:t>
      </w:r>
      <w:r w:rsidRPr="002675AF">
        <w:lastRenderedPageBreak/>
        <w:t xml:space="preserve">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1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bookmarkEnd w:id="1013"/>
    <w:p w14:paraId="2B9F68DA" w14:textId="36B90D93" w:rsidR="00277082" w:rsidRPr="006A6281" w:rsidRDefault="00277082" w:rsidP="006D6304">
      <w:pPr>
        <w:pStyle w:val="H3"/>
      </w:pPr>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3"/>
      <w:bookmarkEnd w:id="1004"/>
      <w:bookmarkEnd w:id="1005"/>
      <w:bookmarkEnd w:id="1006"/>
      <w:bookmarkEnd w:id="1007"/>
      <w:bookmarkEnd w:id="1008"/>
      <w:bookmarkEnd w:id="1009"/>
      <w:bookmarkEnd w:id="1010"/>
      <w:bookmarkEnd w:id="1011"/>
      <w:bookmarkEnd w:id="101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4" w:name="_Toc204048534"/>
      <w:bookmarkStart w:id="1015" w:name="_Toc400526129"/>
      <w:bookmarkStart w:id="1016" w:name="_Toc405534447"/>
      <w:bookmarkStart w:id="1017" w:name="_Toc406570460"/>
      <w:bookmarkStart w:id="1018" w:name="_Toc410910612"/>
      <w:bookmarkStart w:id="1019" w:name="_Toc411841040"/>
      <w:bookmarkStart w:id="1020" w:name="_Toc422147002"/>
      <w:bookmarkStart w:id="1021" w:name="_Toc433020598"/>
      <w:bookmarkStart w:id="1022" w:name="_Toc437262039"/>
      <w:bookmarkStart w:id="1023" w:name="_Toc478375214"/>
      <w:bookmarkStart w:id="1024" w:name="_Toc75942441"/>
      <w:r>
        <w:lastRenderedPageBreak/>
        <w:t>3.7</w:t>
      </w:r>
      <w:r>
        <w:tab/>
        <w:t>Resource Parameters</w:t>
      </w:r>
      <w:bookmarkEnd w:id="1014"/>
      <w:bookmarkEnd w:id="1015"/>
      <w:bookmarkEnd w:id="1016"/>
      <w:bookmarkEnd w:id="1017"/>
      <w:bookmarkEnd w:id="1018"/>
      <w:bookmarkEnd w:id="1019"/>
      <w:bookmarkEnd w:id="1020"/>
      <w:bookmarkEnd w:id="1021"/>
      <w:bookmarkEnd w:id="1022"/>
      <w:bookmarkEnd w:id="1023"/>
      <w:bookmarkEnd w:id="1024"/>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5" w:name="_Toc204048535"/>
      <w:bookmarkStart w:id="1026" w:name="_Toc400526130"/>
      <w:bookmarkStart w:id="1027" w:name="_Toc405534448"/>
      <w:bookmarkStart w:id="1028" w:name="_Toc406570461"/>
      <w:bookmarkStart w:id="1029" w:name="_Toc410910613"/>
      <w:bookmarkStart w:id="1030" w:name="_Toc411841041"/>
      <w:bookmarkStart w:id="1031" w:name="_Toc422147003"/>
      <w:bookmarkStart w:id="1032" w:name="_Toc433020599"/>
      <w:bookmarkStart w:id="1033" w:name="_Toc437262040"/>
      <w:bookmarkStart w:id="1034" w:name="_Toc478375215"/>
      <w:bookmarkStart w:id="1035" w:name="_Toc75942442"/>
      <w:r>
        <w:t>3.7.1</w:t>
      </w:r>
      <w:r>
        <w:tab/>
        <w:t>Resource Parameter Criteria</w:t>
      </w:r>
      <w:bookmarkEnd w:id="1025"/>
      <w:bookmarkEnd w:id="1026"/>
      <w:bookmarkEnd w:id="1027"/>
      <w:bookmarkEnd w:id="1028"/>
      <w:bookmarkEnd w:id="1029"/>
      <w:bookmarkEnd w:id="1030"/>
      <w:bookmarkEnd w:id="1031"/>
      <w:bookmarkEnd w:id="1032"/>
      <w:bookmarkEnd w:id="1033"/>
      <w:bookmarkEnd w:id="1034"/>
      <w:bookmarkEnd w:id="1035"/>
    </w:p>
    <w:p w14:paraId="471F494F" w14:textId="77777777" w:rsidR="00CB13B2" w:rsidRPr="00AE0E6D" w:rsidRDefault="002D238A">
      <w:pPr>
        <w:pStyle w:val="H4"/>
        <w:rPr>
          <w:b/>
        </w:rPr>
      </w:pPr>
      <w:bookmarkStart w:id="1036" w:name="_Toc204048536"/>
      <w:bookmarkStart w:id="1037" w:name="_Toc400526131"/>
      <w:bookmarkStart w:id="1038" w:name="_Toc405534449"/>
      <w:bookmarkStart w:id="1039" w:name="_Toc406570462"/>
      <w:bookmarkStart w:id="1040" w:name="_Toc410910614"/>
      <w:bookmarkStart w:id="1041" w:name="_Toc411841042"/>
      <w:bookmarkStart w:id="1042" w:name="_Toc422147004"/>
      <w:bookmarkStart w:id="1043" w:name="_Toc433020600"/>
      <w:bookmarkStart w:id="1044" w:name="_Toc437262041"/>
      <w:bookmarkStart w:id="1045" w:name="_Toc478375216"/>
      <w:bookmarkStart w:id="1046" w:name="_Toc75942443"/>
      <w:r w:rsidRPr="00AE0E6D">
        <w:rPr>
          <w:b/>
        </w:rPr>
        <w:t>3.7.1.1</w:t>
      </w:r>
      <w:r w:rsidRPr="00AE0E6D">
        <w:rPr>
          <w:b/>
        </w:rPr>
        <w:tab/>
        <w:t>Generation Resource Parameters</w:t>
      </w:r>
      <w:bookmarkEnd w:id="1036"/>
      <w:bookmarkEnd w:id="1037"/>
      <w:bookmarkEnd w:id="1038"/>
      <w:bookmarkEnd w:id="1039"/>
      <w:bookmarkEnd w:id="1040"/>
      <w:bookmarkEnd w:id="1041"/>
      <w:bookmarkEnd w:id="1042"/>
      <w:bookmarkEnd w:id="1043"/>
      <w:bookmarkEnd w:id="1044"/>
      <w:bookmarkEnd w:id="1045"/>
      <w:bookmarkEnd w:id="1046"/>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lastRenderedPageBreak/>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7" w:name="_Toc204048537"/>
      <w:bookmarkStart w:id="1048" w:name="_Toc400526132"/>
      <w:bookmarkStart w:id="1049" w:name="_Toc405534450"/>
      <w:bookmarkStart w:id="1050" w:name="_Toc406570463"/>
      <w:bookmarkStart w:id="1051" w:name="_Toc410910615"/>
      <w:bookmarkStart w:id="1052" w:name="_Toc411841043"/>
      <w:bookmarkStart w:id="1053" w:name="_Toc422147005"/>
      <w:bookmarkStart w:id="1054" w:name="_Toc433020601"/>
      <w:bookmarkStart w:id="1055" w:name="_Toc437262042"/>
      <w:bookmarkStart w:id="1056" w:name="_Toc478375217"/>
      <w:bookmarkStart w:id="1057" w:name="_Toc75942444"/>
      <w:r w:rsidRPr="00AE0E6D">
        <w:rPr>
          <w:b/>
        </w:rPr>
        <w:t>3.7.1.2</w:t>
      </w:r>
      <w:r w:rsidRPr="00AE0E6D">
        <w:rPr>
          <w:b/>
        </w:rPr>
        <w:tab/>
        <w:t>Load Resource Parameters</w:t>
      </w:r>
      <w:bookmarkEnd w:id="1047"/>
      <w:bookmarkEnd w:id="1048"/>
      <w:bookmarkEnd w:id="1049"/>
      <w:bookmarkEnd w:id="1050"/>
      <w:bookmarkEnd w:id="1051"/>
      <w:bookmarkEnd w:id="1052"/>
      <w:bookmarkEnd w:id="1053"/>
      <w:bookmarkEnd w:id="1054"/>
      <w:bookmarkEnd w:id="1055"/>
      <w:bookmarkEnd w:id="1056"/>
      <w:bookmarkEnd w:id="1057"/>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lastRenderedPageBreak/>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8" w:name="_Toc204048538"/>
            <w:bookmarkStart w:id="1059" w:name="_Toc400526133"/>
            <w:bookmarkStart w:id="1060" w:name="_Toc405534451"/>
            <w:bookmarkStart w:id="1061" w:name="_Toc406570464"/>
            <w:bookmarkStart w:id="1062" w:name="_Toc410910616"/>
            <w:bookmarkStart w:id="1063" w:name="_Toc411841044"/>
            <w:bookmarkStart w:id="1064" w:name="_Toc422147006"/>
            <w:bookmarkStart w:id="1065" w:name="_Toc433020602"/>
            <w:bookmarkStart w:id="1066" w:name="_Toc437262043"/>
            <w:bookmarkStart w:id="1067"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8" w:name="_Toc75942445"/>
      <w:r w:rsidRPr="002B331B">
        <w:rPr>
          <w:b/>
          <w:i/>
        </w:rPr>
        <w:t>3.7.</w:t>
      </w:r>
      <w:r w:rsidR="00E02827" w:rsidRPr="002B331B">
        <w:rPr>
          <w:b/>
          <w:i/>
        </w:rPr>
        <w:t>2</w:t>
      </w:r>
      <w:r w:rsidRPr="002B331B">
        <w:rPr>
          <w:b/>
          <w:i/>
        </w:rPr>
        <w:tab/>
        <w:t>Changes in Resource Parameters with Operational Impacts</w:t>
      </w:r>
      <w:bookmarkEnd w:id="1058"/>
      <w:bookmarkEnd w:id="1059"/>
      <w:bookmarkEnd w:id="1060"/>
      <w:bookmarkEnd w:id="1061"/>
      <w:bookmarkEnd w:id="1062"/>
      <w:bookmarkEnd w:id="1063"/>
      <w:bookmarkEnd w:id="1064"/>
      <w:bookmarkEnd w:id="1065"/>
      <w:bookmarkEnd w:id="1066"/>
      <w:bookmarkEnd w:id="1067"/>
      <w:bookmarkEnd w:id="1068"/>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9" w:name="_Toc204048539"/>
      <w:bookmarkStart w:id="1070" w:name="_Toc400526134"/>
      <w:bookmarkStart w:id="1071" w:name="_Toc405534452"/>
      <w:bookmarkStart w:id="1072" w:name="_Toc406570465"/>
      <w:bookmarkStart w:id="1073" w:name="_Toc410910617"/>
      <w:bookmarkStart w:id="1074" w:name="_Toc411841045"/>
      <w:bookmarkStart w:id="1075" w:name="_Toc422147007"/>
      <w:bookmarkStart w:id="1076" w:name="_Toc433020603"/>
      <w:bookmarkStart w:id="1077" w:name="_Toc437262044"/>
      <w:bookmarkStart w:id="1078" w:name="_Toc478375219"/>
      <w:bookmarkStart w:id="1079" w:name="_Toc75942446"/>
      <w:r>
        <w:t>3.7.</w:t>
      </w:r>
      <w:r w:rsidR="00E02827">
        <w:t>3</w:t>
      </w:r>
      <w:r>
        <w:tab/>
        <w:t>Resource Parameter Validation</w:t>
      </w:r>
      <w:bookmarkEnd w:id="1069"/>
      <w:bookmarkEnd w:id="1070"/>
      <w:bookmarkEnd w:id="1071"/>
      <w:bookmarkEnd w:id="1072"/>
      <w:bookmarkEnd w:id="1073"/>
      <w:bookmarkEnd w:id="1074"/>
      <w:bookmarkEnd w:id="1075"/>
      <w:bookmarkEnd w:id="1076"/>
      <w:bookmarkEnd w:id="1077"/>
      <w:bookmarkEnd w:id="1078"/>
      <w:bookmarkEnd w:id="1079"/>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80" w:name="_Toc204048540"/>
      <w:bookmarkStart w:id="1081" w:name="_Toc400526135"/>
      <w:bookmarkStart w:id="1082" w:name="_Toc405534453"/>
      <w:bookmarkStart w:id="1083" w:name="_Toc406570466"/>
      <w:bookmarkStart w:id="1084" w:name="_Toc410910618"/>
      <w:bookmarkStart w:id="1085" w:name="_Toc411841046"/>
      <w:bookmarkStart w:id="1086" w:name="_Toc422147008"/>
      <w:bookmarkStart w:id="1087" w:name="_Toc433020604"/>
      <w:bookmarkStart w:id="1088" w:name="_Toc437262045"/>
      <w:bookmarkStart w:id="1089" w:name="_Toc478375220"/>
      <w:bookmarkStart w:id="1090" w:name="_Toc75942447"/>
      <w:r>
        <w:lastRenderedPageBreak/>
        <w:t>3.8</w:t>
      </w:r>
      <w:r>
        <w:tab/>
        <w:t>Special Considerations for Split Generation Meters</w:t>
      </w:r>
      <w:bookmarkEnd w:id="1080"/>
      <w:r w:rsidR="008348FB">
        <w:t>,</w:t>
      </w:r>
      <w:r w:rsidR="00F22AC4">
        <w:t xml:space="preserve"> Combined Cycle Generation Resources</w:t>
      </w:r>
      <w:r w:rsidR="00A95A39">
        <w:t xml:space="preserve">, </w:t>
      </w:r>
      <w:r w:rsidR="008348FB">
        <w:t>Quick Start Generation Resources</w:t>
      </w:r>
      <w:r w:rsidR="00A95A39">
        <w:t>, Hydro Generation Resources</w:t>
      </w:r>
      <w:bookmarkEnd w:id="1081"/>
      <w:bookmarkEnd w:id="1082"/>
      <w:bookmarkEnd w:id="1083"/>
      <w:bookmarkEnd w:id="1084"/>
      <w:bookmarkEnd w:id="1085"/>
      <w:bookmarkEnd w:id="1086"/>
      <w:bookmarkEnd w:id="1087"/>
      <w:bookmarkEnd w:id="1088"/>
      <w:bookmarkEnd w:id="1089"/>
      <w:r w:rsidR="004F04CD">
        <w:t>, and Energy Storage Resources</w:t>
      </w:r>
      <w:bookmarkEnd w:id="109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91" w:name="_Toc400526136"/>
            <w:bookmarkStart w:id="1092" w:name="_Toc405534454"/>
            <w:bookmarkStart w:id="1093" w:name="_Toc406570467"/>
            <w:bookmarkStart w:id="1094" w:name="_Toc410910619"/>
            <w:bookmarkStart w:id="1095" w:name="_Toc411841047"/>
            <w:bookmarkStart w:id="1096" w:name="_Toc422147009"/>
            <w:bookmarkStart w:id="1097" w:name="_Toc433020605"/>
            <w:bookmarkStart w:id="1098" w:name="_Toc437262046"/>
            <w:bookmarkStart w:id="1099"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00" w:name="_Toc75942448"/>
      <w:r w:rsidRPr="00975850">
        <w:t>3.8.1</w:t>
      </w:r>
      <w:r w:rsidRPr="00975850">
        <w:tab/>
        <w:t>Split Generation Resources</w:t>
      </w:r>
      <w:bookmarkEnd w:id="1091"/>
      <w:bookmarkEnd w:id="1092"/>
      <w:bookmarkEnd w:id="1093"/>
      <w:bookmarkEnd w:id="1094"/>
      <w:bookmarkEnd w:id="1095"/>
      <w:bookmarkEnd w:id="1096"/>
      <w:bookmarkEnd w:id="1097"/>
      <w:bookmarkEnd w:id="1098"/>
      <w:bookmarkEnd w:id="1099"/>
      <w:bookmarkEnd w:id="1100"/>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w:t>
      </w:r>
      <w:r w:rsidR="00F70237">
        <w:lastRenderedPageBreak/>
        <w:t xml:space="preserve">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1" w:name="_Toc400526137"/>
      <w:bookmarkStart w:id="1102" w:name="_Toc405534455"/>
      <w:bookmarkStart w:id="1103" w:name="_Toc406570468"/>
      <w:bookmarkStart w:id="1104" w:name="_Toc410910620"/>
      <w:bookmarkStart w:id="1105" w:name="_Toc411841048"/>
      <w:bookmarkStart w:id="1106" w:name="_Toc422147010"/>
      <w:bookmarkStart w:id="1107" w:name="_Toc433020606"/>
      <w:bookmarkStart w:id="1108" w:name="_Toc437262047"/>
      <w:bookmarkStart w:id="1109" w:name="_Toc478375222"/>
      <w:bookmarkStart w:id="1110" w:name="_Toc75942449"/>
      <w:r>
        <w:rPr>
          <w:iCs/>
        </w:rPr>
        <w:t>3</w:t>
      </w:r>
      <w:r w:rsidRPr="00660A50">
        <w:rPr>
          <w:iCs/>
        </w:rPr>
        <w:t>.8.2</w:t>
      </w:r>
      <w:r>
        <w:rPr>
          <w:iCs/>
        </w:rPr>
        <w:tab/>
      </w:r>
      <w:r w:rsidRPr="00660A50">
        <w:rPr>
          <w:iCs/>
        </w:rPr>
        <w:t>Combined Cycle Generation Resources</w:t>
      </w:r>
      <w:bookmarkEnd w:id="1101"/>
      <w:bookmarkEnd w:id="1102"/>
      <w:bookmarkEnd w:id="1103"/>
      <w:bookmarkEnd w:id="1104"/>
      <w:bookmarkEnd w:id="1105"/>
      <w:bookmarkEnd w:id="1106"/>
      <w:bookmarkEnd w:id="1107"/>
      <w:bookmarkEnd w:id="1108"/>
      <w:bookmarkEnd w:id="1109"/>
      <w:bookmarkEnd w:id="1110"/>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1" w:name="_Toc277141537"/>
      <w:bookmarkStart w:id="1112" w:name="_Toc400526138"/>
      <w:bookmarkStart w:id="1113" w:name="_Toc405534456"/>
      <w:bookmarkStart w:id="1114" w:name="_Toc406570469"/>
      <w:bookmarkStart w:id="1115" w:name="_Toc410910621"/>
      <w:bookmarkStart w:id="1116" w:name="_Toc411841049"/>
      <w:bookmarkStart w:id="1117" w:name="_Toc422147011"/>
      <w:bookmarkStart w:id="1118" w:name="_Toc433020607"/>
      <w:bookmarkStart w:id="1119" w:name="_Toc437262048"/>
      <w:bookmarkStart w:id="1120" w:name="_Toc478375223"/>
      <w:bookmarkStart w:id="1121" w:name="_Toc75942450"/>
      <w:r>
        <w:lastRenderedPageBreak/>
        <w:t>3.8.3</w:t>
      </w:r>
      <w:r>
        <w:rPr>
          <w:b w:val="0"/>
        </w:rPr>
        <w:tab/>
      </w:r>
      <w:r>
        <w:t>Quick Start Generation Resources</w:t>
      </w:r>
      <w:bookmarkEnd w:id="1111"/>
      <w:bookmarkEnd w:id="1112"/>
      <w:bookmarkEnd w:id="1113"/>
      <w:bookmarkEnd w:id="1114"/>
      <w:bookmarkEnd w:id="1115"/>
      <w:bookmarkEnd w:id="1116"/>
      <w:bookmarkEnd w:id="1117"/>
      <w:bookmarkEnd w:id="1118"/>
      <w:bookmarkEnd w:id="1119"/>
      <w:bookmarkEnd w:id="1120"/>
      <w:bookmarkEnd w:id="1121"/>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22" w:name="OLE_LINK1"/>
            <w:bookmarkStart w:id="1123"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 xml:space="preserve">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w:t>
      </w:r>
      <w:r w:rsidRPr="009A51A3">
        <w:lastRenderedPageBreak/>
        <w:t>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22"/>
      <w:bookmarkEnd w:id="1123"/>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4" w:name="_Toc400526139"/>
      <w:bookmarkStart w:id="1125" w:name="_Toc405534457"/>
      <w:bookmarkStart w:id="1126" w:name="_Toc406570470"/>
      <w:bookmarkStart w:id="1127" w:name="_Toc410910622"/>
      <w:bookmarkStart w:id="1128" w:name="_Toc411841050"/>
      <w:bookmarkStart w:id="1129" w:name="_Toc422147012"/>
      <w:bookmarkStart w:id="1130" w:name="_Toc433020608"/>
      <w:bookmarkStart w:id="1131" w:name="_Toc437262049"/>
      <w:bookmarkStart w:id="1132" w:name="_Toc478375224"/>
      <w:bookmarkStart w:id="1133" w:name="_Toc759424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4"/>
      <w:bookmarkEnd w:id="1125"/>
      <w:bookmarkEnd w:id="1126"/>
      <w:bookmarkEnd w:id="1127"/>
      <w:bookmarkEnd w:id="1128"/>
      <w:bookmarkEnd w:id="1129"/>
      <w:bookmarkEnd w:id="1130"/>
      <w:bookmarkEnd w:id="1131"/>
      <w:bookmarkEnd w:id="1132"/>
      <w:bookmarkEnd w:id="1133"/>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4" w:name="_Toc293314049"/>
      <w:bookmarkStart w:id="1135" w:name="_Toc400526140"/>
      <w:bookmarkStart w:id="1136" w:name="_Toc405534458"/>
      <w:bookmarkStart w:id="1137" w:name="_Toc406570471"/>
      <w:bookmarkStart w:id="1138" w:name="_Toc410910623"/>
      <w:bookmarkStart w:id="1139" w:name="_Toc411841051"/>
      <w:bookmarkStart w:id="1140" w:name="_Toc422147013"/>
      <w:bookmarkStart w:id="1141" w:name="_Toc433020609"/>
      <w:bookmarkStart w:id="1142" w:name="_Toc437262050"/>
      <w:bookmarkStart w:id="1143" w:name="_Toc478375225"/>
      <w:bookmarkStart w:id="1144" w:name="_Toc75942452"/>
      <w:r>
        <w:t>3.8.4</w:t>
      </w:r>
      <w:r w:rsidRPr="000B1BB5">
        <w:tab/>
      </w:r>
      <w:bookmarkEnd w:id="1134"/>
      <w:bookmarkEnd w:id="1135"/>
      <w:bookmarkEnd w:id="1136"/>
      <w:bookmarkEnd w:id="1137"/>
      <w:bookmarkEnd w:id="1138"/>
      <w:bookmarkEnd w:id="1139"/>
      <w:bookmarkEnd w:id="1140"/>
      <w:bookmarkEnd w:id="1141"/>
      <w:bookmarkEnd w:id="1142"/>
      <w:bookmarkEnd w:id="1143"/>
      <w:r w:rsidR="00364D90" w:rsidRPr="00364D90">
        <w:t>Generation Resources Operating in Synchronous Condenser Fast</w:t>
      </w:r>
      <w:r w:rsidR="00915E39">
        <w:t>-</w:t>
      </w:r>
      <w:r w:rsidR="00364D90" w:rsidRPr="00364D90">
        <w:t>Response Mode</w:t>
      </w:r>
      <w:bookmarkEnd w:id="1144"/>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5" w:name="_Toc28421546"/>
      <w:bookmarkStart w:id="1146" w:name="_Toc75942453"/>
      <w:bookmarkStart w:id="1147" w:name="_Toc204048541"/>
      <w:bookmarkStart w:id="1148" w:name="_Toc400526141"/>
      <w:bookmarkStart w:id="1149" w:name="_Toc405534459"/>
      <w:bookmarkStart w:id="1150" w:name="_Toc406570472"/>
      <w:bookmarkStart w:id="1151" w:name="_Toc410910624"/>
      <w:bookmarkStart w:id="1152" w:name="_Toc411841052"/>
      <w:bookmarkStart w:id="1153" w:name="_Toc422147014"/>
      <w:bookmarkStart w:id="1154" w:name="_Toc433020610"/>
      <w:bookmarkStart w:id="1155" w:name="_Toc437262051"/>
      <w:bookmarkStart w:id="1156" w:name="_Toc478375226"/>
      <w:bookmarkStart w:id="1157" w:name="_Toc204048542"/>
      <w:r>
        <w:lastRenderedPageBreak/>
        <w:t>3.8.</w:t>
      </w:r>
      <w:r w:rsidR="0079224A">
        <w:t>5</w:t>
      </w:r>
      <w:r>
        <w:tab/>
        <w:t>Energy Storage Resources</w:t>
      </w:r>
      <w:bookmarkEnd w:id="1145"/>
      <w:bookmarkEnd w:id="1146"/>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lastRenderedPageBreak/>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6C51B465" w14:textId="77777777" w:rsidR="002A1F6F" w:rsidRDefault="002A1F6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4DEEF2EA" w:rsidR="00B3048F" w:rsidRDefault="00B3048F" w:rsidP="00AB0C06">
            <w:pPr>
              <w:spacing w:before="120" w:after="240"/>
              <w:rPr>
                <w:b/>
                <w:i/>
              </w:rPr>
            </w:pPr>
            <w:r>
              <w:rPr>
                <w:b/>
                <w:i/>
              </w:rPr>
              <w:t>[</w:t>
            </w:r>
            <w:r w:rsidR="00AA6BA6">
              <w:rPr>
                <w:b/>
                <w:i/>
              </w:rPr>
              <w:t xml:space="preserve">NPRR995 and </w:t>
            </w:r>
            <w:r>
              <w:rPr>
                <w:b/>
                <w:i/>
              </w:rPr>
              <w:t>NPRR1016</w:t>
            </w:r>
            <w:r w:rsidRPr="004B0726">
              <w:rPr>
                <w:b/>
                <w:i/>
              </w:rPr>
              <w:t xml:space="preserve">: </w:t>
            </w:r>
            <w:r>
              <w:rPr>
                <w:b/>
                <w:i/>
              </w:rPr>
              <w:t xml:space="preserve"> Insert </w:t>
            </w:r>
            <w:r w:rsidR="00AA6BA6">
              <w:rPr>
                <w:b/>
                <w:i/>
              </w:rPr>
              <w:t xml:space="preserve">applicable portions of </w:t>
            </w:r>
            <w:r>
              <w:rPr>
                <w:b/>
                <w:i/>
              </w:rPr>
              <w:t>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8" w:name="_Toc75942454"/>
            <w:r w:rsidRPr="00B3048F">
              <w:rPr>
                <w:b/>
                <w:bCs/>
                <w:i/>
              </w:rPr>
              <w:t>3.8.</w:t>
            </w:r>
            <w:r w:rsidR="0079224A">
              <w:rPr>
                <w:b/>
                <w:bCs/>
                <w:i/>
              </w:rPr>
              <w:t>6</w:t>
            </w:r>
            <w:r w:rsidRPr="00B3048F">
              <w:rPr>
                <w:b/>
                <w:bCs/>
                <w:i/>
              </w:rPr>
              <w:tab/>
              <w:t>Distribution Generation Resources (DGRs) and Distribution Energy Storage Resources (DESRs)</w:t>
            </w:r>
            <w:bookmarkEnd w:id="1158"/>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5C85B06F"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w:t>
            </w:r>
            <w:r w:rsidR="00AA6BA6">
              <w:t>for a proposed conversion of an existing Settlement Only Distribution Energy Storage System (SODESS) to a</w:t>
            </w:r>
            <w:r w:rsidR="00AA6BA6" w:rsidRPr="00B3048F">
              <w:t xml:space="preserve"> </w:t>
            </w:r>
            <w:r w:rsidRPr="00B3048F">
              <w:t xml:space="preserve">DESR, the interconnecting DSP will evaluate the proposed conversion and will determine whether it is electrically and </w:t>
            </w:r>
            <w:r w:rsidRPr="00B3048F">
              <w:lastRenderedPageBreak/>
              <w:t xml:space="preserve">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 xml:space="preserve">based on </w:t>
            </w:r>
            <w:r w:rsidRPr="00B87E38">
              <w:rPr>
                <w:iCs w:val="0"/>
                <w:szCs w:val="24"/>
              </w:rPr>
              <w:lastRenderedPageBreak/>
              <w:t>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lastRenderedPageBreak/>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9" w:name="_Toc75942455"/>
      <w:r>
        <w:lastRenderedPageBreak/>
        <w:t>3.9</w:t>
      </w:r>
      <w:r>
        <w:tab/>
        <w:t>Current Operating Plan (COP)</w:t>
      </w:r>
      <w:bookmarkEnd w:id="1147"/>
      <w:bookmarkEnd w:id="1148"/>
      <w:bookmarkEnd w:id="1149"/>
      <w:bookmarkEnd w:id="1150"/>
      <w:bookmarkEnd w:id="1151"/>
      <w:bookmarkEnd w:id="1152"/>
      <w:bookmarkEnd w:id="1153"/>
      <w:bookmarkEnd w:id="1154"/>
      <w:bookmarkEnd w:id="1155"/>
      <w:bookmarkEnd w:id="1156"/>
      <w:bookmarkEnd w:id="115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lastRenderedPageBreak/>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60" w:name="_Toc400526142"/>
      <w:bookmarkStart w:id="1161" w:name="_Toc405534460"/>
      <w:bookmarkStart w:id="1162" w:name="_Toc406570473"/>
      <w:bookmarkStart w:id="1163" w:name="_Toc410910625"/>
      <w:bookmarkStart w:id="1164" w:name="_Toc411841053"/>
      <w:bookmarkStart w:id="1165" w:name="_Toc422147015"/>
      <w:bookmarkStart w:id="1166" w:name="_Toc433020611"/>
      <w:bookmarkStart w:id="1167" w:name="_Toc437262052"/>
      <w:bookmarkStart w:id="1168" w:name="_Toc478375227"/>
      <w:bookmarkStart w:id="1169" w:name="_Toc75942456"/>
      <w:r>
        <w:t>3.9.1</w:t>
      </w:r>
      <w:r>
        <w:tab/>
        <w:t>Current Operating Plan (COP) Criteria</w:t>
      </w:r>
      <w:bookmarkEnd w:id="1157"/>
      <w:bookmarkEnd w:id="1160"/>
      <w:bookmarkEnd w:id="1161"/>
      <w:bookmarkEnd w:id="1162"/>
      <w:bookmarkEnd w:id="1163"/>
      <w:bookmarkEnd w:id="1164"/>
      <w:bookmarkEnd w:id="1165"/>
      <w:bookmarkEnd w:id="1166"/>
      <w:bookmarkEnd w:id="1167"/>
      <w:bookmarkEnd w:id="1168"/>
      <w:bookmarkEnd w:id="1169"/>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lastRenderedPageBreak/>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lastRenderedPageBreak/>
        <w:t>(D)</w:t>
      </w:r>
      <w:r>
        <w:tab/>
        <w:t>ONCLR – Available for Dispatch as a Controllable Load Resource by SCED with an RTM Energy Bid;</w:t>
      </w:r>
    </w:p>
    <w:p w14:paraId="2348A5DD" w14:textId="77777777" w:rsidR="00A67CAE"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3E8F37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FCADB" w14:textId="7EA8B16D" w:rsidR="00A67CAE" w:rsidRDefault="00A67CAE" w:rsidP="00C730E1">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46301B2C" w14:textId="4D9FF5EC" w:rsidR="00A67CAE" w:rsidRPr="00A67CAE" w:rsidRDefault="00A67CAE" w:rsidP="00A67CAE">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41E9A919" w14:textId="77777777" w:rsidR="00A67CAE" w:rsidRDefault="00A67CAE" w:rsidP="00A67CAE">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lastRenderedPageBreak/>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lastRenderedPageBreak/>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70" w:name="_Toc204048543"/>
            <w:bookmarkStart w:id="1171" w:name="_Toc400526143"/>
            <w:bookmarkStart w:id="1172" w:name="_Toc405534461"/>
            <w:bookmarkStart w:id="1173" w:name="_Toc406570474"/>
            <w:bookmarkStart w:id="1174" w:name="_Toc410910626"/>
            <w:bookmarkStart w:id="1175" w:name="_Toc411841054"/>
            <w:bookmarkStart w:id="1176" w:name="_Toc422147016"/>
            <w:bookmarkStart w:id="1177" w:name="_Toc433020612"/>
            <w:bookmarkStart w:id="1178" w:name="_Toc437262053"/>
            <w:bookmarkStart w:id="1179"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lastRenderedPageBreak/>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80" w:name="_Toc75942457"/>
      <w:r>
        <w:t>3.9.2</w:t>
      </w:r>
      <w:r>
        <w:tab/>
        <w:t>Current Operating Plan Validation</w:t>
      </w:r>
      <w:bookmarkEnd w:id="1170"/>
      <w:bookmarkEnd w:id="1171"/>
      <w:bookmarkEnd w:id="1172"/>
      <w:bookmarkEnd w:id="1173"/>
      <w:bookmarkEnd w:id="1174"/>
      <w:bookmarkEnd w:id="1175"/>
      <w:bookmarkEnd w:id="1176"/>
      <w:bookmarkEnd w:id="1177"/>
      <w:bookmarkEnd w:id="1178"/>
      <w:bookmarkEnd w:id="1179"/>
      <w:bookmarkEnd w:id="118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lastRenderedPageBreak/>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81" w:name="_Toc204048544"/>
            <w:bookmarkStart w:id="1182" w:name="_Toc400526144"/>
            <w:bookmarkStart w:id="1183" w:name="_Toc405534462"/>
            <w:bookmarkStart w:id="1184" w:name="_Toc406570475"/>
            <w:bookmarkStart w:id="1185" w:name="_Toc410910627"/>
            <w:bookmarkStart w:id="1186" w:name="_Toc411841055"/>
            <w:bookmarkStart w:id="1187" w:name="_Toc422147017"/>
            <w:bookmarkStart w:id="1188" w:name="_Toc433020613"/>
            <w:bookmarkStart w:id="1189" w:name="_Toc437262054"/>
            <w:bookmarkStart w:id="1190"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91" w:name="_Toc75942458"/>
      <w:r>
        <w:t>3.10</w:t>
      </w:r>
      <w:r>
        <w:tab/>
        <w:t>Network Operations Modeling and Telemetry</w:t>
      </w:r>
      <w:bookmarkEnd w:id="1181"/>
      <w:bookmarkEnd w:id="1182"/>
      <w:bookmarkEnd w:id="1183"/>
      <w:bookmarkEnd w:id="1184"/>
      <w:bookmarkEnd w:id="1185"/>
      <w:bookmarkEnd w:id="1186"/>
      <w:bookmarkEnd w:id="1187"/>
      <w:bookmarkEnd w:id="1188"/>
      <w:bookmarkEnd w:id="1189"/>
      <w:bookmarkEnd w:id="1190"/>
      <w:bookmarkEnd w:id="119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w:t>
      </w:r>
      <w:r>
        <w:lastRenderedPageBreak/>
        <w:t xml:space="preserve">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92" w:name="_Toc204048545"/>
            <w:bookmarkStart w:id="1193" w:name="_Toc400526145"/>
            <w:bookmarkStart w:id="1194" w:name="_Toc405534463"/>
            <w:bookmarkStart w:id="1195" w:name="_Toc406570476"/>
            <w:bookmarkStart w:id="1196" w:name="_Toc410910628"/>
            <w:bookmarkStart w:id="1197" w:name="_Toc411841056"/>
            <w:bookmarkStart w:id="1198" w:name="_Toc422147018"/>
            <w:bookmarkStart w:id="1199" w:name="_Toc433020614"/>
            <w:bookmarkStart w:id="1200" w:name="_Toc437262055"/>
            <w:bookmarkStart w:id="1201"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w:t>
            </w:r>
            <w:r w:rsidRPr="00E55E72">
              <w:rPr>
                <w:iCs/>
              </w:rPr>
              <w:lastRenderedPageBreak/>
              <w:t>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02" w:name="_Toc75942459"/>
      <w:r>
        <w:lastRenderedPageBreak/>
        <w:t>3.10.1</w:t>
      </w:r>
      <w:r>
        <w:tab/>
        <w:t>Time Line for Network Operations Model Change</w:t>
      </w:r>
      <w:r w:rsidR="00061D2A">
        <w:t>s</w:t>
      </w:r>
      <w:bookmarkEnd w:id="1192"/>
      <w:bookmarkEnd w:id="1193"/>
      <w:bookmarkEnd w:id="1194"/>
      <w:bookmarkEnd w:id="1195"/>
      <w:bookmarkEnd w:id="1196"/>
      <w:bookmarkEnd w:id="1197"/>
      <w:bookmarkEnd w:id="1198"/>
      <w:bookmarkEnd w:id="1199"/>
      <w:bookmarkEnd w:id="1200"/>
      <w:bookmarkEnd w:id="1201"/>
      <w:bookmarkEnd w:id="120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75D8E408" w:rsidR="00AA6BA6" w:rsidRPr="00F977F7" w:rsidRDefault="00AA6BA6" w:rsidP="00AA6BA6">
            <w:pPr>
              <w:spacing w:after="240"/>
              <w:ind w:left="720" w:hanging="720"/>
              <w:rPr>
                <w:iCs/>
              </w:rPr>
            </w:pPr>
            <w:r w:rsidRPr="00DE72B5">
              <w:rPr>
                <w:iCs/>
              </w:rPr>
              <w:t>(2)</w:t>
            </w:r>
            <w:r w:rsidRPr="00DE72B5">
              <w:rPr>
                <w:iCs/>
              </w:rP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w:t>
            </w:r>
            <w:r w:rsidRPr="00DE72B5">
              <w:rPr>
                <w:iCs/>
              </w:rPr>
              <w:lastRenderedPageBreak/>
              <w:t>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Generation Resource Interconnection or Change Request,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lastRenderedPageBreak/>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03" w:name="_Toc204048546"/>
      <w:bookmarkStart w:id="1204" w:name="_Toc400526146"/>
      <w:bookmarkStart w:id="1205" w:name="_Toc405534464"/>
      <w:bookmarkStart w:id="1206" w:name="_Toc406570477"/>
      <w:bookmarkStart w:id="1207" w:name="_Toc410910629"/>
      <w:bookmarkStart w:id="1208" w:name="_Toc411841057"/>
      <w:bookmarkStart w:id="1209" w:name="_Toc422147019"/>
      <w:bookmarkStart w:id="1210" w:name="_Toc433020615"/>
      <w:bookmarkStart w:id="1211" w:name="_Toc437262056"/>
      <w:bookmarkStart w:id="1212" w:name="_Toc478375231"/>
      <w:bookmarkStart w:id="1213" w:name="_Toc75942460"/>
      <w:r>
        <w:t>3.10.2</w:t>
      </w:r>
      <w:r>
        <w:tab/>
        <w:t>Annual Planning Model</w:t>
      </w:r>
      <w:bookmarkEnd w:id="1203"/>
      <w:bookmarkEnd w:id="1204"/>
      <w:bookmarkEnd w:id="1205"/>
      <w:bookmarkEnd w:id="1206"/>
      <w:bookmarkEnd w:id="1207"/>
      <w:bookmarkEnd w:id="1208"/>
      <w:bookmarkEnd w:id="1209"/>
      <w:bookmarkEnd w:id="1210"/>
      <w:bookmarkEnd w:id="1211"/>
      <w:bookmarkEnd w:id="1212"/>
      <w:bookmarkEnd w:id="121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4" w:name="_Toc204048547"/>
      <w:bookmarkStart w:id="1215" w:name="_Toc400526147"/>
      <w:bookmarkStart w:id="1216" w:name="_Toc405534465"/>
      <w:bookmarkStart w:id="1217" w:name="_Toc406570478"/>
      <w:bookmarkStart w:id="1218" w:name="_Toc410910630"/>
      <w:bookmarkStart w:id="1219" w:name="_Toc411841058"/>
      <w:bookmarkStart w:id="1220" w:name="_Toc422147020"/>
      <w:bookmarkStart w:id="1221" w:name="_Toc433020616"/>
      <w:bookmarkStart w:id="1222" w:name="_Toc437262057"/>
      <w:bookmarkStart w:id="1223" w:name="_Toc478375232"/>
      <w:bookmarkStart w:id="1224" w:name="_Toc75942461"/>
      <w:bookmarkStart w:id="1225" w:name="_Toc204048548"/>
      <w:r>
        <w:t>3.10.3</w:t>
      </w:r>
      <w:r>
        <w:tab/>
        <w:t>CRR Network Model</w:t>
      </w:r>
      <w:bookmarkEnd w:id="1214"/>
      <w:bookmarkEnd w:id="1215"/>
      <w:bookmarkEnd w:id="1216"/>
      <w:bookmarkEnd w:id="1217"/>
      <w:bookmarkEnd w:id="1218"/>
      <w:bookmarkEnd w:id="1219"/>
      <w:bookmarkEnd w:id="1220"/>
      <w:bookmarkEnd w:id="1221"/>
      <w:bookmarkEnd w:id="1222"/>
      <w:bookmarkEnd w:id="1223"/>
      <w:bookmarkEnd w:id="122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1182028C" w:rsidR="00586AB0" w:rsidRPr="00137E4B" w:rsidRDefault="00586AB0" w:rsidP="00C83191">
      <w:pPr>
        <w:pStyle w:val="H4"/>
        <w:rPr>
          <w:b/>
        </w:rPr>
      </w:pPr>
      <w:bookmarkStart w:id="1226" w:name="_Toc400526148"/>
      <w:bookmarkStart w:id="1227" w:name="_Toc405534466"/>
      <w:bookmarkStart w:id="1228" w:name="_Toc406570479"/>
      <w:bookmarkStart w:id="1229" w:name="_Toc410910631"/>
      <w:bookmarkStart w:id="1230" w:name="_Toc411841059"/>
      <w:bookmarkStart w:id="1231" w:name="_Toc422147021"/>
      <w:bookmarkStart w:id="1232" w:name="_Toc433020617"/>
      <w:bookmarkStart w:id="1233" w:name="_Toc437262058"/>
      <w:bookmarkStart w:id="1234" w:name="_Toc478375233"/>
      <w:bookmarkStart w:id="1235" w:name="_Toc75942462"/>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6"/>
      <w:bookmarkEnd w:id="1227"/>
      <w:bookmarkEnd w:id="1228"/>
      <w:bookmarkEnd w:id="1229"/>
      <w:bookmarkEnd w:id="1230"/>
      <w:bookmarkEnd w:id="1231"/>
      <w:bookmarkEnd w:id="1232"/>
      <w:bookmarkEnd w:id="1233"/>
      <w:bookmarkEnd w:id="1234"/>
      <w:r w:rsidR="00E30FE0" w:rsidRPr="00E30FE0">
        <w:rPr>
          <w:b/>
        </w:rPr>
        <w:t xml:space="preserve">, Resource Retirements and Deletion of DC Tie Load </w:t>
      </w:r>
      <w:r w:rsidR="00E30FE0" w:rsidRPr="00E30FE0">
        <w:rPr>
          <w:b/>
        </w:rPr>
        <w:lastRenderedPageBreak/>
        <w:t>Zones</w:t>
      </w:r>
      <w:bookmarkEnd w:id="1235"/>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2D10CC7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048AFAF" w14:textId="01F419E9" w:rsidR="00E25E4C" w:rsidRDefault="00E25E4C" w:rsidP="00E94CE4">
            <w:pPr>
              <w:spacing w:before="120" w:after="240"/>
              <w:rPr>
                <w:b/>
                <w:i/>
              </w:rPr>
            </w:pPr>
            <w:bookmarkStart w:id="1236" w:name="_Toc400526149"/>
            <w:bookmarkStart w:id="1237" w:name="_Toc405534467"/>
            <w:bookmarkStart w:id="1238" w:name="_Toc406570480"/>
            <w:bookmarkStart w:id="1239" w:name="_Toc410910632"/>
            <w:bookmarkStart w:id="1240" w:name="_Toc411841060"/>
            <w:bookmarkStart w:id="1241" w:name="_Toc422147022"/>
            <w:bookmarkStart w:id="1242" w:name="_Toc433020618"/>
            <w:bookmarkStart w:id="1243" w:name="_Toc437262059"/>
            <w:bookmarkStart w:id="1244" w:name="_Toc478375234"/>
            <w:bookmarkStart w:id="1245" w:name="_Toc75942463"/>
            <w:r>
              <w:rPr>
                <w:b/>
                <w:i/>
              </w:rPr>
              <w:t>[NPRR1005</w:t>
            </w:r>
            <w:r w:rsidRPr="004B0726">
              <w:rPr>
                <w:b/>
                <w:i/>
              </w:rPr>
              <w:t xml:space="preserve">: </w:t>
            </w:r>
            <w:r>
              <w:rPr>
                <w:b/>
                <w:i/>
              </w:rPr>
              <w:t xml:space="preserve"> Replace Section 3.10.3.1 above with the following upon system implementation:</w:t>
            </w:r>
            <w:r w:rsidRPr="004B0726">
              <w:rPr>
                <w:b/>
                <w:i/>
              </w:rPr>
              <w:t>]</w:t>
            </w:r>
          </w:p>
          <w:p w14:paraId="271CC52A" w14:textId="77777777" w:rsidR="00E25E4C" w:rsidRPr="00E25E4C" w:rsidRDefault="00E25E4C" w:rsidP="00E25E4C">
            <w:pPr>
              <w:pStyle w:val="H4"/>
              <w:spacing w:before="0"/>
              <w:rPr>
                <w:b/>
                <w:bCs/>
              </w:rPr>
            </w:pPr>
            <w:bookmarkStart w:id="1246" w:name="_Toc10017762"/>
            <w:r w:rsidRPr="00E25E4C">
              <w:rPr>
                <w:b/>
                <w:bCs/>
              </w:rPr>
              <w:t>3.10.3.1</w:t>
            </w:r>
            <w:r w:rsidRPr="00E25E4C">
              <w:rPr>
                <w:b/>
                <w:bCs/>
              </w:rPr>
              <w:tab/>
              <w:t>Process for Managing Network Operations Model Updates for Point of Interconnection Bus Changes, Resource Retirements and Deletion of DC Tie Load Zones</w:t>
            </w:r>
            <w:bookmarkEnd w:id="1246"/>
          </w:p>
          <w:p w14:paraId="15C4B0DB" w14:textId="77777777" w:rsidR="00E25E4C" w:rsidRDefault="00E25E4C" w:rsidP="00E25E4C">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t>
            </w:r>
            <w:r w:rsidRPr="00905F8E">
              <w:rPr>
                <w:iCs/>
              </w:rPr>
              <w:lastRenderedPageBreak/>
              <w:t xml:space="preserve">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2F88C596" w14:textId="23B2C6C3" w:rsidR="00E25E4C" w:rsidRPr="00E25E4C" w:rsidRDefault="00E25E4C" w:rsidP="00E25E4C">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762E5DF" w14:textId="7E71A682" w:rsidR="00CB13B2" w:rsidRDefault="002D238A" w:rsidP="00306E8D">
      <w:pPr>
        <w:pStyle w:val="H3"/>
        <w:spacing w:before="480"/>
      </w:pPr>
      <w:r>
        <w:lastRenderedPageBreak/>
        <w:t>3.10.4</w:t>
      </w:r>
      <w:r>
        <w:tab/>
        <w:t>ERCOT Responsibilities</w:t>
      </w:r>
      <w:bookmarkEnd w:id="1225"/>
      <w:bookmarkEnd w:id="1236"/>
      <w:bookmarkEnd w:id="1237"/>
      <w:bookmarkEnd w:id="1238"/>
      <w:bookmarkEnd w:id="1239"/>
      <w:bookmarkEnd w:id="1240"/>
      <w:bookmarkEnd w:id="1241"/>
      <w:bookmarkEnd w:id="1242"/>
      <w:bookmarkEnd w:id="1243"/>
      <w:bookmarkEnd w:id="1244"/>
      <w:bookmarkEnd w:id="1245"/>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w:t>
      </w:r>
      <w:r>
        <w:lastRenderedPageBreak/>
        <w:t xml:space="preserve">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7" w:name="_Toc204048549"/>
      <w:bookmarkStart w:id="1248" w:name="_Toc400526150"/>
      <w:bookmarkStart w:id="1249" w:name="_Toc405534468"/>
      <w:bookmarkStart w:id="1250" w:name="_Toc406570481"/>
      <w:bookmarkStart w:id="1251" w:name="_Toc410910633"/>
      <w:bookmarkStart w:id="1252" w:name="_Toc411841061"/>
      <w:bookmarkStart w:id="1253" w:name="_Toc422147023"/>
      <w:bookmarkStart w:id="1254" w:name="_Toc433020619"/>
      <w:bookmarkStart w:id="1255" w:name="_Toc437262060"/>
      <w:bookmarkStart w:id="1256" w:name="_Toc478375235"/>
      <w:bookmarkStart w:id="1257" w:name="_Toc75942464"/>
      <w:r>
        <w:t>3.10.5</w:t>
      </w:r>
      <w:r>
        <w:tab/>
        <w:t>TSP Responsibilities</w:t>
      </w:r>
      <w:bookmarkEnd w:id="1247"/>
      <w:bookmarkEnd w:id="1248"/>
      <w:bookmarkEnd w:id="1249"/>
      <w:bookmarkEnd w:id="1250"/>
      <w:bookmarkEnd w:id="1251"/>
      <w:bookmarkEnd w:id="1252"/>
      <w:bookmarkEnd w:id="1253"/>
      <w:bookmarkEnd w:id="1254"/>
      <w:bookmarkEnd w:id="1255"/>
      <w:bookmarkEnd w:id="1256"/>
      <w:bookmarkEnd w:id="125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corresponding to a specific RMR or MRA Agreement that has not been terminated, </w:t>
      </w:r>
      <w:r>
        <w:lastRenderedPageBreak/>
        <w:t>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8" w:name="_Toc204048550"/>
            <w:bookmarkStart w:id="1259" w:name="_Toc400526151"/>
            <w:bookmarkStart w:id="1260" w:name="_Toc405534469"/>
            <w:bookmarkStart w:id="1261" w:name="_Toc406570482"/>
            <w:bookmarkStart w:id="1262" w:name="_Toc410910634"/>
            <w:bookmarkStart w:id="1263" w:name="_Toc411841062"/>
            <w:bookmarkStart w:id="1264" w:name="_Toc422147024"/>
            <w:bookmarkStart w:id="1265" w:name="_Toc433020620"/>
            <w:bookmarkStart w:id="1266" w:name="_Toc437262061"/>
            <w:bookmarkStart w:id="1267"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8" w:name="_Toc491967192"/>
            <w:bookmarkStart w:id="1269" w:name="_Toc162186"/>
            <w:bookmarkStart w:id="1270" w:name="_Toc2078129"/>
            <w:bookmarkStart w:id="1271" w:name="_Toc5182819"/>
            <w:bookmarkStart w:id="1272" w:name="_Toc10015474"/>
            <w:bookmarkStart w:id="1273" w:name="_Toc17706355"/>
            <w:bookmarkStart w:id="1274" w:name="_Toc28421557"/>
            <w:bookmarkStart w:id="1275" w:name="_Toc33773602"/>
            <w:bookmarkStart w:id="1276" w:name="_Toc38964994"/>
            <w:bookmarkStart w:id="1277" w:name="_Toc44313274"/>
            <w:bookmarkStart w:id="1278" w:name="_Toc46954799"/>
            <w:bookmarkStart w:id="1279" w:name="_Toc49589437"/>
            <w:bookmarkStart w:id="1280" w:name="_Toc56671781"/>
            <w:bookmarkStart w:id="1281" w:name="_Toc60037322"/>
            <w:bookmarkStart w:id="1282" w:name="_Toc65141409"/>
            <w:bookmarkStart w:id="1283" w:name="_Toc68163741"/>
            <w:bookmarkStart w:id="1284" w:name="_Toc75942465"/>
            <w:r w:rsidRPr="00E55E72">
              <w:rPr>
                <w:b/>
                <w:bCs/>
                <w:i/>
              </w:rPr>
              <w:t>3.10.5</w:t>
            </w:r>
            <w:r w:rsidRPr="00E55E72">
              <w:rPr>
                <w:b/>
                <w:bCs/>
                <w:i/>
              </w:rPr>
              <w:tab/>
              <w:t>TSP and DCTO Responsibilities</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285" w:name="_Toc75942466"/>
      <w:r>
        <w:lastRenderedPageBreak/>
        <w:t>3.10.6</w:t>
      </w:r>
      <w:r>
        <w:tab/>
      </w:r>
      <w:r w:rsidR="00F02393">
        <w:t xml:space="preserve">QSE and </w:t>
      </w:r>
      <w:r>
        <w:t>Resource Entity Responsibilities</w:t>
      </w:r>
      <w:bookmarkEnd w:id="1258"/>
      <w:bookmarkEnd w:id="1259"/>
      <w:bookmarkEnd w:id="1260"/>
      <w:bookmarkEnd w:id="1261"/>
      <w:bookmarkEnd w:id="1262"/>
      <w:bookmarkEnd w:id="1263"/>
      <w:bookmarkEnd w:id="1264"/>
      <w:bookmarkEnd w:id="1265"/>
      <w:bookmarkEnd w:id="1266"/>
      <w:bookmarkEnd w:id="1267"/>
      <w:bookmarkEnd w:id="128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286" w:name="_Toc204048551"/>
      <w:bookmarkStart w:id="1287" w:name="_Toc400526152"/>
      <w:bookmarkStart w:id="1288" w:name="_Toc405534470"/>
      <w:bookmarkStart w:id="1289" w:name="_Toc406570483"/>
      <w:bookmarkStart w:id="1290" w:name="_Toc410910635"/>
      <w:bookmarkStart w:id="1291" w:name="_Toc411841063"/>
      <w:bookmarkStart w:id="1292" w:name="_Toc422147025"/>
      <w:bookmarkStart w:id="1293" w:name="_Toc433020621"/>
      <w:bookmarkStart w:id="1294" w:name="_Toc437262062"/>
      <w:bookmarkStart w:id="1295" w:name="_Toc478375237"/>
      <w:bookmarkStart w:id="1296" w:name="_Toc75942467"/>
      <w:r>
        <w:t>3.10.7</w:t>
      </w:r>
      <w:r>
        <w:tab/>
        <w:t>ERCOT System Modeling Requirements</w:t>
      </w:r>
      <w:bookmarkEnd w:id="1286"/>
      <w:bookmarkEnd w:id="1287"/>
      <w:bookmarkEnd w:id="1288"/>
      <w:bookmarkEnd w:id="1289"/>
      <w:bookmarkEnd w:id="1290"/>
      <w:bookmarkEnd w:id="1291"/>
      <w:bookmarkEnd w:id="1292"/>
      <w:bookmarkEnd w:id="1293"/>
      <w:bookmarkEnd w:id="1294"/>
      <w:bookmarkEnd w:id="1295"/>
      <w:bookmarkEnd w:id="129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7" w:name="_Toc204048552"/>
      <w:bookmarkStart w:id="1298" w:name="_Toc400526153"/>
      <w:bookmarkStart w:id="1299" w:name="_Toc405534471"/>
      <w:bookmarkStart w:id="1300" w:name="_Toc406570484"/>
      <w:bookmarkStart w:id="1301" w:name="_Toc410910636"/>
      <w:bookmarkStart w:id="1302" w:name="_Toc411841064"/>
      <w:bookmarkStart w:id="1303" w:name="_Toc422147026"/>
      <w:bookmarkStart w:id="1304" w:name="_Toc433020622"/>
      <w:bookmarkStart w:id="1305" w:name="_Toc437262063"/>
      <w:bookmarkStart w:id="1306" w:name="_Toc478375238"/>
      <w:bookmarkStart w:id="1307" w:name="_Toc75942468"/>
      <w:r w:rsidRPr="00AE0E6D">
        <w:rPr>
          <w:b/>
        </w:rPr>
        <w:t>3.10.7.1</w:t>
      </w:r>
      <w:r w:rsidRPr="00AE0E6D">
        <w:rPr>
          <w:b/>
        </w:rPr>
        <w:tab/>
        <w:t>Modeling of Transmission Elements and Parameters</w:t>
      </w:r>
      <w:bookmarkEnd w:id="1297"/>
      <w:bookmarkEnd w:id="1298"/>
      <w:bookmarkEnd w:id="1299"/>
      <w:bookmarkEnd w:id="1300"/>
      <w:bookmarkEnd w:id="1301"/>
      <w:bookmarkEnd w:id="1302"/>
      <w:bookmarkEnd w:id="1303"/>
      <w:bookmarkEnd w:id="1304"/>
      <w:bookmarkEnd w:id="1305"/>
      <w:bookmarkEnd w:id="1306"/>
      <w:bookmarkEnd w:id="130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8" w:name="OLE_LINK6"/>
      <w:bookmarkStart w:id="1309" w:name="OLE_LINK7"/>
      <w:r>
        <w:t>NOMCR</w:t>
      </w:r>
      <w:bookmarkEnd w:id="1308"/>
      <w:bookmarkEnd w:id="130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10" w:name="_Toc204048553"/>
            <w:bookmarkStart w:id="1311" w:name="_Toc400526154"/>
            <w:bookmarkStart w:id="1312" w:name="_Toc405534472"/>
            <w:bookmarkStart w:id="1313" w:name="_Toc406570485"/>
            <w:bookmarkStart w:id="1314" w:name="_Toc410910637"/>
            <w:bookmarkStart w:id="1315" w:name="_Toc411841065"/>
            <w:bookmarkStart w:id="1316" w:name="_Toc422147027"/>
            <w:bookmarkStart w:id="1317" w:name="_Toc433020623"/>
            <w:bookmarkStart w:id="1318" w:name="_Toc437262064"/>
            <w:bookmarkStart w:id="1319"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20" w:name="_Toc75942469"/>
      <w:r>
        <w:t>3.10.7.1.1</w:t>
      </w:r>
      <w:r>
        <w:tab/>
        <w:t>Transmission Lines</w:t>
      </w:r>
      <w:bookmarkEnd w:id="1310"/>
      <w:bookmarkEnd w:id="1311"/>
      <w:bookmarkEnd w:id="1312"/>
      <w:bookmarkEnd w:id="1313"/>
      <w:bookmarkEnd w:id="1314"/>
      <w:bookmarkEnd w:id="1315"/>
      <w:bookmarkEnd w:id="1316"/>
      <w:bookmarkEnd w:id="1317"/>
      <w:bookmarkEnd w:id="1318"/>
      <w:bookmarkEnd w:id="1319"/>
      <w:bookmarkEnd w:id="132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lastRenderedPageBreak/>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21" w:name="_Toc204048554"/>
      <w:bookmarkStart w:id="1322" w:name="_Toc400526155"/>
      <w:bookmarkStart w:id="1323" w:name="_Toc405534473"/>
      <w:bookmarkStart w:id="1324" w:name="_Toc406570486"/>
      <w:bookmarkStart w:id="1325" w:name="_Toc410910638"/>
      <w:bookmarkStart w:id="1326" w:name="_Toc411841066"/>
      <w:bookmarkStart w:id="1327" w:name="_Toc422147028"/>
      <w:bookmarkStart w:id="1328" w:name="_Toc433020624"/>
      <w:bookmarkStart w:id="1329" w:name="_Toc437262065"/>
      <w:bookmarkStart w:id="1330" w:name="_Toc478375240"/>
      <w:bookmarkStart w:id="1331" w:name="_Toc75942470"/>
      <w:r>
        <w:t>3.10.7.1.2</w:t>
      </w:r>
      <w:r>
        <w:tab/>
        <w:t>Transmission Buses</w:t>
      </w:r>
      <w:bookmarkEnd w:id="1321"/>
      <w:bookmarkEnd w:id="1322"/>
      <w:bookmarkEnd w:id="1323"/>
      <w:bookmarkEnd w:id="1324"/>
      <w:bookmarkEnd w:id="1325"/>
      <w:bookmarkEnd w:id="1326"/>
      <w:bookmarkEnd w:id="1327"/>
      <w:bookmarkEnd w:id="1328"/>
      <w:bookmarkEnd w:id="1329"/>
      <w:bookmarkEnd w:id="1330"/>
      <w:bookmarkEnd w:id="133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32" w:name="_Toc204048555"/>
            <w:bookmarkStart w:id="1333" w:name="_Toc400526156"/>
            <w:bookmarkStart w:id="1334" w:name="_Toc405534474"/>
            <w:bookmarkStart w:id="1335" w:name="_Toc406570487"/>
            <w:bookmarkStart w:id="1336" w:name="_Toc410910639"/>
            <w:bookmarkStart w:id="1337" w:name="_Toc411841067"/>
            <w:bookmarkStart w:id="1338" w:name="_Toc422147029"/>
            <w:bookmarkStart w:id="1339" w:name="_Toc433020625"/>
            <w:bookmarkStart w:id="1340" w:name="_Toc437262066"/>
            <w:bookmarkStart w:id="1341" w:name="_Toc478375241"/>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2" w:name="_Toc75942471"/>
      <w:r>
        <w:t>3.10.7.1.3</w:t>
      </w:r>
      <w:r>
        <w:tab/>
        <w:t>Transmission Breakers and Switches</w:t>
      </w:r>
      <w:bookmarkEnd w:id="1332"/>
      <w:bookmarkEnd w:id="1333"/>
      <w:bookmarkEnd w:id="1334"/>
      <w:bookmarkEnd w:id="1335"/>
      <w:bookmarkEnd w:id="1336"/>
      <w:bookmarkEnd w:id="1337"/>
      <w:bookmarkEnd w:id="1338"/>
      <w:bookmarkEnd w:id="1339"/>
      <w:bookmarkEnd w:id="1340"/>
      <w:bookmarkEnd w:id="1341"/>
      <w:bookmarkEnd w:id="134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43" w:name="_Toc204048556"/>
            <w:bookmarkStart w:id="1344" w:name="_Toc400526157"/>
            <w:bookmarkStart w:id="1345" w:name="_Toc405534475"/>
            <w:bookmarkStart w:id="1346" w:name="_Toc406570488"/>
            <w:bookmarkStart w:id="1347" w:name="_Toc410910640"/>
            <w:bookmarkStart w:id="1348" w:name="_Toc411841068"/>
            <w:bookmarkStart w:id="1349" w:name="_Toc422147030"/>
            <w:bookmarkStart w:id="1350" w:name="_Toc433020626"/>
            <w:bookmarkStart w:id="1351" w:name="_Toc437262067"/>
            <w:bookmarkStart w:id="1352"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53" w:name="_Toc75942472"/>
      <w:r>
        <w:t>3.10.7.1.4</w:t>
      </w:r>
      <w:r>
        <w:tab/>
        <w:t>Transmission and Generation Resource Step-Up Transformers</w:t>
      </w:r>
      <w:bookmarkEnd w:id="1343"/>
      <w:bookmarkEnd w:id="1344"/>
      <w:bookmarkEnd w:id="1345"/>
      <w:bookmarkEnd w:id="1346"/>
      <w:bookmarkEnd w:id="1347"/>
      <w:bookmarkEnd w:id="1348"/>
      <w:bookmarkEnd w:id="1349"/>
      <w:bookmarkEnd w:id="1350"/>
      <w:bookmarkEnd w:id="1351"/>
      <w:bookmarkEnd w:id="1352"/>
      <w:bookmarkEnd w:id="135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54" w:name="_Toc49589445"/>
            <w:bookmarkStart w:id="1355" w:name="_Toc56671789"/>
            <w:bookmarkStart w:id="1356" w:name="_Toc60037330"/>
            <w:bookmarkStart w:id="1357" w:name="_Toc65141417"/>
            <w:bookmarkStart w:id="1358" w:name="_Toc68163749"/>
            <w:bookmarkStart w:id="1359" w:name="_Toc75942473"/>
            <w:r>
              <w:t>3.10.7.1.4</w:t>
            </w:r>
            <w:r>
              <w:tab/>
              <w:t>Transmission, Main Power Transformers (MPT) and Generator Step-Up (GSU) Transformers</w:t>
            </w:r>
            <w:bookmarkEnd w:id="1354"/>
            <w:bookmarkEnd w:id="1355"/>
            <w:bookmarkEnd w:id="1356"/>
            <w:bookmarkEnd w:id="1357"/>
            <w:bookmarkEnd w:id="1358"/>
            <w:bookmarkEnd w:id="1359"/>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w:t>
      </w:r>
      <w:r w:rsidR="007152F5">
        <w:lastRenderedPageBreak/>
        <w:t xml:space="preserve">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60" w:name="_Toc204048557"/>
      <w:bookmarkStart w:id="1361" w:name="_Toc400526158"/>
      <w:bookmarkStart w:id="1362" w:name="_Toc405534476"/>
      <w:bookmarkStart w:id="1363" w:name="_Toc406570489"/>
      <w:bookmarkStart w:id="1364" w:name="_Toc410910641"/>
      <w:bookmarkStart w:id="1365" w:name="_Toc411841069"/>
      <w:bookmarkStart w:id="1366" w:name="_Toc422147031"/>
      <w:bookmarkStart w:id="1367" w:name="_Toc433020627"/>
      <w:bookmarkStart w:id="1368" w:name="_Toc437262068"/>
      <w:bookmarkStart w:id="1369" w:name="_Toc478375243"/>
      <w:bookmarkStart w:id="1370" w:name="_Toc75942474"/>
      <w:r>
        <w:t>3.10.7.1.5</w:t>
      </w:r>
      <w:r>
        <w:tab/>
        <w:t>Reactors, Capacitors, and other Reactive Controlled Sources</w:t>
      </w:r>
      <w:bookmarkEnd w:id="1360"/>
      <w:bookmarkEnd w:id="1361"/>
      <w:bookmarkEnd w:id="1362"/>
      <w:bookmarkEnd w:id="1363"/>
      <w:bookmarkEnd w:id="1364"/>
      <w:bookmarkEnd w:id="1365"/>
      <w:bookmarkEnd w:id="1366"/>
      <w:bookmarkEnd w:id="1367"/>
      <w:bookmarkEnd w:id="1368"/>
      <w:bookmarkEnd w:id="1369"/>
      <w:bookmarkEnd w:id="137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71" w:name="_Toc204048558"/>
      <w:bookmarkStart w:id="1372" w:name="_Toc400526159"/>
      <w:bookmarkStart w:id="1373" w:name="_Toc405534477"/>
      <w:bookmarkStart w:id="1374" w:name="_Toc406570490"/>
      <w:bookmarkStart w:id="1375" w:name="_Toc410910642"/>
      <w:bookmarkStart w:id="1376" w:name="_Toc411841070"/>
      <w:bookmarkStart w:id="1377" w:name="_Toc422147032"/>
      <w:bookmarkStart w:id="1378" w:name="_Toc433020628"/>
      <w:bookmarkStart w:id="1379" w:name="_Toc437262069"/>
      <w:bookmarkStart w:id="1380" w:name="_Toc478375244"/>
      <w:bookmarkStart w:id="1381" w:name="_Toc75942475"/>
      <w:r w:rsidRPr="00552CF9">
        <w:rPr>
          <w:b/>
        </w:rPr>
        <w:t>3.10.7.2</w:t>
      </w:r>
      <w:r w:rsidRPr="00552CF9">
        <w:rPr>
          <w:b/>
        </w:rPr>
        <w:tab/>
        <w:t>Modeling of Resources and Transmission Loads</w:t>
      </w:r>
      <w:bookmarkEnd w:id="1371"/>
      <w:bookmarkEnd w:id="1372"/>
      <w:bookmarkEnd w:id="1373"/>
      <w:bookmarkEnd w:id="1374"/>
      <w:bookmarkEnd w:id="1375"/>
      <w:bookmarkEnd w:id="1376"/>
      <w:bookmarkEnd w:id="1377"/>
      <w:bookmarkEnd w:id="1378"/>
      <w:bookmarkEnd w:id="1379"/>
      <w:bookmarkEnd w:id="1380"/>
      <w:bookmarkEnd w:id="1381"/>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4CF450BB" w:rsidR="00B3048F" w:rsidRDefault="00B3048F" w:rsidP="00AB0C06">
            <w:pPr>
              <w:spacing w:before="120" w:after="240"/>
              <w:rPr>
                <w:b/>
                <w:i/>
              </w:rPr>
            </w:pPr>
            <w:r>
              <w:rPr>
                <w:b/>
                <w:i/>
              </w:rPr>
              <w:t>[</w:t>
            </w:r>
            <w:r w:rsidR="00306E8D">
              <w:rPr>
                <w:b/>
                <w:i/>
              </w:rPr>
              <w:t xml:space="preserve">NPRR973, </w:t>
            </w:r>
            <w:r w:rsidR="001479DD">
              <w:rPr>
                <w:b/>
                <w:i/>
              </w:rPr>
              <w:t>NPRR995</w:t>
            </w:r>
            <w:r w:rsidR="00306E8D">
              <w:rPr>
                <w:b/>
                <w:i/>
              </w:rPr>
              <w:t>,</w:t>
            </w:r>
            <w:r w:rsidR="001479DD">
              <w:rPr>
                <w:b/>
                <w:i/>
              </w:rPr>
              <w:t xml:space="preserve"> and </w:t>
            </w:r>
            <w:r>
              <w:rPr>
                <w:b/>
                <w:i/>
              </w:rPr>
              <w:t>NPRR1016</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 or NPRR1016</w:t>
            </w:r>
            <w:r>
              <w:rPr>
                <w:b/>
                <w:i/>
              </w:rPr>
              <w:t>:</w:t>
            </w:r>
            <w:r w:rsidRPr="004B0726">
              <w:rPr>
                <w:b/>
                <w:i/>
              </w:rPr>
              <w:t>]</w:t>
            </w:r>
          </w:p>
          <w:p w14:paraId="1FD8E45F" w14:textId="4C05F3BC" w:rsidR="00B3048F" w:rsidRPr="006D6B80" w:rsidRDefault="00B3048F" w:rsidP="005164E5">
            <w:pPr>
              <w:spacing w:after="240"/>
              <w:ind w:left="720" w:hanging="720"/>
            </w:pPr>
            <w:r>
              <w:rPr>
                <w:iCs/>
              </w:rPr>
              <w:lastRenderedPageBreak/>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06A426D2" w:rsidR="00D34CD2" w:rsidRDefault="00D34CD2" w:rsidP="00AB0C06">
            <w:pPr>
              <w:spacing w:before="120" w:after="240"/>
              <w:rPr>
                <w:b/>
                <w:i/>
              </w:rPr>
            </w:pPr>
            <w:r>
              <w:rPr>
                <w:b/>
                <w:i/>
              </w:rPr>
              <w:lastRenderedPageBreak/>
              <w:t>[</w:t>
            </w:r>
            <w:r w:rsidR="001479DD">
              <w:rPr>
                <w:b/>
                <w:i/>
              </w:rPr>
              <w:t xml:space="preserve">NPRR995 and </w:t>
            </w:r>
            <w:r>
              <w:rPr>
                <w:b/>
                <w:i/>
              </w:rPr>
              <w:t>NPRR1016</w:t>
            </w:r>
            <w:r w:rsidRPr="004B0726">
              <w:rPr>
                <w:b/>
                <w:i/>
              </w:rPr>
              <w:t xml:space="preserve">: </w:t>
            </w:r>
            <w:r>
              <w:rPr>
                <w:b/>
                <w:i/>
              </w:rPr>
              <w:t xml:space="preserve"> Replace </w:t>
            </w:r>
            <w:r w:rsidR="001479DD">
              <w:rPr>
                <w:b/>
                <w:i/>
              </w:rPr>
              <w:t xml:space="preserve">applicable portions of </w:t>
            </w:r>
            <w:r>
              <w:rPr>
                <w:b/>
                <w:i/>
              </w:rPr>
              <w:t>paragraph (3) above with the following upon system implementation:</w:t>
            </w:r>
            <w:r w:rsidRPr="004B0726">
              <w:rPr>
                <w:b/>
                <w:i/>
              </w:rPr>
              <w:t>]</w:t>
            </w:r>
          </w:p>
          <w:p w14:paraId="3C13C8DF" w14:textId="43C03D55" w:rsidR="00D34CD2" w:rsidRPr="00B3048F" w:rsidRDefault="00D34CD2" w:rsidP="00E87ECA">
            <w:pPr>
              <w:spacing w:after="240"/>
              <w:ind w:left="720" w:hanging="720"/>
              <w:rPr>
                <w:iCs/>
              </w:rPr>
            </w:pPr>
            <w:r>
              <w:rPr>
                <w:iCs/>
              </w:rPr>
              <w:t>(3)</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F535F1B"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w:t>
      </w:r>
      <w:r>
        <w:lastRenderedPageBreak/>
        <w:t xml:space="preserve">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lastRenderedPageBreak/>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1575312F"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EE7FBCA" w14:textId="63D38274" w:rsidR="00E25E4C" w:rsidRDefault="00E25E4C" w:rsidP="00E94CE4">
            <w:pPr>
              <w:spacing w:before="120" w:after="240"/>
              <w:rPr>
                <w:b/>
                <w:i/>
              </w:rPr>
            </w:pPr>
            <w:r>
              <w:rPr>
                <w:b/>
                <w:i/>
              </w:rPr>
              <w:t>[NPRR1005</w:t>
            </w:r>
            <w:r w:rsidRPr="004B0726">
              <w:rPr>
                <w:b/>
                <w:i/>
              </w:rPr>
              <w:t xml:space="preserve">: </w:t>
            </w:r>
            <w:r>
              <w:rPr>
                <w:b/>
                <w:i/>
              </w:rPr>
              <w:t xml:space="preserve"> Replace paragraph (12) above with the following upon system implementation:</w:t>
            </w:r>
            <w:r w:rsidRPr="004B0726">
              <w:rPr>
                <w:b/>
                <w:i/>
              </w:rPr>
              <w:t>]</w:t>
            </w:r>
          </w:p>
          <w:p w14:paraId="24B38154" w14:textId="4F912122" w:rsidR="00E25E4C" w:rsidRPr="00E25E4C" w:rsidRDefault="00E25E4C" w:rsidP="00E25E4C">
            <w:pPr>
              <w:spacing w:after="240"/>
              <w:ind w:left="720" w:hanging="720"/>
              <w:rPr>
                <w:iCs/>
              </w:rPr>
            </w:pPr>
            <w:r w:rsidRPr="00A261C3">
              <w:rPr>
                <w:iCs/>
              </w:rPr>
              <w:t>(</w:t>
            </w:r>
            <w:r>
              <w:rPr>
                <w:iCs/>
              </w:rPr>
              <w:t>12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w:t>
            </w:r>
            <w:r>
              <w:rPr>
                <w:iCs/>
              </w:rPr>
              <w:t>behind</w:t>
            </w:r>
            <w:r w:rsidRPr="00A261C3">
              <w:rPr>
                <w:iCs/>
              </w:rPr>
              <w:t xml:space="preserve"> the same</w:t>
            </w:r>
            <w:r>
              <w:rPr>
                <w:iCs/>
              </w:rPr>
              <w:t xml:space="preserve"> </w:t>
            </w:r>
            <w:r w:rsidRPr="00A274E2">
              <w:rPr>
                <w:iCs/>
              </w:rPr>
              <w:t>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c>
      </w:tr>
    </w:tbl>
    <w:p w14:paraId="10DA2172" w14:textId="4F83F16F" w:rsidR="00F45BAA" w:rsidRPr="00A261C3" w:rsidRDefault="00F45BAA" w:rsidP="002A58A6">
      <w:pPr>
        <w:spacing w:before="240"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lastRenderedPageBreak/>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71338E3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67FBEBE4" w14:textId="4F921A0F" w:rsidR="00E25E4C" w:rsidRDefault="00E25E4C" w:rsidP="00E94CE4">
            <w:pPr>
              <w:spacing w:before="120" w:after="240"/>
              <w:rPr>
                <w:b/>
                <w:i/>
              </w:rPr>
            </w:pPr>
            <w:r>
              <w:rPr>
                <w:b/>
                <w:i/>
              </w:rPr>
              <w:t>[NPRR1005</w:t>
            </w:r>
            <w:r w:rsidRPr="004B0726">
              <w:rPr>
                <w:b/>
                <w:i/>
              </w:rPr>
              <w:t xml:space="preserve">: </w:t>
            </w:r>
            <w:r>
              <w:rPr>
                <w:b/>
                <w:i/>
              </w:rPr>
              <w:t xml:space="preserve"> Replace paragraph (d) above with the following upon system implementation:</w:t>
            </w:r>
            <w:r w:rsidRPr="004B0726">
              <w:rPr>
                <w:b/>
                <w:i/>
              </w:rPr>
              <w:t>]</w:t>
            </w:r>
          </w:p>
          <w:p w14:paraId="4695859C" w14:textId="3899681C" w:rsidR="00E25E4C" w:rsidRPr="00E25E4C" w:rsidRDefault="00E25E4C" w:rsidP="00E25E4C">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t>B</w:t>
            </w:r>
            <w:r w:rsidRPr="00A261C3">
              <w:t>; and</w:t>
            </w:r>
          </w:p>
        </w:tc>
      </w:tr>
    </w:tbl>
    <w:p w14:paraId="75863F8A" w14:textId="6CF0B1F1" w:rsidR="00F45BAA" w:rsidRPr="00A261C3" w:rsidRDefault="00F45BAA" w:rsidP="002A58A6">
      <w:pPr>
        <w:spacing w:before="240"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82" w:name="_Toc400526160"/>
      <w:bookmarkStart w:id="1383" w:name="_Toc405534478"/>
      <w:bookmarkStart w:id="1384" w:name="_Toc406570491"/>
      <w:bookmarkStart w:id="1385" w:name="_Toc410910643"/>
      <w:bookmarkStart w:id="1386" w:name="_Toc411841071"/>
      <w:bookmarkStart w:id="1387" w:name="_Toc422147033"/>
      <w:bookmarkStart w:id="1388" w:name="_Toc433020629"/>
      <w:bookmarkStart w:id="1389" w:name="_Toc437262070"/>
      <w:bookmarkStart w:id="1390" w:name="_Toc478375245"/>
      <w:bookmarkStart w:id="1391" w:name="_Toc759424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2"/>
      <w:bookmarkEnd w:id="1383"/>
      <w:bookmarkEnd w:id="1384"/>
      <w:bookmarkEnd w:id="1385"/>
      <w:bookmarkEnd w:id="1386"/>
      <w:bookmarkEnd w:id="1387"/>
      <w:bookmarkEnd w:id="1388"/>
      <w:bookmarkEnd w:id="1389"/>
      <w:bookmarkEnd w:id="1390"/>
      <w:bookmarkEnd w:id="1391"/>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92" w:name="_Toc759424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2"/>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w:t>
      </w:r>
      <w:r>
        <w:rPr>
          <w:szCs w:val="24"/>
        </w:rPr>
        <w:lastRenderedPageBreak/>
        <w:t>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lastRenderedPageBreak/>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lastRenderedPageBreak/>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93" w:name="_Toc204048559"/>
      <w:bookmarkStart w:id="1394" w:name="_Toc400526161"/>
      <w:bookmarkStart w:id="1395" w:name="_Toc405534479"/>
      <w:bookmarkStart w:id="1396" w:name="_Toc406570492"/>
      <w:bookmarkStart w:id="1397" w:name="_Toc410910644"/>
      <w:bookmarkStart w:id="1398" w:name="_Toc411841072"/>
      <w:bookmarkStart w:id="1399" w:name="_Toc422147034"/>
      <w:bookmarkStart w:id="1400" w:name="_Toc433020630"/>
      <w:bookmarkStart w:id="1401" w:name="_Toc437262071"/>
      <w:bookmarkStart w:id="1402" w:name="_Toc478375246"/>
      <w:bookmarkStart w:id="1403" w:name="_Toc75942478"/>
      <w:r w:rsidRPr="00552CF9">
        <w:rPr>
          <w:b/>
        </w:rPr>
        <w:t>3.10.7.3</w:t>
      </w:r>
      <w:r w:rsidRPr="00552CF9">
        <w:rPr>
          <w:b/>
        </w:rPr>
        <w:tab/>
        <w:t>Modeling of Private Use Networks</w:t>
      </w:r>
      <w:bookmarkEnd w:id="1393"/>
      <w:bookmarkEnd w:id="1394"/>
      <w:bookmarkEnd w:id="1395"/>
      <w:bookmarkEnd w:id="1396"/>
      <w:bookmarkEnd w:id="1397"/>
      <w:bookmarkEnd w:id="1398"/>
      <w:bookmarkEnd w:id="1399"/>
      <w:bookmarkEnd w:id="1400"/>
      <w:bookmarkEnd w:id="1401"/>
      <w:bookmarkEnd w:id="1402"/>
      <w:bookmarkEnd w:id="140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69521C3F" w:rsidR="006D0482" w:rsidRDefault="006D0482" w:rsidP="006D0482">
      <w:pPr>
        <w:pStyle w:val="List"/>
        <w:ind w:left="2160"/>
      </w:pPr>
      <w:r>
        <w:t>(v)</w:t>
      </w:r>
      <w:r>
        <w:tab/>
        <w:t xml:space="preserve">Net energy delivery metering, as required by ERCOT, to and from the Private Use Network and the ERCOT System at the POI with the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27BC463D"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0B13AB87" w14:textId="7632EA6F" w:rsidR="007302BD" w:rsidRDefault="007302BD" w:rsidP="00E94CE4">
            <w:pPr>
              <w:spacing w:before="120" w:after="240"/>
              <w:rPr>
                <w:b/>
                <w:i/>
              </w:rPr>
            </w:pPr>
            <w:r>
              <w:rPr>
                <w:b/>
                <w:i/>
              </w:rPr>
              <w:t>[NPRR1005</w:t>
            </w:r>
            <w:r w:rsidRPr="004B0726">
              <w:rPr>
                <w:b/>
                <w:i/>
              </w:rPr>
              <w:t xml:space="preserve">: </w:t>
            </w:r>
            <w:r>
              <w:rPr>
                <w:b/>
                <w:i/>
              </w:rPr>
              <w:t xml:space="preserve"> Replace paragraph (v) above with the following upon system implementation:</w:t>
            </w:r>
            <w:r w:rsidRPr="004B0726">
              <w:rPr>
                <w:b/>
                <w:i/>
              </w:rPr>
              <w:t>]</w:t>
            </w:r>
          </w:p>
          <w:p w14:paraId="0CA81863" w14:textId="5AE59674" w:rsidR="007302BD" w:rsidRPr="00E25E4C" w:rsidRDefault="007302BD" w:rsidP="007302BD">
            <w:pPr>
              <w:pStyle w:val="List"/>
              <w:ind w:left="2160"/>
            </w:pPr>
            <w:r>
              <w:t>(v)</w:t>
            </w:r>
            <w:r>
              <w:tab/>
              <w:t>Net energy delivery metering, as required by ERCOT, to and from the Private Use Network and the ERCOT System at the POIB;</w:t>
            </w:r>
          </w:p>
        </w:tc>
      </w:tr>
    </w:tbl>
    <w:p w14:paraId="0460AF66" w14:textId="1EDDD49A" w:rsidR="006D0482" w:rsidRDefault="006D0482" w:rsidP="002A58A6">
      <w:pPr>
        <w:pStyle w:val="List"/>
        <w:spacing w:before="240"/>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4" w:name="_Toc204048560"/>
      <w:bookmarkStart w:id="1405" w:name="_Toc400526162"/>
      <w:bookmarkStart w:id="1406" w:name="_Toc405534480"/>
      <w:bookmarkStart w:id="1407" w:name="_Toc406570493"/>
      <w:bookmarkStart w:id="1408" w:name="_Toc410910645"/>
      <w:bookmarkStart w:id="1409" w:name="_Toc411841073"/>
      <w:bookmarkStart w:id="1410" w:name="_Toc422147035"/>
      <w:bookmarkStart w:id="1411" w:name="_Toc433020631"/>
      <w:bookmarkStart w:id="1412" w:name="_Toc437262072"/>
      <w:bookmarkStart w:id="1413" w:name="_Toc478375247"/>
      <w:bookmarkStart w:id="1414" w:name="_Toc75942479"/>
      <w:r w:rsidRPr="00552CF9">
        <w:rPr>
          <w:b/>
        </w:rPr>
        <w:t>3.10.7.4</w:t>
      </w:r>
      <w:r w:rsidRPr="00552CF9">
        <w:rPr>
          <w:b/>
        </w:rPr>
        <w:tab/>
      </w:r>
      <w:r w:rsidR="006E44DA" w:rsidRPr="007D2202">
        <w:rPr>
          <w:b/>
          <w:bCs/>
        </w:rPr>
        <w:t xml:space="preserve">Remedial Action Schemes, Automatic Mitigation Plans and Remedial Action </w:t>
      </w:r>
      <w:r w:rsidR="006E44DA" w:rsidRPr="007D2202">
        <w:rPr>
          <w:b/>
          <w:bCs/>
        </w:rPr>
        <w:lastRenderedPageBreak/>
        <w:t>Plans</w:t>
      </w:r>
      <w:bookmarkEnd w:id="1404"/>
      <w:bookmarkEnd w:id="1405"/>
      <w:bookmarkEnd w:id="1406"/>
      <w:bookmarkEnd w:id="1407"/>
      <w:bookmarkEnd w:id="1408"/>
      <w:bookmarkEnd w:id="1409"/>
      <w:bookmarkEnd w:id="1410"/>
      <w:bookmarkEnd w:id="1411"/>
      <w:bookmarkEnd w:id="1412"/>
      <w:bookmarkEnd w:id="1413"/>
      <w:bookmarkEnd w:id="141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5" w:name="_Toc144691952"/>
      <w:bookmarkStart w:id="1416" w:name="_Toc204048561"/>
      <w:bookmarkStart w:id="1417" w:name="_Toc400526163"/>
      <w:bookmarkStart w:id="1418" w:name="_Toc405534481"/>
      <w:bookmarkStart w:id="1419" w:name="_Toc406570494"/>
      <w:bookmarkStart w:id="1420" w:name="_Toc410910646"/>
      <w:bookmarkStart w:id="1421" w:name="_Toc411841074"/>
      <w:bookmarkStart w:id="1422" w:name="_Toc422147036"/>
      <w:bookmarkStart w:id="1423" w:name="_Toc433020632"/>
      <w:bookmarkStart w:id="1424" w:name="_Toc437262073"/>
      <w:bookmarkStart w:id="1425" w:name="_Toc478375248"/>
      <w:bookmarkStart w:id="1426" w:name="_Toc75942480"/>
      <w:r w:rsidRPr="00552CF9">
        <w:rPr>
          <w:b/>
        </w:rPr>
        <w:t>3.10.7.5</w:t>
      </w:r>
      <w:r w:rsidRPr="00552CF9">
        <w:rPr>
          <w:b/>
        </w:rPr>
        <w:tab/>
        <w:t xml:space="preserve">Telemetry </w:t>
      </w:r>
      <w:bookmarkEnd w:id="1415"/>
      <w:bookmarkEnd w:id="1416"/>
      <w:bookmarkEnd w:id="1417"/>
      <w:bookmarkEnd w:id="1418"/>
      <w:bookmarkEnd w:id="1419"/>
      <w:bookmarkEnd w:id="1420"/>
      <w:bookmarkEnd w:id="1421"/>
      <w:bookmarkEnd w:id="1422"/>
      <w:bookmarkEnd w:id="1423"/>
      <w:bookmarkEnd w:id="1424"/>
      <w:bookmarkEnd w:id="1425"/>
      <w:r w:rsidR="008F7DE7">
        <w:rPr>
          <w:b/>
        </w:rPr>
        <w:t>Requirements</w:t>
      </w:r>
      <w:bookmarkEnd w:id="142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lastRenderedPageBreak/>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27" w:name="_Toc144691953"/>
      <w:bookmarkStart w:id="1428" w:name="_Toc204048562"/>
      <w:bookmarkStart w:id="1429" w:name="_Toc400526164"/>
      <w:bookmarkStart w:id="1430" w:name="_Toc405534482"/>
      <w:bookmarkStart w:id="1431" w:name="_Toc406570495"/>
      <w:bookmarkStart w:id="1432" w:name="_Toc410910647"/>
      <w:bookmarkStart w:id="1433" w:name="_Toc411841075"/>
      <w:bookmarkStart w:id="1434" w:name="_Toc422147037"/>
      <w:bookmarkStart w:id="1435" w:name="_Toc433020633"/>
      <w:bookmarkStart w:id="1436" w:name="_Toc437262074"/>
      <w:bookmarkStart w:id="1437" w:name="_Toc478375249"/>
      <w:bookmarkStart w:id="1438" w:name="_Toc75942481"/>
      <w:r>
        <w:t>3.10.7.5.1</w:t>
      </w:r>
      <w:r>
        <w:tab/>
        <w:t>Continuous Telemetry of the Status of Breakers and Switches</w:t>
      </w:r>
      <w:bookmarkEnd w:id="1427"/>
      <w:bookmarkEnd w:id="1428"/>
      <w:bookmarkEnd w:id="1429"/>
      <w:bookmarkEnd w:id="1430"/>
      <w:bookmarkEnd w:id="1431"/>
      <w:bookmarkEnd w:id="1432"/>
      <w:bookmarkEnd w:id="1433"/>
      <w:bookmarkEnd w:id="1434"/>
      <w:bookmarkEnd w:id="1435"/>
      <w:bookmarkEnd w:id="1436"/>
      <w:bookmarkEnd w:id="1437"/>
      <w:bookmarkEnd w:id="143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w:t>
      </w:r>
      <w:r>
        <w:lastRenderedPageBreak/>
        <w:t>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D8B3367"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 xml:space="preserve">Combined Cycle </w:t>
      </w:r>
      <w:r w:rsidR="00AF771C" w:rsidRPr="001F61D4">
        <w:rPr>
          <w:iCs w:val="0"/>
        </w:rPr>
        <w:lastRenderedPageBreak/>
        <w:t>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9" w:name="_Toc144691954"/>
      <w:bookmarkStart w:id="1440" w:name="_Toc204048563"/>
      <w:bookmarkStart w:id="1441" w:name="_Toc400526165"/>
      <w:bookmarkStart w:id="1442" w:name="_Toc405534483"/>
      <w:bookmarkStart w:id="1443" w:name="_Toc406570496"/>
      <w:bookmarkStart w:id="1444" w:name="_Toc410910648"/>
      <w:bookmarkStart w:id="1445" w:name="_Toc411841076"/>
      <w:bookmarkStart w:id="1446" w:name="_Toc422147038"/>
      <w:bookmarkStart w:id="1447" w:name="_Toc433020634"/>
      <w:bookmarkStart w:id="1448" w:name="_Toc437262075"/>
      <w:bookmarkStart w:id="1449" w:name="_Toc478375250"/>
      <w:bookmarkStart w:id="1450" w:name="_Toc75942482"/>
      <w:r>
        <w:t>3.10.7.5.2</w:t>
      </w:r>
      <w:r>
        <w:tab/>
        <w:t>Continuous Telemetry of the Real-Time Measurements of Bus Load, Voltages, Tap Position, and Flows</w:t>
      </w:r>
      <w:bookmarkEnd w:id="1439"/>
      <w:bookmarkEnd w:id="1440"/>
      <w:bookmarkEnd w:id="1441"/>
      <w:bookmarkEnd w:id="1442"/>
      <w:bookmarkEnd w:id="1443"/>
      <w:bookmarkEnd w:id="1444"/>
      <w:bookmarkEnd w:id="1445"/>
      <w:bookmarkEnd w:id="1446"/>
      <w:bookmarkEnd w:id="1447"/>
      <w:bookmarkEnd w:id="1448"/>
      <w:bookmarkEnd w:id="1449"/>
      <w:bookmarkEnd w:id="145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376F03A0"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3E64BF26"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3E2F1AD" w14:textId="10A1019E" w:rsidR="007302BD" w:rsidRDefault="007302BD" w:rsidP="00E94CE4">
            <w:pPr>
              <w:spacing w:before="120" w:after="240"/>
              <w:rPr>
                <w:b/>
                <w:i/>
              </w:rPr>
            </w:pPr>
            <w:bookmarkStart w:id="1451" w:name="_Toc75942483"/>
            <w:bookmarkStart w:id="1452" w:name="_Toc204048564"/>
            <w:bookmarkStart w:id="1453" w:name="_Toc400526166"/>
            <w:bookmarkStart w:id="1454" w:name="_Toc405534484"/>
            <w:bookmarkStart w:id="1455" w:name="_Toc406570497"/>
            <w:bookmarkStart w:id="1456" w:name="_Toc410910649"/>
            <w:bookmarkStart w:id="1457" w:name="_Toc411841077"/>
            <w:bookmarkStart w:id="1458" w:name="_Toc422147039"/>
            <w:bookmarkStart w:id="1459" w:name="_Toc433020635"/>
            <w:bookmarkStart w:id="1460" w:name="_Toc437262076"/>
            <w:bookmarkStart w:id="1461" w:name="_Toc478375251"/>
            <w:r>
              <w:rPr>
                <w:b/>
                <w:i/>
              </w:rPr>
              <w:t>[NPRR1005</w:t>
            </w:r>
            <w:r w:rsidRPr="004B0726">
              <w:rPr>
                <w:b/>
                <w:i/>
              </w:rPr>
              <w:t xml:space="preserve">: </w:t>
            </w:r>
            <w:r>
              <w:rPr>
                <w:b/>
                <w:i/>
              </w:rPr>
              <w:t xml:space="preserve"> Replace paragraph (8) above with the following upon system implementation:</w:t>
            </w:r>
            <w:r w:rsidRPr="004B0726">
              <w:rPr>
                <w:b/>
                <w:i/>
              </w:rPr>
              <w:t>]</w:t>
            </w:r>
          </w:p>
          <w:p w14:paraId="545E3D5B" w14:textId="60B4196C" w:rsidR="007302BD" w:rsidRPr="007302BD" w:rsidRDefault="007302BD" w:rsidP="007302BD">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POIB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1276C534" w14:textId="77777777" w:rsidR="00CC4EC4" w:rsidRPr="000C1FFC" w:rsidRDefault="00CC4EC4" w:rsidP="002A58A6">
      <w:pPr>
        <w:pStyle w:val="H2"/>
        <w:spacing w:before="480"/>
        <w:ind w:left="907" w:hanging="907"/>
        <w:outlineLvl w:val="3"/>
      </w:pPr>
      <w:r>
        <w:t>3.10.7.5.3</w:t>
      </w:r>
      <w:r w:rsidRPr="000C1FFC">
        <w:t xml:space="preserve"> </w:t>
      </w:r>
      <w:r>
        <w:tab/>
        <w:t xml:space="preserve">Required </w:t>
      </w:r>
      <w:r w:rsidRPr="000C1FFC">
        <w:t>Telemetry of Voltage and Power Flow</w:t>
      </w:r>
      <w:bookmarkEnd w:id="145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lastRenderedPageBreak/>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CC4EC4">
      <w:pPr>
        <w:pStyle w:val="Heading3"/>
        <w:numPr>
          <w:ilvl w:val="0"/>
          <w:numId w:val="0"/>
        </w:numPr>
        <w:tabs>
          <w:tab w:val="clear" w:pos="1008"/>
        </w:tabs>
        <w:rPr>
          <w:rFonts w:cs="Arial"/>
          <w:iCs/>
          <w:szCs w:val="26"/>
        </w:rPr>
      </w:pPr>
      <w:bookmarkStart w:id="1462" w:name="_Toc75942484"/>
      <w:r>
        <w:rPr>
          <w:rFonts w:cs="Arial"/>
          <w:iCs/>
          <w:szCs w:val="26"/>
        </w:rPr>
        <w:t>3.10.7.5.4</w:t>
      </w:r>
      <w:r w:rsidRPr="000C1FFC">
        <w:rPr>
          <w:rFonts w:cs="Arial"/>
          <w:iCs/>
          <w:szCs w:val="26"/>
        </w:rPr>
        <w:tab/>
        <w:t>General Telemetry Performance Criteria</w:t>
      </w:r>
      <w:bookmarkEnd w:id="146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lastRenderedPageBreak/>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CC4EC4">
      <w:pPr>
        <w:pStyle w:val="Heading3"/>
        <w:numPr>
          <w:ilvl w:val="0"/>
          <w:numId w:val="0"/>
        </w:numPr>
        <w:tabs>
          <w:tab w:val="clear" w:pos="1008"/>
        </w:tabs>
        <w:rPr>
          <w:b w:val="0"/>
        </w:rPr>
      </w:pPr>
      <w:bookmarkStart w:id="1463" w:name="_Toc75942485"/>
      <w:r>
        <w:rPr>
          <w:rFonts w:cs="Arial"/>
          <w:szCs w:val="26"/>
        </w:rPr>
        <w:t>3.10.7.5.5</w:t>
      </w:r>
      <w:r w:rsidRPr="000C1FFC">
        <w:rPr>
          <w:rFonts w:cs="Arial"/>
          <w:szCs w:val="26"/>
        </w:rPr>
        <w:tab/>
        <w:t>Supplemental Telemetry Performance Criteria</w:t>
      </w:r>
      <w:bookmarkEnd w:id="146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lastRenderedPageBreak/>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CC4EC4">
      <w:pPr>
        <w:pStyle w:val="Heading3"/>
        <w:numPr>
          <w:ilvl w:val="0"/>
          <w:numId w:val="0"/>
        </w:numPr>
        <w:tabs>
          <w:tab w:val="clear" w:pos="1008"/>
        </w:tabs>
        <w:rPr>
          <w:rFonts w:cs="Arial"/>
          <w:szCs w:val="26"/>
        </w:rPr>
      </w:pPr>
      <w:bookmarkStart w:id="1464" w:name="_Toc75942486"/>
      <w:r>
        <w:rPr>
          <w:rFonts w:cs="Arial"/>
          <w:szCs w:val="26"/>
        </w:rPr>
        <w:t>3.10.7.5.6</w:t>
      </w:r>
      <w:r w:rsidRPr="000C1FFC">
        <w:rPr>
          <w:rFonts w:cs="Arial"/>
          <w:szCs w:val="26"/>
        </w:rPr>
        <w:tab/>
        <w:t>TSP/QSE Telemetry Restoration</w:t>
      </w:r>
      <w:bookmarkEnd w:id="146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CC4EC4">
      <w:pPr>
        <w:pStyle w:val="Heading3"/>
        <w:numPr>
          <w:ilvl w:val="0"/>
          <w:numId w:val="0"/>
        </w:numPr>
        <w:tabs>
          <w:tab w:val="clear" w:pos="1008"/>
        </w:tabs>
        <w:rPr>
          <w:rFonts w:cs="Arial"/>
          <w:szCs w:val="26"/>
        </w:rPr>
      </w:pPr>
      <w:bookmarkStart w:id="1465" w:name="_Toc75942487"/>
      <w:r>
        <w:rPr>
          <w:rFonts w:cs="Arial"/>
          <w:szCs w:val="26"/>
        </w:rPr>
        <w:t>3.10.7.5.7</w:t>
      </w:r>
      <w:r w:rsidRPr="000C1FFC">
        <w:rPr>
          <w:rFonts w:cs="Arial"/>
          <w:szCs w:val="26"/>
        </w:rPr>
        <w:tab/>
        <w:t>Calibration, Quality Checking</w:t>
      </w:r>
      <w:r>
        <w:rPr>
          <w:rFonts w:cs="Arial"/>
          <w:szCs w:val="26"/>
        </w:rPr>
        <w:t>,</w:t>
      </w:r>
      <w:r w:rsidRPr="000C1FFC">
        <w:rPr>
          <w:rFonts w:cs="Arial"/>
          <w:szCs w:val="26"/>
        </w:rPr>
        <w:t xml:space="preserve"> and Testing</w:t>
      </w:r>
      <w:bookmarkEnd w:id="146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 xml:space="preserve">or both the overall system and for individual equipment where detailed herein.  </w:t>
      </w:r>
      <w:r w:rsidRPr="000C1FFC">
        <w:lastRenderedPageBreak/>
        <w:t>Coordination with ERCOT of outages required for these activities is also the responsibility of the owner.</w:t>
      </w:r>
    </w:p>
    <w:p w14:paraId="4A038032" w14:textId="77777777" w:rsidR="00CC4EC4" w:rsidRPr="000C1FFC" w:rsidRDefault="00CC4EC4" w:rsidP="00CC4EC4">
      <w:pPr>
        <w:pStyle w:val="Heading3"/>
        <w:numPr>
          <w:ilvl w:val="0"/>
          <w:numId w:val="0"/>
        </w:numPr>
        <w:tabs>
          <w:tab w:val="clear" w:pos="1008"/>
        </w:tabs>
        <w:rPr>
          <w:rFonts w:cs="Arial"/>
          <w:szCs w:val="24"/>
        </w:rPr>
      </w:pPr>
      <w:bookmarkStart w:id="1466" w:name="_Toc75942488"/>
      <w:r>
        <w:rPr>
          <w:rFonts w:cs="Arial"/>
          <w:szCs w:val="24"/>
        </w:rPr>
        <w:t>3.10.7.5.8</w:t>
      </w:r>
      <w:r w:rsidRPr="000C1FFC">
        <w:rPr>
          <w:rFonts w:cs="Arial"/>
          <w:szCs w:val="24"/>
        </w:rPr>
        <w:tab/>
      </w:r>
      <w:r w:rsidRPr="000C1FFC">
        <w:rPr>
          <w:szCs w:val="24"/>
        </w:rPr>
        <w:t>Inter-Control Center Communications Protocol (</w:t>
      </w:r>
      <w:r w:rsidRPr="000C1FFC">
        <w:rPr>
          <w:rFonts w:cs="Arial"/>
          <w:szCs w:val="24"/>
        </w:rPr>
        <w:t>ICCP) Links</w:t>
      </w:r>
      <w:bookmarkEnd w:id="1466"/>
    </w:p>
    <w:p w14:paraId="0359D2FD" w14:textId="77777777" w:rsidR="00CC4EC4" w:rsidRPr="000C1FFC" w:rsidRDefault="00CC4EC4" w:rsidP="00CC4EC4">
      <w:pPr>
        <w:pStyle w:val="H2"/>
        <w:ind w:left="907" w:hanging="907"/>
        <w:outlineLvl w:val="3"/>
      </w:pPr>
      <w:bookmarkStart w:id="1467" w:name="_Toc75942489"/>
      <w:r>
        <w:t>3.10.7.5.8.1</w:t>
      </w:r>
      <w:r w:rsidRPr="000C1FFC">
        <w:tab/>
        <w:t>Data Quality Codes</w:t>
      </w:r>
      <w:bookmarkEnd w:id="146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8" w:name="_Toc75942490"/>
      <w:r>
        <w:t>3.10.7.5.8.2</w:t>
      </w:r>
      <w:r w:rsidRPr="000C1FFC">
        <w:tab/>
        <w:t>Reliability of ICCP Associations</w:t>
      </w:r>
      <w:bookmarkEnd w:id="146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0C1FFC" w:rsidRDefault="00CC4EC4" w:rsidP="00CC4EC4">
      <w:pPr>
        <w:pStyle w:val="Heading3"/>
        <w:numPr>
          <w:ilvl w:val="0"/>
          <w:numId w:val="0"/>
        </w:numPr>
        <w:tabs>
          <w:tab w:val="clear" w:pos="1008"/>
        </w:tabs>
        <w:rPr>
          <w:rFonts w:cs="Arial"/>
          <w:szCs w:val="26"/>
        </w:rPr>
      </w:pPr>
      <w:bookmarkStart w:id="1469" w:name="_Toc75942491"/>
      <w:r>
        <w:rPr>
          <w:rFonts w:cs="Arial"/>
          <w:szCs w:val="26"/>
        </w:rPr>
        <w:lastRenderedPageBreak/>
        <w:t>3.10.7.5.9</w:t>
      </w:r>
      <w:r w:rsidRPr="000C1FFC">
        <w:rPr>
          <w:rFonts w:cs="Arial"/>
          <w:szCs w:val="26"/>
        </w:rPr>
        <w:tab/>
        <w:t>ERCOT Requests for Telemetry</w:t>
      </w:r>
      <w:bookmarkEnd w:id="146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lastRenderedPageBreak/>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0C1FFC" w:rsidRDefault="00CC4EC4" w:rsidP="00CC4EC4">
      <w:pPr>
        <w:pStyle w:val="Heading3"/>
        <w:numPr>
          <w:ilvl w:val="0"/>
          <w:numId w:val="0"/>
        </w:numPr>
        <w:tabs>
          <w:tab w:val="clear" w:pos="1008"/>
        </w:tabs>
        <w:spacing w:before="480"/>
        <w:rPr>
          <w:rFonts w:cs="Arial"/>
          <w:szCs w:val="26"/>
        </w:rPr>
      </w:pPr>
      <w:bookmarkStart w:id="1470" w:name="_Toc75942492"/>
      <w:r>
        <w:rPr>
          <w:rFonts w:cs="Arial"/>
          <w:szCs w:val="26"/>
        </w:rPr>
        <w:lastRenderedPageBreak/>
        <w:t>3.10.7.5.10</w:t>
      </w:r>
      <w:r w:rsidRPr="000C1FFC">
        <w:rPr>
          <w:rFonts w:cs="Arial"/>
          <w:szCs w:val="26"/>
        </w:rPr>
        <w:tab/>
        <w:t>ERCOT Request</w:t>
      </w:r>
      <w:r>
        <w:rPr>
          <w:rFonts w:cs="Arial"/>
          <w:szCs w:val="26"/>
        </w:rPr>
        <w:t>s</w:t>
      </w:r>
      <w:r w:rsidRPr="000C1FFC">
        <w:rPr>
          <w:rFonts w:cs="Arial"/>
          <w:szCs w:val="26"/>
        </w:rPr>
        <w:t xml:space="preserve"> for Redundant Telemetry</w:t>
      </w:r>
      <w:bookmarkEnd w:id="147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w:t>
      </w:r>
      <w:r>
        <w:rPr>
          <w:iCs w:val="0"/>
        </w:rPr>
        <w:lastRenderedPageBreak/>
        <w:t xml:space="preserve">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1" w:name="_Toc75942493"/>
      <w:r w:rsidRPr="007F4287">
        <w:rPr>
          <w:b/>
        </w:rPr>
        <w:t>3.10.7.6</w:t>
      </w:r>
      <w:r w:rsidRPr="007F4287">
        <w:rPr>
          <w:b/>
        </w:rPr>
        <w:tab/>
      </w:r>
      <w:r w:rsidR="004661C6">
        <w:rPr>
          <w:b/>
        </w:rPr>
        <w:t>Use</w:t>
      </w:r>
      <w:r w:rsidRPr="007F4287">
        <w:rPr>
          <w:b/>
        </w:rPr>
        <w:t xml:space="preserve"> of Generic Transmission </w:t>
      </w:r>
      <w:bookmarkEnd w:id="1452"/>
      <w:r w:rsidR="004661C6" w:rsidRPr="004661C6">
        <w:rPr>
          <w:b/>
        </w:rPr>
        <w:t>Constraints and Generic Transmission Limits</w:t>
      </w:r>
      <w:bookmarkEnd w:id="1453"/>
      <w:bookmarkEnd w:id="1454"/>
      <w:bookmarkEnd w:id="1455"/>
      <w:bookmarkEnd w:id="1456"/>
      <w:bookmarkEnd w:id="1457"/>
      <w:bookmarkEnd w:id="1458"/>
      <w:bookmarkEnd w:id="1459"/>
      <w:bookmarkEnd w:id="1460"/>
      <w:bookmarkEnd w:id="1461"/>
      <w:bookmarkEnd w:id="147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lastRenderedPageBreak/>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2" w:name="_Toc478375252"/>
      <w:bookmarkStart w:id="1473" w:name="_Toc75942494"/>
      <w:r>
        <w:rPr>
          <w:b/>
        </w:rPr>
        <w:t>3.10.7.7</w:t>
      </w:r>
      <w:r>
        <w:tab/>
      </w:r>
      <w:r w:rsidR="00415452" w:rsidRPr="00415452">
        <w:rPr>
          <w:b/>
        </w:rPr>
        <w:t>DC Tie Limits</w:t>
      </w:r>
      <w:bookmarkEnd w:id="1472"/>
      <w:bookmarkEnd w:id="1473"/>
    </w:p>
    <w:p w14:paraId="7F3C1602" w14:textId="77777777" w:rsidR="00415452" w:rsidRPr="00415452" w:rsidRDefault="00415452" w:rsidP="00016388">
      <w:pPr>
        <w:pStyle w:val="BodyTextNumbered"/>
      </w:pPr>
      <w:bookmarkStart w:id="147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4"/>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75" w:name="_Toc114235789"/>
            <w:bookmarkStart w:id="1476" w:name="_Toc144691955"/>
            <w:bookmarkStart w:id="1477" w:name="_Toc204048565"/>
            <w:bookmarkStart w:id="1478" w:name="_Toc400526167"/>
            <w:bookmarkStart w:id="1479" w:name="_Toc405534485"/>
            <w:bookmarkStart w:id="1480" w:name="_Toc406570498"/>
            <w:bookmarkStart w:id="1481" w:name="_Toc410910650"/>
            <w:bookmarkStart w:id="1482" w:name="_Toc411841078"/>
            <w:bookmarkStart w:id="1483" w:name="_Toc422147040"/>
            <w:bookmarkStart w:id="1484" w:name="_Toc433020636"/>
            <w:bookmarkStart w:id="1485" w:name="_Toc437262077"/>
            <w:bookmarkStart w:id="1486" w:name="_Toc478375254"/>
            <w:r>
              <w:rPr>
                <w:b/>
                <w:i/>
              </w:rPr>
              <w:lastRenderedPageBreak/>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7" w:name="_Toc505586443"/>
            <w:bookmarkStart w:id="1488" w:name="_Toc510513346"/>
            <w:bookmarkStart w:id="1489" w:name="_Toc517103790"/>
            <w:bookmarkStart w:id="1490" w:name="_Toc523224978"/>
            <w:bookmarkStart w:id="1491" w:name="_Toc527535307"/>
            <w:bookmarkStart w:id="1492" w:name="_Toc162204"/>
            <w:bookmarkStart w:id="1493" w:name="_Toc2078147"/>
            <w:bookmarkStart w:id="1494" w:name="_Toc5182837"/>
            <w:bookmarkStart w:id="1495" w:name="_Toc10015492"/>
            <w:bookmarkStart w:id="1496" w:name="_Toc10017783"/>
            <w:bookmarkStart w:id="1497" w:name="_Toc17706373"/>
            <w:bookmarkStart w:id="1498" w:name="_Toc28421575"/>
            <w:bookmarkStart w:id="1499" w:name="_Toc33773620"/>
            <w:bookmarkStart w:id="1500" w:name="_Toc38965012"/>
            <w:bookmarkStart w:id="1501" w:name="_Toc44313293"/>
            <w:bookmarkStart w:id="1502" w:name="_Toc46954818"/>
            <w:bookmarkStart w:id="1503" w:name="_Toc49589457"/>
            <w:bookmarkStart w:id="1504" w:name="_Toc56671801"/>
            <w:bookmarkStart w:id="1505" w:name="_Toc60037342"/>
            <w:bookmarkStart w:id="1506" w:name="_Toc65141429"/>
            <w:bookmarkStart w:id="1507" w:name="_Toc68163761"/>
            <w:bookmarkStart w:id="1508" w:name="_Toc759424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09" w:name="_Toc75942496"/>
      <w:r>
        <w:t>3.10.8</w:t>
      </w:r>
      <w:r>
        <w:tab/>
        <w:t>Dynamic Ratings</w:t>
      </w:r>
      <w:bookmarkEnd w:id="1475"/>
      <w:bookmarkEnd w:id="1476"/>
      <w:bookmarkEnd w:id="1477"/>
      <w:bookmarkEnd w:id="1478"/>
      <w:bookmarkEnd w:id="1479"/>
      <w:bookmarkEnd w:id="1480"/>
      <w:bookmarkEnd w:id="1481"/>
      <w:bookmarkEnd w:id="1482"/>
      <w:bookmarkEnd w:id="1483"/>
      <w:bookmarkEnd w:id="1484"/>
      <w:bookmarkEnd w:id="1485"/>
      <w:bookmarkEnd w:id="1486"/>
      <w:bookmarkEnd w:id="150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lastRenderedPageBreak/>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10" w:name="_Toc144691956"/>
      <w:bookmarkStart w:id="1511" w:name="_Toc204048566"/>
      <w:bookmarkStart w:id="1512" w:name="_Toc400526168"/>
      <w:bookmarkStart w:id="1513" w:name="_Toc405534486"/>
      <w:bookmarkStart w:id="1514" w:name="_Toc406570499"/>
      <w:bookmarkStart w:id="1515" w:name="_Toc410910651"/>
      <w:bookmarkStart w:id="1516" w:name="_Toc411841079"/>
      <w:bookmarkStart w:id="1517" w:name="_Toc422147041"/>
      <w:bookmarkStart w:id="1518" w:name="_Toc433020637"/>
      <w:bookmarkStart w:id="1519" w:name="_Toc437262078"/>
      <w:bookmarkStart w:id="1520" w:name="_Toc478375255"/>
      <w:bookmarkStart w:id="1521" w:name="_Toc75942497"/>
      <w:r w:rsidRPr="00AE0E6D">
        <w:rPr>
          <w:b/>
        </w:rPr>
        <w:t>3.10.8.1</w:t>
      </w:r>
      <w:r w:rsidRPr="00AE0E6D">
        <w:rPr>
          <w:b/>
        </w:rPr>
        <w:tab/>
        <w:t>Dynamic Ratings Delivered via ICCP</w:t>
      </w:r>
      <w:bookmarkEnd w:id="1510"/>
      <w:bookmarkEnd w:id="1511"/>
      <w:bookmarkEnd w:id="1512"/>
      <w:bookmarkEnd w:id="1513"/>
      <w:bookmarkEnd w:id="1514"/>
      <w:bookmarkEnd w:id="1515"/>
      <w:bookmarkEnd w:id="1516"/>
      <w:bookmarkEnd w:id="1517"/>
      <w:bookmarkEnd w:id="1518"/>
      <w:bookmarkEnd w:id="1519"/>
      <w:bookmarkEnd w:id="1520"/>
      <w:bookmarkEnd w:id="152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22" w:name="_Toc144691957"/>
      <w:bookmarkStart w:id="1523" w:name="_Toc204048567"/>
      <w:bookmarkStart w:id="1524" w:name="_Toc400526169"/>
      <w:bookmarkStart w:id="1525" w:name="_Toc405534487"/>
      <w:bookmarkStart w:id="1526" w:name="_Toc406570500"/>
      <w:bookmarkStart w:id="1527" w:name="_Toc410910652"/>
      <w:bookmarkStart w:id="1528" w:name="_Toc411841080"/>
      <w:bookmarkStart w:id="1529" w:name="_Toc422147042"/>
      <w:bookmarkStart w:id="1530" w:name="_Toc433020638"/>
      <w:bookmarkStart w:id="1531" w:name="_Toc437262079"/>
      <w:bookmarkStart w:id="1532" w:name="_Toc478375256"/>
      <w:bookmarkStart w:id="1533" w:name="_Toc75942498"/>
      <w:r w:rsidRPr="00AE0E6D">
        <w:rPr>
          <w:b/>
        </w:rPr>
        <w:t>3.10.8.2</w:t>
      </w:r>
      <w:r w:rsidRPr="00AE0E6D">
        <w:rPr>
          <w:b/>
        </w:rPr>
        <w:tab/>
        <w:t>Dynamic Ratings Delivered via Static Table and Telemetered Temperature</w:t>
      </w:r>
      <w:bookmarkEnd w:id="1522"/>
      <w:bookmarkEnd w:id="1523"/>
      <w:bookmarkEnd w:id="1524"/>
      <w:bookmarkEnd w:id="1525"/>
      <w:bookmarkEnd w:id="1526"/>
      <w:bookmarkEnd w:id="1527"/>
      <w:bookmarkEnd w:id="1528"/>
      <w:bookmarkEnd w:id="1529"/>
      <w:bookmarkEnd w:id="1530"/>
      <w:bookmarkEnd w:id="1531"/>
      <w:bookmarkEnd w:id="1532"/>
      <w:bookmarkEnd w:id="153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lastRenderedPageBreak/>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34" w:name="_Toc144691958"/>
      <w:bookmarkStart w:id="1535" w:name="_Toc204048568"/>
      <w:bookmarkStart w:id="1536" w:name="_Toc400526170"/>
      <w:bookmarkStart w:id="1537" w:name="_Toc405534488"/>
      <w:bookmarkStart w:id="1538" w:name="_Toc406570501"/>
      <w:bookmarkStart w:id="1539" w:name="_Toc410910653"/>
      <w:bookmarkStart w:id="1540" w:name="_Toc411841081"/>
      <w:bookmarkStart w:id="1541" w:name="_Toc422147043"/>
      <w:bookmarkStart w:id="1542" w:name="_Toc433020639"/>
      <w:bookmarkStart w:id="1543" w:name="_Toc437262080"/>
      <w:bookmarkStart w:id="1544" w:name="_Toc478375257"/>
      <w:bookmarkStart w:id="1545" w:name="_Toc75942499"/>
      <w:r w:rsidRPr="00AE0E6D">
        <w:rPr>
          <w:b/>
        </w:rPr>
        <w:t>3.10.8.3</w:t>
      </w:r>
      <w:r w:rsidRPr="00AE0E6D">
        <w:rPr>
          <w:b/>
        </w:rPr>
        <w:tab/>
        <w:t>Dynamic Rating Network Operations Model Change Requests</w:t>
      </w:r>
      <w:bookmarkEnd w:id="1534"/>
      <w:bookmarkEnd w:id="1535"/>
      <w:bookmarkEnd w:id="1536"/>
      <w:bookmarkEnd w:id="1537"/>
      <w:bookmarkEnd w:id="1538"/>
      <w:bookmarkEnd w:id="1539"/>
      <w:bookmarkEnd w:id="1540"/>
      <w:bookmarkEnd w:id="1541"/>
      <w:bookmarkEnd w:id="1542"/>
      <w:bookmarkEnd w:id="1543"/>
      <w:bookmarkEnd w:id="1544"/>
      <w:bookmarkEnd w:id="154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46" w:name="_Toc144691959"/>
      <w:bookmarkStart w:id="1547" w:name="_Toc204048569"/>
      <w:bookmarkStart w:id="1548" w:name="_Toc400526171"/>
      <w:bookmarkStart w:id="1549" w:name="_Toc405534489"/>
      <w:bookmarkStart w:id="1550" w:name="_Toc406570502"/>
      <w:bookmarkStart w:id="1551" w:name="_Toc410910654"/>
      <w:bookmarkStart w:id="1552" w:name="_Toc411841082"/>
      <w:bookmarkStart w:id="1553" w:name="_Toc422147044"/>
      <w:bookmarkStart w:id="1554" w:name="_Toc433020640"/>
      <w:bookmarkStart w:id="1555" w:name="_Toc437262081"/>
      <w:bookmarkStart w:id="1556" w:name="_Toc478375258"/>
      <w:bookmarkStart w:id="1557" w:name="_Toc75942500"/>
      <w:r w:rsidRPr="00AE0E6D">
        <w:rPr>
          <w:b/>
        </w:rPr>
        <w:t>3.10.8.4</w:t>
      </w:r>
      <w:r w:rsidRPr="00AE0E6D">
        <w:rPr>
          <w:b/>
        </w:rPr>
        <w:tab/>
        <w:t>ERCOT Responsibilities Related to Dynamic Ratings</w:t>
      </w:r>
      <w:bookmarkEnd w:id="1546"/>
      <w:bookmarkEnd w:id="1547"/>
      <w:bookmarkEnd w:id="1548"/>
      <w:bookmarkEnd w:id="1549"/>
      <w:bookmarkEnd w:id="1550"/>
      <w:bookmarkEnd w:id="1551"/>
      <w:bookmarkEnd w:id="1552"/>
      <w:bookmarkEnd w:id="1553"/>
      <w:bookmarkEnd w:id="1554"/>
      <w:bookmarkEnd w:id="1555"/>
      <w:bookmarkEnd w:id="1556"/>
      <w:bookmarkEnd w:id="155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 xml:space="preserve">(3)(f) of Section 7.5.5.4, Simultaneous Feasibility Test.  </w:t>
      </w:r>
      <w:r>
        <w:lastRenderedPageBreak/>
        <w:t>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58" w:name="_Toc144691960"/>
      <w:bookmarkStart w:id="1559" w:name="_Toc204048570"/>
      <w:bookmarkStart w:id="1560" w:name="_Toc400526172"/>
      <w:bookmarkStart w:id="1561" w:name="_Toc405534490"/>
      <w:bookmarkStart w:id="1562" w:name="_Toc406570503"/>
      <w:bookmarkStart w:id="1563" w:name="_Toc410910655"/>
      <w:bookmarkStart w:id="1564" w:name="_Toc411841083"/>
      <w:bookmarkStart w:id="1565" w:name="_Toc422147045"/>
      <w:bookmarkStart w:id="1566" w:name="_Toc433020641"/>
      <w:bookmarkStart w:id="1567" w:name="_Toc437262082"/>
      <w:bookmarkStart w:id="1568" w:name="_Toc478375259"/>
      <w:bookmarkStart w:id="1569" w:name="_Toc75942501"/>
      <w:r w:rsidRPr="00AE0E6D">
        <w:rPr>
          <w:b/>
        </w:rPr>
        <w:t>3.10.8.5</w:t>
      </w:r>
      <w:r w:rsidRPr="00AE0E6D">
        <w:rPr>
          <w:b/>
        </w:rPr>
        <w:tab/>
        <w:t>Transmission Service Provider Responsibilities Related to Dynamic Ratings</w:t>
      </w:r>
      <w:bookmarkEnd w:id="1558"/>
      <w:bookmarkEnd w:id="1559"/>
      <w:bookmarkEnd w:id="1560"/>
      <w:bookmarkEnd w:id="1561"/>
      <w:bookmarkEnd w:id="1562"/>
      <w:bookmarkEnd w:id="1563"/>
      <w:bookmarkEnd w:id="1564"/>
      <w:bookmarkEnd w:id="1565"/>
      <w:bookmarkEnd w:id="1566"/>
      <w:bookmarkEnd w:id="1567"/>
      <w:bookmarkEnd w:id="1568"/>
      <w:bookmarkEnd w:id="156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70" w:name="_Toc114235790"/>
      <w:bookmarkStart w:id="1571" w:name="_Toc144691961"/>
      <w:bookmarkStart w:id="1572" w:name="_Toc204048571"/>
      <w:bookmarkStart w:id="1573" w:name="_Toc400526173"/>
      <w:bookmarkStart w:id="1574" w:name="_Toc405534491"/>
      <w:bookmarkStart w:id="1575" w:name="_Toc406570504"/>
      <w:bookmarkStart w:id="1576" w:name="_Toc410910656"/>
      <w:bookmarkStart w:id="1577" w:name="_Toc411841084"/>
      <w:bookmarkStart w:id="1578" w:name="_Toc422147046"/>
      <w:bookmarkStart w:id="1579" w:name="_Toc433020642"/>
      <w:bookmarkStart w:id="1580" w:name="_Toc437262083"/>
      <w:bookmarkStart w:id="1581" w:name="_Toc478375260"/>
      <w:bookmarkStart w:id="1582" w:name="_Toc75942502"/>
      <w:r>
        <w:t>3.10.9</w:t>
      </w:r>
      <w:r>
        <w:tab/>
        <w:t xml:space="preserve">State Estimator </w:t>
      </w:r>
      <w:bookmarkEnd w:id="1570"/>
      <w:bookmarkEnd w:id="1571"/>
      <w:bookmarkEnd w:id="1572"/>
      <w:bookmarkEnd w:id="1573"/>
      <w:bookmarkEnd w:id="1574"/>
      <w:bookmarkEnd w:id="1575"/>
      <w:bookmarkEnd w:id="1576"/>
      <w:bookmarkEnd w:id="1577"/>
      <w:bookmarkEnd w:id="1578"/>
      <w:bookmarkEnd w:id="1579"/>
      <w:bookmarkEnd w:id="1580"/>
      <w:bookmarkEnd w:id="1581"/>
      <w:r w:rsidR="00CC4EC4">
        <w:t>Requirements</w:t>
      </w:r>
      <w:bookmarkEnd w:id="1582"/>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83" w:name="_Toc144691962"/>
      <w:bookmarkStart w:id="1584" w:name="_Toc204048572"/>
      <w:bookmarkStart w:id="1585" w:name="_Toc400526174"/>
      <w:bookmarkStart w:id="1586" w:name="_Toc405534492"/>
      <w:bookmarkStart w:id="1587" w:name="_Toc406570505"/>
      <w:bookmarkStart w:id="1588" w:name="_Toc410910657"/>
      <w:bookmarkStart w:id="1589" w:name="_Toc411841085"/>
      <w:bookmarkStart w:id="1590" w:name="_Toc422147047"/>
      <w:bookmarkStart w:id="1591" w:name="_Toc433020643"/>
      <w:bookmarkStart w:id="1592" w:name="_Toc437262084"/>
      <w:bookmarkStart w:id="1593" w:name="_Toc478375261"/>
      <w:bookmarkStart w:id="1594" w:name="_Toc75942503"/>
      <w:r w:rsidRPr="00AE0E6D">
        <w:rPr>
          <w:b/>
        </w:rPr>
        <w:t>3.10.9.1</w:t>
      </w:r>
      <w:r w:rsidRPr="00AE0E6D">
        <w:rPr>
          <w:b/>
        </w:rPr>
        <w:tab/>
        <w:t xml:space="preserve">Considerations for </w:t>
      </w:r>
      <w:r w:rsidR="00D15E6C">
        <w:rPr>
          <w:b/>
        </w:rPr>
        <w:t xml:space="preserve">State Estimator </w:t>
      </w:r>
      <w:bookmarkEnd w:id="1583"/>
      <w:bookmarkEnd w:id="1584"/>
      <w:bookmarkEnd w:id="1585"/>
      <w:bookmarkEnd w:id="1586"/>
      <w:bookmarkEnd w:id="1587"/>
      <w:bookmarkEnd w:id="1588"/>
      <w:bookmarkEnd w:id="1589"/>
      <w:bookmarkEnd w:id="1590"/>
      <w:bookmarkEnd w:id="1591"/>
      <w:bookmarkEnd w:id="1592"/>
      <w:bookmarkEnd w:id="1593"/>
      <w:r w:rsidR="00CC4EC4">
        <w:rPr>
          <w:b/>
        </w:rPr>
        <w:t>Requirements</w:t>
      </w:r>
      <w:bookmarkEnd w:id="1594"/>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0C1FFC" w:rsidRDefault="00CC4EC4" w:rsidP="00CC4EC4">
      <w:pPr>
        <w:pStyle w:val="Heading3"/>
        <w:numPr>
          <w:ilvl w:val="0"/>
          <w:numId w:val="0"/>
        </w:numPr>
        <w:tabs>
          <w:tab w:val="clear" w:pos="1008"/>
        </w:tabs>
        <w:rPr>
          <w:rFonts w:cs="Arial"/>
          <w:szCs w:val="26"/>
        </w:rPr>
      </w:pPr>
      <w:bookmarkStart w:id="1595" w:name="_Toc75942504"/>
      <w:bookmarkStart w:id="1596" w:name="_Toc144691963"/>
      <w:bookmarkStart w:id="1597" w:name="_Toc204048573"/>
      <w:bookmarkStart w:id="1598" w:name="_Toc400526175"/>
      <w:bookmarkStart w:id="1599" w:name="_Toc405534493"/>
      <w:bookmarkStart w:id="1600" w:name="_Toc406570506"/>
      <w:bookmarkStart w:id="1601" w:name="_Toc410910658"/>
      <w:bookmarkStart w:id="1602" w:name="_Toc411841086"/>
      <w:bookmarkStart w:id="1603" w:name="_Toc422147048"/>
      <w:bookmarkStart w:id="1604" w:name="_Toc433020644"/>
      <w:bookmarkStart w:id="1605" w:name="_Toc437262085"/>
      <w:bookmarkStart w:id="1606" w:name="_Toc478375262"/>
      <w:r>
        <w:rPr>
          <w:rFonts w:cs="Arial"/>
          <w:szCs w:val="26"/>
        </w:rPr>
        <w:t>3.10.9.2</w:t>
      </w:r>
      <w:r w:rsidRPr="000C1FFC">
        <w:rPr>
          <w:rFonts w:cs="Arial"/>
          <w:szCs w:val="26"/>
        </w:rPr>
        <w:tab/>
        <w:t>State Estimator Data</w:t>
      </w:r>
      <w:bookmarkEnd w:id="1595"/>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0C1FFC" w:rsidRDefault="00CC4EC4" w:rsidP="00CC4EC4">
      <w:pPr>
        <w:pStyle w:val="Heading3"/>
        <w:numPr>
          <w:ilvl w:val="0"/>
          <w:numId w:val="0"/>
        </w:numPr>
        <w:tabs>
          <w:tab w:val="clear" w:pos="1008"/>
        </w:tabs>
        <w:rPr>
          <w:rFonts w:cs="Arial"/>
          <w:szCs w:val="26"/>
        </w:rPr>
      </w:pPr>
      <w:bookmarkStart w:id="1607" w:name="_Toc75942505"/>
      <w:r w:rsidRPr="005D29D9">
        <w:rPr>
          <w:rFonts w:cs="Arial"/>
          <w:szCs w:val="26"/>
        </w:rPr>
        <w:lastRenderedPageBreak/>
        <w:t>3.10.9.3</w:t>
      </w:r>
      <w:r w:rsidRPr="005D29D9">
        <w:rPr>
          <w:rFonts w:cs="Arial"/>
          <w:szCs w:val="26"/>
        </w:rPr>
        <w:tab/>
        <w:t>Telemetry Status and Analog Measurements Data</w:t>
      </w:r>
      <w:bookmarkEnd w:id="1607"/>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0C1FFC" w:rsidRDefault="00CC4EC4" w:rsidP="00CC4EC4">
      <w:pPr>
        <w:pStyle w:val="Heading3"/>
        <w:numPr>
          <w:ilvl w:val="0"/>
          <w:numId w:val="0"/>
        </w:numPr>
        <w:tabs>
          <w:tab w:val="clear" w:pos="1008"/>
        </w:tabs>
        <w:rPr>
          <w:rFonts w:cs="Arial"/>
          <w:szCs w:val="26"/>
        </w:rPr>
      </w:pPr>
      <w:bookmarkStart w:id="1608" w:name="_Toc75942506"/>
      <w:r>
        <w:rPr>
          <w:rFonts w:cs="Arial"/>
          <w:szCs w:val="26"/>
        </w:rPr>
        <w:t>3.10.9.4</w:t>
      </w:r>
      <w:r w:rsidRPr="000C1FFC">
        <w:rPr>
          <w:rFonts w:cs="Arial"/>
          <w:szCs w:val="26"/>
        </w:rPr>
        <w:tab/>
        <w:t>State Estimator Performance Requirements</w:t>
      </w:r>
      <w:bookmarkEnd w:id="1608"/>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0C1FFC" w:rsidRDefault="00CC4EC4" w:rsidP="00CC4EC4">
      <w:pPr>
        <w:pStyle w:val="Heading3"/>
        <w:numPr>
          <w:ilvl w:val="0"/>
          <w:numId w:val="0"/>
        </w:numPr>
        <w:tabs>
          <w:tab w:val="clear" w:pos="1008"/>
        </w:tabs>
        <w:rPr>
          <w:rFonts w:cs="Arial"/>
          <w:szCs w:val="26"/>
        </w:rPr>
      </w:pPr>
      <w:bookmarkStart w:id="1609" w:name="_Toc75942507"/>
      <w:r>
        <w:rPr>
          <w:rFonts w:cs="Arial"/>
          <w:szCs w:val="26"/>
        </w:rPr>
        <w:lastRenderedPageBreak/>
        <w:t>3.10.9.5</w:t>
      </w:r>
      <w:r w:rsidRPr="000C1FFC">
        <w:rPr>
          <w:rFonts w:cs="Arial"/>
          <w:szCs w:val="26"/>
        </w:rPr>
        <w:tab/>
        <w:t>ERCOT Directives</w:t>
      </w:r>
      <w:bookmarkEnd w:id="1609"/>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10" w:name="_Toc75942508"/>
      <w:r w:rsidRPr="00AE0E6D">
        <w:rPr>
          <w:b/>
        </w:rPr>
        <w:t>3.10.9.</w:t>
      </w:r>
      <w:r w:rsidR="00F72349">
        <w:rPr>
          <w:b/>
        </w:rPr>
        <w:t>6</w:t>
      </w:r>
      <w:r w:rsidRPr="00AE0E6D">
        <w:rPr>
          <w:b/>
        </w:rPr>
        <w:tab/>
        <w:t>Telemetry and State Estimator Performance Monitoring</w:t>
      </w:r>
      <w:bookmarkEnd w:id="1596"/>
      <w:bookmarkEnd w:id="1597"/>
      <w:bookmarkEnd w:id="1598"/>
      <w:bookmarkEnd w:id="1599"/>
      <w:bookmarkEnd w:id="1600"/>
      <w:bookmarkEnd w:id="1601"/>
      <w:bookmarkEnd w:id="1602"/>
      <w:bookmarkEnd w:id="1603"/>
      <w:bookmarkEnd w:id="1604"/>
      <w:bookmarkEnd w:id="1605"/>
      <w:bookmarkEnd w:id="1606"/>
      <w:bookmarkEnd w:id="1610"/>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11" w:name="_Toc114235791"/>
            <w:bookmarkStart w:id="1612" w:name="_Toc144691964"/>
            <w:bookmarkStart w:id="1613" w:name="_Toc204048574"/>
            <w:bookmarkStart w:id="1614" w:name="_Toc400526176"/>
            <w:bookmarkStart w:id="1615" w:name="_Toc405534494"/>
            <w:bookmarkStart w:id="1616" w:name="_Toc406570507"/>
            <w:bookmarkStart w:id="1617" w:name="_Toc410910659"/>
            <w:bookmarkStart w:id="1618" w:name="_Toc411841087"/>
            <w:bookmarkStart w:id="1619" w:name="_Toc422147049"/>
            <w:bookmarkStart w:id="1620" w:name="_Toc433020645"/>
            <w:bookmarkStart w:id="1621" w:name="_Toc437262086"/>
            <w:bookmarkStart w:id="1622"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23" w:name="_Toc75942509"/>
      <w:r>
        <w:t>3.11</w:t>
      </w:r>
      <w:r>
        <w:tab/>
        <w:t>Transmission Planning</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14:paraId="4AFB26BE" w14:textId="77777777" w:rsidR="00CB13B2" w:rsidRDefault="002D238A">
      <w:pPr>
        <w:pStyle w:val="H3"/>
      </w:pPr>
      <w:bookmarkStart w:id="1624" w:name="_Toc114235792"/>
      <w:bookmarkStart w:id="1625" w:name="_Toc144691965"/>
      <w:bookmarkStart w:id="1626" w:name="_Toc204048575"/>
      <w:bookmarkStart w:id="1627" w:name="_Toc400526177"/>
      <w:bookmarkStart w:id="1628" w:name="_Toc405534495"/>
      <w:bookmarkStart w:id="1629" w:name="_Toc406570508"/>
      <w:bookmarkStart w:id="1630" w:name="_Toc410910660"/>
      <w:bookmarkStart w:id="1631" w:name="_Toc411841088"/>
      <w:bookmarkStart w:id="1632" w:name="_Toc422147050"/>
      <w:bookmarkStart w:id="1633" w:name="_Toc433020646"/>
      <w:bookmarkStart w:id="1634" w:name="_Toc437262087"/>
      <w:bookmarkStart w:id="1635" w:name="_Toc478375264"/>
      <w:bookmarkStart w:id="1636" w:name="_Toc75942510"/>
      <w:r>
        <w:t>3.11.1</w:t>
      </w:r>
      <w:r>
        <w:tab/>
        <w:t>Overview</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 xml:space="preserve">Public Utility Commission of Texas </w:t>
      </w:r>
      <w:r w:rsidR="00705DE6">
        <w:lastRenderedPageBreak/>
        <w:t>(</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37" w:name="_Toc114235793"/>
      <w:bookmarkStart w:id="1638" w:name="_Toc144691966"/>
      <w:bookmarkStart w:id="1639" w:name="_Toc204048576"/>
      <w:bookmarkStart w:id="1640" w:name="_Toc400526178"/>
      <w:bookmarkStart w:id="1641" w:name="_Toc405534496"/>
      <w:bookmarkStart w:id="1642" w:name="_Toc406570509"/>
      <w:bookmarkStart w:id="1643" w:name="_Toc410910661"/>
      <w:bookmarkStart w:id="1644" w:name="_Toc411841089"/>
      <w:bookmarkStart w:id="1645" w:name="_Toc422147051"/>
      <w:bookmarkStart w:id="1646" w:name="_Toc433020647"/>
      <w:bookmarkStart w:id="1647" w:name="_Toc437262088"/>
      <w:bookmarkStart w:id="1648" w:name="_Toc478375265"/>
      <w:bookmarkStart w:id="1649" w:name="_Toc75942511"/>
      <w:r>
        <w:t>3.11.2</w:t>
      </w:r>
      <w:r>
        <w:tab/>
        <w:t>Planning Criteria</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lastRenderedPageBreak/>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50" w:name="_Toc114235794"/>
      <w:bookmarkStart w:id="1651" w:name="_Toc144691967"/>
      <w:bookmarkStart w:id="1652" w:name="_Toc204048577"/>
      <w:bookmarkStart w:id="1653" w:name="_Toc400526179"/>
      <w:bookmarkStart w:id="1654" w:name="_Toc405534497"/>
      <w:bookmarkStart w:id="1655" w:name="_Toc406570510"/>
      <w:bookmarkStart w:id="1656" w:name="_Toc410910662"/>
      <w:bookmarkStart w:id="1657" w:name="_Toc411841090"/>
      <w:bookmarkStart w:id="1658" w:name="_Toc422147052"/>
      <w:bookmarkStart w:id="1659" w:name="_Toc433020648"/>
      <w:bookmarkStart w:id="1660" w:name="_Toc437262089"/>
      <w:bookmarkStart w:id="1661" w:name="_Toc478375266"/>
      <w:bookmarkStart w:id="1662" w:name="_Toc75942512"/>
      <w:r>
        <w:t>3.11.3</w:t>
      </w:r>
      <w:r>
        <w:tab/>
        <w:t>Regional Planning Group</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63" w:name="_Toc400526180"/>
      <w:bookmarkStart w:id="1664" w:name="_Toc405534498"/>
      <w:bookmarkStart w:id="1665" w:name="_Toc406570511"/>
      <w:bookmarkStart w:id="1666" w:name="_Toc410910663"/>
      <w:bookmarkStart w:id="1667" w:name="_Toc411841091"/>
      <w:bookmarkStart w:id="1668" w:name="_Toc422147053"/>
      <w:bookmarkStart w:id="1669" w:name="_Toc433020649"/>
      <w:bookmarkStart w:id="1670" w:name="_Toc437262090"/>
      <w:bookmarkStart w:id="1671" w:name="_Toc478375267"/>
      <w:bookmarkStart w:id="1672" w:name="_Toc75942513"/>
      <w:r>
        <w:rPr>
          <w:b/>
          <w:bCs/>
          <w:i/>
        </w:rPr>
        <w:t>3.11.4</w:t>
      </w:r>
      <w:r>
        <w:rPr>
          <w:b/>
          <w:bCs/>
          <w:i/>
        </w:rPr>
        <w:tab/>
        <w:t>Regional Planning Group Project Review Process</w:t>
      </w:r>
      <w:bookmarkEnd w:id="1663"/>
      <w:bookmarkEnd w:id="1664"/>
      <w:bookmarkEnd w:id="1665"/>
      <w:bookmarkEnd w:id="1666"/>
      <w:bookmarkEnd w:id="1667"/>
      <w:bookmarkEnd w:id="1668"/>
      <w:bookmarkEnd w:id="1669"/>
      <w:bookmarkEnd w:id="1670"/>
      <w:bookmarkEnd w:id="1671"/>
      <w:bookmarkEnd w:id="1672"/>
    </w:p>
    <w:p w14:paraId="44BFB018" w14:textId="77777777" w:rsidR="00870115" w:rsidRPr="00AE0E6D" w:rsidRDefault="00870115" w:rsidP="00870115">
      <w:pPr>
        <w:pStyle w:val="H4"/>
        <w:rPr>
          <w:b/>
        </w:rPr>
      </w:pPr>
      <w:bookmarkStart w:id="1673" w:name="_Toc245029195"/>
      <w:bookmarkStart w:id="1674" w:name="_Toc400526181"/>
      <w:bookmarkStart w:id="1675" w:name="_Toc405534499"/>
      <w:bookmarkStart w:id="1676" w:name="_Toc406570512"/>
      <w:bookmarkStart w:id="1677" w:name="_Toc410910664"/>
      <w:bookmarkStart w:id="1678" w:name="_Toc411841092"/>
      <w:bookmarkStart w:id="1679" w:name="_Toc422147054"/>
      <w:bookmarkStart w:id="1680" w:name="_Toc433020650"/>
      <w:bookmarkStart w:id="1681" w:name="_Toc437262091"/>
      <w:bookmarkStart w:id="1682" w:name="_Toc478375268"/>
      <w:bookmarkStart w:id="1683" w:name="_Toc75942514"/>
      <w:r w:rsidRPr="00AE0E6D">
        <w:rPr>
          <w:b/>
        </w:rPr>
        <w:t>3.11.4.1</w:t>
      </w:r>
      <w:r w:rsidRPr="00AE0E6D">
        <w:rPr>
          <w:b/>
        </w:rPr>
        <w:tab/>
        <w:t>Project Submission</w:t>
      </w:r>
      <w:bookmarkEnd w:id="1673"/>
      <w:bookmarkEnd w:id="1674"/>
      <w:bookmarkEnd w:id="1675"/>
      <w:bookmarkEnd w:id="1676"/>
      <w:bookmarkEnd w:id="1677"/>
      <w:bookmarkEnd w:id="1678"/>
      <w:bookmarkEnd w:id="1679"/>
      <w:bookmarkEnd w:id="1680"/>
      <w:bookmarkEnd w:id="1681"/>
      <w:bookmarkEnd w:id="1682"/>
      <w:bookmarkEnd w:id="168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84" w:name="_Toc400526182"/>
      <w:bookmarkStart w:id="1685" w:name="_Toc405534500"/>
      <w:bookmarkStart w:id="1686" w:name="_Toc406570513"/>
      <w:bookmarkStart w:id="1687" w:name="_Toc410910665"/>
      <w:bookmarkStart w:id="1688" w:name="_Toc411841093"/>
      <w:bookmarkStart w:id="1689" w:name="_Toc422147055"/>
      <w:bookmarkStart w:id="1690" w:name="_Toc433020651"/>
      <w:bookmarkStart w:id="1691" w:name="_Toc437262092"/>
      <w:bookmarkStart w:id="1692" w:name="_Toc478375269"/>
      <w:bookmarkStart w:id="1693" w:name="_Toc75942515"/>
      <w:r w:rsidRPr="00AE0E6D">
        <w:rPr>
          <w:b/>
        </w:rPr>
        <w:lastRenderedPageBreak/>
        <w:t>3.11.4.2</w:t>
      </w:r>
      <w:r w:rsidRPr="00AE0E6D">
        <w:rPr>
          <w:b/>
        </w:rPr>
        <w:tab/>
        <w:t>Project Comment Process</w:t>
      </w:r>
      <w:bookmarkEnd w:id="1684"/>
      <w:bookmarkEnd w:id="1685"/>
      <w:bookmarkEnd w:id="1686"/>
      <w:bookmarkEnd w:id="1687"/>
      <w:bookmarkEnd w:id="1688"/>
      <w:bookmarkEnd w:id="1689"/>
      <w:bookmarkEnd w:id="1690"/>
      <w:bookmarkEnd w:id="1691"/>
      <w:bookmarkEnd w:id="1692"/>
      <w:bookmarkEnd w:id="169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94" w:name="_Toc400526183"/>
      <w:bookmarkStart w:id="1695" w:name="_Toc405534501"/>
      <w:bookmarkStart w:id="1696" w:name="_Toc406570514"/>
      <w:bookmarkStart w:id="1697" w:name="_Toc410910666"/>
      <w:bookmarkStart w:id="1698" w:name="_Toc411841094"/>
      <w:bookmarkStart w:id="1699" w:name="_Toc422147056"/>
      <w:bookmarkStart w:id="1700" w:name="_Toc433020652"/>
      <w:bookmarkStart w:id="1701" w:name="_Toc437262093"/>
      <w:bookmarkStart w:id="1702" w:name="_Toc478375270"/>
      <w:bookmarkStart w:id="1703" w:name="_Toc75942516"/>
      <w:r w:rsidRPr="00AE0E6D">
        <w:rPr>
          <w:b/>
        </w:rPr>
        <w:t>3.11.4.3</w:t>
      </w:r>
      <w:r w:rsidRPr="00AE0E6D">
        <w:rPr>
          <w:b/>
        </w:rPr>
        <w:tab/>
        <w:t>Categorization of Proposed Transmission Projects</w:t>
      </w:r>
      <w:bookmarkEnd w:id="1694"/>
      <w:bookmarkEnd w:id="1695"/>
      <w:bookmarkEnd w:id="1696"/>
      <w:bookmarkEnd w:id="1697"/>
      <w:bookmarkEnd w:id="1698"/>
      <w:bookmarkEnd w:id="1699"/>
      <w:bookmarkEnd w:id="1700"/>
      <w:bookmarkEnd w:id="1701"/>
      <w:bookmarkEnd w:id="1702"/>
      <w:bookmarkEnd w:id="170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lastRenderedPageBreak/>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04" w:name="_Toc400526184"/>
      <w:bookmarkStart w:id="1705" w:name="_Toc405534502"/>
      <w:bookmarkStart w:id="1706" w:name="_Toc406570515"/>
      <w:bookmarkStart w:id="1707" w:name="_Toc410910667"/>
      <w:bookmarkStart w:id="1708" w:name="_Toc411841095"/>
      <w:bookmarkStart w:id="1709" w:name="_Toc422147057"/>
      <w:bookmarkStart w:id="1710" w:name="_Toc433020653"/>
      <w:bookmarkStart w:id="1711" w:name="_Toc437262094"/>
      <w:bookmarkStart w:id="171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13" w:name="_Toc75942517"/>
      <w:r w:rsidRPr="00AE0E6D">
        <w:rPr>
          <w:b/>
        </w:rPr>
        <w:t>3.11.4.4</w:t>
      </w:r>
      <w:r w:rsidRPr="00AE0E6D">
        <w:rPr>
          <w:b/>
        </w:rPr>
        <w:tab/>
      </w:r>
      <w:r w:rsidR="008E0F2D">
        <w:rPr>
          <w:b/>
          <w:bCs/>
        </w:rPr>
        <w:t xml:space="preserve">Processing of </w:t>
      </w:r>
      <w:r w:rsidRPr="00AE0E6D">
        <w:rPr>
          <w:b/>
        </w:rPr>
        <w:t>Tier 4</w:t>
      </w:r>
      <w:bookmarkEnd w:id="1704"/>
      <w:bookmarkEnd w:id="1705"/>
      <w:bookmarkEnd w:id="1706"/>
      <w:bookmarkEnd w:id="1707"/>
      <w:bookmarkEnd w:id="1708"/>
      <w:bookmarkEnd w:id="1709"/>
      <w:bookmarkEnd w:id="1710"/>
      <w:bookmarkEnd w:id="1711"/>
      <w:bookmarkEnd w:id="1712"/>
      <w:r w:rsidR="008E0F2D">
        <w:rPr>
          <w:b/>
        </w:rPr>
        <w:t xml:space="preserve"> Projects</w:t>
      </w:r>
      <w:bookmarkEnd w:id="171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14" w:name="_Toc245029191"/>
      <w:bookmarkStart w:id="1715" w:name="_Toc400526185"/>
      <w:bookmarkStart w:id="1716" w:name="_Toc405534503"/>
      <w:bookmarkStart w:id="1717" w:name="_Toc406570516"/>
      <w:bookmarkStart w:id="1718" w:name="_Toc410910668"/>
      <w:bookmarkStart w:id="1719" w:name="_Toc411841096"/>
      <w:bookmarkStart w:id="1720" w:name="_Toc422147058"/>
      <w:bookmarkStart w:id="1721" w:name="_Toc433020654"/>
      <w:bookmarkStart w:id="1722" w:name="_Toc437262095"/>
      <w:bookmarkStart w:id="1723" w:name="_Toc478375272"/>
      <w:bookmarkStart w:id="1724" w:name="_Toc75942518"/>
      <w:r w:rsidRPr="00AE0E6D">
        <w:rPr>
          <w:b/>
        </w:rPr>
        <w:lastRenderedPageBreak/>
        <w:t>3.11.4.5</w:t>
      </w:r>
      <w:r w:rsidRPr="00AE0E6D">
        <w:rPr>
          <w:b/>
        </w:rPr>
        <w:tab/>
      </w:r>
      <w:r w:rsidR="008E0F2D">
        <w:rPr>
          <w:b/>
          <w:bCs/>
        </w:rPr>
        <w:t xml:space="preserve">Processing of </w:t>
      </w:r>
      <w:r w:rsidRPr="00AE0E6D">
        <w:rPr>
          <w:b/>
        </w:rPr>
        <w:t>Tier 3</w:t>
      </w:r>
      <w:bookmarkEnd w:id="1714"/>
      <w:bookmarkEnd w:id="1715"/>
      <w:bookmarkEnd w:id="1716"/>
      <w:bookmarkEnd w:id="1717"/>
      <w:bookmarkEnd w:id="1718"/>
      <w:bookmarkEnd w:id="1719"/>
      <w:bookmarkEnd w:id="1720"/>
      <w:bookmarkEnd w:id="1721"/>
      <w:bookmarkEnd w:id="1722"/>
      <w:bookmarkEnd w:id="1723"/>
      <w:r w:rsidR="008E0F2D">
        <w:rPr>
          <w:b/>
        </w:rPr>
        <w:t xml:space="preserve"> Projects</w:t>
      </w:r>
      <w:bookmarkEnd w:id="172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25" w:name="_Toc245029192"/>
      <w:bookmarkStart w:id="1726" w:name="_Toc400526186"/>
      <w:bookmarkStart w:id="1727" w:name="_Toc405534504"/>
      <w:bookmarkStart w:id="1728" w:name="_Toc406570517"/>
      <w:bookmarkStart w:id="1729" w:name="_Toc410910669"/>
      <w:bookmarkStart w:id="1730" w:name="_Toc411841097"/>
      <w:bookmarkStart w:id="1731" w:name="_Toc422147059"/>
      <w:bookmarkStart w:id="1732" w:name="_Toc433020655"/>
      <w:bookmarkStart w:id="1733" w:name="_Toc437262096"/>
      <w:bookmarkStart w:id="1734" w:name="_Toc478375273"/>
      <w:bookmarkStart w:id="1735" w:name="_Toc75942519"/>
      <w:r w:rsidRPr="00AE0E6D">
        <w:rPr>
          <w:b/>
        </w:rPr>
        <w:t>3.11.4.6</w:t>
      </w:r>
      <w:r w:rsidRPr="00AE0E6D">
        <w:rPr>
          <w:b/>
        </w:rPr>
        <w:tab/>
      </w:r>
      <w:r w:rsidR="008E0F2D">
        <w:rPr>
          <w:b/>
        </w:rPr>
        <w:t xml:space="preserve">Processing of </w:t>
      </w:r>
      <w:r w:rsidRPr="00AE0E6D">
        <w:rPr>
          <w:b/>
        </w:rPr>
        <w:t>Tier 2</w:t>
      </w:r>
      <w:bookmarkEnd w:id="1725"/>
      <w:bookmarkEnd w:id="1726"/>
      <w:bookmarkEnd w:id="1727"/>
      <w:bookmarkEnd w:id="1728"/>
      <w:bookmarkEnd w:id="1729"/>
      <w:bookmarkEnd w:id="1730"/>
      <w:bookmarkEnd w:id="1731"/>
      <w:bookmarkEnd w:id="1732"/>
      <w:bookmarkEnd w:id="1733"/>
      <w:bookmarkEnd w:id="1734"/>
      <w:r w:rsidR="008E0F2D">
        <w:rPr>
          <w:b/>
        </w:rPr>
        <w:t xml:space="preserve"> Projects</w:t>
      </w:r>
      <w:bookmarkEnd w:id="173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36" w:name="_Toc245029193"/>
      <w:bookmarkStart w:id="1737" w:name="_Toc400526187"/>
      <w:bookmarkStart w:id="1738" w:name="_Toc405534505"/>
      <w:bookmarkStart w:id="1739" w:name="_Toc406570518"/>
      <w:bookmarkStart w:id="1740" w:name="_Toc410910670"/>
      <w:bookmarkStart w:id="1741" w:name="_Toc411841098"/>
      <w:bookmarkStart w:id="1742" w:name="_Toc422147060"/>
      <w:bookmarkStart w:id="1743" w:name="_Toc433020656"/>
      <w:bookmarkStart w:id="1744" w:name="_Toc437262097"/>
      <w:bookmarkStart w:id="1745" w:name="_Toc478375274"/>
      <w:bookmarkStart w:id="1746" w:name="_Toc75942520"/>
      <w:r w:rsidRPr="00AE0E6D">
        <w:rPr>
          <w:b/>
        </w:rPr>
        <w:t>3.11.4.7</w:t>
      </w:r>
      <w:r w:rsidRPr="00AE0E6D">
        <w:rPr>
          <w:b/>
        </w:rPr>
        <w:tab/>
      </w:r>
      <w:r w:rsidR="001311B3">
        <w:rPr>
          <w:b/>
        </w:rPr>
        <w:t xml:space="preserve">Processing of </w:t>
      </w:r>
      <w:r w:rsidRPr="00AE0E6D">
        <w:rPr>
          <w:b/>
        </w:rPr>
        <w:t>Tier 1</w:t>
      </w:r>
      <w:bookmarkEnd w:id="1736"/>
      <w:bookmarkEnd w:id="1737"/>
      <w:bookmarkEnd w:id="1738"/>
      <w:bookmarkEnd w:id="1739"/>
      <w:bookmarkEnd w:id="1740"/>
      <w:bookmarkEnd w:id="1741"/>
      <w:bookmarkEnd w:id="1742"/>
      <w:bookmarkEnd w:id="1743"/>
      <w:bookmarkEnd w:id="1744"/>
      <w:bookmarkEnd w:id="1745"/>
      <w:r w:rsidR="001311B3">
        <w:rPr>
          <w:b/>
        </w:rPr>
        <w:t xml:space="preserve"> Projects</w:t>
      </w:r>
      <w:bookmarkEnd w:id="174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47" w:name="_Toc400526188"/>
      <w:bookmarkStart w:id="1748" w:name="_Toc405534506"/>
      <w:bookmarkStart w:id="1749" w:name="_Toc406570519"/>
      <w:bookmarkStart w:id="1750" w:name="_Toc410910671"/>
      <w:bookmarkStart w:id="1751" w:name="_Toc411841099"/>
      <w:bookmarkStart w:id="1752" w:name="_Toc422147061"/>
      <w:bookmarkStart w:id="1753" w:name="_Toc433020657"/>
      <w:bookmarkStart w:id="1754" w:name="_Toc437262098"/>
      <w:bookmarkStart w:id="1755" w:name="_Toc478375275"/>
      <w:bookmarkStart w:id="1756" w:name="_Toc75942521"/>
      <w:r w:rsidRPr="00AE0E6D">
        <w:rPr>
          <w:b/>
        </w:rPr>
        <w:t>3.11.4.8</w:t>
      </w:r>
      <w:r w:rsidRPr="00AE0E6D">
        <w:rPr>
          <w:b/>
        </w:rPr>
        <w:tab/>
        <w:t>Determine Designated Providers of Transmission Additions</w:t>
      </w:r>
      <w:bookmarkEnd w:id="1747"/>
      <w:bookmarkEnd w:id="1748"/>
      <w:bookmarkEnd w:id="1749"/>
      <w:bookmarkEnd w:id="1750"/>
      <w:bookmarkEnd w:id="1751"/>
      <w:bookmarkEnd w:id="1752"/>
      <w:bookmarkEnd w:id="1753"/>
      <w:bookmarkEnd w:id="1754"/>
      <w:bookmarkEnd w:id="1755"/>
      <w:bookmarkEnd w:id="175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57" w:name="_Toc400526189"/>
      <w:bookmarkStart w:id="1758" w:name="_Toc405534507"/>
      <w:bookmarkStart w:id="1759" w:name="_Toc406570520"/>
      <w:bookmarkStart w:id="1760" w:name="_Toc410910672"/>
      <w:bookmarkStart w:id="1761" w:name="_Toc411841100"/>
      <w:bookmarkStart w:id="1762" w:name="_Toc422147062"/>
      <w:bookmarkStart w:id="1763" w:name="_Toc433020658"/>
      <w:bookmarkStart w:id="1764" w:name="_Toc437262099"/>
      <w:bookmarkStart w:id="1765" w:name="_Toc478375276"/>
      <w:bookmarkStart w:id="1766" w:name="_Toc75942522"/>
      <w:r w:rsidRPr="00AE0E6D">
        <w:rPr>
          <w:b/>
        </w:rPr>
        <w:t>3.11.4.9</w:t>
      </w:r>
      <w:r w:rsidRPr="00AE0E6D">
        <w:rPr>
          <w:b/>
        </w:rPr>
        <w:tab/>
        <w:t>Regional Planning Group Acceptance and ERCOT Endorsement</w:t>
      </w:r>
      <w:bookmarkEnd w:id="1757"/>
      <w:bookmarkEnd w:id="1758"/>
      <w:bookmarkEnd w:id="1759"/>
      <w:bookmarkEnd w:id="1760"/>
      <w:bookmarkEnd w:id="1761"/>
      <w:bookmarkEnd w:id="1762"/>
      <w:bookmarkEnd w:id="1763"/>
      <w:bookmarkEnd w:id="1764"/>
      <w:bookmarkEnd w:id="1765"/>
      <w:bookmarkEnd w:id="176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lastRenderedPageBreak/>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67" w:name="_Toc400526190"/>
      <w:bookmarkStart w:id="1768" w:name="_Toc405534508"/>
      <w:bookmarkStart w:id="1769" w:name="_Toc406570521"/>
      <w:bookmarkStart w:id="1770" w:name="_Toc410910673"/>
      <w:bookmarkStart w:id="1771" w:name="_Toc411841101"/>
      <w:bookmarkStart w:id="1772" w:name="_Toc422147063"/>
      <w:bookmarkStart w:id="1773" w:name="_Toc433020659"/>
      <w:bookmarkStart w:id="1774" w:name="_Toc437262100"/>
      <w:bookmarkStart w:id="1775"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76" w:name="_Toc75942523"/>
      <w:r w:rsidRPr="00AE0E6D">
        <w:rPr>
          <w:b/>
          <w:bCs/>
        </w:rPr>
        <w:t>3.11.4.10</w:t>
      </w:r>
      <w:r w:rsidRPr="00AE0E6D">
        <w:rPr>
          <w:b/>
          <w:bCs/>
        </w:rPr>
        <w:tab/>
        <w:t>Modifications to ERCOT Endorsed Projects</w:t>
      </w:r>
      <w:bookmarkEnd w:id="1767"/>
      <w:bookmarkEnd w:id="1768"/>
      <w:bookmarkEnd w:id="1769"/>
      <w:bookmarkEnd w:id="1770"/>
      <w:bookmarkEnd w:id="1771"/>
      <w:bookmarkEnd w:id="1772"/>
      <w:bookmarkEnd w:id="1773"/>
      <w:bookmarkEnd w:id="1774"/>
      <w:bookmarkEnd w:id="1775"/>
      <w:bookmarkEnd w:id="177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77" w:name="_Toc114235795"/>
      <w:bookmarkStart w:id="1778" w:name="_Toc144691968"/>
      <w:bookmarkStart w:id="1779" w:name="_Toc204048578"/>
      <w:bookmarkStart w:id="1780" w:name="_Toc400526191"/>
      <w:bookmarkStart w:id="1781" w:name="_Toc405534509"/>
      <w:bookmarkStart w:id="1782" w:name="_Toc406570522"/>
      <w:bookmarkStart w:id="1783" w:name="_Toc410910674"/>
      <w:bookmarkStart w:id="1784" w:name="_Toc411841102"/>
      <w:bookmarkStart w:id="1785" w:name="_Toc422147064"/>
      <w:bookmarkStart w:id="1786" w:name="_Toc433020660"/>
      <w:bookmarkStart w:id="1787" w:name="_Toc437262101"/>
      <w:bookmarkStart w:id="1788"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89" w:name="_Toc75942524"/>
      <w:r w:rsidRPr="00AF46BB">
        <w:rPr>
          <w:b/>
          <w:bCs/>
        </w:rPr>
        <w:t>3.11.4.11      Customer or Resource Entity Funded Transmission Projects</w:t>
      </w:r>
      <w:bookmarkEnd w:id="178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90" w:name="_Toc75942525"/>
      <w:r>
        <w:t>3.11.</w:t>
      </w:r>
      <w:r w:rsidR="00243C91">
        <w:t>5</w:t>
      </w:r>
      <w:r>
        <w:tab/>
      </w:r>
      <w:bookmarkEnd w:id="1777"/>
      <w:bookmarkEnd w:id="1778"/>
      <w:bookmarkEnd w:id="1779"/>
      <w:r w:rsidR="001C17B7" w:rsidRPr="004E3EDB">
        <w:t>Transmission Service Provider and Distribution Service Provider Access to Interval Data</w:t>
      </w:r>
      <w:bookmarkEnd w:id="1780"/>
      <w:bookmarkEnd w:id="1781"/>
      <w:bookmarkEnd w:id="1782"/>
      <w:bookmarkEnd w:id="1783"/>
      <w:bookmarkEnd w:id="1784"/>
      <w:bookmarkEnd w:id="1785"/>
      <w:bookmarkEnd w:id="1786"/>
      <w:bookmarkEnd w:id="1787"/>
      <w:bookmarkEnd w:id="1788"/>
      <w:bookmarkEnd w:id="179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91" w:name="_Toc400526192"/>
      <w:bookmarkStart w:id="1792" w:name="_Toc405534510"/>
      <w:bookmarkStart w:id="1793" w:name="_Toc406570523"/>
      <w:bookmarkStart w:id="1794" w:name="_Toc410910675"/>
      <w:bookmarkStart w:id="1795" w:name="_Toc411841103"/>
      <w:bookmarkStart w:id="1796" w:name="_Toc422147065"/>
      <w:bookmarkStart w:id="1797" w:name="_Toc433020661"/>
      <w:bookmarkStart w:id="1798" w:name="_Toc437262102"/>
      <w:bookmarkStart w:id="1799" w:name="_Toc478375279"/>
      <w:bookmarkStart w:id="1800" w:name="_Toc75942526"/>
      <w:r w:rsidRPr="00350910">
        <w:lastRenderedPageBreak/>
        <w:t>3.11.</w:t>
      </w:r>
      <w:r>
        <w:t>6</w:t>
      </w:r>
      <w:r w:rsidRPr="00350910">
        <w:tab/>
        <w:t>Generation Interconnection Process</w:t>
      </w:r>
      <w:bookmarkEnd w:id="1791"/>
      <w:bookmarkEnd w:id="1792"/>
      <w:bookmarkEnd w:id="1793"/>
      <w:bookmarkEnd w:id="1794"/>
      <w:bookmarkEnd w:id="1795"/>
      <w:bookmarkEnd w:id="1796"/>
      <w:bookmarkEnd w:id="1797"/>
      <w:bookmarkEnd w:id="1798"/>
      <w:bookmarkEnd w:id="1799"/>
      <w:bookmarkEnd w:id="180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01" w:name="_Toc204048579"/>
      <w:bookmarkStart w:id="1802" w:name="_Toc400526193"/>
      <w:bookmarkStart w:id="1803" w:name="_Toc405534511"/>
      <w:bookmarkStart w:id="1804" w:name="_Toc406570524"/>
      <w:bookmarkStart w:id="1805" w:name="_Toc410910676"/>
      <w:bookmarkStart w:id="1806" w:name="_Toc411841104"/>
      <w:bookmarkStart w:id="1807" w:name="_Toc422147066"/>
      <w:bookmarkStart w:id="1808" w:name="_Toc433020662"/>
      <w:bookmarkStart w:id="1809" w:name="_Toc437262103"/>
      <w:bookmarkStart w:id="1810" w:name="_Toc478375280"/>
      <w:bookmarkStart w:id="1811" w:name="_Toc75942527"/>
      <w:bookmarkStart w:id="1812" w:name="_Toc114235799"/>
      <w:bookmarkStart w:id="1813" w:name="_Toc144691972"/>
      <w:r>
        <w:t>3.12</w:t>
      </w:r>
      <w:r>
        <w:tab/>
        <w:t>Load Forecasting</w:t>
      </w:r>
      <w:bookmarkEnd w:id="1801"/>
      <w:bookmarkEnd w:id="1802"/>
      <w:bookmarkEnd w:id="1803"/>
      <w:bookmarkEnd w:id="1804"/>
      <w:bookmarkEnd w:id="1805"/>
      <w:bookmarkEnd w:id="1806"/>
      <w:bookmarkEnd w:id="1807"/>
      <w:bookmarkEnd w:id="1808"/>
      <w:bookmarkEnd w:id="1809"/>
      <w:bookmarkEnd w:id="1810"/>
      <w:bookmarkEnd w:id="181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lastRenderedPageBreak/>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14" w:name="_Toc204048580"/>
      <w:bookmarkStart w:id="1815" w:name="_Toc400526194"/>
      <w:bookmarkStart w:id="1816" w:name="_Toc405534512"/>
      <w:bookmarkStart w:id="1817" w:name="_Toc406570525"/>
      <w:bookmarkStart w:id="1818" w:name="_Toc410910677"/>
      <w:bookmarkStart w:id="1819" w:name="_Toc411841105"/>
      <w:bookmarkStart w:id="1820" w:name="_Toc422147067"/>
      <w:bookmarkStart w:id="1821" w:name="_Toc433020663"/>
      <w:bookmarkStart w:id="1822" w:name="_Toc437262104"/>
      <w:bookmarkStart w:id="1823" w:name="_Toc478375281"/>
      <w:bookmarkStart w:id="1824" w:name="_Toc75942528"/>
      <w:r>
        <w:t>3.12.1</w:t>
      </w:r>
      <w:r>
        <w:tab/>
        <w:t>Seven-Day Load Forecast</w:t>
      </w:r>
      <w:bookmarkEnd w:id="1814"/>
      <w:bookmarkEnd w:id="1815"/>
      <w:bookmarkEnd w:id="1816"/>
      <w:bookmarkEnd w:id="1817"/>
      <w:bookmarkEnd w:id="1818"/>
      <w:bookmarkEnd w:id="1819"/>
      <w:bookmarkEnd w:id="1820"/>
      <w:bookmarkEnd w:id="1821"/>
      <w:bookmarkEnd w:id="1822"/>
      <w:bookmarkEnd w:id="1823"/>
      <w:bookmarkEnd w:id="182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25" w:name="_Toc75942529"/>
      <w:r w:rsidRPr="00B83665">
        <w:t>3.12.2</w:t>
      </w:r>
      <w:r w:rsidRPr="00B83665">
        <w:tab/>
        <w:t>Study Areas</w:t>
      </w:r>
      <w:bookmarkEnd w:id="1825"/>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26" w:name="_Toc75942530"/>
      <w:r>
        <w:t>3.12.3</w:t>
      </w:r>
      <w:r>
        <w:tab/>
        <w:t>Seven-Day Study Area Load Forecast</w:t>
      </w:r>
      <w:bookmarkEnd w:id="1826"/>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27" w:name="_Toc204048582"/>
      <w:bookmarkStart w:id="1828" w:name="_Toc400526195"/>
      <w:bookmarkStart w:id="1829" w:name="_Toc405534513"/>
      <w:bookmarkStart w:id="1830" w:name="_Toc406570526"/>
      <w:bookmarkStart w:id="1831" w:name="_Toc410910678"/>
      <w:bookmarkStart w:id="1832" w:name="_Toc411841106"/>
      <w:bookmarkStart w:id="1833" w:name="_Toc422147068"/>
      <w:bookmarkStart w:id="1834" w:name="_Toc433020664"/>
      <w:bookmarkStart w:id="1835" w:name="_Toc437262105"/>
      <w:bookmarkStart w:id="1836" w:name="_Toc478375282"/>
      <w:bookmarkStart w:id="1837" w:name="_Toc75942531"/>
      <w:r>
        <w:t>3.13</w:t>
      </w:r>
      <w:r>
        <w:tab/>
        <w:t>Renewable Production Potential Forecasts</w:t>
      </w:r>
      <w:bookmarkEnd w:id="1812"/>
      <w:bookmarkEnd w:id="1813"/>
      <w:bookmarkEnd w:id="1827"/>
      <w:bookmarkEnd w:id="1828"/>
      <w:bookmarkEnd w:id="1829"/>
      <w:bookmarkEnd w:id="1830"/>
      <w:bookmarkEnd w:id="1831"/>
      <w:bookmarkEnd w:id="1832"/>
      <w:bookmarkEnd w:id="1833"/>
      <w:bookmarkEnd w:id="1834"/>
      <w:bookmarkEnd w:id="1835"/>
      <w:bookmarkEnd w:id="1836"/>
      <w:bookmarkEnd w:id="183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w:t>
            </w:r>
            <w:r w:rsidRPr="00950C1F">
              <w:rPr>
                <w:iCs/>
              </w:rPr>
              <w:lastRenderedPageBreak/>
              <w:t xml:space="preserve">(PVGRs),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38" w:name="_Toc400526196"/>
      <w:bookmarkStart w:id="1839" w:name="_Toc405534514"/>
      <w:bookmarkStart w:id="1840" w:name="_Toc406570527"/>
      <w:bookmarkStart w:id="1841" w:name="_Toc410910679"/>
      <w:bookmarkStart w:id="1842" w:name="_Toc411841107"/>
      <w:bookmarkStart w:id="1843" w:name="_Toc422147069"/>
      <w:bookmarkStart w:id="1844" w:name="_Toc433020665"/>
      <w:bookmarkStart w:id="1845" w:name="_Toc437262106"/>
      <w:bookmarkStart w:id="1846" w:name="_Toc478375283"/>
      <w:bookmarkStart w:id="1847" w:name="_Toc75942532"/>
      <w:bookmarkStart w:id="1848" w:name="_Toc114235800"/>
      <w:bookmarkStart w:id="1849" w:name="_Toc144691973"/>
      <w:bookmarkStart w:id="1850" w:name="_Toc204048583"/>
      <w:r>
        <w:t>3.14</w:t>
      </w:r>
      <w:r>
        <w:tab/>
        <w:t>Contracts for Reliability Resources and Emergency Response Service Resources</w:t>
      </w:r>
      <w:bookmarkEnd w:id="1838"/>
      <w:bookmarkEnd w:id="1839"/>
      <w:bookmarkEnd w:id="1840"/>
      <w:bookmarkEnd w:id="1841"/>
      <w:bookmarkEnd w:id="1842"/>
      <w:bookmarkEnd w:id="1843"/>
      <w:bookmarkEnd w:id="1844"/>
      <w:bookmarkEnd w:id="1845"/>
      <w:bookmarkEnd w:id="1846"/>
      <w:bookmarkEnd w:id="184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48"/>
      <w:bookmarkEnd w:id="1849"/>
      <w:bookmarkEnd w:id="185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51" w:name="_Toc114235801"/>
            <w:bookmarkStart w:id="1852" w:name="_Toc144691974"/>
            <w:bookmarkStart w:id="1853" w:name="_Toc204048584"/>
            <w:bookmarkStart w:id="1854" w:name="_Toc400526197"/>
            <w:bookmarkStart w:id="1855" w:name="_Toc405534515"/>
            <w:bookmarkStart w:id="1856" w:name="_Toc406570528"/>
            <w:bookmarkStart w:id="1857" w:name="_Toc410910680"/>
            <w:bookmarkStart w:id="1858" w:name="_Toc411841108"/>
            <w:bookmarkStart w:id="1859" w:name="_Toc422147070"/>
            <w:bookmarkStart w:id="1860" w:name="_Toc433020666"/>
            <w:bookmarkStart w:id="1861" w:name="_Toc437262107"/>
            <w:bookmarkStart w:id="1862"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lastRenderedPageBreak/>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63" w:name="_Toc75942533"/>
      <w:r>
        <w:lastRenderedPageBreak/>
        <w:t>3.14.1</w:t>
      </w:r>
      <w:r>
        <w:tab/>
        <w:t>Reliability Must Run</w:t>
      </w:r>
      <w:bookmarkEnd w:id="1851"/>
      <w:bookmarkEnd w:id="1852"/>
      <w:bookmarkEnd w:id="1853"/>
      <w:bookmarkEnd w:id="1854"/>
      <w:bookmarkEnd w:id="1855"/>
      <w:bookmarkEnd w:id="1856"/>
      <w:bookmarkEnd w:id="1857"/>
      <w:bookmarkEnd w:id="1858"/>
      <w:bookmarkEnd w:id="1859"/>
      <w:bookmarkEnd w:id="1860"/>
      <w:bookmarkEnd w:id="1861"/>
      <w:bookmarkEnd w:id="1862"/>
      <w:bookmarkEnd w:id="186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w:t>
      </w:r>
      <w:r>
        <w:lastRenderedPageBreak/>
        <w:t xml:space="preserve">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64" w:name="_Toc144691975"/>
      <w:bookmarkStart w:id="1865" w:name="_Toc204048585"/>
      <w:bookmarkStart w:id="1866" w:name="_Toc400526198"/>
      <w:bookmarkStart w:id="1867" w:name="_Toc405534516"/>
      <w:bookmarkStart w:id="1868" w:name="_Toc406570529"/>
      <w:bookmarkStart w:id="1869" w:name="_Toc410910681"/>
      <w:bookmarkStart w:id="1870" w:name="_Toc411841109"/>
      <w:bookmarkStart w:id="1871" w:name="_Toc422147071"/>
      <w:bookmarkStart w:id="1872" w:name="_Toc433020667"/>
      <w:bookmarkStart w:id="1873" w:name="_Toc437262108"/>
      <w:bookmarkStart w:id="1874" w:name="_Toc478375285"/>
      <w:bookmarkStart w:id="1875" w:name="_Toc75942534"/>
      <w:r w:rsidRPr="00AE0E6D">
        <w:rPr>
          <w:b/>
        </w:rPr>
        <w:t>3.14.1.1</w:t>
      </w:r>
      <w:r w:rsidRPr="00AE0E6D">
        <w:rPr>
          <w:b/>
        </w:rPr>
        <w:tab/>
        <w:t>Notification of Suspension of Operations</w:t>
      </w:r>
      <w:bookmarkEnd w:id="1864"/>
      <w:bookmarkEnd w:id="1865"/>
      <w:bookmarkEnd w:id="1866"/>
      <w:bookmarkEnd w:id="1867"/>
      <w:bookmarkEnd w:id="1868"/>
      <w:bookmarkEnd w:id="1869"/>
      <w:bookmarkEnd w:id="1870"/>
      <w:bookmarkEnd w:id="1871"/>
      <w:bookmarkEnd w:id="1872"/>
      <w:bookmarkEnd w:id="1873"/>
      <w:bookmarkEnd w:id="1874"/>
      <w:bookmarkEnd w:id="187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lastRenderedPageBreak/>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76" w:name="_Toc144691976"/>
      <w:bookmarkStart w:id="1877" w:name="_Toc204048586"/>
      <w:bookmarkStart w:id="1878" w:name="_Toc400526199"/>
      <w:bookmarkStart w:id="1879" w:name="_Toc405534517"/>
      <w:bookmarkStart w:id="1880" w:name="_Toc406570530"/>
      <w:bookmarkStart w:id="1881" w:name="_Toc410910682"/>
      <w:bookmarkStart w:id="1882" w:name="_Toc411841110"/>
      <w:bookmarkStart w:id="1883" w:name="_Toc422147072"/>
      <w:bookmarkStart w:id="1884" w:name="_Toc433020668"/>
      <w:bookmarkStart w:id="1885" w:name="_Toc437262109"/>
      <w:bookmarkStart w:id="1886" w:name="_Toc478375286"/>
      <w:bookmarkStart w:id="1887" w:name="_Toc75942535"/>
      <w:r w:rsidRPr="00AE0E6D">
        <w:rPr>
          <w:b/>
        </w:rPr>
        <w:t>3.14.1.2</w:t>
      </w:r>
      <w:r w:rsidRPr="00AE0E6D">
        <w:rPr>
          <w:b/>
        </w:rPr>
        <w:tab/>
        <w:t>ERCOT Evaluation</w:t>
      </w:r>
      <w:bookmarkEnd w:id="1876"/>
      <w:bookmarkEnd w:id="1877"/>
      <w:bookmarkEnd w:id="1878"/>
      <w:bookmarkEnd w:id="1879"/>
      <w:bookmarkEnd w:id="1880"/>
      <w:bookmarkEnd w:id="1881"/>
      <w:bookmarkEnd w:id="1882"/>
      <w:bookmarkEnd w:id="1883"/>
      <w:bookmarkEnd w:id="1884"/>
      <w:bookmarkEnd w:id="1885"/>
      <w:bookmarkEnd w:id="1886"/>
      <w:r w:rsidR="006360D2">
        <w:rPr>
          <w:b/>
        </w:rPr>
        <w:t xml:space="preserve"> Process</w:t>
      </w:r>
      <w:bookmarkEnd w:id="1887"/>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lastRenderedPageBreak/>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lastRenderedPageBreak/>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w:t>
      </w:r>
      <w:r w:rsidR="006D2F5C" w:rsidRPr="00447F75">
        <w:lastRenderedPageBreak/>
        <w:t xml:space="preserve">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88" w:name="_Toc400526200"/>
      <w:bookmarkStart w:id="1889" w:name="_Toc405534518"/>
      <w:bookmarkStart w:id="1890" w:name="_Toc406570531"/>
      <w:bookmarkStart w:id="1891" w:name="_Toc410910683"/>
      <w:bookmarkStart w:id="1892" w:name="_Toc411841111"/>
      <w:bookmarkStart w:id="1893" w:name="_Toc422147073"/>
      <w:bookmarkStart w:id="1894" w:name="_Toc433020669"/>
      <w:bookmarkStart w:id="1895" w:name="_Toc437262110"/>
      <w:bookmarkStart w:id="1896" w:name="_Toc478375287"/>
      <w:bookmarkStart w:id="1897" w:name="_Toc75942536"/>
      <w:r w:rsidRPr="004D74A6">
        <w:rPr>
          <w:b/>
          <w:iCs/>
        </w:rPr>
        <w:t>3.14.1.2.1</w:t>
      </w:r>
      <w:r w:rsidRPr="004D74A6">
        <w:rPr>
          <w:b/>
          <w:iCs/>
        </w:rPr>
        <w:tab/>
      </w:r>
      <w:r w:rsidRPr="004D74A6">
        <w:rPr>
          <w:b/>
          <w:snapToGrid w:val="0"/>
        </w:rPr>
        <w:t>ERCOT Evaluation of Seasonal Mothball Status</w:t>
      </w:r>
      <w:bookmarkEnd w:id="1888"/>
      <w:bookmarkEnd w:id="1889"/>
      <w:bookmarkEnd w:id="1890"/>
      <w:bookmarkEnd w:id="1891"/>
      <w:bookmarkEnd w:id="1892"/>
      <w:bookmarkEnd w:id="1893"/>
      <w:bookmarkEnd w:id="1894"/>
      <w:bookmarkEnd w:id="1895"/>
      <w:bookmarkEnd w:id="1896"/>
      <w:bookmarkEnd w:id="189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 xml:space="preserve">issue a Market Notice indicating the status of </w:t>
            </w:r>
            <w:r>
              <w:lastRenderedPageBreak/>
              <w:t>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98" w:name="_Toc204048587"/>
            <w:bookmarkStart w:id="1899" w:name="_Toc400526201"/>
            <w:bookmarkStart w:id="1900" w:name="_Toc405534519"/>
            <w:bookmarkStart w:id="1901" w:name="_Toc406570532"/>
            <w:bookmarkStart w:id="1902" w:name="_Toc410910684"/>
            <w:bookmarkStart w:id="1903" w:name="_Toc411841112"/>
            <w:bookmarkStart w:id="1904" w:name="_Toc422147074"/>
            <w:bookmarkStart w:id="1905" w:name="_Toc433020670"/>
            <w:bookmarkStart w:id="1906" w:name="_Toc437262111"/>
            <w:bookmarkStart w:id="1907"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908" w:name="_Toc759425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98"/>
      <w:bookmarkEnd w:id="1899"/>
      <w:bookmarkEnd w:id="1900"/>
      <w:bookmarkEnd w:id="1901"/>
      <w:bookmarkEnd w:id="1902"/>
      <w:bookmarkEnd w:id="1903"/>
      <w:bookmarkEnd w:id="1904"/>
      <w:bookmarkEnd w:id="1905"/>
      <w:bookmarkEnd w:id="1906"/>
      <w:bookmarkEnd w:id="1907"/>
      <w:bookmarkEnd w:id="190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09" w:name="_Toc144691977"/>
      <w:bookmarkStart w:id="1910" w:name="_Toc204048588"/>
      <w:bookmarkStart w:id="1911" w:name="_Toc400526202"/>
      <w:bookmarkStart w:id="1912" w:name="_Toc405534520"/>
      <w:bookmarkStart w:id="1913" w:name="_Toc406570533"/>
      <w:bookmarkStart w:id="1914" w:name="_Toc410910685"/>
      <w:bookmarkStart w:id="1915" w:name="_Toc411841113"/>
      <w:bookmarkStart w:id="1916" w:name="_Toc422147075"/>
      <w:bookmarkStart w:id="1917" w:name="_Toc433020671"/>
      <w:bookmarkStart w:id="1918" w:name="_Toc437262112"/>
      <w:bookmarkStart w:id="1919" w:name="_Toc478375289"/>
      <w:bookmarkStart w:id="1920" w:name="_Toc75942538"/>
      <w:r w:rsidRPr="00AE0E6D">
        <w:rPr>
          <w:b/>
        </w:rPr>
        <w:t>3.14.1.4</w:t>
      </w:r>
      <w:r w:rsidRPr="00AE0E6D">
        <w:rPr>
          <w:b/>
        </w:rPr>
        <w:tab/>
        <w:t>Exit Strategy from an RMR Agreement</w:t>
      </w:r>
      <w:bookmarkEnd w:id="1909"/>
      <w:bookmarkEnd w:id="1910"/>
      <w:bookmarkEnd w:id="1911"/>
      <w:bookmarkEnd w:id="1912"/>
      <w:bookmarkEnd w:id="1913"/>
      <w:bookmarkEnd w:id="1914"/>
      <w:bookmarkEnd w:id="1915"/>
      <w:bookmarkEnd w:id="1916"/>
      <w:bookmarkEnd w:id="1917"/>
      <w:bookmarkEnd w:id="1918"/>
      <w:bookmarkEnd w:id="1919"/>
      <w:bookmarkEnd w:id="192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21" w:name="_Toc144691978"/>
      <w:bookmarkStart w:id="1922" w:name="_Toc204048589"/>
      <w:bookmarkStart w:id="1923" w:name="_Toc400526203"/>
      <w:bookmarkStart w:id="1924" w:name="_Toc405534521"/>
      <w:bookmarkStart w:id="1925" w:name="_Toc406570534"/>
      <w:bookmarkStart w:id="1926" w:name="_Toc410910686"/>
      <w:bookmarkStart w:id="1927" w:name="_Toc411841114"/>
      <w:bookmarkStart w:id="1928" w:name="_Toc422147076"/>
      <w:bookmarkStart w:id="1929" w:name="_Toc433020672"/>
      <w:bookmarkStart w:id="1930" w:name="_Toc437262113"/>
      <w:bookmarkStart w:id="1931" w:name="_Toc478375290"/>
      <w:bookmarkStart w:id="1932" w:name="_Toc75942539"/>
      <w:r w:rsidRPr="00AE0E6D">
        <w:rPr>
          <w:b/>
        </w:rPr>
        <w:t>3.14.1.5</w:t>
      </w:r>
      <w:r w:rsidRPr="00AE0E6D">
        <w:rPr>
          <w:b/>
        </w:rPr>
        <w:tab/>
      </w:r>
      <w:r w:rsidR="006360D2">
        <w:rPr>
          <w:b/>
        </w:rPr>
        <w:t>Evaluation of</w:t>
      </w:r>
      <w:r w:rsidRPr="00AE0E6D">
        <w:rPr>
          <w:b/>
        </w:rPr>
        <w:t xml:space="preserve"> Alternatives</w:t>
      </w:r>
      <w:bookmarkEnd w:id="1921"/>
      <w:bookmarkEnd w:id="1922"/>
      <w:bookmarkEnd w:id="1923"/>
      <w:bookmarkEnd w:id="1924"/>
      <w:bookmarkEnd w:id="1925"/>
      <w:bookmarkEnd w:id="1926"/>
      <w:bookmarkEnd w:id="1927"/>
      <w:bookmarkEnd w:id="1928"/>
      <w:bookmarkEnd w:id="1929"/>
      <w:bookmarkEnd w:id="1930"/>
      <w:bookmarkEnd w:id="1931"/>
      <w:bookmarkEnd w:id="193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33" w:name="_Toc144691979"/>
      <w:bookmarkStart w:id="1934" w:name="_Toc204048590"/>
      <w:bookmarkStart w:id="1935" w:name="_Toc400526204"/>
      <w:bookmarkStart w:id="1936" w:name="_Toc405534522"/>
      <w:bookmarkStart w:id="1937" w:name="_Toc406570535"/>
      <w:bookmarkStart w:id="1938" w:name="_Toc410910687"/>
      <w:bookmarkStart w:id="1939" w:name="_Toc411841115"/>
      <w:bookmarkStart w:id="1940" w:name="_Toc422147077"/>
      <w:bookmarkStart w:id="1941" w:name="_Toc433020673"/>
      <w:bookmarkStart w:id="1942" w:name="_Toc437262114"/>
      <w:bookmarkStart w:id="1943" w:name="_Toc478375291"/>
      <w:bookmarkStart w:id="1944" w:name="_Toc75942540"/>
      <w:r w:rsidRPr="00AE0E6D">
        <w:rPr>
          <w:b/>
        </w:rPr>
        <w:t>3.14.1.6</w:t>
      </w:r>
      <w:r w:rsidRPr="00AE0E6D">
        <w:rPr>
          <w:b/>
        </w:rPr>
        <w:tab/>
        <w:t>Transmission System Upgrades Associated with an RMR and/or MRA Exit Strategy</w:t>
      </w:r>
      <w:bookmarkEnd w:id="1933"/>
      <w:bookmarkEnd w:id="1934"/>
      <w:bookmarkEnd w:id="1935"/>
      <w:bookmarkEnd w:id="1936"/>
      <w:bookmarkEnd w:id="1937"/>
      <w:bookmarkEnd w:id="1938"/>
      <w:bookmarkEnd w:id="1939"/>
      <w:bookmarkEnd w:id="1940"/>
      <w:bookmarkEnd w:id="1941"/>
      <w:bookmarkEnd w:id="1942"/>
      <w:bookmarkEnd w:id="1943"/>
      <w:bookmarkEnd w:id="1944"/>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45" w:name="_Toc144691980"/>
      <w:bookmarkStart w:id="1946" w:name="_Toc204048591"/>
      <w:bookmarkStart w:id="1947" w:name="_Toc400526205"/>
      <w:bookmarkStart w:id="1948" w:name="_Toc405534523"/>
      <w:bookmarkStart w:id="1949" w:name="_Toc406570536"/>
      <w:bookmarkStart w:id="1950" w:name="_Toc410910688"/>
      <w:bookmarkStart w:id="1951" w:name="_Toc411841116"/>
      <w:bookmarkStart w:id="1952" w:name="_Toc422147078"/>
      <w:bookmarkStart w:id="1953" w:name="_Toc433020674"/>
      <w:bookmarkStart w:id="1954" w:name="_Toc437262115"/>
      <w:bookmarkStart w:id="1955" w:name="_Toc478375292"/>
      <w:bookmarkStart w:id="1956" w:name="_Toc75942541"/>
      <w:r w:rsidRPr="00AE0E6D">
        <w:rPr>
          <w:b/>
        </w:rPr>
        <w:t>3.14.1.7</w:t>
      </w:r>
      <w:r w:rsidRPr="00AE0E6D">
        <w:rPr>
          <w:b/>
        </w:rPr>
        <w:tab/>
        <w:t>RMR or MRA Contract Termination</w:t>
      </w:r>
      <w:bookmarkEnd w:id="1945"/>
      <w:bookmarkEnd w:id="1946"/>
      <w:bookmarkEnd w:id="1947"/>
      <w:bookmarkEnd w:id="1948"/>
      <w:bookmarkEnd w:id="1949"/>
      <w:bookmarkEnd w:id="1950"/>
      <w:bookmarkEnd w:id="1951"/>
      <w:bookmarkEnd w:id="1952"/>
      <w:bookmarkEnd w:id="1953"/>
      <w:bookmarkEnd w:id="1954"/>
      <w:bookmarkEnd w:id="1955"/>
      <w:bookmarkEnd w:id="1956"/>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57" w:name="_Toc144691981"/>
      <w:bookmarkStart w:id="1958" w:name="_Toc204048592"/>
      <w:bookmarkStart w:id="1959" w:name="_Toc400526206"/>
      <w:bookmarkStart w:id="1960" w:name="_Toc405534524"/>
      <w:bookmarkStart w:id="1961" w:name="_Toc406570537"/>
      <w:bookmarkStart w:id="1962" w:name="_Toc410910689"/>
      <w:bookmarkStart w:id="1963" w:name="_Toc411841117"/>
      <w:bookmarkStart w:id="1964" w:name="_Toc422147079"/>
      <w:bookmarkStart w:id="1965" w:name="_Toc433020675"/>
      <w:bookmarkStart w:id="1966" w:name="_Toc437262116"/>
      <w:bookmarkStart w:id="1967" w:name="_Toc478375293"/>
      <w:bookmarkStart w:id="1968" w:name="_Toc75942542"/>
      <w:r w:rsidRPr="00AE0E6D">
        <w:rPr>
          <w:b/>
        </w:rPr>
        <w:t>3.14.1.8</w:t>
      </w:r>
      <w:r w:rsidRPr="00AE0E6D">
        <w:rPr>
          <w:b/>
        </w:rPr>
        <w:tab/>
        <w:t>RMR and/or MRA Contract Extension</w:t>
      </w:r>
      <w:bookmarkEnd w:id="1957"/>
      <w:bookmarkEnd w:id="1958"/>
      <w:bookmarkEnd w:id="1959"/>
      <w:bookmarkEnd w:id="1960"/>
      <w:bookmarkEnd w:id="1961"/>
      <w:bookmarkEnd w:id="1962"/>
      <w:bookmarkEnd w:id="1963"/>
      <w:bookmarkEnd w:id="1964"/>
      <w:bookmarkEnd w:id="1965"/>
      <w:bookmarkEnd w:id="1966"/>
      <w:bookmarkEnd w:id="1967"/>
      <w:bookmarkEnd w:id="1968"/>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69" w:name="_Toc204048593"/>
      <w:bookmarkStart w:id="1970" w:name="_Toc400526207"/>
      <w:bookmarkStart w:id="1971" w:name="_Toc405534525"/>
      <w:bookmarkStart w:id="1972" w:name="_Toc406570538"/>
      <w:bookmarkStart w:id="1973" w:name="_Toc410910690"/>
      <w:bookmarkStart w:id="1974" w:name="_Toc411841118"/>
      <w:bookmarkStart w:id="1975" w:name="_Toc422147080"/>
      <w:bookmarkStart w:id="1976" w:name="_Toc433020676"/>
      <w:bookmarkStart w:id="1977" w:name="_Toc437262117"/>
      <w:bookmarkStart w:id="1978" w:name="_Toc478375294"/>
      <w:bookmarkStart w:id="1979" w:name="_Toc75942543"/>
      <w:r w:rsidRPr="00AE0E6D">
        <w:rPr>
          <w:b/>
        </w:rPr>
        <w:t>3.14.1.9</w:t>
      </w:r>
      <w:r w:rsidRPr="00AE0E6D">
        <w:rPr>
          <w:b/>
        </w:rPr>
        <w:tab/>
        <w:t xml:space="preserve">Generation Resource </w:t>
      </w:r>
      <w:r w:rsidR="000C3BEE">
        <w:rPr>
          <w:b/>
        </w:rPr>
        <w:t>Status</w:t>
      </w:r>
      <w:r w:rsidRPr="00AE0E6D">
        <w:rPr>
          <w:b/>
        </w:rPr>
        <w:t xml:space="preserve"> Updates</w:t>
      </w:r>
      <w:bookmarkEnd w:id="1969"/>
      <w:bookmarkEnd w:id="1970"/>
      <w:bookmarkEnd w:id="1971"/>
      <w:bookmarkEnd w:id="1972"/>
      <w:bookmarkEnd w:id="1973"/>
      <w:bookmarkEnd w:id="1974"/>
      <w:bookmarkEnd w:id="1975"/>
      <w:bookmarkEnd w:id="1976"/>
      <w:bookmarkEnd w:id="1977"/>
      <w:bookmarkEnd w:id="1978"/>
      <w:bookmarkEnd w:id="197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w:t>
      </w:r>
      <w:r>
        <w:lastRenderedPageBreak/>
        <w:t xml:space="preserve">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1980" w:name="_Toc144691983"/>
      <w:bookmarkStart w:id="1981" w:name="_Toc204048594"/>
      <w:bookmarkStart w:id="1982" w:name="_Toc400526208"/>
      <w:bookmarkStart w:id="1983" w:name="_Toc405534526"/>
      <w:bookmarkStart w:id="1984" w:name="_Toc406570539"/>
      <w:bookmarkStart w:id="1985" w:name="_Toc410910691"/>
      <w:bookmarkStart w:id="1986" w:name="_Toc411841119"/>
      <w:bookmarkStart w:id="1987" w:name="_Toc422147081"/>
      <w:bookmarkStart w:id="1988" w:name="_Toc433020677"/>
      <w:bookmarkStart w:id="1989" w:name="_Toc437262118"/>
      <w:bookmarkStart w:id="1990" w:name="_Toc478375295"/>
      <w:bookmarkStart w:id="1991" w:name="_Toc75942544"/>
      <w:r w:rsidRPr="00AE0E6D">
        <w:rPr>
          <w:b/>
        </w:rPr>
        <w:t>3.14.1.10</w:t>
      </w:r>
      <w:r w:rsidRPr="00AE0E6D">
        <w:rPr>
          <w:b/>
        </w:rPr>
        <w:tab/>
        <w:t>Eligible Costs</w:t>
      </w:r>
      <w:bookmarkEnd w:id="1980"/>
      <w:bookmarkEnd w:id="1981"/>
      <w:bookmarkEnd w:id="1982"/>
      <w:bookmarkEnd w:id="1983"/>
      <w:bookmarkEnd w:id="1984"/>
      <w:bookmarkEnd w:id="1985"/>
      <w:bookmarkEnd w:id="1986"/>
      <w:bookmarkEnd w:id="1987"/>
      <w:bookmarkEnd w:id="1988"/>
      <w:bookmarkEnd w:id="1989"/>
      <w:bookmarkEnd w:id="1990"/>
      <w:bookmarkEnd w:id="199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lastRenderedPageBreak/>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92" w:name="_Toc144691984"/>
      <w:bookmarkStart w:id="1993" w:name="_Toc204048595"/>
      <w:bookmarkStart w:id="1994" w:name="_Toc400526209"/>
      <w:bookmarkStart w:id="1995" w:name="_Toc405534527"/>
      <w:bookmarkStart w:id="1996" w:name="_Toc406570540"/>
      <w:bookmarkStart w:id="1997" w:name="_Toc410910692"/>
      <w:bookmarkStart w:id="1998" w:name="_Toc411841120"/>
      <w:bookmarkStart w:id="1999" w:name="_Toc422147082"/>
      <w:bookmarkStart w:id="2000" w:name="_Toc433020678"/>
      <w:bookmarkStart w:id="2001" w:name="_Toc437262119"/>
      <w:bookmarkStart w:id="2002" w:name="_Toc478375296"/>
      <w:bookmarkStart w:id="2003" w:name="_Toc75942545"/>
      <w:r w:rsidRPr="00AE0E6D">
        <w:rPr>
          <w:b/>
        </w:rPr>
        <w:t>3.14.1.11</w:t>
      </w:r>
      <w:r w:rsidRPr="00AE0E6D">
        <w:rPr>
          <w:b/>
        </w:rPr>
        <w:tab/>
        <w:t>Budgeting Eligible Costs</w:t>
      </w:r>
      <w:bookmarkEnd w:id="1992"/>
      <w:bookmarkEnd w:id="1993"/>
      <w:bookmarkEnd w:id="1994"/>
      <w:bookmarkEnd w:id="1995"/>
      <w:bookmarkEnd w:id="1996"/>
      <w:bookmarkEnd w:id="1997"/>
      <w:bookmarkEnd w:id="1998"/>
      <w:bookmarkEnd w:id="1999"/>
      <w:bookmarkEnd w:id="2000"/>
      <w:bookmarkEnd w:id="2001"/>
      <w:bookmarkEnd w:id="2002"/>
      <w:bookmarkEnd w:id="2003"/>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04"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05" w:name="_Toc75942546"/>
      <w:bookmarkStart w:id="2006" w:name="_Toc204048596"/>
      <w:bookmarkStart w:id="2007" w:name="_Toc400526210"/>
      <w:bookmarkStart w:id="2008" w:name="_Toc405534528"/>
      <w:bookmarkStart w:id="2009" w:name="_Toc406570541"/>
      <w:bookmarkStart w:id="2010" w:name="_Toc410910693"/>
      <w:bookmarkStart w:id="2011" w:name="_Toc411841121"/>
      <w:bookmarkStart w:id="2012" w:name="_Toc422147083"/>
      <w:bookmarkStart w:id="2013" w:name="_Toc433020679"/>
      <w:bookmarkStart w:id="2014" w:name="_Toc437262120"/>
      <w:bookmarkStart w:id="2015" w:name="_Toc478375297"/>
      <w:r w:rsidRPr="00AF0BBA">
        <w:rPr>
          <w:b/>
          <w:bCs/>
          <w:snapToGrid w:val="0"/>
        </w:rPr>
        <w:t>3.14.1.12</w:t>
      </w:r>
      <w:r w:rsidRPr="00AF0BBA">
        <w:rPr>
          <w:b/>
          <w:bCs/>
          <w:snapToGrid w:val="0"/>
        </w:rPr>
        <w:tab/>
        <w:t>Calculation of the Initial Standby Cost</w:t>
      </w:r>
      <w:bookmarkEnd w:id="2005"/>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16" w:name="_Toc75942547"/>
      <w:r w:rsidRPr="00AF0BBA">
        <w:rPr>
          <w:b/>
          <w:iCs/>
        </w:rPr>
        <w:t>3.14.1.13</w:t>
      </w:r>
      <w:r w:rsidRPr="00AF0BBA">
        <w:rPr>
          <w:iCs/>
        </w:rPr>
        <w:tab/>
      </w:r>
      <w:r w:rsidRPr="00AF0BBA">
        <w:rPr>
          <w:b/>
          <w:iCs/>
        </w:rPr>
        <w:t>Updated Budgets During the Term of an RMR Agreement</w:t>
      </w:r>
      <w:bookmarkEnd w:id="2016"/>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17" w:name="_Toc759425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04"/>
      <w:bookmarkEnd w:id="2006"/>
      <w:bookmarkEnd w:id="2007"/>
      <w:bookmarkEnd w:id="2008"/>
      <w:bookmarkEnd w:id="2009"/>
      <w:bookmarkEnd w:id="2010"/>
      <w:bookmarkEnd w:id="2011"/>
      <w:bookmarkEnd w:id="2012"/>
      <w:bookmarkEnd w:id="2013"/>
      <w:bookmarkEnd w:id="2014"/>
      <w:bookmarkEnd w:id="2015"/>
      <w:r w:rsidR="00072657">
        <w:rPr>
          <w:b/>
        </w:rPr>
        <w:t>s</w:t>
      </w:r>
      <w:bookmarkEnd w:id="2017"/>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18" w:name="_Toc75942549"/>
      <w:bookmarkStart w:id="2019" w:name="_Toc478375710"/>
      <w:bookmarkStart w:id="2020" w:name="_Toc144691986"/>
      <w:bookmarkStart w:id="2021" w:name="_Toc204048597"/>
      <w:bookmarkStart w:id="2022" w:name="_Toc400526211"/>
      <w:bookmarkStart w:id="2023" w:name="_Toc405534529"/>
      <w:bookmarkStart w:id="2024" w:name="_Toc406570542"/>
      <w:bookmarkStart w:id="2025" w:name="_Toc410910694"/>
      <w:bookmarkStart w:id="2026" w:name="_Toc411841123"/>
      <w:bookmarkStart w:id="2027" w:name="_Toc422147085"/>
      <w:bookmarkStart w:id="2028" w:name="_Toc433020681"/>
      <w:bookmarkStart w:id="2029" w:name="_Toc437262122"/>
      <w:bookmarkStart w:id="2030"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1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31" w:name="_Toc75942550"/>
      <w:r w:rsidRPr="00AF0BBA">
        <w:rPr>
          <w:b/>
          <w:bCs/>
          <w:snapToGrid w:val="0"/>
        </w:rPr>
        <w:t>3.14.1.1</w:t>
      </w:r>
      <w:r>
        <w:rPr>
          <w:b/>
          <w:bCs/>
          <w:snapToGrid w:val="0"/>
        </w:rPr>
        <w:t>6</w:t>
      </w:r>
      <w:r w:rsidRPr="00AF0BBA">
        <w:rPr>
          <w:b/>
          <w:bCs/>
          <w:snapToGrid w:val="0"/>
        </w:rPr>
        <w:tab/>
        <w:t>Reconciliation of Actual Eligible Costs</w:t>
      </w:r>
      <w:bookmarkEnd w:id="2031"/>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32" w:name="_Toc75942551"/>
      <w:bookmarkEnd w:id="2019"/>
      <w:r w:rsidRPr="00AE0E6D">
        <w:rPr>
          <w:b/>
        </w:rPr>
        <w:lastRenderedPageBreak/>
        <w:t>3.14.1.1</w:t>
      </w:r>
      <w:r w:rsidR="00E60378">
        <w:rPr>
          <w:b/>
        </w:rPr>
        <w:t>7</w:t>
      </w:r>
      <w:r w:rsidRPr="00AE0E6D">
        <w:rPr>
          <w:b/>
        </w:rPr>
        <w:tab/>
        <w:t>Incentive Factor</w:t>
      </w:r>
      <w:bookmarkEnd w:id="2020"/>
      <w:bookmarkEnd w:id="2021"/>
      <w:bookmarkEnd w:id="2022"/>
      <w:bookmarkEnd w:id="2023"/>
      <w:bookmarkEnd w:id="2024"/>
      <w:bookmarkEnd w:id="2025"/>
      <w:bookmarkEnd w:id="2026"/>
      <w:bookmarkEnd w:id="2027"/>
      <w:bookmarkEnd w:id="2028"/>
      <w:bookmarkEnd w:id="2029"/>
      <w:bookmarkEnd w:id="2030"/>
      <w:bookmarkEnd w:id="2032"/>
    </w:p>
    <w:p w14:paraId="24AE2ADD" w14:textId="50D4AE0F" w:rsidR="00CB13B2" w:rsidRDefault="002D238A">
      <w:pPr>
        <w:pStyle w:val="BodyTextNumbered"/>
      </w:pPr>
      <w:bookmarkStart w:id="2033"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34" w:name="_Toc204048598"/>
      <w:bookmarkStart w:id="2035" w:name="_Toc400526212"/>
      <w:bookmarkStart w:id="2036" w:name="_Toc405534530"/>
      <w:bookmarkStart w:id="2037" w:name="_Toc406570543"/>
      <w:bookmarkStart w:id="2038" w:name="_Toc410910695"/>
      <w:bookmarkStart w:id="2039" w:name="_Toc411841124"/>
      <w:bookmarkStart w:id="2040" w:name="_Toc422147086"/>
      <w:bookmarkStart w:id="2041" w:name="_Toc433020682"/>
      <w:bookmarkStart w:id="2042" w:name="_Toc437262123"/>
      <w:bookmarkStart w:id="2043" w:name="_Toc478375300"/>
      <w:bookmarkStart w:id="2044" w:name="_Toc75942552"/>
      <w:r w:rsidRPr="00AE0E6D">
        <w:rPr>
          <w:b/>
        </w:rPr>
        <w:t>3.14.1.1</w:t>
      </w:r>
      <w:r w:rsidR="00E60378">
        <w:rPr>
          <w:b/>
        </w:rPr>
        <w:t>8</w:t>
      </w:r>
      <w:r w:rsidRPr="00AE0E6D">
        <w:rPr>
          <w:b/>
        </w:rPr>
        <w:tab/>
        <w:t>Major Equipment Modifications</w:t>
      </w:r>
      <w:bookmarkEnd w:id="2033"/>
      <w:bookmarkEnd w:id="2034"/>
      <w:bookmarkEnd w:id="2035"/>
      <w:bookmarkEnd w:id="2036"/>
      <w:bookmarkEnd w:id="2037"/>
      <w:bookmarkEnd w:id="2038"/>
      <w:bookmarkEnd w:id="2039"/>
      <w:bookmarkEnd w:id="2040"/>
      <w:bookmarkEnd w:id="2041"/>
      <w:bookmarkEnd w:id="2042"/>
      <w:bookmarkEnd w:id="2043"/>
      <w:bookmarkEnd w:id="204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45" w:name="_Toc478375301"/>
      <w:bookmarkStart w:id="2046" w:name="_Toc75942553"/>
      <w:bookmarkStart w:id="2047" w:name="_Toc452967046"/>
      <w:bookmarkStart w:id="2048" w:name="_Toc144691988"/>
      <w:bookmarkStart w:id="2049" w:name="_Toc204048599"/>
      <w:bookmarkStart w:id="2050" w:name="_Toc400526213"/>
      <w:bookmarkStart w:id="2051" w:name="_Toc405534531"/>
      <w:bookmarkStart w:id="2052" w:name="_Toc406570544"/>
      <w:bookmarkStart w:id="2053" w:name="_Toc410910696"/>
      <w:bookmarkStart w:id="2054" w:name="_Toc411841125"/>
      <w:bookmarkStart w:id="2055" w:name="_Toc422147087"/>
      <w:bookmarkStart w:id="2056" w:name="_Toc433020683"/>
      <w:bookmarkStart w:id="2057"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45"/>
      <w:bookmarkEnd w:id="2046"/>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58" w:name="_Toc478375302"/>
      <w:bookmarkStart w:id="2059" w:name="_Toc75942554"/>
      <w:bookmarkEnd w:id="2047"/>
      <w:r w:rsidRPr="00AE0E6D">
        <w:rPr>
          <w:b/>
        </w:rPr>
        <w:t>3.14.1.</w:t>
      </w:r>
      <w:r w:rsidR="002C24D3">
        <w:rPr>
          <w:b/>
        </w:rPr>
        <w:t>20</w:t>
      </w:r>
      <w:r w:rsidRPr="00AE0E6D">
        <w:rPr>
          <w:b/>
        </w:rPr>
        <w:tab/>
        <w:t>Budgeting Fuel Costs</w:t>
      </w:r>
      <w:bookmarkEnd w:id="2048"/>
      <w:bookmarkEnd w:id="2049"/>
      <w:bookmarkEnd w:id="2050"/>
      <w:bookmarkEnd w:id="2051"/>
      <w:bookmarkEnd w:id="2052"/>
      <w:bookmarkEnd w:id="2053"/>
      <w:bookmarkEnd w:id="2054"/>
      <w:bookmarkEnd w:id="2055"/>
      <w:bookmarkEnd w:id="2056"/>
      <w:bookmarkEnd w:id="2057"/>
      <w:bookmarkEnd w:id="2058"/>
      <w:bookmarkEnd w:id="2059"/>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60" w:name="_Toc144691989"/>
      <w:bookmarkStart w:id="2061" w:name="_Toc204048600"/>
      <w:bookmarkStart w:id="2062" w:name="_Toc400526214"/>
      <w:bookmarkStart w:id="2063" w:name="_Toc405534532"/>
      <w:bookmarkStart w:id="2064" w:name="_Toc406570545"/>
      <w:bookmarkStart w:id="2065" w:name="_Toc410910697"/>
      <w:bookmarkStart w:id="2066" w:name="_Toc411841126"/>
      <w:bookmarkStart w:id="2067" w:name="_Toc422147088"/>
      <w:bookmarkStart w:id="2068" w:name="_Toc433020684"/>
      <w:bookmarkStart w:id="2069" w:name="_Toc437262125"/>
      <w:bookmarkStart w:id="2070" w:name="_Toc478375303"/>
      <w:bookmarkStart w:id="2071" w:name="_Toc759425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60"/>
      <w:bookmarkEnd w:id="2061"/>
      <w:bookmarkEnd w:id="2062"/>
      <w:bookmarkEnd w:id="2063"/>
      <w:bookmarkEnd w:id="2064"/>
      <w:bookmarkEnd w:id="2065"/>
      <w:bookmarkEnd w:id="2066"/>
      <w:bookmarkEnd w:id="2067"/>
      <w:bookmarkEnd w:id="2068"/>
      <w:bookmarkEnd w:id="2069"/>
      <w:bookmarkEnd w:id="2070"/>
      <w:bookmarkEnd w:id="2071"/>
    </w:p>
    <w:p w14:paraId="36D3CC60" w14:textId="6324A600" w:rsidR="00CB13B2" w:rsidRDefault="002D238A">
      <w:pPr>
        <w:pStyle w:val="BodyTextNumbered"/>
      </w:pPr>
      <w:bookmarkStart w:id="2072" w:name="_Toc114235802"/>
      <w:bookmarkStart w:id="2073"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74" w:name="_Toc204048601"/>
      <w:bookmarkStart w:id="2075" w:name="_Toc400526215"/>
      <w:bookmarkStart w:id="2076" w:name="_Toc405534533"/>
      <w:bookmarkStart w:id="2077" w:name="_Toc406570546"/>
      <w:bookmarkStart w:id="2078" w:name="_Toc410910698"/>
      <w:bookmarkStart w:id="2079" w:name="_Toc411841127"/>
      <w:bookmarkStart w:id="2080" w:name="_Toc422147089"/>
      <w:bookmarkStart w:id="2081" w:name="_Toc433020685"/>
      <w:bookmarkStart w:id="2082" w:name="_Toc437262126"/>
      <w:bookmarkStart w:id="2083" w:name="_Toc478375304"/>
      <w:bookmarkStart w:id="2084" w:name="_Toc75942556"/>
      <w:r>
        <w:t>3.14.2</w:t>
      </w:r>
      <w:r>
        <w:tab/>
        <w:t>Black Start</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lastRenderedPageBreak/>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85" w:name="_Toc400526216"/>
      <w:bookmarkStart w:id="2086" w:name="_Toc405534534"/>
      <w:bookmarkStart w:id="2087" w:name="_Toc406570547"/>
      <w:bookmarkStart w:id="2088" w:name="_Toc410910699"/>
      <w:bookmarkStart w:id="2089" w:name="_Toc411841128"/>
      <w:bookmarkStart w:id="2090" w:name="_Toc422147090"/>
      <w:bookmarkStart w:id="2091" w:name="_Toc433020686"/>
      <w:bookmarkStart w:id="2092" w:name="_Toc437262127"/>
      <w:bookmarkStart w:id="2093" w:name="_Toc478375305"/>
      <w:bookmarkStart w:id="2094"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lastRenderedPageBreak/>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95" w:name="_Toc75942557"/>
      <w:r w:rsidRPr="00C83EFD">
        <w:rPr>
          <w:b/>
          <w:bCs/>
          <w:i/>
        </w:rPr>
        <w:t>3.14.3</w:t>
      </w:r>
      <w:r w:rsidRPr="00C83EFD">
        <w:rPr>
          <w:b/>
          <w:bCs/>
          <w:i/>
        </w:rPr>
        <w:tab/>
        <w:t>Emergency Response Service</w:t>
      </w:r>
      <w:bookmarkEnd w:id="2085"/>
      <w:bookmarkEnd w:id="2086"/>
      <w:bookmarkEnd w:id="2087"/>
      <w:bookmarkEnd w:id="2088"/>
      <w:bookmarkEnd w:id="2089"/>
      <w:bookmarkEnd w:id="2090"/>
      <w:bookmarkEnd w:id="2091"/>
      <w:bookmarkEnd w:id="2092"/>
      <w:bookmarkEnd w:id="2093"/>
      <w:bookmarkEnd w:id="2095"/>
    </w:p>
    <w:p w14:paraId="351F0C55" w14:textId="4E7E3A96" w:rsidR="0058085E" w:rsidRPr="00FE2EC7" w:rsidRDefault="0041108D" w:rsidP="006D5EC8">
      <w:pPr>
        <w:tabs>
          <w:tab w:val="num" w:pos="900"/>
        </w:tabs>
        <w:spacing w:after="240"/>
        <w:ind w:left="720" w:hanging="720"/>
        <w:rPr>
          <w:b/>
          <w:i/>
        </w:rPr>
      </w:pPr>
      <w:bookmarkStart w:id="2096" w:name="_Toc326067856"/>
      <w:bookmarkStart w:id="2097" w:name="_Toc331401072"/>
      <w:bookmarkStart w:id="2098" w:name="_Toc333405886"/>
      <w:bookmarkStart w:id="2099" w:name="_Toc338854824"/>
      <w:bookmarkStart w:id="2100" w:name="_Toc339281228"/>
      <w:bookmarkStart w:id="2101" w:name="_Toc341692430"/>
      <w:bookmarkStart w:id="2102" w:name="_Toc343243678"/>
      <w:bookmarkStart w:id="2103" w:name="_Toc348352869"/>
      <w:bookmarkStart w:id="2104" w:name="_Toc352156823"/>
      <w:bookmarkStart w:id="2105" w:name="_Toc357502580"/>
      <w:bookmarkStart w:id="2106"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094"/>
      <w:bookmarkEnd w:id="2096"/>
      <w:bookmarkEnd w:id="2097"/>
      <w:bookmarkEnd w:id="2098"/>
      <w:bookmarkEnd w:id="2099"/>
      <w:bookmarkEnd w:id="2100"/>
      <w:bookmarkEnd w:id="2101"/>
      <w:bookmarkEnd w:id="2102"/>
      <w:bookmarkEnd w:id="2103"/>
      <w:bookmarkEnd w:id="2104"/>
      <w:bookmarkEnd w:id="2105"/>
      <w:bookmarkEnd w:id="2106"/>
    </w:p>
    <w:p w14:paraId="0328E216" w14:textId="77777777" w:rsidR="00695A4D" w:rsidRPr="00AE0E6D" w:rsidRDefault="00695A4D" w:rsidP="008579CB">
      <w:pPr>
        <w:pStyle w:val="H4"/>
        <w:ind w:left="1267" w:hanging="1267"/>
        <w:rPr>
          <w:b/>
        </w:rPr>
      </w:pPr>
      <w:bookmarkStart w:id="2107" w:name="_Toc400526217"/>
      <w:bookmarkStart w:id="2108" w:name="_Toc405534535"/>
      <w:bookmarkStart w:id="2109" w:name="_Toc406570548"/>
      <w:bookmarkStart w:id="2110" w:name="_Toc410910700"/>
      <w:bookmarkStart w:id="2111" w:name="_Toc411841129"/>
      <w:bookmarkStart w:id="2112" w:name="_Toc422147091"/>
      <w:bookmarkStart w:id="2113" w:name="_Toc433020687"/>
      <w:bookmarkStart w:id="2114" w:name="_Toc437262128"/>
      <w:bookmarkStart w:id="2115" w:name="_Toc478375306"/>
      <w:bookmarkStart w:id="2116" w:name="_Toc75942558"/>
      <w:r w:rsidRPr="00AE0E6D">
        <w:rPr>
          <w:b/>
        </w:rPr>
        <w:t>3.14.3.1</w:t>
      </w:r>
      <w:r w:rsidRPr="00AE0E6D">
        <w:rPr>
          <w:b/>
        </w:rPr>
        <w:tab/>
        <w:t>Emergency Response Service Procurement</w:t>
      </w:r>
      <w:bookmarkEnd w:id="2107"/>
      <w:bookmarkEnd w:id="2108"/>
      <w:bookmarkEnd w:id="2109"/>
      <w:bookmarkEnd w:id="2110"/>
      <w:bookmarkEnd w:id="2111"/>
      <w:bookmarkEnd w:id="2112"/>
      <w:bookmarkEnd w:id="2113"/>
      <w:bookmarkEnd w:id="2114"/>
      <w:bookmarkEnd w:id="2115"/>
      <w:bookmarkEnd w:id="211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w:t>
      </w:r>
      <w:r w:rsidR="000A7A22" w:rsidRPr="00C83EFD">
        <w:lastRenderedPageBreak/>
        <w:t>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lastRenderedPageBreak/>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lastRenderedPageBreak/>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 xml:space="preserve">maximum number of sites in the aggregation during the ERS Standard Contract Term, divided by the </w:t>
      </w:r>
      <w:r w:rsidR="00286851">
        <w:lastRenderedPageBreak/>
        <w:t>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w:t>
      </w:r>
      <w:r w:rsidR="00782F26">
        <w:lastRenderedPageBreak/>
        <w:t>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lastRenderedPageBreak/>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17" w:name="_Toc400526218"/>
      <w:bookmarkStart w:id="2118" w:name="_Toc405534536"/>
      <w:bookmarkStart w:id="2119" w:name="_Toc406570549"/>
      <w:bookmarkStart w:id="2120" w:name="_Toc410910701"/>
      <w:bookmarkStart w:id="2121" w:name="_Toc411841130"/>
      <w:bookmarkStart w:id="2122" w:name="_Toc422147092"/>
      <w:bookmarkStart w:id="2123" w:name="_Toc433020688"/>
      <w:bookmarkStart w:id="2124" w:name="_Toc437262129"/>
      <w:bookmarkStart w:id="2125" w:name="_Toc478375307"/>
      <w:bookmarkStart w:id="2126" w:name="_Toc75942559"/>
      <w:r w:rsidRPr="007F4287">
        <w:rPr>
          <w:b/>
          <w:iCs/>
        </w:rPr>
        <w:lastRenderedPageBreak/>
        <w:t>3.14.3.2</w:t>
      </w:r>
      <w:r w:rsidRPr="007F4287">
        <w:rPr>
          <w:b/>
          <w:iCs/>
        </w:rPr>
        <w:tab/>
        <w:t>Emergency Response Service Self-Provision</w:t>
      </w:r>
      <w:bookmarkEnd w:id="2117"/>
      <w:bookmarkEnd w:id="2118"/>
      <w:bookmarkEnd w:id="2119"/>
      <w:bookmarkEnd w:id="2120"/>
      <w:bookmarkEnd w:id="2121"/>
      <w:bookmarkEnd w:id="2122"/>
      <w:bookmarkEnd w:id="2123"/>
      <w:bookmarkEnd w:id="2124"/>
      <w:bookmarkEnd w:id="2125"/>
      <w:bookmarkEnd w:id="212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 xml:space="preserve">A QSE with reduced ERS Self-Provision capacity shall notify ERCOT of the ERS Resources whose obligations are reduced and the quantity of the revised obligations.  The </w:t>
      </w:r>
      <w:r w:rsidRPr="00C83EFD">
        <w:lastRenderedPageBreak/>
        <w:t>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27" w:name="_Toc400526219"/>
      <w:bookmarkStart w:id="2128" w:name="_Toc405534537"/>
      <w:bookmarkStart w:id="2129" w:name="_Toc406570550"/>
      <w:bookmarkStart w:id="2130" w:name="_Toc410910702"/>
      <w:bookmarkStart w:id="2131" w:name="_Toc411841131"/>
      <w:bookmarkStart w:id="2132" w:name="_Toc422147093"/>
      <w:bookmarkStart w:id="2133" w:name="_Toc433020689"/>
      <w:bookmarkStart w:id="2134" w:name="_Toc437262130"/>
      <w:bookmarkStart w:id="2135" w:name="_Toc478375308"/>
      <w:bookmarkStart w:id="2136" w:name="_Toc75942560"/>
      <w:r w:rsidRPr="00AE0E6D">
        <w:rPr>
          <w:b/>
          <w:iCs/>
        </w:rPr>
        <w:t>3.14.3.3</w:t>
      </w:r>
      <w:r w:rsidRPr="00AE0E6D">
        <w:rPr>
          <w:b/>
          <w:iCs/>
        </w:rPr>
        <w:tab/>
        <w:t>Emergency Response Service Provision and Technical Requirements</w:t>
      </w:r>
      <w:bookmarkEnd w:id="2127"/>
      <w:bookmarkEnd w:id="2128"/>
      <w:bookmarkEnd w:id="2129"/>
      <w:bookmarkEnd w:id="2130"/>
      <w:bookmarkEnd w:id="2131"/>
      <w:bookmarkEnd w:id="2132"/>
      <w:bookmarkEnd w:id="2133"/>
      <w:bookmarkEnd w:id="2134"/>
      <w:bookmarkEnd w:id="2135"/>
      <w:bookmarkEnd w:id="213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lastRenderedPageBreak/>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w:t>
      </w:r>
      <w:r w:rsidR="00916418" w:rsidRPr="00C83EFD">
        <w:lastRenderedPageBreak/>
        <w:t xml:space="preserve">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 xml:space="preserve">The contracted capacity of ERS Resources may not be used to provide Ancillary Services during a contracted ERS Time Period.  Nothing herein shall be construed to limit passive (voluntary) Load response, provided the ERS Resource meets its performance and </w:t>
      </w:r>
      <w:r w:rsidRPr="00C83EFD">
        <w:rPr>
          <w:iCs/>
        </w:rPr>
        <w:lastRenderedPageBreak/>
        <w:t>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37" w:name="_Toc400526220"/>
      <w:bookmarkStart w:id="2138" w:name="_Toc405534538"/>
      <w:bookmarkStart w:id="2139" w:name="_Toc406570551"/>
      <w:bookmarkStart w:id="2140" w:name="_Toc410910703"/>
      <w:bookmarkStart w:id="2141" w:name="_Toc411841132"/>
      <w:bookmarkStart w:id="2142" w:name="_Toc422147094"/>
      <w:bookmarkStart w:id="2143" w:name="_Toc433020690"/>
      <w:bookmarkStart w:id="2144" w:name="_Toc437262131"/>
      <w:bookmarkStart w:id="2145" w:name="_Toc478375309"/>
      <w:bookmarkStart w:id="2146" w:name="_Toc75942561"/>
      <w:r w:rsidRPr="007F4287">
        <w:rPr>
          <w:b/>
          <w:iCs/>
        </w:rPr>
        <w:t>3.14.3.4</w:t>
      </w:r>
      <w:r w:rsidRPr="007F4287">
        <w:rPr>
          <w:b/>
          <w:iCs/>
        </w:rPr>
        <w:tab/>
        <w:t>Emergency Response Service Reporting and Market Communications</w:t>
      </w:r>
      <w:bookmarkEnd w:id="2137"/>
      <w:bookmarkEnd w:id="2138"/>
      <w:bookmarkEnd w:id="2139"/>
      <w:bookmarkEnd w:id="2140"/>
      <w:bookmarkEnd w:id="2141"/>
      <w:bookmarkEnd w:id="2142"/>
      <w:bookmarkEnd w:id="2143"/>
      <w:bookmarkEnd w:id="2144"/>
      <w:bookmarkEnd w:id="2145"/>
      <w:bookmarkEnd w:id="214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lastRenderedPageBreak/>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47" w:name="_Toc204048603"/>
            <w:bookmarkStart w:id="2148" w:name="_Toc400526221"/>
            <w:bookmarkStart w:id="2149" w:name="_Toc405534539"/>
            <w:bookmarkStart w:id="2150" w:name="_Toc406570552"/>
            <w:bookmarkStart w:id="2151" w:name="_Toc410910704"/>
            <w:bookmarkStart w:id="2152" w:name="_Toc411841133"/>
            <w:bookmarkStart w:id="2153" w:name="_Toc422147095"/>
            <w:bookmarkStart w:id="2154" w:name="_Toc433020691"/>
            <w:bookmarkStart w:id="2155" w:name="_Toc437262132"/>
            <w:bookmarkStart w:id="2156"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57" w:name="_Toc75942562"/>
            <w:r w:rsidRPr="00A974FD">
              <w:lastRenderedPageBreak/>
              <w:t>3</w:t>
            </w:r>
            <w:r>
              <w:t>.14.4</w:t>
            </w:r>
            <w:r>
              <w:tab/>
              <w:t>Must-</w:t>
            </w:r>
            <w:r w:rsidRPr="00A974FD">
              <w:t>Run Alternative Service</w:t>
            </w:r>
            <w:bookmarkEnd w:id="2157"/>
          </w:p>
          <w:p w14:paraId="6308EBCB" w14:textId="77777777" w:rsidR="00E222EB" w:rsidRPr="00E222EB" w:rsidRDefault="00E222EB" w:rsidP="00E222EB">
            <w:pPr>
              <w:pStyle w:val="H4"/>
              <w:rPr>
                <w:b/>
              </w:rPr>
            </w:pPr>
            <w:bookmarkStart w:id="2158" w:name="_Toc75942563"/>
            <w:r w:rsidRPr="00E222EB">
              <w:rPr>
                <w:b/>
              </w:rPr>
              <w:t>3.14.4.1</w:t>
            </w:r>
            <w:r w:rsidRPr="00E222EB">
              <w:rPr>
                <w:b/>
              </w:rPr>
              <w:tab/>
              <w:t>Overview and Description of MRAs</w:t>
            </w:r>
            <w:bookmarkEnd w:id="2158"/>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59"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59"/>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0" w:name="_Toc75942564"/>
            <w:r w:rsidRPr="00E222EB">
              <w:rPr>
                <w:b/>
                <w:bCs/>
                <w:snapToGrid w:val="0"/>
                <w:szCs w:val="24"/>
              </w:rPr>
              <w:t>3.14.4.2</w:t>
            </w:r>
            <w:r w:rsidRPr="00E222EB">
              <w:rPr>
                <w:b/>
                <w:bCs/>
                <w:snapToGrid w:val="0"/>
                <w:szCs w:val="24"/>
              </w:rPr>
              <w:tab/>
              <w:t>Preliminary Review of Prospective Demand Response MRAs</w:t>
            </w:r>
            <w:bookmarkEnd w:id="2160"/>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1" w:name="_Toc75942565"/>
            <w:r w:rsidRPr="00E222EB">
              <w:rPr>
                <w:b/>
                <w:bCs/>
                <w:snapToGrid w:val="0"/>
                <w:szCs w:val="24"/>
              </w:rPr>
              <w:t>3.14.4.3</w:t>
            </w:r>
            <w:r w:rsidRPr="00E222EB">
              <w:rPr>
                <w:b/>
                <w:bCs/>
                <w:snapToGrid w:val="0"/>
                <w:szCs w:val="24"/>
              </w:rPr>
              <w:tab/>
              <w:t>MRA Substitution</w:t>
            </w:r>
            <w:bookmarkEnd w:id="2161"/>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2" w:name="_Toc75942566"/>
            <w:r w:rsidRPr="00E5617F">
              <w:rPr>
                <w:b/>
                <w:bCs/>
                <w:snapToGrid w:val="0"/>
                <w:szCs w:val="24"/>
              </w:rPr>
              <w:t>3.14.4.4</w:t>
            </w:r>
            <w:r w:rsidRPr="00E5617F">
              <w:rPr>
                <w:b/>
                <w:bCs/>
                <w:snapToGrid w:val="0"/>
                <w:szCs w:val="24"/>
              </w:rPr>
              <w:tab/>
              <w:t>Commitment and Dispatch</w:t>
            </w:r>
            <w:bookmarkEnd w:id="2162"/>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3" w:name="_Toc75942567"/>
            <w:r w:rsidRPr="00E5617F">
              <w:rPr>
                <w:b/>
                <w:bCs/>
                <w:snapToGrid w:val="0"/>
                <w:szCs w:val="24"/>
              </w:rPr>
              <w:t>3.14.4.5</w:t>
            </w:r>
            <w:r w:rsidRPr="00E5617F">
              <w:rPr>
                <w:b/>
                <w:bCs/>
                <w:snapToGrid w:val="0"/>
                <w:szCs w:val="24"/>
              </w:rPr>
              <w:tab/>
              <w:t>Standards for Generation Resource MRAs</w:t>
            </w:r>
            <w:bookmarkEnd w:id="2163"/>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4" w:name="_Toc75942568"/>
            <w:r w:rsidRPr="00E5617F">
              <w:rPr>
                <w:b/>
                <w:bCs/>
                <w:snapToGrid w:val="0"/>
                <w:szCs w:val="24"/>
              </w:rPr>
              <w:t>3.14.4.6</w:t>
            </w:r>
            <w:r w:rsidRPr="00E5617F">
              <w:rPr>
                <w:b/>
                <w:bCs/>
                <w:snapToGrid w:val="0"/>
                <w:szCs w:val="24"/>
              </w:rPr>
              <w:tab/>
              <w:t>Standards for Other Generation MRAs and Demand Response MRAs</w:t>
            </w:r>
            <w:bookmarkEnd w:id="2164"/>
          </w:p>
          <w:p w14:paraId="21F4E061" w14:textId="77777777" w:rsidR="00E5617F" w:rsidRPr="00A540C3" w:rsidRDefault="00E5617F" w:rsidP="00E5617F">
            <w:pPr>
              <w:pStyle w:val="H5"/>
            </w:pPr>
            <w:bookmarkStart w:id="2165" w:name="_Toc75942569"/>
            <w:r w:rsidRPr="00A540C3">
              <w:t>3.14.</w:t>
            </w:r>
            <w:r>
              <w:t>4.6</w:t>
            </w:r>
            <w:r w:rsidRPr="00A540C3">
              <w:t>.1</w:t>
            </w:r>
            <w:r w:rsidRPr="00A540C3">
              <w:tab/>
            </w:r>
            <w:r>
              <w:t xml:space="preserve">MRA </w:t>
            </w:r>
            <w:r w:rsidRPr="00A540C3">
              <w:t>Telemetry Requirements</w:t>
            </w:r>
            <w:bookmarkEnd w:id="2165"/>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66" w:name="_Toc75942570"/>
            <w:r w:rsidRPr="00E5617F">
              <w:rPr>
                <w:b/>
                <w:bCs/>
                <w:i/>
                <w:iCs/>
                <w:szCs w:val="26"/>
              </w:rPr>
              <w:t>3.14.4.6.2</w:t>
            </w:r>
            <w:r w:rsidRPr="00E5617F">
              <w:rPr>
                <w:b/>
                <w:bCs/>
                <w:i/>
                <w:iCs/>
                <w:szCs w:val="26"/>
              </w:rPr>
              <w:tab/>
              <w:t>Baseline Performance Evaluation Methodology for Demand Response MRAs</w:t>
            </w:r>
            <w:bookmarkEnd w:id="2166"/>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67" w:name="_Toc75942571"/>
            <w:r w:rsidRPr="00E5617F">
              <w:rPr>
                <w:b/>
                <w:bCs/>
                <w:i/>
                <w:iCs/>
                <w:szCs w:val="26"/>
              </w:rPr>
              <w:t>3.14.4.6.3</w:t>
            </w:r>
            <w:r w:rsidRPr="00E5617F">
              <w:rPr>
                <w:b/>
                <w:bCs/>
                <w:i/>
                <w:iCs/>
                <w:szCs w:val="26"/>
              </w:rPr>
              <w:tab/>
              <w:t>MRA Metering and Metering Data</w:t>
            </w:r>
            <w:bookmarkEnd w:id="2167"/>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68"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68"/>
          </w:p>
          <w:p w14:paraId="603EB302" w14:textId="77777777" w:rsidR="00E5617F" w:rsidRPr="00E5617F" w:rsidRDefault="00E5617F" w:rsidP="00E5617F">
            <w:pPr>
              <w:spacing w:after="240"/>
              <w:ind w:left="720" w:hanging="720"/>
              <w:rPr>
                <w:szCs w:val="24"/>
              </w:rPr>
            </w:pPr>
            <w:bookmarkStart w:id="2169"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69"/>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70" w:name="_Toc75942572"/>
            <w:r w:rsidRPr="00E5617F">
              <w:rPr>
                <w:b/>
                <w:bCs/>
                <w:i/>
                <w:iCs/>
                <w:szCs w:val="26"/>
              </w:rPr>
              <w:t>3.14.4.6.4</w:t>
            </w:r>
            <w:r w:rsidRPr="00E5617F">
              <w:rPr>
                <w:b/>
                <w:bCs/>
                <w:i/>
                <w:iCs/>
                <w:szCs w:val="26"/>
              </w:rPr>
              <w:tab/>
              <w:t>MRA Availability Measurement and Verification</w:t>
            </w:r>
            <w:bookmarkEnd w:id="2170"/>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71" w:name="_Toc75942573"/>
            <w:r w:rsidRPr="00E5617F">
              <w:rPr>
                <w:b/>
                <w:bCs/>
                <w:i/>
                <w:iCs/>
                <w:szCs w:val="26"/>
              </w:rPr>
              <w:t>3.14.4.6.5</w:t>
            </w:r>
            <w:r w:rsidRPr="00E5617F">
              <w:rPr>
                <w:b/>
                <w:bCs/>
                <w:i/>
                <w:iCs/>
                <w:szCs w:val="26"/>
              </w:rPr>
              <w:tab/>
              <w:t>MRA Event Performance Measurement and Verification</w:t>
            </w:r>
            <w:bookmarkEnd w:id="2171"/>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72" w:name="_Toc759425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72"/>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73" w:name="_Toc759425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73"/>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74" w:name="_Toc75942576"/>
            <w:r w:rsidRPr="00C03C32">
              <w:rPr>
                <w:b/>
                <w:bCs/>
              </w:rPr>
              <w:t>3.14.4.8</w:t>
            </w:r>
            <w:r w:rsidRPr="00C03C32">
              <w:rPr>
                <w:b/>
                <w:bCs/>
              </w:rPr>
              <w:tab/>
              <w:t>MRA Misconduct Events</w:t>
            </w:r>
            <w:bookmarkEnd w:id="2174"/>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75" w:name="_Toc75942577"/>
            <w:r w:rsidRPr="00BA3A95">
              <w:rPr>
                <w:b/>
                <w:bCs/>
                <w:snapToGrid w:val="0"/>
              </w:rPr>
              <w:t>3.14.4.9</w:t>
            </w:r>
            <w:r w:rsidRPr="00BA3A95">
              <w:rPr>
                <w:b/>
                <w:bCs/>
                <w:snapToGrid w:val="0"/>
              </w:rPr>
              <w:tab/>
              <w:t>MRA Reporting to Transmission and/or Distribution Service Providers (TDSPs)</w:t>
            </w:r>
            <w:bookmarkEnd w:id="2175"/>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76" w:name="_Toc75942578"/>
      <w:r>
        <w:lastRenderedPageBreak/>
        <w:t>3.15</w:t>
      </w:r>
      <w:r>
        <w:tab/>
        <w:t>Voltage Support</w:t>
      </w:r>
      <w:bookmarkEnd w:id="2147"/>
      <w:bookmarkEnd w:id="2148"/>
      <w:bookmarkEnd w:id="2149"/>
      <w:bookmarkEnd w:id="2150"/>
      <w:bookmarkEnd w:id="2151"/>
      <w:bookmarkEnd w:id="2152"/>
      <w:bookmarkEnd w:id="2153"/>
      <w:bookmarkEnd w:id="2154"/>
      <w:bookmarkEnd w:id="2155"/>
      <w:bookmarkEnd w:id="2156"/>
      <w:bookmarkEnd w:id="217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2051AD19" w:rsidR="009D4936" w:rsidRDefault="009D4936" w:rsidP="0056115B">
            <w:pPr>
              <w:spacing w:before="120" w:after="240"/>
              <w:rPr>
                <w:b/>
                <w:i/>
              </w:rPr>
            </w:pPr>
            <w:r>
              <w:rPr>
                <w:b/>
                <w:i/>
              </w:rPr>
              <w:t>[NPRR989</w:t>
            </w:r>
            <w:r w:rsidR="007302BD">
              <w:rPr>
                <w:b/>
                <w:i/>
              </w:rPr>
              <w:t>, NPRR1005,</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w:t>
      </w:r>
      <w:r>
        <w:lastRenderedPageBreak/>
        <w:t>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E424D8F" w:rsidR="009D4936" w:rsidRDefault="009D4936" w:rsidP="0056115B">
            <w:pPr>
              <w:spacing w:before="120" w:after="240"/>
              <w:rPr>
                <w:b/>
                <w:i/>
              </w:rPr>
            </w:pPr>
            <w:r>
              <w:rPr>
                <w:b/>
                <w:i/>
              </w:rPr>
              <w:t>[NPRR989</w:t>
            </w:r>
            <w:r w:rsidR="008623F2">
              <w:rPr>
                <w:b/>
                <w:i/>
              </w:rPr>
              <w:t>,</w:t>
            </w:r>
            <w:r w:rsidR="00DB59C2">
              <w:rPr>
                <w:b/>
                <w:i/>
              </w:rPr>
              <w:t xml:space="preserve"> </w:t>
            </w:r>
            <w:r w:rsidR="007302BD">
              <w:rPr>
                <w:b/>
                <w:i/>
              </w:rPr>
              <w:t xml:space="preserve">NPRR1005, </w:t>
            </w:r>
            <w:r w:rsidR="00DB59C2">
              <w:rPr>
                <w:b/>
                <w:i/>
              </w:rPr>
              <w:t>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7302BD">
              <w:rPr>
                <w:b/>
                <w:i/>
              </w:rPr>
              <w:t xml:space="preserve">NPRR1005 and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w:t>
            </w:r>
            <w:r>
              <w:lastRenderedPageBreak/>
              <w:t>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18A6D4B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305F9CEC" w14:textId="51239BB4" w:rsidR="007302BD" w:rsidRDefault="007302BD" w:rsidP="00E94CE4">
            <w:pPr>
              <w:spacing w:before="120" w:after="240"/>
              <w:rPr>
                <w:b/>
                <w:i/>
              </w:rPr>
            </w:pPr>
            <w:r>
              <w:rPr>
                <w:b/>
                <w:i/>
              </w:rPr>
              <w:t>[NPRR1005</w:t>
            </w:r>
            <w:r w:rsidRPr="004B0726">
              <w:rPr>
                <w:b/>
                <w:i/>
              </w:rPr>
              <w:t xml:space="preserve">: </w:t>
            </w:r>
            <w:r>
              <w:rPr>
                <w:b/>
                <w:i/>
              </w:rPr>
              <w:t xml:space="preserve"> Replace paragraph (a) above with the following upon system implementation:</w:t>
            </w:r>
            <w:r w:rsidRPr="004B0726">
              <w:rPr>
                <w:b/>
                <w:i/>
              </w:rPr>
              <w:t>]</w:t>
            </w:r>
          </w:p>
          <w:p w14:paraId="5F13E0E0" w14:textId="1AB4F392" w:rsidR="007302BD" w:rsidRPr="007302BD" w:rsidRDefault="007302BD" w:rsidP="007302BD">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tc>
      </w:tr>
    </w:tbl>
    <w:p w14:paraId="62DCB4D3" w14:textId="3AC93E2C" w:rsidR="00B5256C" w:rsidRPr="00B5256C" w:rsidRDefault="00B5256C" w:rsidP="002A58A6">
      <w:pPr>
        <w:pStyle w:val="List2"/>
        <w:spacing w:before="240"/>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w:t>
      </w:r>
      <w:r w:rsidR="008D4241">
        <w:lastRenderedPageBreak/>
        <w:t xml:space="preserve">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w:t>
            </w:r>
            <w:r w:rsidRPr="0091754B">
              <w:rPr>
                <w:iCs/>
              </w:rPr>
              <w:lastRenderedPageBreak/>
              <w:t xml:space="preserve">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lastRenderedPageBreak/>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7277E764"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419C13A4" w14:textId="2BB0DE2E" w:rsidR="007302BD" w:rsidRDefault="007302BD" w:rsidP="00E94CE4">
            <w:pPr>
              <w:spacing w:before="120" w:after="240"/>
              <w:rPr>
                <w:b/>
                <w:i/>
              </w:rPr>
            </w:pPr>
            <w:bookmarkStart w:id="2177" w:name="_Toc114235804"/>
            <w:bookmarkStart w:id="2178" w:name="_Toc144691992"/>
            <w:bookmarkStart w:id="2179" w:name="_Toc204048604"/>
            <w:bookmarkStart w:id="2180" w:name="_Toc400526222"/>
            <w:bookmarkStart w:id="2181" w:name="_Toc405534540"/>
            <w:bookmarkStart w:id="2182" w:name="_Toc406570553"/>
            <w:bookmarkStart w:id="2183" w:name="_Toc410910705"/>
            <w:bookmarkStart w:id="2184" w:name="_Toc411841134"/>
            <w:bookmarkStart w:id="2185" w:name="_Toc422147096"/>
            <w:bookmarkStart w:id="2186" w:name="_Toc433020692"/>
            <w:bookmarkStart w:id="2187" w:name="_Toc437262133"/>
            <w:bookmarkStart w:id="2188" w:name="_Toc478375311"/>
            <w:bookmarkStart w:id="2189" w:name="_Toc75942579"/>
            <w:r>
              <w:rPr>
                <w:b/>
                <w:i/>
              </w:rPr>
              <w:lastRenderedPageBreak/>
              <w:t>[NPRR1005</w:t>
            </w:r>
            <w:r w:rsidRPr="004B0726">
              <w:rPr>
                <w:b/>
                <w:i/>
              </w:rPr>
              <w:t xml:space="preserve">: </w:t>
            </w:r>
            <w:r>
              <w:rPr>
                <w:b/>
                <w:i/>
              </w:rPr>
              <w:t xml:space="preserve"> Replace paragraph (17) above with the following upon system implementation:</w:t>
            </w:r>
            <w:r w:rsidRPr="004B0726">
              <w:rPr>
                <w:b/>
                <w:i/>
              </w:rPr>
              <w:t>]</w:t>
            </w:r>
          </w:p>
          <w:p w14:paraId="1BAA61D5" w14:textId="71741947" w:rsidR="007302BD" w:rsidRPr="007302BD" w:rsidRDefault="007302BD" w:rsidP="007302BD">
            <w:pPr>
              <w:pStyle w:val="BodyTextNumbered"/>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tc>
      </w:tr>
    </w:tbl>
    <w:p w14:paraId="053DE32D" w14:textId="77777777" w:rsidR="00CB13B2" w:rsidRDefault="002D238A" w:rsidP="00306E8D">
      <w:pPr>
        <w:pStyle w:val="H3"/>
        <w:spacing w:before="480"/>
      </w:pPr>
      <w:r>
        <w:t>3.15.1</w:t>
      </w:r>
      <w:r>
        <w:tab/>
        <w:t>ERCOT Responsibilities Related to Voltage Support</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4F5C7B96"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7600A46D"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w:t>
      </w:r>
      <w:r>
        <w:lastRenderedPageBreak/>
        <w:t xml:space="preserve">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A89238"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35A5ADF" w14:textId="63326073" w:rsidR="007302BD" w:rsidRDefault="007302BD" w:rsidP="00E94CE4">
            <w:pPr>
              <w:spacing w:before="120" w:after="240"/>
              <w:rPr>
                <w:b/>
                <w:i/>
              </w:rPr>
            </w:pPr>
            <w:r>
              <w:rPr>
                <w:b/>
                <w:i/>
              </w:rPr>
              <w:t>[NPRR1005</w:t>
            </w:r>
            <w:r w:rsidRPr="004B0726">
              <w:rPr>
                <w:b/>
                <w:i/>
              </w:rPr>
              <w:t xml:space="preserve">: </w:t>
            </w:r>
            <w:r>
              <w:rPr>
                <w:b/>
                <w:i/>
              </w:rPr>
              <w:t xml:space="preserve"> Replace paragraph (6) above with the following upon system implementation:</w:t>
            </w:r>
            <w:r w:rsidRPr="004B0726">
              <w:rPr>
                <w:b/>
                <w:i/>
              </w:rPr>
              <w:t>]</w:t>
            </w:r>
          </w:p>
          <w:p w14:paraId="0C5CD6C9" w14:textId="45E18E49" w:rsidR="007302BD" w:rsidRPr="007302BD" w:rsidRDefault="007302BD" w:rsidP="007302BD">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Pr="00802784">
              <w:t>points of interconnection for Load</w:t>
            </w:r>
            <w:r>
              <w:t xml:space="preserve"> where power factor measurements are not available.</w:t>
            </w:r>
          </w:p>
        </w:tc>
      </w:tr>
    </w:tbl>
    <w:p w14:paraId="208655BD" w14:textId="5EF04713" w:rsidR="00CB13B2" w:rsidRDefault="002D238A" w:rsidP="002A58A6">
      <w:pPr>
        <w:pStyle w:val="BodyTextNumbered"/>
        <w:spacing w:before="240"/>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90" w:name="_Toc114235805"/>
      <w:bookmarkStart w:id="2191" w:name="_Toc144691993"/>
      <w:bookmarkStart w:id="2192" w:name="_Toc204048605"/>
      <w:bookmarkStart w:id="2193" w:name="_Toc400526223"/>
      <w:bookmarkStart w:id="2194" w:name="_Toc405534541"/>
      <w:bookmarkStart w:id="2195" w:name="_Toc406570554"/>
      <w:bookmarkStart w:id="2196" w:name="_Toc410910706"/>
      <w:bookmarkStart w:id="2197" w:name="_Toc411841135"/>
      <w:bookmarkStart w:id="2198" w:name="_Toc422147097"/>
      <w:bookmarkStart w:id="2199" w:name="_Toc433020693"/>
      <w:bookmarkStart w:id="2200" w:name="_Toc437262134"/>
      <w:bookmarkStart w:id="2201" w:name="_Toc478375312"/>
      <w:bookmarkStart w:id="2202" w:name="_Toc75942580"/>
      <w:r>
        <w:t>3.15.2</w:t>
      </w:r>
      <w:r>
        <w:tab/>
        <w:t>DSP Responsibilities Related to Voltage Support</w:t>
      </w:r>
      <w:bookmarkEnd w:id="2190"/>
      <w:bookmarkEnd w:id="2191"/>
      <w:bookmarkEnd w:id="2192"/>
      <w:bookmarkEnd w:id="2193"/>
      <w:bookmarkEnd w:id="2194"/>
      <w:bookmarkEnd w:id="2195"/>
      <w:bookmarkEnd w:id="2196"/>
      <w:bookmarkEnd w:id="2197"/>
      <w:bookmarkEnd w:id="2198"/>
      <w:bookmarkEnd w:id="2199"/>
      <w:bookmarkEnd w:id="2200"/>
      <w:bookmarkEnd w:id="2201"/>
      <w:bookmarkEnd w:id="220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6CF71A"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2BE821C" w14:textId="5E6FF425" w:rsidR="007302BD" w:rsidRDefault="007302BD" w:rsidP="00E94CE4">
            <w:pPr>
              <w:spacing w:before="120" w:after="240"/>
              <w:rPr>
                <w:b/>
                <w:i/>
              </w:rPr>
            </w:pPr>
            <w:bookmarkStart w:id="2203" w:name="_Toc114235806"/>
            <w:bookmarkStart w:id="2204" w:name="_Toc144691994"/>
            <w:bookmarkStart w:id="2205" w:name="_Toc204048606"/>
            <w:bookmarkStart w:id="2206" w:name="_Toc400526224"/>
            <w:bookmarkStart w:id="2207" w:name="_Toc405534542"/>
            <w:bookmarkStart w:id="2208" w:name="_Toc406570555"/>
            <w:bookmarkStart w:id="2209" w:name="_Toc410910707"/>
            <w:bookmarkStart w:id="2210" w:name="_Toc411841136"/>
            <w:bookmarkStart w:id="2211" w:name="_Toc422147098"/>
            <w:bookmarkStart w:id="2212" w:name="_Toc433020694"/>
            <w:bookmarkStart w:id="2213" w:name="_Toc437262135"/>
            <w:bookmarkStart w:id="2214" w:name="_Toc478375313"/>
            <w:bookmarkStart w:id="2215" w:name="_Toc75942581"/>
            <w:r>
              <w:rPr>
                <w:b/>
                <w:i/>
              </w:rPr>
              <w:t>[NPRR1005</w:t>
            </w:r>
            <w:r w:rsidRPr="004B0726">
              <w:rPr>
                <w:b/>
                <w:i/>
              </w:rPr>
              <w:t xml:space="preserve">: </w:t>
            </w:r>
            <w:r>
              <w:rPr>
                <w:b/>
                <w:i/>
              </w:rPr>
              <w:t xml:space="preserve"> Replace paragraph (d) above with the following upon system implementation:</w:t>
            </w:r>
            <w:r w:rsidRPr="004B0726">
              <w:rPr>
                <w:b/>
                <w:i/>
              </w:rPr>
              <w:t>]</w:t>
            </w:r>
          </w:p>
          <w:p w14:paraId="019230F6" w14:textId="77B1D0A4" w:rsidR="007302BD" w:rsidRPr="007302BD" w:rsidRDefault="007302BD" w:rsidP="007302BD">
            <w:pPr>
              <w:pStyle w:val="List"/>
            </w:pPr>
            <w:r>
              <w:t>(d)</w:t>
            </w:r>
            <w:r>
              <w:tab/>
              <w:t>As part of the annual Load data assessment, all Resource Entities owning Generation Resources shall provide an annual estimate of the highest potential affiliated MW and MVAr Load (including any Load netted with the generation output) and the highest potential MW and MVAr generation that could be experienced at the POIB, based on the current configuration (and the projected configuration if the configuration is going to change during the year) of the Generation Resource and any affiliated Loads.</w:t>
            </w:r>
          </w:p>
        </w:tc>
      </w:tr>
    </w:tbl>
    <w:p w14:paraId="2FCC5F0E" w14:textId="77777777" w:rsidR="00CB13B2" w:rsidRDefault="002D238A" w:rsidP="002A58A6">
      <w:pPr>
        <w:pStyle w:val="H3"/>
        <w:spacing w:before="480"/>
      </w:pPr>
      <w:r>
        <w:t>3.15.3</w:t>
      </w:r>
      <w:r>
        <w:tab/>
      </w:r>
      <w:r w:rsidR="004F4513" w:rsidRPr="004F4513">
        <w:t>Generation Resource Requirements Related to Voltage Support</w:t>
      </w:r>
      <w:bookmarkEnd w:id="2203"/>
      <w:bookmarkEnd w:id="2204"/>
      <w:bookmarkEnd w:id="2205"/>
      <w:bookmarkEnd w:id="2206"/>
      <w:bookmarkEnd w:id="2207"/>
      <w:bookmarkEnd w:id="2208"/>
      <w:bookmarkEnd w:id="2209"/>
      <w:bookmarkEnd w:id="2210"/>
      <w:bookmarkEnd w:id="2211"/>
      <w:bookmarkEnd w:id="2212"/>
      <w:bookmarkEnd w:id="2213"/>
      <w:bookmarkEnd w:id="2214"/>
      <w:bookmarkEnd w:id="2215"/>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lastRenderedPageBreak/>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16" w:name="_Toc114235807"/>
            <w:bookmarkStart w:id="2217" w:name="_Toc144691995"/>
            <w:bookmarkStart w:id="2218" w:name="_Toc204048607"/>
            <w:bookmarkStart w:id="2219" w:name="_Toc400526225"/>
            <w:bookmarkStart w:id="2220" w:name="_Toc405534543"/>
            <w:bookmarkStart w:id="2221" w:name="_Toc406570556"/>
            <w:bookmarkStart w:id="2222" w:name="_Toc410910708"/>
            <w:bookmarkStart w:id="2223" w:name="_Toc411841137"/>
            <w:bookmarkStart w:id="2224" w:name="_Toc422147099"/>
            <w:bookmarkStart w:id="2225" w:name="_Toc433020695"/>
            <w:bookmarkStart w:id="2226" w:name="_Toc437262136"/>
            <w:bookmarkStart w:id="2227"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28" w:name="_Toc17706455"/>
            <w:bookmarkStart w:id="2229" w:name="_Toc44313376"/>
            <w:bookmarkStart w:id="2230" w:name="_Toc46954901"/>
            <w:bookmarkStart w:id="2231" w:name="_Toc49589540"/>
            <w:bookmarkStart w:id="2232" w:name="_Toc56671884"/>
            <w:bookmarkStart w:id="2233" w:name="_Toc60037425"/>
            <w:bookmarkStart w:id="2234" w:name="_Toc65141512"/>
            <w:bookmarkStart w:id="2235" w:name="_Toc68163844"/>
            <w:bookmarkStart w:id="2236" w:name="_Toc7594258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28"/>
            <w:bookmarkEnd w:id="2229"/>
            <w:bookmarkEnd w:id="2230"/>
            <w:bookmarkEnd w:id="2231"/>
            <w:bookmarkEnd w:id="2232"/>
            <w:bookmarkEnd w:id="2233"/>
            <w:bookmarkEnd w:id="2234"/>
            <w:bookmarkEnd w:id="2235"/>
            <w:bookmarkEnd w:id="2236"/>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lastRenderedPageBreak/>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37" w:name="_Toc75942583"/>
      <w:r>
        <w:lastRenderedPageBreak/>
        <w:t>3.16</w:t>
      </w:r>
      <w:r>
        <w:tab/>
        <w:t>Standards for Determining Ancillary Service Quantities</w:t>
      </w:r>
      <w:bookmarkEnd w:id="2216"/>
      <w:bookmarkEnd w:id="2217"/>
      <w:bookmarkEnd w:id="2218"/>
      <w:bookmarkEnd w:id="2219"/>
      <w:bookmarkEnd w:id="2220"/>
      <w:bookmarkEnd w:id="2221"/>
      <w:bookmarkEnd w:id="2222"/>
      <w:bookmarkEnd w:id="2223"/>
      <w:bookmarkEnd w:id="2224"/>
      <w:bookmarkEnd w:id="2225"/>
      <w:bookmarkEnd w:id="2226"/>
      <w:bookmarkEnd w:id="2227"/>
      <w:bookmarkEnd w:id="223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lastRenderedPageBreak/>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0ED0BF15" w:rsidR="00BD0371" w:rsidRDefault="00BD0371" w:rsidP="00BD0371">
            <w:pPr>
              <w:spacing w:before="120" w:after="240"/>
              <w:rPr>
                <w:b/>
                <w:i/>
              </w:rPr>
            </w:pPr>
            <w:r>
              <w:rPr>
                <w:b/>
                <w:i/>
              </w:rPr>
              <w:t>[NPRR1007</w:t>
            </w:r>
            <w:r w:rsidR="00A67CAE">
              <w:rPr>
                <w:b/>
                <w:i/>
              </w:rPr>
              <w:t xml:space="preserve"> and NPRR1093</w:t>
            </w:r>
            <w:r w:rsidRPr="004B0726">
              <w:rPr>
                <w:b/>
                <w:i/>
              </w:rPr>
              <w:t xml:space="preserve">: </w:t>
            </w:r>
            <w:r>
              <w:rPr>
                <w:b/>
                <w:i/>
              </w:rPr>
              <w:t xml:space="preserve"> Replace paragraph (3) above with the following upon system implementation of the Real-Time Co-Optimization (RTC) project</w:t>
            </w:r>
            <w:r w:rsidR="002C4A85">
              <w:rPr>
                <w:b/>
                <w:i/>
              </w:rPr>
              <w:t xml:space="preserve"> for NPRR1007; or upon system implementation for NPRR1093</w:t>
            </w:r>
            <w:r>
              <w:rPr>
                <w:b/>
                <w:i/>
              </w:rPr>
              <w: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 xml:space="preserve">Resources providing RRS using Primary Frequency Response.  The remaining capacity required for RRS may be supplied by all </w:t>
      </w:r>
      <w:r w:rsidR="006452C9" w:rsidRPr="00157AF8">
        <w:lastRenderedPageBreak/>
        <w:t>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38" w:name="_Toc114235808"/>
      <w:bookmarkStart w:id="2239" w:name="_Toc144691996"/>
      <w:bookmarkStart w:id="2240" w:name="_Toc204048608"/>
      <w:bookmarkStart w:id="2241" w:name="_Toc400526226"/>
      <w:bookmarkStart w:id="2242" w:name="_Toc405534544"/>
      <w:bookmarkStart w:id="2243" w:name="_Toc406570557"/>
      <w:bookmarkStart w:id="2244" w:name="_Toc410910709"/>
      <w:bookmarkStart w:id="2245" w:name="_Toc411841138"/>
      <w:bookmarkStart w:id="2246" w:name="_Toc422147100"/>
      <w:bookmarkStart w:id="2247" w:name="_Toc433020696"/>
      <w:bookmarkStart w:id="2248" w:name="_Toc437262137"/>
      <w:bookmarkStart w:id="2249" w:name="_Toc478375315"/>
      <w:bookmarkStart w:id="2250" w:name="_Toc75942584"/>
      <w:r>
        <w:t>3.17</w:t>
      </w:r>
      <w:r>
        <w:tab/>
      </w:r>
      <w:bookmarkStart w:id="2251" w:name="_Toc93910994"/>
      <w:r>
        <w:t>Ancillary Service Capacity Products</w:t>
      </w:r>
      <w:bookmarkEnd w:id="2238"/>
      <w:bookmarkEnd w:id="2239"/>
      <w:bookmarkEnd w:id="2240"/>
      <w:bookmarkEnd w:id="2241"/>
      <w:bookmarkEnd w:id="2242"/>
      <w:bookmarkEnd w:id="2243"/>
      <w:bookmarkEnd w:id="2244"/>
      <w:bookmarkEnd w:id="2245"/>
      <w:bookmarkEnd w:id="2246"/>
      <w:bookmarkEnd w:id="2247"/>
      <w:bookmarkEnd w:id="2248"/>
      <w:bookmarkEnd w:id="2249"/>
      <w:bookmarkEnd w:id="2251"/>
      <w:bookmarkEnd w:id="2250"/>
      <w:r>
        <w:t xml:space="preserve"> </w:t>
      </w:r>
    </w:p>
    <w:p w14:paraId="5ED9B5F0" w14:textId="77777777" w:rsidR="00CB13B2" w:rsidRDefault="002D238A">
      <w:pPr>
        <w:pStyle w:val="H3"/>
      </w:pPr>
      <w:bookmarkStart w:id="2252" w:name="_Toc90197098"/>
      <w:bookmarkStart w:id="2253" w:name="_Toc114235809"/>
      <w:bookmarkStart w:id="2254" w:name="_Toc144691997"/>
      <w:bookmarkStart w:id="2255" w:name="_Toc204048609"/>
      <w:bookmarkStart w:id="2256" w:name="_Toc400526227"/>
      <w:bookmarkStart w:id="2257" w:name="_Toc405534545"/>
      <w:bookmarkStart w:id="2258" w:name="_Toc406570558"/>
      <w:bookmarkStart w:id="2259" w:name="_Toc410910710"/>
      <w:bookmarkStart w:id="2260" w:name="_Toc411841139"/>
      <w:bookmarkStart w:id="2261" w:name="_Toc422147101"/>
      <w:bookmarkStart w:id="2262" w:name="_Toc433020697"/>
      <w:bookmarkStart w:id="2263" w:name="_Toc437262138"/>
      <w:bookmarkStart w:id="2264" w:name="_Toc478375316"/>
      <w:bookmarkStart w:id="2265" w:name="_Toc75942585"/>
      <w:bookmarkStart w:id="2266" w:name="_Toc92873939"/>
      <w:bookmarkStart w:id="2267" w:name="_Toc93910995"/>
      <w:r>
        <w:t>3.17.1</w:t>
      </w:r>
      <w:r>
        <w:tab/>
        <w:t xml:space="preserve">Regulation </w:t>
      </w:r>
      <w:bookmarkEnd w:id="2252"/>
      <w:r>
        <w:t>Service</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r>
        <w:t xml:space="preserve"> </w:t>
      </w:r>
      <w:bookmarkEnd w:id="2266"/>
      <w:bookmarkEnd w:id="226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lastRenderedPageBreak/>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68" w:name="_Toc90197099"/>
      <w:bookmarkStart w:id="2269" w:name="_Toc92873940"/>
      <w:bookmarkStart w:id="2270"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71" w:name="_Toc114235810"/>
      <w:bookmarkStart w:id="2272" w:name="_Toc144691998"/>
      <w:bookmarkStart w:id="2273" w:name="_Toc204048610"/>
      <w:bookmarkStart w:id="2274" w:name="_Toc400526228"/>
      <w:bookmarkStart w:id="2275" w:name="_Toc405534546"/>
      <w:bookmarkStart w:id="2276" w:name="_Toc406570559"/>
      <w:bookmarkStart w:id="2277" w:name="_Toc410910711"/>
      <w:bookmarkStart w:id="2278" w:name="_Toc411841140"/>
      <w:bookmarkStart w:id="2279" w:name="_Toc422147102"/>
      <w:bookmarkStart w:id="2280" w:name="_Toc433020698"/>
      <w:bookmarkStart w:id="2281" w:name="_Toc437262139"/>
      <w:bookmarkStart w:id="2282" w:name="_Toc478375317"/>
      <w:bookmarkStart w:id="2283" w:name="_Toc75942586"/>
      <w:r>
        <w:t>3.17.2</w:t>
      </w:r>
      <w:r>
        <w:tab/>
        <w:t>Responsive Reserve Service</w:t>
      </w:r>
      <w:bookmarkEnd w:id="2268"/>
      <w:bookmarkEnd w:id="2271"/>
      <w:bookmarkEnd w:id="2272"/>
      <w:bookmarkEnd w:id="2273"/>
      <w:bookmarkEnd w:id="2274"/>
      <w:bookmarkEnd w:id="2275"/>
      <w:bookmarkEnd w:id="2276"/>
      <w:bookmarkEnd w:id="2277"/>
      <w:bookmarkEnd w:id="2278"/>
      <w:bookmarkEnd w:id="2279"/>
      <w:bookmarkEnd w:id="2280"/>
      <w:bookmarkEnd w:id="2281"/>
      <w:bookmarkEnd w:id="2282"/>
      <w:bookmarkEnd w:id="2283"/>
      <w:r>
        <w:t xml:space="preserve"> </w:t>
      </w:r>
      <w:bookmarkEnd w:id="2269"/>
      <w:bookmarkEnd w:id="227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lastRenderedPageBreak/>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84" w:name="_Toc90197100"/>
            <w:bookmarkStart w:id="2285" w:name="_Toc92873941"/>
            <w:bookmarkStart w:id="2286" w:name="_Toc93910997"/>
            <w:bookmarkStart w:id="2287" w:name="_Toc114235811"/>
            <w:bookmarkStart w:id="2288" w:name="_Toc144691999"/>
            <w:bookmarkStart w:id="2289" w:name="_Toc204048611"/>
            <w:bookmarkStart w:id="2290" w:name="_Toc400526229"/>
            <w:bookmarkStart w:id="2291" w:name="_Toc405534547"/>
            <w:bookmarkStart w:id="2292" w:name="_Toc406570560"/>
            <w:bookmarkStart w:id="2293" w:name="_Toc410910712"/>
            <w:bookmarkStart w:id="2294" w:name="_Toc411841141"/>
            <w:bookmarkStart w:id="2295" w:name="_Toc422147103"/>
            <w:bookmarkStart w:id="2296" w:name="_Toc433020699"/>
            <w:bookmarkStart w:id="2297" w:name="_Toc437262140"/>
            <w:bookmarkStart w:id="229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99" w:name="_Toc2078219"/>
            <w:bookmarkStart w:id="2300" w:name="_Toc5182908"/>
            <w:bookmarkStart w:id="2301" w:name="_Toc10015563"/>
            <w:bookmarkStart w:id="2302" w:name="_Toc10017854"/>
            <w:bookmarkStart w:id="2303" w:name="_Toc17706460"/>
            <w:bookmarkStart w:id="2304" w:name="_Toc28421662"/>
            <w:bookmarkStart w:id="2305" w:name="_Toc33773707"/>
            <w:bookmarkStart w:id="2306" w:name="_Toc38965099"/>
            <w:bookmarkStart w:id="2307" w:name="_Toc44313381"/>
            <w:bookmarkStart w:id="2308" w:name="_Toc46954906"/>
            <w:bookmarkStart w:id="2309" w:name="_Toc49589545"/>
            <w:bookmarkStart w:id="2310" w:name="_Toc56671889"/>
            <w:bookmarkStart w:id="2311" w:name="_Toc60037430"/>
            <w:bookmarkStart w:id="2312" w:name="_Toc65141517"/>
            <w:bookmarkStart w:id="2313" w:name="_Toc68163849"/>
            <w:bookmarkStart w:id="2314" w:name="_Toc75942587"/>
            <w:r w:rsidRPr="0003648D">
              <w:rPr>
                <w:b/>
                <w:bCs/>
                <w:i/>
              </w:rPr>
              <w:t>3.17.</w:t>
            </w:r>
            <w:r>
              <w:rPr>
                <w:b/>
                <w:bCs/>
                <w:i/>
              </w:rPr>
              <w:t>2</w:t>
            </w:r>
            <w:r w:rsidRPr="0003648D">
              <w:rPr>
                <w:b/>
                <w:bCs/>
                <w:i/>
              </w:rPr>
              <w:tab/>
            </w:r>
            <w:r>
              <w:rPr>
                <w:b/>
                <w:bCs/>
                <w:i/>
              </w:rPr>
              <w:t>Responsive Reserve Service</w:t>
            </w:r>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lastRenderedPageBreak/>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15" w:name="_Toc75942588"/>
      <w:r>
        <w:lastRenderedPageBreak/>
        <w:t>3.17.3</w:t>
      </w:r>
      <w:r>
        <w:tab/>
        <w:t>Non-Spinning Reserve Service</w:t>
      </w:r>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315"/>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08CACEBA"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1D607E70" w14:textId="0E157FDF" w:rsidR="00A67CAE" w:rsidRDefault="00A67CAE" w:rsidP="00C730E1">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3B445CEA" w14:textId="77777777" w:rsidR="002C4A85" w:rsidRDefault="00A67CAE" w:rsidP="002C4A85">
            <w:pPr>
              <w:spacing w:after="240"/>
              <w:ind w:left="1440" w:hanging="720"/>
            </w:pPr>
            <w:r>
              <w:t>(c)</w:t>
            </w:r>
            <w:r>
              <w:tab/>
            </w:r>
            <w:r w:rsidR="002C4A85">
              <w:t xml:space="preserve">Load </w:t>
            </w:r>
            <w:r w:rsidR="002C4A85" w:rsidRPr="0065726C">
              <w:t>Resources</w:t>
            </w:r>
            <w:r w:rsidR="002C4A85">
              <w:t xml:space="preserve"> that are not Controllable Load Resources and are qualified for deployment by the operator using the Ancillary Service Deployment Manager and capable of:</w:t>
            </w:r>
          </w:p>
          <w:p w14:paraId="48AD4191" w14:textId="77777777" w:rsidR="002C4A85" w:rsidRPr="0065726C" w:rsidRDefault="002C4A85" w:rsidP="002C4A85">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4EB820B0" w14:textId="39B9393C" w:rsidR="00A67CAE" w:rsidRPr="00A67CAE" w:rsidRDefault="00A67CAE" w:rsidP="002C4A85">
            <w:pPr>
              <w:spacing w:after="240"/>
              <w:ind w:left="2160" w:hanging="720"/>
            </w:pPr>
            <w:r w:rsidRPr="00444A38">
              <w:t>(ii)</w:t>
            </w:r>
            <w:r w:rsidRPr="00444A38">
              <w:tab/>
              <w:t>Maintaining that deployment until recalled.</w:t>
            </w:r>
          </w:p>
        </w:tc>
      </w:tr>
    </w:tbl>
    <w:p w14:paraId="698E3883" w14:textId="54C70250" w:rsidR="00CB13B2" w:rsidRDefault="002D238A" w:rsidP="006D6304">
      <w:pPr>
        <w:pStyle w:val="BodyTextNumbered"/>
        <w:spacing w:before="240"/>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16" w:name="_Toc114235812"/>
            <w:bookmarkStart w:id="2317" w:name="_Toc144692000"/>
            <w:bookmarkStart w:id="2318" w:name="_Toc204048612"/>
            <w:bookmarkStart w:id="2319" w:name="_Toc400526230"/>
            <w:bookmarkStart w:id="2320" w:name="_Toc405534548"/>
            <w:bookmarkStart w:id="2321" w:name="_Toc406570561"/>
            <w:bookmarkStart w:id="2322" w:name="_Toc410910713"/>
            <w:bookmarkStart w:id="2323" w:name="_Toc411841142"/>
            <w:bookmarkStart w:id="2324" w:name="_Toc422147104"/>
            <w:bookmarkStart w:id="2325" w:name="_Toc433020700"/>
            <w:bookmarkStart w:id="2326" w:name="_Toc437262141"/>
            <w:bookmarkStart w:id="2327" w:name="_Toc478375319"/>
            <w:bookmarkStart w:id="2328" w:name="_Toc92873942"/>
            <w:bookmarkStart w:id="2329"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30" w:name="_Toc75942589"/>
            <w:r w:rsidRPr="0003648D">
              <w:rPr>
                <w:b/>
                <w:bCs/>
                <w:i/>
              </w:rPr>
              <w:t>3.17.4</w:t>
            </w:r>
            <w:r w:rsidRPr="0003648D">
              <w:rPr>
                <w:b/>
                <w:bCs/>
                <w:i/>
              </w:rPr>
              <w:tab/>
            </w:r>
            <w:r w:rsidRPr="007279C0">
              <w:rPr>
                <w:b/>
                <w:bCs/>
                <w:i/>
              </w:rPr>
              <w:t>ERCOT Co</w:t>
            </w:r>
            <w:r>
              <w:rPr>
                <w:b/>
                <w:bCs/>
                <w:i/>
              </w:rPr>
              <w:t>ntingency Reserve Service</w:t>
            </w:r>
            <w:bookmarkEnd w:id="2330"/>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lastRenderedPageBreak/>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31" w:name="_Toc75942590"/>
      <w:r w:rsidRPr="00B14A27">
        <w:lastRenderedPageBreak/>
        <w:t>3.18</w:t>
      </w:r>
      <w:r w:rsidRPr="00B14A27">
        <w:tab/>
        <w:t>Resource Limits in Providing Ancillary Service</w:t>
      </w:r>
      <w:bookmarkEnd w:id="2316"/>
      <w:bookmarkEnd w:id="2317"/>
      <w:bookmarkEnd w:id="2318"/>
      <w:bookmarkEnd w:id="2319"/>
      <w:bookmarkEnd w:id="2320"/>
      <w:bookmarkEnd w:id="2321"/>
      <w:bookmarkEnd w:id="2322"/>
      <w:bookmarkEnd w:id="2323"/>
      <w:bookmarkEnd w:id="2324"/>
      <w:bookmarkEnd w:id="2325"/>
      <w:bookmarkEnd w:id="2326"/>
      <w:bookmarkEnd w:id="2327"/>
      <w:bookmarkEnd w:id="2331"/>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lastRenderedPageBreak/>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lastRenderedPageBreak/>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2255EB">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32" w:name="_Toc114235813"/>
            <w:bookmarkStart w:id="2333" w:name="_Toc144692001"/>
            <w:bookmarkStart w:id="2334" w:name="_Toc204048613"/>
            <w:bookmarkStart w:id="2335" w:name="_Toc400526231"/>
            <w:bookmarkStart w:id="2336" w:name="_Toc405534549"/>
            <w:bookmarkStart w:id="2337" w:name="_Toc406570562"/>
            <w:bookmarkStart w:id="2338" w:name="_Toc410910714"/>
            <w:bookmarkStart w:id="2339" w:name="_Toc411841143"/>
            <w:bookmarkStart w:id="2340" w:name="_Toc422147105"/>
            <w:bookmarkStart w:id="2341" w:name="_Toc433020701"/>
            <w:bookmarkStart w:id="2342" w:name="_Toc437262142"/>
            <w:bookmarkStart w:id="2343" w:name="_Toc478375320"/>
            <w:bookmarkEnd w:id="2328"/>
            <w:bookmarkEnd w:id="2329"/>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w:t>
            </w:r>
            <w:r w:rsidRPr="002255EB">
              <w:lastRenderedPageBreak/>
              <w:t xml:space="preserve">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44" w:name="_Toc75942591"/>
      <w:r>
        <w:lastRenderedPageBreak/>
        <w:t>3.19</w:t>
      </w:r>
      <w:r>
        <w:tab/>
        <w:t>Constraint Competitiveness Tests</w:t>
      </w:r>
      <w:bookmarkEnd w:id="2332"/>
      <w:bookmarkEnd w:id="2333"/>
      <w:bookmarkEnd w:id="2334"/>
      <w:bookmarkEnd w:id="2335"/>
      <w:bookmarkEnd w:id="2336"/>
      <w:bookmarkEnd w:id="2337"/>
      <w:bookmarkEnd w:id="2338"/>
      <w:bookmarkEnd w:id="2339"/>
      <w:bookmarkEnd w:id="2340"/>
      <w:bookmarkEnd w:id="2341"/>
      <w:bookmarkEnd w:id="2342"/>
      <w:bookmarkEnd w:id="2343"/>
      <w:bookmarkEnd w:id="2344"/>
    </w:p>
    <w:p w14:paraId="30468DA8" w14:textId="77777777" w:rsidR="00015339" w:rsidRPr="00EB649D" w:rsidRDefault="00015339" w:rsidP="00015339">
      <w:pPr>
        <w:pStyle w:val="H3"/>
      </w:pPr>
      <w:bookmarkStart w:id="2345" w:name="_Toc400526232"/>
      <w:bookmarkStart w:id="2346" w:name="_Toc405534550"/>
      <w:bookmarkStart w:id="2347" w:name="_Toc406570563"/>
      <w:bookmarkStart w:id="2348" w:name="_Toc410910715"/>
      <w:bookmarkStart w:id="2349" w:name="_Toc411841144"/>
      <w:bookmarkStart w:id="2350" w:name="_Toc422147106"/>
      <w:bookmarkStart w:id="2351" w:name="_Toc433020702"/>
      <w:bookmarkStart w:id="2352" w:name="_Toc437262143"/>
      <w:bookmarkStart w:id="2353" w:name="_Toc478375321"/>
      <w:bookmarkStart w:id="2354" w:name="_Toc75942592"/>
      <w:bookmarkStart w:id="2355" w:name="_Toc85619515"/>
      <w:bookmarkStart w:id="2356" w:name="_Toc114235814"/>
      <w:bookmarkStart w:id="2357" w:name="_Toc144692002"/>
      <w:bookmarkStart w:id="2358" w:name="_Toc204048614"/>
      <w:r>
        <w:t>3.19.1</w:t>
      </w:r>
      <w:r>
        <w:tab/>
        <w:t>Constraint Competitiveness Test Definitions</w:t>
      </w:r>
      <w:bookmarkEnd w:id="2345"/>
      <w:bookmarkEnd w:id="2346"/>
      <w:bookmarkEnd w:id="2347"/>
      <w:bookmarkEnd w:id="2348"/>
      <w:bookmarkEnd w:id="2349"/>
      <w:bookmarkEnd w:id="2350"/>
      <w:bookmarkEnd w:id="2351"/>
      <w:bookmarkEnd w:id="2352"/>
      <w:bookmarkEnd w:id="2353"/>
      <w:bookmarkEnd w:id="235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59" w:name="_Toc362850497"/>
      <w:bookmarkStart w:id="2360" w:name="_Toc367955456"/>
      <w:bookmarkStart w:id="2361" w:name="_Toc375815180"/>
      <w:bookmarkStart w:id="2362" w:name="_Toc378574864"/>
      <w:bookmarkStart w:id="236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59"/>
      <w:bookmarkEnd w:id="2360"/>
      <w:bookmarkEnd w:id="2361"/>
      <w:bookmarkEnd w:id="2362"/>
      <w:bookmarkEnd w:id="23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64" w:name="_Toc400526233"/>
      <w:bookmarkStart w:id="2365" w:name="_Toc405534551"/>
      <w:bookmarkStart w:id="2366" w:name="_Toc406570564"/>
      <w:bookmarkStart w:id="2367" w:name="_Toc410910716"/>
      <w:bookmarkStart w:id="2368" w:name="_Toc411841145"/>
      <w:bookmarkStart w:id="2369" w:name="_Toc422147107"/>
      <w:bookmarkStart w:id="2370" w:name="_Toc433020703"/>
      <w:bookmarkStart w:id="2371" w:name="_Toc437262144"/>
      <w:bookmarkStart w:id="2372" w:name="_Toc478375322"/>
      <w:bookmarkStart w:id="2373" w:name="_Toc75942593"/>
      <w:r w:rsidRPr="00B02BA4">
        <w:lastRenderedPageBreak/>
        <w:t>3.19.2</w:t>
      </w:r>
      <w:r w:rsidRPr="00B02BA4">
        <w:tab/>
        <w:t>Element Competitiveness Index Calculation</w:t>
      </w:r>
      <w:bookmarkEnd w:id="2364"/>
      <w:bookmarkEnd w:id="2365"/>
      <w:bookmarkEnd w:id="2366"/>
      <w:bookmarkEnd w:id="2367"/>
      <w:bookmarkEnd w:id="2368"/>
      <w:bookmarkEnd w:id="2369"/>
      <w:bookmarkEnd w:id="2370"/>
      <w:bookmarkEnd w:id="2371"/>
      <w:bookmarkEnd w:id="2372"/>
      <w:bookmarkEnd w:id="237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74" w:name="_Toc400526234"/>
      <w:bookmarkStart w:id="2375" w:name="_Toc405534552"/>
      <w:bookmarkStart w:id="2376" w:name="_Toc406570565"/>
      <w:bookmarkStart w:id="2377" w:name="_Toc410910717"/>
      <w:bookmarkStart w:id="2378" w:name="_Toc411841146"/>
      <w:bookmarkStart w:id="2379" w:name="_Toc422147108"/>
      <w:bookmarkStart w:id="2380" w:name="_Toc433020704"/>
      <w:bookmarkStart w:id="2381" w:name="_Toc437262145"/>
      <w:bookmarkStart w:id="2382" w:name="_Toc478375323"/>
      <w:bookmarkStart w:id="2383" w:name="_Toc75942594"/>
      <w:r w:rsidRPr="00B02BA4">
        <w:t>3.19.3</w:t>
      </w:r>
      <w:r w:rsidRPr="00B02BA4">
        <w:tab/>
        <w:t>Long-Term Constraint Competitiveness Test</w:t>
      </w:r>
      <w:bookmarkEnd w:id="2374"/>
      <w:bookmarkEnd w:id="2375"/>
      <w:bookmarkEnd w:id="2376"/>
      <w:bookmarkEnd w:id="2377"/>
      <w:bookmarkEnd w:id="2378"/>
      <w:bookmarkEnd w:id="2379"/>
      <w:bookmarkEnd w:id="2380"/>
      <w:bookmarkEnd w:id="2381"/>
      <w:bookmarkEnd w:id="2382"/>
      <w:bookmarkEnd w:id="238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lastRenderedPageBreak/>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55"/>
      <w:bookmarkEnd w:id="2356"/>
      <w:bookmarkEnd w:id="2357"/>
      <w:bookmarkEnd w:id="2358"/>
    </w:p>
    <w:p w14:paraId="6FBFD0BF" w14:textId="77777777" w:rsidR="00015339" w:rsidRDefault="00015339" w:rsidP="00015339">
      <w:pPr>
        <w:pStyle w:val="H3"/>
      </w:pPr>
      <w:bookmarkStart w:id="2384" w:name="_Toc400526235"/>
      <w:bookmarkStart w:id="2385" w:name="_Toc405534553"/>
      <w:bookmarkStart w:id="2386" w:name="_Toc406570566"/>
      <w:bookmarkStart w:id="2387" w:name="_Toc410910718"/>
      <w:bookmarkStart w:id="2388" w:name="_Toc411841147"/>
      <w:bookmarkStart w:id="2389" w:name="_Toc422147109"/>
      <w:bookmarkStart w:id="2390" w:name="_Toc433020705"/>
      <w:bookmarkStart w:id="2391" w:name="_Toc437262146"/>
      <w:bookmarkStart w:id="2392" w:name="_Toc478375324"/>
      <w:bookmarkStart w:id="2393" w:name="_Toc75942595"/>
      <w:bookmarkStart w:id="2394" w:name="_Toc85619517"/>
      <w:bookmarkStart w:id="2395" w:name="_Toc114235816"/>
      <w:bookmarkStart w:id="2396" w:name="_Toc144692004"/>
      <w:bookmarkStart w:id="2397" w:name="_Toc204048616"/>
      <w:bookmarkStart w:id="2398" w:name="_Toc331401094"/>
      <w:bookmarkStart w:id="2399" w:name="_Toc333405908"/>
      <w:bookmarkStart w:id="2400" w:name="_Toc338854846"/>
      <w:bookmarkStart w:id="2401" w:name="_Toc339281250"/>
      <w:bookmarkStart w:id="2402" w:name="_Toc341692452"/>
      <w:bookmarkStart w:id="2403" w:name="_Toc343243700"/>
      <w:r>
        <w:t>3.19.4</w:t>
      </w:r>
      <w:r>
        <w:tab/>
        <w:t>Security-Constrained Economic Dispatch Constraint Competitiveness Test</w:t>
      </w:r>
      <w:bookmarkEnd w:id="2384"/>
      <w:bookmarkEnd w:id="2385"/>
      <w:bookmarkEnd w:id="2386"/>
      <w:bookmarkEnd w:id="2387"/>
      <w:bookmarkEnd w:id="2388"/>
      <w:bookmarkEnd w:id="2389"/>
      <w:bookmarkEnd w:id="2390"/>
      <w:bookmarkEnd w:id="2391"/>
      <w:bookmarkEnd w:id="2392"/>
      <w:bookmarkEnd w:id="239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94"/>
      <w:bookmarkEnd w:id="2395"/>
      <w:bookmarkEnd w:id="2396"/>
      <w:bookmarkEnd w:id="2397"/>
      <w:bookmarkEnd w:id="2398"/>
      <w:bookmarkEnd w:id="2399"/>
      <w:bookmarkEnd w:id="2400"/>
      <w:bookmarkEnd w:id="2401"/>
      <w:bookmarkEnd w:id="2402"/>
      <w:bookmarkEnd w:id="2403"/>
    </w:p>
    <w:p w14:paraId="3547FE08" w14:textId="77777777" w:rsidR="005A039A" w:rsidRDefault="005A039A" w:rsidP="00A3713E">
      <w:pPr>
        <w:pStyle w:val="H2"/>
        <w:ind w:left="907" w:hanging="907"/>
      </w:pPr>
      <w:bookmarkStart w:id="2404" w:name="_Toc400526239"/>
      <w:bookmarkStart w:id="2405" w:name="_Toc405534557"/>
      <w:bookmarkStart w:id="2406" w:name="_Toc406570570"/>
      <w:bookmarkStart w:id="2407" w:name="_Toc410910722"/>
      <w:bookmarkStart w:id="2408" w:name="_Toc411841151"/>
      <w:bookmarkStart w:id="2409" w:name="_Toc422147113"/>
      <w:bookmarkStart w:id="2410" w:name="_Toc433020709"/>
      <w:bookmarkStart w:id="2411" w:name="_Toc437262147"/>
      <w:bookmarkStart w:id="2412" w:name="_Toc478375325"/>
      <w:bookmarkStart w:id="2413" w:name="_Toc75942596"/>
      <w:r>
        <w:t>3.20</w:t>
      </w:r>
      <w:r>
        <w:tab/>
        <w:t>Identification of Chronic Congestion</w:t>
      </w:r>
      <w:bookmarkEnd w:id="2404"/>
      <w:bookmarkEnd w:id="2405"/>
      <w:bookmarkEnd w:id="2406"/>
      <w:bookmarkEnd w:id="2407"/>
      <w:bookmarkEnd w:id="2408"/>
      <w:bookmarkEnd w:id="2409"/>
      <w:bookmarkEnd w:id="2410"/>
      <w:bookmarkEnd w:id="2411"/>
      <w:bookmarkEnd w:id="2412"/>
      <w:bookmarkEnd w:id="241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14" w:name="_Toc400526240"/>
      <w:bookmarkStart w:id="2415" w:name="_Toc405534558"/>
      <w:bookmarkStart w:id="2416" w:name="_Toc406570571"/>
      <w:bookmarkStart w:id="2417" w:name="_Toc410910723"/>
      <w:bookmarkStart w:id="2418" w:name="_Toc411841152"/>
      <w:bookmarkStart w:id="2419" w:name="_Toc422147114"/>
      <w:bookmarkStart w:id="2420" w:name="_Toc433020710"/>
      <w:bookmarkStart w:id="2421" w:name="_Toc437262148"/>
      <w:bookmarkStart w:id="2422" w:name="_Toc478375326"/>
      <w:bookmarkStart w:id="2423" w:name="_Toc75942597"/>
      <w:r w:rsidRPr="004E3EDB">
        <w:t>3.2</w:t>
      </w:r>
      <w:r>
        <w:t>0</w:t>
      </w:r>
      <w:r w:rsidRPr="004E3EDB">
        <w:t>.1</w:t>
      </w:r>
      <w:r w:rsidRPr="004E3EDB">
        <w:tab/>
        <w:t>Evaluation of Chronic Congestion</w:t>
      </w:r>
      <w:bookmarkEnd w:id="2414"/>
      <w:bookmarkEnd w:id="2415"/>
      <w:bookmarkEnd w:id="2416"/>
      <w:bookmarkEnd w:id="2417"/>
      <w:bookmarkEnd w:id="2418"/>
      <w:bookmarkEnd w:id="2419"/>
      <w:bookmarkEnd w:id="2420"/>
      <w:bookmarkEnd w:id="2421"/>
      <w:bookmarkEnd w:id="2422"/>
      <w:bookmarkEnd w:id="242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24" w:name="_Toc400526241"/>
      <w:bookmarkStart w:id="2425" w:name="_Toc405534559"/>
      <w:bookmarkStart w:id="2426" w:name="_Toc406570572"/>
      <w:bookmarkStart w:id="2427" w:name="_Toc410910724"/>
      <w:bookmarkStart w:id="2428" w:name="_Toc411841153"/>
      <w:bookmarkStart w:id="2429" w:name="_Toc422147115"/>
      <w:bookmarkStart w:id="2430" w:name="_Toc433020711"/>
      <w:bookmarkStart w:id="2431" w:name="_Toc437262149"/>
      <w:bookmarkStart w:id="2432" w:name="_Toc478375327"/>
      <w:bookmarkStart w:id="2433" w:name="_Toc75942598"/>
      <w:r w:rsidRPr="004E3EDB">
        <w:t>3.2</w:t>
      </w:r>
      <w:r>
        <w:t>0</w:t>
      </w:r>
      <w:r w:rsidRPr="004E3EDB">
        <w:t>.2</w:t>
      </w:r>
      <w:r w:rsidRPr="004E3EDB">
        <w:tab/>
        <w:t>Topology and Model Verification</w:t>
      </w:r>
      <w:bookmarkEnd w:id="2424"/>
      <w:bookmarkEnd w:id="2425"/>
      <w:bookmarkEnd w:id="2426"/>
      <w:bookmarkEnd w:id="2427"/>
      <w:bookmarkEnd w:id="2428"/>
      <w:bookmarkEnd w:id="2429"/>
      <w:bookmarkEnd w:id="2430"/>
      <w:bookmarkEnd w:id="2431"/>
      <w:bookmarkEnd w:id="2432"/>
      <w:bookmarkEnd w:id="243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lastRenderedPageBreak/>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34" w:name="_Toc400526242"/>
      <w:bookmarkStart w:id="2435" w:name="_Toc405534560"/>
      <w:bookmarkStart w:id="2436" w:name="_Toc406570573"/>
      <w:bookmarkStart w:id="2437" w:name="_Toc410910725"/>
      <w:bookmarkStart w:id="2438" w:name="_Toc411841154"/>
      <w:bookmarkStart w:id="2439" w:name="_Toc422147116"/>
      <w:bookmarkStart w:id="2440" w:name="_Toc433020712"/>
      <w:bookmarkStart w:id="2441" w:name="_Toc437262150"/>
      <w:bookmarkStart w:id="2442" w:name="_Toc478375328"/>
      <w:bookmarkStart w:id="2443" w:name="_Toc75942599"/>
      <w:r>
        <w:t>3.2</w:t>
      </w:r>
      <w:r w:rsidR="005A039A">
        <w:t>1</w:t>
      </w:r>
      <w:r w:rsidRPr="00A72192">
        <w:tab/>
        <w:t>Submission of Emergency Operations Plans, Weatherization Plans, and Declarations of Summer and Winter Weather Preparedness</w:t>
      </w:r>
      <w:bookmarkEnd w:id="2434"/>
      <w:bookmarkEnd w:id="2435"/>
      <w:bookmarkEnd w:id="2436"/>
      <w:bookmarkEnd w:id="2437"/>
      <w:bookmarkEnd w:id="2438"/>
      <w:bookmarkEnd w:id="2439"/>
      <w:bookmarkEnd w:id="2440"/>
      <w:bookmarkEnd w:id="2441"/>
      <w:bookmarkEnd w:id="2442"/>
      <w:bookmarkEnd w:id="2443"/>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lastRenderedPageBreak/>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lastRenderedPageBreak/>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44" w:name="_Toc759426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44"/>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 xml:space="preserve">that materially increases the risk of the Generation </w:t>
      </w:r>
      <w:r w:rsidRPr="00DE65AB">
        <w:rPr>
          <w:color w:val="000000"/>
        </w:rPr>
        <w:lastRenderedPageBreak/>
        <w:t>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45" w:name="_Toc75942601"/>
      <w:r w:rsidR="009F6BAB" w:rsidRPr="003807C2">
        <w:t>3.22</w:t>
      </w:r>
      <w:r w:rsidR="009F6BAB" w:rsidRPr="003807C2">
        <w:tab/>
        <w:t>Subsynchronous Resonance</w:t>
      </w:r>
      <w:bookmarkEnd w:id="2445"/>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46" w:name="_Toc75942602"/>
      <w:r w:rsidRPr="00672FDB">
        <w:t>3.22.1</w:t>
      </w:r>
      <w:r w:rsidRPr="00672FDB">
        <w:tab/>
        <w:t>Subsynchronous Resonance Vulnerability Assessment</w:t>
      </w:r>
      <w:bookmarkEnd w:id="2446"/>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47" w:name="_Toc75942603"/>
      <w:r w:rsidRPr="00672FDB">
        <w:rPr>
          <w:b/>
          <w:iCs/>
        </w:rPr>
        <w:t xml:space="preserve">3.22.1.1 </w:t>
      </w:r>
      <w:r w:rsidRPr="00672FDB">
        <w:rPr>
          <w:b/>
          <w:iCs/>
        </w:rPr>
        <w:tab/>
        <w:t>Existing Generation Resource Assessment</w:t>
      </w:r>
      <w:bookmarkEnd w:id="2447"/>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lastRenderedPageBreak/>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48" w:name="_Toc759426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48"/>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w:t>
      </w:r>
      <w:r w:rsidRPr="00227BDD">
        <w:rPr>
          <w:szCs w:val="24"/>
        </w:rPr>
        <w:lastRenderedPageBreak/>
        <w:t xml:space="preserve">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49" w:name="_Toc75942605"/>
      <w:r w:rsidRPr="00672FDB">
        <w:rPr>
          <w:b/>
          <w:iCs/>
        </w:rPr>
        <w:lastRenderedPageBreak/>
        <w:t xml:space="preserve">3.22.1.3 </w:t>
      </w:r>
      <w:r w:rsidRPr="00672FDB">
        <w:rPr>
          <w:b/>
          <w:iCs/>
        </w:rPr>
        <w:tab/>
        <w:t>Transmission Project Assessment</w:t>
      </w:r>
      <w:bookmarkEnd w:id="2449"/>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50" w:name="_Toc75942606"/>
      <w:r w:rsidRPr="00672FDB">
        <w:rPr>
          <w:b/>
          <w:iCs/>
        </w:rPr>
        <w:lastRenderedPageBreak/>
        <w:t xml:space="preserve">3.22.1.4 </w:t>
      </w:r>
      <w:r w:rsidRPr="00672FDB">
        <w:rPr>
          <w:b/>
          <w:iCs/>
        </w:rPr>
        <w:tab/>
        <w:t>Annual SSR Review</w:t>
      </w:r>
      <w:bookmarkEnd w:id="2450"/>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51" w:name="_Toc75942607"/>
      <w:r w:rsidRPr="00672FDB">
        <w:lastRenderedPageBreak/>
        <w:t>3.22.2</w:t>
      </w:r>
      <w:r w:rsidRPr="00672FDB">
        <w:tab/>
        <w:t>Subsynchronous Resonance Vulnerability Assessment Criteria</w:t>
      </w:r>
      <w:bookmarkEnd w:id="2451"/>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52" w:name="_Toc75942608"/>
      <w:r w:rsidRPr="00672FDB">
        <w:t xml:space="preserve">3.22.3 </w:t>
      </w:r>
      <w:r w:rsidRPr="00672FDB">
        <w:tab/>
        <w:t>Subsynchronous Resonance Monitoring</w:t>
      </w:r>
      <w:bookmarkEnd w:id="245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53" w:name="_Toc75942609"/>
      <w:r w:rsidRPr="005026BA">
        <w:t>3.23</w:t>
      </w:r>
      <w:r w:rsidRPr="005026BA">
        <w:tab/>
        <w:t>Agreements between ERCOT and other Control Area Operators</w:t>
      </w:r>
      <w:bookmarkEnd w:id="2453"/>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7170B" w14:textId="77777777" w:rsidR="0046253C" w:rsidRDefault="0046253C">
      <w:r>
        <w:separator/>
      </w:r>
    </w:p>
    <w:p w14:paraId="50FBF19D" w14:textId="77777777" w:rsidR="0046253C" w:rsidRDefault="0046253C"/>
    <w:p w14:paraId="6C70EE2C" w14:textId="77777777" w:rsidR="0046253C" w:rsidRDefault="0046253C"/>
  </w:endnote>
  <w:endnote w:type="continuationSeparator" w:id="0">
    <w:p w14:paraId="6D575975" w14:textId="77777777" w:rsidR="0046253C" w:rsidRDefault="0046253C">
      <w:r>
        <w:continuationSeparator/>
      </w:r>
    </w:p>
    <w:p w14:paraId="4B0FE187" w14:textId="77777777" w:rsidR="0046253C" w:rsidRDefault="0046253C"/>
    <w:p w14:paraId="3B4BD3FB" w14:textId="77777777" w:rsidR="0046253C" w:rsidRDefault="004625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489F3" w14:textId="77777777" w:rsidR="0046253C" w:rsidRDefault="0046253C">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2534" w14:textId="58676926" w:rsidR="0046253C" w:rsidRDefault="0046253C">
    <w:pPr>
      <w:pStyle w:val="Footer"/>
      <w:spacing w:before="0" w:after="0"/>
    </w:pPr>
    <w:r>
      <w:t xml:space="preserve">ERCOT Nodal Protocols – December </w:t>
    </w:r>
    <w:r w:rsidR="00B76735">
      <w:t>20</w:t>
    </w:r>
    <w:r>
      <w:t>, 2021</w:t>
    </w:r>
  </w:p>
  <w:p w14:paraId="1C1109BE" w14:textId="77777777" w:rsidR="0046253C" w:rsidRPr="006704C4" w:rsidRDefault="0046253C">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5156E" w14:textId="4BAA6B0F" w:rsidR="0046253C" w:rsidRDefault="0046253C">
    <w:pPr>
      <w:pStyle w:val="Footer"/>
      <w:spacing w:before="0" w:after="0"/>
      <w:rPr>
        <w:rStyle w:val="PageNumber"/>
      </w:rPr>
    </w:pPr>
    <w:r>
      <w:t xml:space="preserve">ERCOT Nodal Protocols – December </w:t>
    </w:r>
    <w:r w:rsidR="00B76735">
      <w:t>20</w:t>
    </w:r>
    <w:r>
      <w:t>,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46253C" w:rsidRDefault="0046253C">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3CF29" w14:textId="77777777" w:rsidR="0046253C" w:rsidRDefault="0046253C">
      <w:r>
        <w:separator/>
      </w:r>
    </w:p>
    <w:p w14:paraId="287F05AD" w14:textId="77777777" w:rsidR="0046253C" w:rsidRDefault="0046253C"/>
    <w:p w14:paraId="2C099704" w14:textId="77777777" w:rsidR="0046253C" w:rsidRDefault="0046253C"/>
  </w:footnote>
  <w:footnote w:type="continuationSeparator" w:id="0">
    <w:p w14:paraId="3A2FDD0C" w14:textId="77777777" w:rsidR="0046253C" w:rsidRDefault="0046253C">
      <w:r>
        <w:continuationSeparator/>
      </w:r>
    </w:p>
    <w:p w14:paraId="593FE036" w14:textId="77777777" w:rsidR="0046253C" w:rsidRDefault="0046253C"/>
    <w:p w14:paraId="02896312" w14:textId="77777777" w:rsidR="0046253C" w:rsidRDefault="004625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5D4E8" w14:textId="77777777" w:rsidR="0046253C" w:rsidRDefault="0046253C">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8928" w14:textId="77777777" w:rsidR="0046253C" w:rsidRDefault="004625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BAC65" w14:textId="77777777" w:rsidR="0046253C" w:rsidRPr="00AB11CF" w:rsidRDefault="0046253C">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C7D31" w14:textId="77777777" w:rsidR="0046253C" w:rsidRDefault="0046253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AE53" w14:textId="77777777" w:rsidR="0046253C" w:rsidRDefault="0046253C">
    <w:pPr>
      <w:pStyle w:val="Header"/>
    </w:pPr>
  </w:p>
  <w:p w14:paraId="65529618" w14:textId="77777777" w:rsidR="0046253C" w:rsidRDefault="0046253C"/>
  <w:p w14:paraId="2C54FECC" w14:textId="77777777" w:rsidR="0046253C" w:rsidRDefault="0046253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29760" w14:textId="77777777" w:rsidR="0046253C" w:rsidRDefault="0046253C">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D203" w14:textId="77777777" w:rsidR="0046253C" w:rsidRDefault="00462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81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581"/>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340"/>
    <w:rsid w:val="0048783F"/>
    <w:rsid w:val="00487C39"/>
    <w:rsid w:val="00487FC0"/>
    <w:rsid w:val="0049086B"/>
    <w:rsid w:val="00490ABD"/>
    <w:rsid w:val="004926B2"/>
    <w:rsid w:val="00492C5A"/>
    <w:rsid w:val="00494057"/>
    <w:rsid w:val="00494264"/>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3F3"/>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177"/>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2C9"/>
    <w:rsid w:val="008A0A6F"/>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E7"/>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842"/>
    <w:rsid w:val="00981B77"/>
    <w:rsid w:val="0098216A"/>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880"/>
    <w:rsid w:val="00A67927"/>
    <w:rsid w:val="00A67B4D"/>
    <w:rsid w:val="00A67CAE"/>
    <w:rsid w:val="00A70331"/>
    <w:rsid w:val="00A706EB"/>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286"/>
    <w:rsid w:val="00C16CDC"/>
    <w:rsid w:val="00C16D57"/>
    <w:rsid w:val="00C202E2"/>
    <w:rsid w:val="00C21761"/>
    <w:rsid w:val="00C21DE0"/>
    <w:rsid w:val="00C2227D"/>
    <w:rsid w:val="00C22458"/>
    <w:rsid w:val="00C22D61"/>
    <w:rsid w:val="00C236EC"/>
    <w:rsid w:val="00C2389A"/>
    <w:rsid w:val="00C23B2A"/>
    <w:rsid w:val="00C251F5"/>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328"/>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5304"/>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302</Pages>
  <Words>109718</Words>
  <Characters>625399</Characters>
  <Application>Microsoft Office Word</Application>
  <DocSecurity>0</DocSecurity>
  <Lines>5211</Lines>
  <Paragraphs>1467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733650</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2021-12-10T15:03:00Z</dcterms:created>
  <dcterms:modified xsi:type="dcterms:W3CDTF">2021-12-10T15:04:00Z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