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207D2" w14:textId="77777777" w:rsidR="00A1536D" w:rsidRDefault="00A1536D" w:rsidP="00A1536D">
      <w:pPr>
        <w:spacing w:before="120" w:after="120"/>
        <w:jc w:val="center"/>
        <w:outlineLvl w:val="0"/>
        <w:rPr>
          <w:color w:val="333300"/>
        </w:rPr>
      </w:pPr>
    </w:p>
    <w:p w14:paraId="03630080" w14:textId="77777777" w:rsidR="00A1536D" w:rsidRDefault="00A1536D" w:rsidP="00A1536D">
      <w:pPr>
        <w:spacing w:before="120" w:after="120"/>
        <w:jc w:val="center"/>
        <w:outlineLvl w:val="0"/>
        <w:rPr>
          <w:color w:val="333300"/>
        </w:rPr>
      </w:pPr>
    </w:p>
    <w:p w14:paraId="0816CFB2" w14:textId="77777777" w:rsidR="00A1536D" w:rsidRDefault="00A1536D" w:rsidP="00A1536D">
      <w:pPr>
        <w:jc w:val="center"/>
        <w:outlineLvl w:val="0"/>
        <w:rPr>
          <w:color w:val="333300"/>
        </w:rPr>
      </w:pPr>
    </w:p>
    <w:p w14:paraId="6E2AA50C" w14:textId="77777777" w:rsidR="00A1536D" w:rsidRDefault="00A1536D" w:rsidP="00A1536D">
      <w:pPr>
        <w:jc w:val="center"/>
        <w:outlineLvl w:val="0"/>
        <w:rPr>
          <w:b/>
          <w:bCs/>
          <w:color w:val="333300"/>
        </w:rPr>
      </w:pPr>
    </w:p>
    <w:p w14:paraId="750A9ED7" w14:textId="77777777" w:rsidR="002A0163" w:rsidRDefault="002A0163" w:rsidP="00A1536D">
      <w:pPr>
        <w:jc w:val="center"/>
        <w:outlineLvl w:val="0"/>
        <w:rPr>
          <w:b/>
          <w:bCs/>
          <w:color w:val="333300"/>
        </w:rPr>
      </w:pPr>
    </w:p>
    <w:p w14:paraId="337C8415" w14:textId="77777777" w:rsidR="002A0163" w:rsidRDefault="002A0163" w:rsidP="00A1536D">
      <w:pPr>
        <w:jc w:val="center"/>
        <w:outlineLvl w:val="0"/>
        <w:rPr>
          <w:b/>
          <w:bCs/>
          <w:color w:val="333300"/>
        </w:rPr>
      </w:pPr>
    </w:p>
    <w:p w14:paraId="4AE3FBB6" w14:textId="77777777" w:rsidR="002A0163" w:rsidRDefault="002A0163" w:rsidP="00A1536D">
      <w:pPr>
        <w:jc w:val="center"/>
        <w:outlineLvl w:val="0"/>
        <w:rPr>
          <w:b/>
          <w:bCs/>
          <w:color w:val="333300"/>
        </w:rPr>
      </w:pPr>
    </w:p>
    <w:p w14:paraId="273C460B" w14:textId="77777777" w:rsidR="00A1536D" w:rsidRPr="00F72B58" w:rsidRDefault="00A1536D" w:rsidP="00A1536D">
      <w:pPr>
        <w:jc w:val="center"/>
        <w:outlineLvl w:val="0"/>
        <w:rPr>
          <w:b/>
          <w:sz w:val="36"/>
          <w:szCs w:val="36"/>
        </w:rPr>
      </w:pPr>
      <w:r w:rsidRPr="00F72B58">
        <w:rPr>
          <w:b/>
          <w:sz w:val="36"/>
          <w:szCs w:val="36"/>
        </w:rPr>
        <w:t>ERCOT Nodal Protocols</w:t>
      </w:r>
    </w:p>
    <w:p w14:paraId="4E57CE11" w14:textId="77777777" w:rsidR="00A1536D" w:rsidRPr="00F72B58" w:rsidRDefault="00A1536D" w:rsidP="00A1536D">
      <w:pPr>
        <w:jc w:val="center"/>
        <w:outlineLvl w:val="0"/>
        <w:rPr>
          <w:b/>
          <w:sz w:val="36"/>
          <w:szCs w:val="36"/>
        </w:rPr>
      </w:pPr>
    </w:p>
    <w:p w14:paraId="1989334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7FE642" w14:textId="77777777" w:rsidR="00A1536D" w:rsidRPr="00F72B58" w:rsidRDefault="00A1536D" w:rsidP="00A1536D">
      <w:pPr>
        <w:jc w:val="center"/>
        <w:outlineLvl w:val="0"/>
        <w:rPr>
          <w:b/>
        </w:rPr>
      </w:pPr>
    </w:p>
    <w:p w14:paraId="28B13ACF" w14:textId="77777777"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3229DFF5" w14:textId="77777777" w:rsidR="00A1536D" w:rsidRDefault="00A1536D" w:rsidP="00A1536D">
      <w:pPr>
        <w:outlineLvl w:val="0"/>
        <w:rPr>
          <w:color w:val="333300"/>
        </w:rPr>
      </w:pPr>
    </w:p>
    <w:p w14:paraId="0B817BCB" w14:textId="316CF79F" w:rsidR="00A1536D" w:rsidRPr="005B2A3F" w:rsidRDefault="00960250" w:rsidP="00A1536D">
      <w:pPr>
        <w:jc w:val="center"/>
        <w:outlineLvl w:val="0"/>
        <w:rPr>
          <w:b/>
          <w:bCs/>
        </w:rPr>
      </w:pPr>
      <w:r>
        <w:rPr>
          <w:b/>
          <w:bCs/>
        </w:rPr>
        <w:t>September 1</w:t>
      </w:r>
      <w:r w:rsidR="00A1536D">
        <w:rPr>
          <w:b/>
          <w:bCs/>
        </w:rPr>
        <w:t>, 20</w:t>
      </w:r>
      <w:r w:rsidR="004D060F">
        <w:rPr>
          <w:b/>
          <w:bCs/>
        </w:rPr>
        <w:t>2</w:t>
      </w:r>
      <w:r>
        <w:rPr>
          <w:b/>
          <w:bCs/>
        </w:rPr>
        <w:t>1</w:t>
      </w:r>
    </w:p>
    <w:p w14:paraId="0176E0A9" w14:textId="77777777" w:rsidR="00A1536D" w:rsidRDefault="00A1536D" w:rsidP="00A1536D">
      <w:pPr>
        <w:jc w:val="center"/>
        <w:outlineLvl w:val="0"/>
        <w:rPr>
          <w:b/>
          <w:bCs/>
        </w:rPr>
      </w:pPr>
    </w:p>
    <w:p w14:paraId="48955291" w14:textId="77777777" w:rsidR="00A1536D" w:rsidRDefault="00A1536D" w:rsidP="00A1536D">
      <w:pPr>
        <w:jc w:val="center"/>
        <w:outlineLvl w:val="0"/>
        <w:rPr>
          <w:b/>
          <w:bCs/>
        </w:rPr>
      </w:pPr>
    </w:p>
    <w:p w14:paraId="238D4DBC" w14:textId="77777777" w:rsidR="00A1536D" w:rsidRDefault="00A1536D" w:rsidP="00A1536D">
      <w:pPr>
        <w:pBdr>
          <w:between w:val="single" w:sz="4" w:space="1" w:color="auto"/>
        </w:pBdr>
        <w:rPr>
          <w:color w:val="333300"/>
        </w:rPr>
      </w:pPr>
    </w:p>
    <w:p w14:paraId="7EEBE80E" w14:textId="77777777" w:rsidR="00A1536D" w:rsidRDefault="00A1536D" w:rsidP="00A1536D">
      <w:pPr>
        <w:pBdr>
          <w:between w:val="single" w:sz="4" w:space="1" w:color="auto"/>
        </w:pBdr>
        <w:rPr>
          <w:color w:val="333300"/>
        </w:rPr>
      </w:pPr>
    </w:p>
    <w:p w14:paraId="3B325B38"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E2502F" w14:textId="77777777"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14:anchorId="12947462" wp14:editId="64418713">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F794BDF" w14:textId="77777777" w:rsidR="000A5045" w:rsidRDefault="000A5045" w:rsidP="00A1536D">
                            <w:pPr>
                              <w:rPr>
                                <w:sz w:val="20"/>
                              </w:rPr>
                            </w:pPr>
                          </w:p>
                          <w:p w14:paraId="3B6065BB" w14:textId="77777777" w:rsidR="000A5045" w:rsidRDefault="000A5045"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47462"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0F794BDF" w14:textId="77777777" w:rsidR="000A5045" w:rsidRDefault="000A5045" w:rsidP="00A1536D">
                      <w:pPr>
                        <w:rPr>
                          <w:sz w:val="20"/>
                        </w:rPr>
                      </w:pPr>
                    </w:p>
                    <w:p w14:paraId="3B6065BB" w14:textId="77777777" w:rsidR="000A5045" w:rsidRDefault="000A5045" w:rsidP="00A1536D">
                      <w:r>
                        <w:rPr>
                          <w:sz w:val="20"/>
                        </w:rPr>
                        <w:t>Date Received:  ______________________</w:t>
                      </w:r>
                    </w:p>
                  </w:txbxContent>
                </v:textbox>
                <w10:wrap type="square"/>
              </v:shape>
            </w:pict>
          </mc:Fallback>
        </mc:AlternateContent>
      </w:r>
    </w:p>
    <w:p w14:paraId="262AD093" w14:textId="77777777" w:rsidR="00A1536D" w:rsidRDefault="00A1536D" w:rsidP="00A1536D">
      <w:pPr>
        <w:jc w:val="center"/>
        <w:rPr>
          <w:b/>
          <w:bCs/>
        </w:rPr>
      </w:pPr>
    </w:p>
    <w:p w14:paraId="53906567" w14:textId="77777777" w:rsidR="00A21D4C" w:rsidRDefault="00A21D4C" w:rsidP="00A1536D">
      <w:pPr>
        <w:jc w:val="center"/>
        <w:rPr>
          <w:b/>
          <w:bCs/>
        </w:rPr>
      </w:pPr>
    </w:p>
    <w:p w14:paraId="658EFDA0" w14:textId="77777777" w:rsidR="00A1536D" w:rsidRPr="00BA4C1D" w:rsidRDefault="00A1536D" w:rsidP="00A1536D">
      <w:pPr>
        <w:jc w:val="center"/>
        <w:rPr>
          <w:b/>
          <w:bCs/>
        </w:rPr>
      </w:pPr>
      <w:r w:rsidRPr="00BA4C1D">
        <w:rPr>
          <w:b/>
          <w:bCs/>
        </w:rPr>
        <w:t>CONGESTION REVENUE RIGHT (CRR) ACCOUNT HOLDER</w:t>
      </w:r>
    </w:p>
    <w:p w14:paraId="39A4E1D4" w14:textId="77777777" w:rsidR="00A1536D" w:rsidRPr="00BA4C1D" w:rsidRDefault="00A1536D" w:rsidP="00E94A74">
      <w:pPr>
        <w:spacing w:after="240"/>
        <w:jc w:val="center"/>
        <w:rPr>
          <w:b/>
          <w:bCs/>
        </w:rPr>
      </w:pPr>
      <w:r w:rsidRPr="00BA4C1D">
        <w:rPr>
          <w:b/>
          <w:bCs/>
        </w:rPr>
        <w:t>APPLICATION FOR REGISTRATION</w:t>
      </w:r>
    </w:p>
    <w:p w14:paraId="057861C7" w14:textId="3FC608C5"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1" w:history="1">
        <w:r w:rsidR="00DF3190">
          <w:rPr>
            <w:color w:val="0000FF"/>
            <w:u w:val="single"/>
          </w:rPr>
          <w:t>MPRegistration@ercot.com</w:t>
        </w:r>
      </w:hyperlink>
      <w:r w:rsidRPr="00BA4C1D">
        <w:t xml:space="preserve"> (.pdf version), via facsimile to (512) 225-7079, or via mail to Market Participant Registration, 7620 Metro Center Drive, Austin, Texas 78744. </w:t>
      </w:r>
      <w:r w:rsidR="006C3933">
        <w:t xml:space="preserve"> </w:t>
      </w:r>
      <w:r w:rsidRPr="00BA4C1D">
        <w:t xml:space="preserve">In addition to the application, ERCOT must receive an application fee in the amount of $500 via check or wire transfer. </w:t>
      </w:r>
      <w:r w:rsidR="006C3933">
        <w:t xml:space="preserve"> </w:t>
      </w:r>
      <w:r w:rsidRPr="00BA4C1D">
        <w:rPr>
          <w:bCs/>
        </w:rPr>
        <w:t>If you need assistance filling out this form, or if you have any questions, please call (512) 248-3900.</w:t>
      </w:r>
    </w:p>
    <w:p w14:paraId="764BC803" w14:textId="7FDA2B27"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5445082F" w14:textId="77777777"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14:paraId="32A67883" w14:textId="77777777" w:rsidTr="00E94A74">
        <w:tc>
          <w:tcPr>
            <w:tcW w:w="3258" w:type="dxa"/>
          </w:tcPr>
          <w:p w14:paraId="7757DEE5" w14:textId="77777777" w:rsidR="00A1536D" w:rsidRPr="00BA4C1D" w:rsidRDefault="00A1536D" w:rsidP="00A06BB8">
            <w:pPr>
              <w:rPr>
                <w:b/>
                <w:bCs/>
              </w:rPr>
            </w:pPr>
            <w:r w:rsidRPr="00BA4C1D">
              <w:rPr>
                <w:b/>
                <w:bCs/>
              </w:rPr>
              <w:t>Legal Name of the Applicant:</w:t>
            </w:r>
          </w:p>
        </w:tc>
        <w:tc>
          <w:tcPr>
            <w:tcW w:w="6318" w:type="dxa"/>
          </w:tcPr>
          <w:p w14:paraId="010EDFA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6D5D17C6" w14:textId="77777777" w:rsidTr="00E94A74">
        <w:tc>
          <w:tcPr>
            <w:tcW w:w="3258" w:type="dxa"/>
          </w:tcPr>
          <w:p w14:paraId="3769FC94" w14:textId="77777777" w:rsidR="00A1536D" w:rsidRPr="00BA4C1D" w:rsidRDefault="00A1536D" w:rsidP="00A06BB8">
            <w:pPr>
              <w:rPr>
                <w:b/>
                <w:bCs/>
              </w:rPr>
            </w:pPr>
            <w:r w:rsidRPr="00BA4C1D">
              <w:rPr>
                <w:b/>
                <w:bCs/>
              </w:rPr>
              <w:t>Legal Address of the Applicant:</w:t>
            </w:r>
          </w:p>
        </w:tc>
        <w:tc>
          <w:tcPr>
            <w:tcW w:w="6318" w:type="dxa"/>
          </w:tcPr>
          <w:p w14:paraId="780B8793" w14:textId="77777777"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2CDD2E7E" w14:textId="77777777" w:rsidTr="00E94A74">
        <w:tc>
          <w:tcPr>
            <w:tcW w:w="3258" w:type="dxa"/>
          </w:tcPr>
          <w:p w14:paraId="2765ED0F" w14:textId="77777777" w:rsidR="00A1536D" w:rsidRPr="00BA4C1D" w:rsidRDefault="00A1536D" w:rsidP="00A06BB8">
            <w:pPr>
              <w:jc w:val="both"/>
              <w:rPr>
                <w:b/>
                <w:bCs/>
              </w:rPr>
            </w:pPr>
          </w:p>
        </w:tc>
        <w:tc>
          <w:tcPr>
            <w:tcW w:w="6318" w:type="dxa"/>
          </w:tcPr>
          <w:p w14:paraId="0C44221B" w14:textId="77777777"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AC76B68" w14:textId="77777777" w:rsidTr="00E94A74">
        <w:tc>
          <w:tcPr>
            <w:tcW w:w="3258" w:type="dxa"/>
          </w:tcPr>
          <w:p w14:paraId="3C4D5298" w14:textId="77777777" w:rsidR="00A1536D" w:rsidRPr="00BA4C1D" w:rsidRDefault="00A1536D" w:rsidP="00A06BB8">
            <w:pPr>
              <w:jc w:val="both"/>
              <w:rPr>
                <w:b/>
                <w:bCs/>
              </w:rPr>
            </w:pPr>
            <w:r w:rsidRPr="00BA4C1D">
              <w:rPr>
                <w:b/>
                <w:bCs/>
              </w:rPr>
              <w:t>DUNS¹ Number:</w:t>
            </w:r>
          </w:p>
        </w:tc>
        <w:tc>
          <w:tcPr>
            <w:tcW w:w="6318" w:type="dxa"/>
          </w:tcPr>
          <w:p w14:paraId="7D665B3F" w14:textId="77777777"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F7067CC" w14:textId="77777777"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064ACFFC" w14:textId="77777777"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95697B">
        <w:rPr>
          <w:b/>
          <w:bCs/>
        </w:rPr>
      </w:r>
      <w:r w:rsidR="0095697B">
        <w:rPr>
          <w:b/>
          <w:bCs/>
        </w:rPr>
        <w:fldChar w:fldCharType="separate"/>
      </w:r>
      <w:r w:rsidRPr="00BA4C1D">
        <w:rPr>
          <w:b/>
          <w:bCs/>
        </w:rPr>
        <w:fldChar w:fldCharType="end"/>
      </w:r>
      <w:r w:rsidRPr="00BA4C1D">
        <w:rPr>
          <w:b/>
          <w:bCs/>
        </w:rPr>
        <w:t xml:space="preserve"> Check if entity is a Non-Opt </w:t>
      </w:r>
      <w:proofErr w:type="gramStart"/>
      <w:r w:rsidRPr="00BA4C1D">
        <w:rPr>
          <w:b/>
          <w:bCs/>
        </w:rPr>
        <w:t>In</w:t>
      </w:r>
      <w:proofErr w:type="gramEnd"/>
      <w:r w:rsidRPr="00BA4C1D">
        <w:rPr>
          <w:b/>
          <w:bCs/>
        </w:rPr>
        <w:t xml:space="preserve"> Entity (NOIE).</w:t>
      </w:r>
    </w:p>
    <w:p w14:paraId="7F19A5F9" w14:textId="30565BEB"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317CA79D" w14:textId="77777777" w:rsidTr="00E94A74">
        <w:tc>
          <w:tcPr>
            <w:tcW w:w="1528" w:type="dxa"/>
            <w:gridSpan w:val="3"/>
          </w:tcPr>
          <w:p w14:paraId="160140D7" w14:textId="77777777" w:rsidR="00A1536D" w:rsidRPr="00BA4C1D" w:rsidRDefault="00A1536D" w:rsidP="00A06BB8">
            <w:pPr>
              <w:jc w:val="both"/>
              <w:rPr>
                <w:b/>
                <w:bCs/>
              </w:rPr>
            </w:pPr>
            <w:r w:rsidRPr="00BA4C1D">
              <w:rPr>
                <w:b/>
                <w:bCs/>
              </w:rPr>
              <w:t>Name:</w:t>
            </w:r>
          </w:p>
        </w:tc>
        <w:tc>
          <w:tcPr>
            <w:tcW w:w="3561" w:type="dxa"/>
            <w:gridSpan w:val="4"/>
          </w:tcPr>
          <w:p w14:paraId="4921237D" w14:textId="77777777" w:rsidR="00A1536D" w:rsidRPr="00BA4C1D" w:rsidRDefault="00A1536D" w:rsidP="00A06BB8">
            <w:pPr>
              <w:jc w:val="both"/>
              <w:rPr>
                <w:bCs/>
              </w:rPr>
            </w:pPr>
            <w:r w:rsidRPr="00BA4C1D">
              <w:rPr>
                <w:bCs/>
              </w:rPr>
              <w:fldChar w:fldCharType="begin">
                <w:ffData>
                  <w:name w:val="Text106"/>
                  <w:enabled/>
                  <w:calcOnExit w:val="0"/>
                  <w:textInput/>
                </w:ffData>
              </w:fldChar>
            </w:r>
            <w:bookmarkStart w:id="0"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0"/>
          </w:p>
        </w:tc>
        <w:tc>
          <w:tcPr>
            <w:tcW w:w="867" w:type="dxa"/>
          </w:tcPr>
          <w:p w14:paraId="175B52C5" w14:textId="77777777" w:rsidR="00A1536D" w:rsidRPr="00BA4C1D" w:rsidRDefault="00A1536D" w:rsidP="00A06BB8">
            <w:pPr>
              <w:jc w:val="both"/>
              <w:rPr>
                <w:b/>
                <w:bCs/>
              </w:rPr>
            </w:pPr>
            <w:r w:rsidRPr="00BA4C1D">
              <w:rPr>
                <w:b/>
                <w:bCs/>
              </w:rPr>
              <w:t>Title:</w:t>
            </w:r>
          </w:p>
        </w:tc>
        <w:tc>
          <w:tcPr>
            <w:tcW w:w="3620" w:type="dxa"/>
            <w:gridSpan w:val="3"/>
          </w:tcPr>
          <w:p w14:paraId="258319AC"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3721491E" w14:textId="77777777" w:rsidTr="00E94A74">
        <w:tc>
          <w:tcPr>
            <w:tcW w:w="1378" w:type="dxa"/>
            <w:gridSpan w:val="2"/>
          </w:tcPr>
          <w:p w14:paraId="1636FA7E" w14:textId="77777777" w:rsidR="00A1536D" w:rsidRPr="00BA4C1D" w:rsidRDefault="00A1536D" w:rsidP="00A06BB8">
            <w:pPr>
              <w:jc w:val="both"/>
              <w:rPr>
                <w:b/>
                <w:bCs/>
              </w:rPr>
            </w:pPr>
            <w:r w:rsidRPr="00BA4C1D">
              <w:rPr>
                <w:b/>
                <w:bCs/>
              </w:rPr>
              <w:t>Address:</w:t>
            </w:r>
          </w:p>
        </w:tc>
        <w:tc>
          <w:tcPr>
            <w:tcW w:w="8198" w:type="dxa"/>
            <w:gridSpan w:val="9"/>
          </w:tcPr>
          <w:p w14:paraId="5634800D"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17AD2D6" w14:textId="77777777" w:rsidTr="00E94A74">
        <w:tc>
          <w:tcPr>
            <w:tcW w:w="1025" w:type="dxa"/>
          </w:tcPr>
          <w:p w14:paraId="12FEC7F0" w14:textId="77777777" w:rsidR="00A1536D" w:rsidRPr="00BA4C1D" w:rsidRDefault="00A1536D" w:rsidP="00A06BB8">
            <w:pPr>
              <w:jc w:val="both"/>
              <w:rPr>
                <w:b/>
                <w:bCs/>
              </w:rPr>
            </w:pPr>
            <w:r w:rsidRPr="00BA4C1D">
              <w:rPr>
                <w:b/>
                <w:bCs/>
              </w:rPr>
              <w:t>City:</w:t>
            </w:r>
          </w:p>
        </w:tc>
        <w:tc>
          <w:tcPr>
            <w:tcW w:w="2476" w:type="dxa"/>
            <w:gridSpan w:val="4"/>
          </w:tcPr>
          <w:p w14:paraId="5348F2F7" w14:textId="77777777" w:rsidR="00A1536D" w:rsidRPr="00BA4C1D" w:rsidRDefault="00A1536D" w:rsidP="00A06BB8">
            <w:pPr>
              <w:jc w:val="both"/>
              <w:rPr>
                <w:b/>
                <w:bCs/>
              </w:rPr>
            </w:pPr>
            <w:r w:rsidRPr="00BA4C1D">
              <w:fldChar w:fldCharType="begin">
                <w:ffData>
                  <w:name w:val="Text27"/>
                  <w:enabled/>
                  <w:calcOnExit w:val="0"/>
                  <w:textInput/>
                </w:ffData>
              </w:fldChar>
            </w:r>
            <w:bookmarkStart w:id="1"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
          </w:p>
        </w:tc>
        <w:tc>
          <w:tcPr>
            <w:tcW w:w="878" w:type="dxa"/>
          </w:tcPr>
          <w:p w14:paraId="309DD116" w14:textId="77777777" w:rsidR="00A1536D" w:rsidRPr="00BA4C1D" w:rsidRDefault="00A1536D" w:rsidP="00A06BB8">
            <w:pPr>
              <w:jc w:val="both"/>
              <w:rPr>
                <w:b/>
                <w:bCs/>
              </w:rPr>
            </w:pPr>
            <w:r w:rsidRPr="00BA4C1D">
              <w:rPr>
                <w:b/>
                <w:bCs/>
              </w:rPr>
              <w:t>State:</w:t>
            </w:r>
          </w:p>
        </w:tc>
        <w:tc>
          <w:tcPr>
            <w:tcW w:w="2106" w:type="dxa"/>
            <w:gridSpan w:val="3"/>
          </w:tcPr>
          <w:p w14:paraId="316B0D4A"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72E9909E" w14:textId="77777777" w:rsidR="00A1536D" w:rsidRPr="00BA4C1D" w:rsidRDefault="00A1536D" w:rsidP="00A06BB8">
            <w:pPr>
              <w:jc w:val="both"/>
              <w:rPr>
                <w:b/>
                <w:bCs/>
              </w:rPr>
            </w:pPr>
            <w:r w:rsidRPr="00BA4C1D">
              <w:rPr>
                <w:b/>
                <w:bCs/>
              </w:rPr>
              <w:t>Zip:</w:t>
            </w:r>
          </w:p>
        </w:tc>
        <w:tc>
          <w:tcPr>
            <w:tcW w:w="2291" w:type="dxa"/>
          </w:tcPr>
          <w:p w14:paraId="055DFB3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6F37385" w14:textId="77777777" w:rsidTr="00E94A74">
        <w:tc>
          <w:tcPr>
            <w:tcW w:w="1378" w:type="dxa"/>
            <w:gridSpan w:val="2"/>
          </w:tcPr>
          <w:p w14:paraId="5FF70028" w14:textId="77777777" w:rsidR="00A1536D" w:rsidRPr="00BA4C1D" w:rsidRDefault="00A1536D" w:rsidP="00A06BB8">
            <w:pPr>
              <w:jc w:val="both"/>
              <w:rPr>
                <w:b/>
                <w:bCs/>
              </w:rPr>
            </w:pPr>
            <w:r w:rsidRPr="00BA4C1D">
              <w:rPr>
                <w:b/>
                <w:bCs/>
              </w:rPr>
              <w:t>Telephone:</w:t>
            </w:r>
          </w:p>
        </w:tc>
        <w:tc>
          <w:tcPr>
            <w:tcW w:w="3001" w:type="dxa"/>
            <w:gridSpan w:val="4"/>
          </w:tcPr>
          <w:p w14:paraId="21CDE30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28ABF48" w14:textId="77777777" w:rsidR="00A1536D" w:rsidRPr="00BA4C1D" w:rsidRDefault="00A1536D" w:rsidP="00A06BB8">
            <w:pPr>
              <w:jc w:val="both"/>
              <w:rPr>
                <w:b/>
                <w:bCs/>
              </w:rPr>
            </w:pPr>
            <w:r w:rsidRPr="00BA4C1D">
              <w:rPr>
                <w:b/>
                <w:bCs/>
              </w:rPr>
              <w:t>Fax:</w:t>
            </w:r>
          </w:p>
        </w:tc>
        <w:tc>
          <w:tcPr>
            <w:tcW w:w="4487" w:type="dxa"/>
            <w:gridSpan w:val="4"/>
          </w:tcPr>
          <w:p w14:paraId="4FD91B26"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0B5EC24" w14:textId="77777777" w:rsidTr="00E94A74">
        <w:tc>
          <w:tcPr>
            <w:tcW w:w="1811" w:type="dxa"/>
            <w:gridSpan w:val="4"/>
          </w:tcPr>
          <w:p w14:paraId="54A392AD" w14:textId="77777777" w:rsidR="00A1536D" w:rsidRPr="00BA4C1D" w:rsidRDefault="00A1536D" w:rsidP="00A06BB8">
            <w:pPr>
              <w:jc w:val="both"/>
              <w:rPr>
                <w:b/>
                <w:bCs/>
              </w:rPr>
            </w:pPr>
            <w:r w:rsidRPr="00BA4C1D">
              <w:rPr>
                <w:b/>
                <w:bCs/>
              </w:rPr>
              <w:t>Email Address:</w:t>
            </w:r>
          </w:p>
        </w:tc>
        <w:tc>
          <w:tcPr>
            <w:tcW w:w="7765" w:type="dxa"/>
            <w:gridSpan w:val="7"/>
          </w:tcPr>
          <w:p w14:paraId="223EDD2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3100E9" w14:textId="43370A0E"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006C3933">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DEE26F8" w14:textId="77777777" w:rsidTr="00E94A74">
        <w:tc>
          <w:tcPr>
            <w:tcW w:w="1528" w:type="dxa"/>
            <w:gridSpan w:val="3"/>
          </w:tcPr>
          <w:p w14:paraId="78FCD0B2" w14:textId="77777777" w:rsidR="00A1536D" w:rsidRPr="00BA4C1D" w:rsidRDefault="00A1536D" w:rsidP="00A06BB8">
            <w:pPr>
              <w:jc w:val="both"/>
              <w:rPr>
                <w:b/>
                <w:bCs/>
              </w:rPr>
            </w:pPr>
            <w:r w:rsidRPr="00BA4C1D">
              <w:rPr>
                <w:b/>
                <w:bCs/>
              </w:rPr>
              <w:t>Name:</w:t>
            </w:r>
          </w:p>
        </w:tc>
        <w:tc>
          <w:tcPr>
            <w:tcW w:w="3561" w:type="dxa"/>
            <w:gridSpan w:val="4"/>
          </w:tcPr>
          <w:p w14:paraId="15DF25A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B3CA7D" w14:textId="77777777" w:rsidR="00A1536D" w:rsidRPr="00BA4C1D" w:rsidRDefault="00A1536D" w:rsidP="00A06BB8">
            <w:pPr>
              <w:jc w:val="both"/>
              <w:rPr>
                <w:b/>
                <w:bCs/>
              </w:rPr>
            </w:pPr>
            <w:r w:rsidRPr="00BA4C1D">
              <w:rPr>
                <w:b/>
                <w:bCs/>
              </w:rPr>
              <w:t>Title:</w:t>
            </w:r>
          </w:p>
        </w:tc>
        <w:tc>
          <w:tcPr>
            <w:tcW w:w="3620" w:type="dxa"/>
            <w:gridSpan w:val="3"/>
          </w:tcPr>
          <w:p w14:paraId="086BE2F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FECF2" w14:textId="77777777" w:rsidTr="00E94A74">
        <w:tc>
          <w:tcPr>
            <w:tcW w:w="1378" w:type="dxa"/>
            <w:gridSpan w:val="2"/>
          </w:tcPr>
          <w:p w14:paraId="2459D5C2" w14:textId="77777777" w:rsidR="00A1536D" w:rsidRPr="00BA4C1D" w:rsidRDefault="00A1536D" w:rsidP="00A06BB8">
            <w:pPr>
              <w:jc w:val="both"/>
              <w:rPr>
                <w:b/>
                <w:bCs/>
              </w:rPr>
            </w:pPr>
            <w:r w:rsidRPr="00BA4C1D">
              <w:rPr>
                <w:b/>
                <w:bCs/>
              </w:rPr>
              <w:t>Address:</w:t>
            </w:r>
          </w:p>
        </w:tc>
        <w:tc>
          <w:tcPr>
            <w:tcW w:w="8198" w:type="dxa"/>
            <w:gridSpan w:val="9"/>
          </w:tcPr>
          <w:p w14:paraId="256A28E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F54BD87" w14:textId="77777777" w:rsidTr="00E94A74">
        <w:tc>
          <w:tcPr>
            <w:tcW w:w="1025" w:type="dxa"/>
          </w:tcPr>
          <w:p w14:paraId="1C22079D" w14:textId="77777777" w:rsidR="00A1536D" w:rsidRPr="00BA4C1D" w:rsidRDefault="00A1536D" w:rsidP="00A06BB8">
            <w:pPr>
              <w:jc w:val="both"/>
              <w:rPr>
                <w:b/>
                <w:bCs/>
              </w:rPr>
            </w:pPr>
            <w:r w:rsidRPr="00BA4C1D">
              <w:rPr>
                <w:b/>
                <w:bCs/>
              </w:rPr>
              <w:t>City:</w:t>
            </w:r>
          </w:p>
        </w:tc>
        <w:tc>
          <w:tcPr>
            <w:tcW w:w="2476" w:type="dxa"/>
            <w:gridSpan w:val="4"/>
          </w:tcPr>
          <w:p w14:paraId="608AC3B6"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83075E" w14:textId="77777777" w:rsidR="00A1536D" w:rsidRPr="00BA4C1D" w:rsidRDefault="00A1536D" w:rsidP="00A06BB8">
            <w:pPr>
              <w:jc w:val="both"/>
              <w:rPr>
                <w:b/>
                <w:bCs/>
              </w:rPr>
            </w:pPr>
            <w:r w:rsidRPr="00BA4C1D">
              <w:rPr>
                <w:b/>
                <w:bCs/>
              </w:rPr>
              <w:t>State:</w:t>
            </w:r>
          </w:p>
        </w:tc>
        <w:tc>
          <w:tcPr>
            <w:tcW w:w="2106" w:type="dxa"/>
            <w:gridSpan w:val="3"/>
          </w:tcPr>
          <w:p w14:paraId="2BBE6A5B"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302EA4B" w14:textId="77777777" w:rsidR="00A1536D" w:rsidRPr="00BA4C1D" w:rsidRDefault="00A1536D" w:rsidP="00A06BB8">
            <w:pPr>
              <w:jc w:val="both"/>
              <w:rPr>
                <w:b/>
                <w:bCs/>
              </w:rPr>
            </w:pPr>
            <w:r w:rsidRPr="00BA4C1D">
              <w:rPr>
                <w:b/>
                <w:bCs/>
              </w:rPr>
              <w:t>Zip:</w:t>
            </w:r>
          </w:p>
        </w:tc>
        <w:tc>
          <w:tcPr>
            <w:tcW w:w="2291" w:type="dxa"/>
          </w:tcPr>
          <w:p w14:paraId="61E312CA"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6D014E91" w14:textId="77777777" w:rsidTr="00E94A74">
        <w:tc>
          <w:tcPr>
            <w:tcW w:w="1378" w:type="dxa"/>
            <w:gridSpan w:val="2"/>
          </w:tcPr>
          <w:p w14:paraId="50F7BE55" w14:textId="77777777" w:rsidR="00A1536D" w:rsidRPr="00BA4C1D" w:rsidRDefault="00A1536D" w:rsidP="00A06BB8">
            <w:pPr>
              <w:jc w:val="both"/>
              <w:rPr>
                <w:b/>
                <w:bCs/>
              </w:rPr>
            </w:pPr>
            <w:r w:rsidRPr="00BA4C1D">
              <w:rPr>
                <w:b/>
                <w:bCs/>
              </w:rPr>
              <w:t>Telephone:</w:t>
            </w:r>
          </w:p>
        </w:tc>
        <w:tc>
          <w:tcPr>
            <w:tcW w:w="3001" w:type="dxa"/>
            <w:gridSpan w:val="4"/>
          </w:tcPr>
          <w:p w14:paraId="4B4D97F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ACCF8A9" w14:textId="77777777" w:rsidR="00A1536D" w:rsidRPr="00BA4C1D" w:rsidRDefault="00A1536D" w:rsidP="00A06BB8">
            <w:pPr>
              <w:jc w:val="both"/>
              <w:rPr>
                <w:b/>
                <w:bCs/>
              </w:rPr>
            </w:pPr>
            <w:r w:rsidRPr="00BA4C1D">
              <w:rPr>
                <w:b/>
                <w:bCs/>
              </w:rPr>
              <w:t>Fax:</w:t>
            </w:r>
          </w:p>
        </w:tc>
        <w:tc>
          <w:tcPr>
            <w:tcW w:w="4487" w:type="dxa"/>
            <w:gridSpan w:val="4"/>
          </w:tcPr>
          <w:p w14:paraId="246C623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DD7ECA1" w14:textId="77777777" w:rsidTr="00E94A74">
        <w:tc>
          <w:tcPr>
            <w:tcW w:w="1811" w:type="dxa"/>
            <w:gridSpan w:val="4"/>
          </w:tcPr>
          <w:p w14:paraId="66300869" w14:textId="77777777" w:rsidR="00A1536D" w:rsidRPr="00BA4C1D" w:rsidRDefault="00A1536D" w:rsidP="00A06BB8">
            <w:pPr>
              <w:jc w:val="both"/>
              <w:rPr>
                <w:b/>
                <w:bCs/>
              </w:rPr>
            </w:pPr>
            <w:r w:rsidRPr="00BA4C1D">
              <w:rPr>
                <w:b/>
                <w:bCs/>
              </w:rPr>
              <w:t>Email Address:</w:t>
            </w:r>
          </w:p>
        </w:tc>
        <w:tc>
          <w:tcPr>
            <w:tcW w:w="7765" w:type="dxa"/>
            <w:gridSpan w:val="7"/>
          </w:tcPr>
          <w:p w14:paraId="5BBF882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9DC4DD" w14:textId="495026DE" w:rsidR="00A1536D" w:rsidRPr="00BA4C1D" w:rsidRDefault="00A1536D" w:rsidP="00E94A74">
      <w:pPr>
        <w:autoSpaceDE w:val="0"/>
        <w:autoSpaceDN w:val="0"/>
        <w:spacing w:before="240" w:after="240"/>
        <w:jc w:val="both"/>
      </w:pPr>
      <w:r w:rsidRPr="00BA4C1D">
        <w:rPr>
          <w:b/>
          <w:bCs/>
        </w:rPr>
        <w:lastRenderedPageBreak/>
        <w:t>3. Type of Legal Structure</w:t>
      </w:r>
      <w:r w:rsidRPr="00BA4C1D">
        <w:rPr>
          <w:bCs/>
        </w:rPr>
        <w:t>.</w:t>
      </w:r>
      <w:r w:rsidR="006C3933">
        <w:rPr>
          <w:bCs/>
        </w:rPr>
        <w:t xml:space="preserve">  </w:t>
      </w:r>
      <w:r w:rsidRPr="00BA4C1D">
        <w:t>(Please indicate only one.)</w:t>
      </w:r>
    </w:p>
    <w:bookmarkStart w:id="2" w:name="Check1"/>
    <w:bookmarkStart w:id="3" w:name="Check3"/>
    <w:p w14:paraId="22962D1A" w14:textId="77777777"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bookmarkEnd w:id="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95697B">
        <w:fldChar w:fldCharType="separate"/>
      </w:r>
      <w:r w:rsidRPr="00BA4C1D">
        <w:fldChar w:fldCharType="end"/>
      </w:r>
      <w:bookmarkEnd w:id="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Municipally Owned Utility</w:t>
      </w:r>
      <w:r w:rsidRPr="00BA4C1D">
        <w:tab/>
      </w:r>
    </w:p>
    <w:p w14:paraId="764CF79D" w14:textId="77777777"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95697B">
        <w:fldChar w:fldCharType="separate"/>
      </w:r>
      <w:r w:rsidRPr="00BA4C1D">
        <w:fldChar w:fldCharType="end"/>
      </w:r>
      <w:bookmarkStart w:id="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95697B">
        <w:fldChar w:fldCharType="separate"/>
      </w:r>
      <w:r w:rsidRPr="00BA4C1D">
        <w:fldChar w:fldCharType="end"/>
      </w:r>
      <w:bookmarkEnd w:id="4"/>
      <w:r w:rsidRPr="00BA4C1D">
        <w:t xml:space="preserve"> Limited Liability Company</w:t>
      </w:r>
      <w:r w:rsidRPr="00BA4C1D">
        <w:tab/>
      </w:r>
      <w:bookmarkStart w:id="5" w:name="Check4"/>
      <w:r w:rsidRPr="00BA4C1D">
        <w:fldChar w:fldCharType="begin">
          <w:ffData>
            <w:name w:val="Check4"/>
            <w:enabled/>
            <w:calcOnExit w:val="0"/>
            <w:checkBox>
              <w:sizeAuto/>
              <w:default w:val="0"/>
            </w:checkBox>
          </w:ffData>
        </w:fldChar>
      </w:r>
      <w:r w:rsidRPr="00BA4C1D">
        <w:instrText xml:space="preserve"> FORMCHECKBOX </w:instrText>
      </w:r>
      <w:r w:rsidR="0095697B">
        <w:fldChar w:fldCharType="separate"/>
      </w:r>
      <w:r w:rsidRPr="00BA4C1D">
        <w:fldChar w:fldCharType="end"/>
      </w:r>
      <w:bookmarkEnd w:id="5"/>
      <w:r w:rsidRPr="00BA4C1D">
        <w:t xml:space="preserve"> Corporation </w:t>
      </w:r>
    </w:p>
    <w:p w14:paraId="01C43295" w14:textId="77777777"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Other:  </w:t>
      </w:r>
      <w:bookmarkStart w:id="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6"/>
    </w:p>
    <w:p w14:paraId="5ED52B02" w14:textId="77777777"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r w:rsidRPr="00BA4C1D">
        <w:t xml:space="preserve">, and the date of organization: </w:t>
      </w:r>
      <w:r w:rsidRPr="00BA4C1D">
        <w:rPr>
          <w:u w:val="single"/>
        </w:rPr>
        <w:fldChar w:fldCharType="begin">
          <w:ffData>
            <w:name w:val="Text81"/>
            <w:enabled/>
            <w:calcOnExit w:val="0"/>
            <w:textInput/>
          </w:ffData>
        </w:fldChar>
      </w:r>
      <w:bookmarkStart w:id="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p>
    <w:p w14:paraId="32DFE45D" w14:textId="0C090EE3" w:rsidR="00A1536D" w:rsidRPr="00BA4C1D" w:rsidRDefault="00A1536D" w:rsidP="00E94A74">
      <w:pPr>
        <w:spacing w:after="240"/>
        <w:jc w:val="both"/>
      </w:pPr>
      <w:r w:rsidRPr="00BA4C1D">
        <w:rPr>
          <w:b/>
          <w:bCs/>
        </w:rPr>
        <w:t>4. User Security Administrator (USA)</w:t>
      </w:r>
      <w:r w:rsidRPr="00BA4C1D">
        <w:rPr>
          <w:bCs/>
        </w:rPr>
        <w:t>.</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143A0913" w14:textId="77777777" w:rsidTr="00E94A74">
        <w:tc>
          <w:tcPr>
            <w:tcW w:w="1528" w:type="dxa"/>
            <w:gridSpan w:val="3"/>
          </w:tcPr>
          <w:p w14:paraId="52489F32" w14:textId="77777777" w:rsidR="00A1536D" w:rsidRPr="00BA4C1D" w:rsidRDefault="00A1536D" w:rsidP="00A06BB8">
            <w:pPr>
              <w:jc w:val="both"/>
              <w:rPr>
                <w:b/>
                <w:bCs/>
              </w:rPr>
            </w:pPr>
            <w:r w:rsidRPr="00BA4C1D">
              <w:rPr>
                <w:b/>
                <w:bCs/>
              </w:rPr>
              <w:t>Name:</w:t>
            </w:r>
          </w:p>
        </w:tc>
        <w:tc>
          <w:tcPr>
            <w:tcW w:w="3561" w:type="dxa"/>
            <w:gridSpan w:val="4"/>
          </w:tcPr>
          <w:p w14:paraId="47103215"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535E1F34" w14:textId="77777777" w:rsidR="00A1536D" w:rsidRPr="00BA4C1D" w:rsidRDefault="00A1536D" w:rsidP="00A06BB8">
            <w:pPr>
              <w:jc w:val="both"/>
              <w:rPr>
                <w:b/>
                <w:bCs/>
              </w:rPr>
            </w:pPr>
            <w:r w:rsidRPr="00BA4C1D">
              <w:rPr>
                <w:b/>
                <w:bCs/>
              </w:rPr>
              <w:t>Title:</w:t>
            </w:r>
          </w:p>
        </w:tc>
        <w:tc>
          <w:tcPr>
            <w:tcW w:w="3620" w:type="dxa"/>
            <w:gridSpan w:val="3"/>
          </w:tcPr>
          <w:p w14:paraId="5CDFE3F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AD2AAEB" w14:textId="77777777" w:rsidTr="00E94A74">
        <w:tc>
          <w:tcPr>
            <w:tcW w:w="1378" w:type="dxa"/>
            <w:gridSpan w:val="2"/>
          </w:tcPr>
          <w:p w14:paraId="117ADF2B" w14:textId="77777777" w:rsidR="00A1536D" w:rsidRPr="00BA4C1D" w:rsidRDefault="00A1536D" w:rsidP="00A06BB8">
            <w:pPr>
              <w:jc w:val="both"/>
              <w:rPr>
                <w:b/>
                <w:bCs/>
              </w:rPr>
            </w:pPr>
            <w:r w:rsidRPr="00BA4C1D">
              <w:rPr>
                <w:b/>
                <w:bCs/>
              </w:rPr>
              <w:t>Address:</w:t>
            </w:r>
          </w:p>
        </w:tc>
        <w:tc>
          <w:tcPr>
            <w:tcW w:w="8198" w:type="dxa"/>
            <w:gridSpan w:val="9"/>
          </w:tcPr>
          <w:p w14:paraId="31D0301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A4E2085" w14:textId="77777777" w:rsidTr="00E94A74">
        <w:tc>
          <w:tcPr>
            <w:tcW w:w="1025" w:type="dxa"/>
          </w:tcPr>
          <w:p w14:paraId="1EF3BFCE" w14:textId="77777777" w:rsidR="00A1536D" w:rsidRPr="00BA4C1D" w:rsidRDefault="00A1536D" w:rsidP="00A06BB8">
            <w:pPr>
              <w:jc w:val="both"/>
              <w:rPr>
                <w:b/>
                <w:bCs/>
              </w:rPr>
            </w:pPr>
            <w:r w:rsidRPr="00BA4C1D">
              <w:rPr>
                <w:b/>
                <w:bCs/>
              </w:rPr>
              <w:t>City:</w:t>
            </w:r>
          </w:p>
        </w:tc>
        <w:tc>
          <w:tcPr>
            <w:tcW w:w="2476" w:type="dxa"/>
            <w:gridSpan w:val="4"/>
          </w:tcPr>
          <w:p w14:paraId="081211CA"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8411E97" w14:textId="77777777" w:rsidR="00A1536D" w:rsidRPr="00BA4C1D" w:rsidRDefault="00A1536D" w:rsidP="00A06BB8">
            <w:pPr>
              <w:jc w:val="both"/>
              <w:rPr>
                <w:b/>
                <w:bCs/>
              </w:rPr>
            </w:pPr>
            <w:r w:rsidRPr="00BA4C1D">
              <w:rPr>
                <w:b/>
                <w:bCs/>
              </w:rPr>
              <w:t>State:</w:t>
            </w:r>
          </w:p>
        </w:tc>
        <w:tc>
          <w:tcPr>
            <w:tcW w:w="2106" w:type="dxa"/>
            <w:gridSpan w:val="3"/>
          </w:tcPr>
          <w:p w14:paraId="353F672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5C649336" w14:textId="77777777" w:rsidR="00A1536D" w:rsidRPr="00BA4C1D" w:rsidRDefault="00A1536D" w:rsidP="00A06BB8">
            <w:pPr>
              <w:jc w:val="both"/>
              <w:rPr>
                <w:b/>
                <w:bCs/>
              </w:rPr>
            </w:pPr>
            <w:r w:rsidRPr="00BA4C1D">
              <w:rPr>
                <w:b/>
                <w:bCs/>
              </w:rPr>
              <w:t>Zip:</w:t>
            </w:r>
          </w:p>
        </w:tc>
        <w:tc>
          <w:tcPr>
            <w:tcW w:w="2291" w:type="dxa"/>
          </w:tcPr>
          <w:p w14:paraId="1970753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F96D6DB" w14:textId="77777777" w:rsidTr="00E94A74">
        <w:tc>
          <w:tcPr>
            <w:tcW w:w="1378" w:type="dxa"/>
            <w:gridSpan w:val="2"/>
          </w:tcPr>
          <w:p w14:paraId="724237C0" w14:textId="77777777" w:rsidR="00A1536D" w:rsidRPr="00BA4C1D" w:rsidRDefault="00A1536D" w:rsidP="00A06BB8">
            <w:pPr>
              <w:jc w:val="both"/>
              <w:rPr>
                <w:b/>
                <w:bCs/>
              </w:rPr>
            </w:pPr>
            <w:r w:rsidRPr="00BA4C1D">
              <w:rPr>
                <w:b/>
                <w:bCs/>
              </w:rPr>
              <w:t>Telephone:</w:t>
            </w:r>
          </w:p>
        </w:tc>
        <w:tc>
          <w:tcPr>
            <w:tcW w:w="3001" w:type="dxa"/>
            <w:gridSpan w:val="4"/>
          </w:tcPr>
          <w:p w14:paraId="7161ABB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B06A6E9" w14:textId="77777777" w:rsidR="00A1536D" w:rsidRPr="00BA4C1D" w:rsidRDefault="00A1536D" w:rsidP="00A06BB8">
            <w:pPr>
              <w:jc w:val="both"/>
              <w:rPr>
                <w:b/>
                <w:bCs/>
              </w:rPr>
            </w:pPr>
            <w:r w:rsidRPr="00BA4C1D">
              <w:rPr>
                <w:b/>
                <w:bCs/>
              </w:rPr>
              <w:t>Fax:</w:t>
            </w:r>
          </w:p>
        </w:tc>
        <w:tc>
          <w:tcPr>
            <w:tcW w:w="4487" w:type="dxa"/>
            <w:gridSpan w:val="4"/>
          </w:tcPr>
          <w:p w14:paraId="593E21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0998BBB" w14:textId="77777777" w:rsidTr="00E94A74">
        <w:tc>
          <w:tcPr>
            <w:tcW w:w="1811" w:type="dxa"/>
            <w:gridSpan w:val="4"/>
          </w:tcPr>
          <w:p w14:paraId="18BD565E" w14:textId="77777777" w:rsidR="00A1536D" w:rsidRPr="00BA4C1D" w:rsidRDefault="00A1536D" w:rsidP="00A06BB8">
            <w:pPr>
              <w:jc w:val="both"/>
              <w:rPr>
                <w:b/>
                <w:bCs/>
              </w:rPr>
            </w:pPr>
            <w:r w:rsidRPr="00BA4C1D">
              <w:rPr>
                <w:b/>
                <w:bCs/>
              </w:rPr>
              <w:t>Email Address:</w:t>
            </w:r>
          </w:p>
        </w:tc>
        <w:tc>
          <w:tcPr>
            <w:tcW w:w="7765" w:type="dxa"/>
            <w:gridSpan w:val="7"/>
          </w:tcPr>
          <w:p w14:paraId="32A7209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926717" w14:textId="7F9CFE85" w:rsidR="00A1536D" w:rsidRPr="00BA4C1D" w:rsidRDefault="00A1536D" w:rsidP="00E94A74">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0621CED" w14:textId="77777777" w:rsidTr="00617584">
        <w:tc>
          <w:tcPr>
            <w:tcW w:w="1523" w:type="dxa"/>
            <w:gridSpan w:val="3"/>
          </w:tcPr>
          <w:p w14:paraId="6489B53F" w14:textId="77777777" w:rsidR="00A1536D" w:rsidRPr="00BA4C1D" w:rsidRDefault="00A1536D" w:rsidP="00A06BB8">
            <w:pPr>
              <w:jc w:val="both"/>
              <w:rPr>
                <w:b/>
                <w:bCs/>
              </w:rPr>
            </w:pPr>
            <w:r w:rsidRPr="00BA4C1D">
              <w:rPr>
                <w:b/>
                <w:bCs/>
              </w:rPr>
              <w:t>Name:</w:t>
            </w:r>
          </w:p>
        </w:tc>
        <w:tc>
          <w:tcPr>
            <w:tcW w:w="3468" w:type="dxa"/>
            <w:gridSpan w:val="4"/>
          </w:tcPr>
          <w:p w14:paraId="11FB0E3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75C8BF9" w14:textId="77777777" w:rsidR="00A1536D" w:rsidRPr="00BA4C1D" w:rsidRDefault="00A1536D" w:rsidP="00A06BB8">
            <w:pPr>
              <w:jc w:val="both"/>
              <w:rPr>
                <w:b/>
                <w:bCs/>
              </w:rPr>
            </w:pPr>
            <w:r w:rsidRPr="00BA4C1D">
              <w:rPr>
                <w:b/>
                <w:bCs/>
              </w:rPr>
              <w:t>Title:</w:t>
            </w:r>
          </w:p>
        </w:tc>
        <w:tc>
          <w:tcPr>
            <w:tcW w:w="3497" w:type="dxa"/>
            <w:gridSpan w:val="3"/>
          </w:tcPr>
          <w:p w14:paraId="6472BA4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42D1296" w14:textId="77777777" w:rsidTr="00617584">
        <w:tc>
          <w:tcPr>
            <w:tcW w:w="1376" w:type="dxa"/>
            <w:gridSpan w:val="2"/>
          </w:tcPr>
          <w:p w14:paraId="6EFC7AB9" w14:textId="77777777" w:rsidR="00A1536D" w:rsidRPr="00BA4C1D" w:rsidRDefault="00A1536D" w:rsidP="00A06BB8">
            <w:pPr>
              <w:jc w:val="both"/>
              <w:rPr>
                <w:b/>
                <w:bCs/>
              </w:rPr>
            </w:pPr>
            <w:r w:rsidRPr="00BA4C1D">
              <w:rPr>
                <w:b/>
                <w:bCs/>
              </w:rPr>
              <w:t>Address:</w:t>
            </w:r>
          </w:p>
        </w:tc>
        <w:tc>
          <w:tcPr>
            <w:tcW w:w="7974" w:type="dxa"/>
            <w:gridSpan w:val="9"/>
          </w:tcPr>
          <w:p w14:paraId="66FD081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E68B746" w14:textId="77777777" w:rsidTr="00617584">
        <w:tc>
          <w:tcPr>
            <w:tcW w:w="1025" w:type="dxa"/>
          </w:tcPr>
          <w:p w14:paraId="202EB400" w14:textId="77777777" w:rsidR="00A1536D" w:rsidRPr="00BA4C1D" w:rsidRDefault="00A1536D" w:rsidP="00A06BB8">
            <w:pPr>
              <w:jc w:val="both"/>
              <w:rPr>
                <w:b/>
                <w:bCs/>
              </w:rPr>
            </w:pPr>
            <w:r w:rsidRPr="00BA4C1D">
              <w:rPr>
                <w:b/>
                <w:bCs/>
              </w:rPr>
              <w:t>City:</w:t>
            </w:r>
          </w:p>
        </w:tc>
        <w:tc>
          <w:tcPr>
            <w:tcW w:w="2384" w:type="dxa"/>
            <w:gridSpan w:val="4"/>
          </w:tcPr>
          <w:p w14:paraId="3ABC1D9F"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5DC92A63" w14:textId="77777777" w:rsidR="00A1536D" w:rsidRPr="00BA4C1D" w:rsidRDefault="00A1536D" w:rsidP="00A06BB8">
            <w:pPr>
              <w:jc w:val="both"/>
              <w:rPr>
                <w:b/>
                <w:bCs/>
              </w:rPr>
            </w:pPr>
            <w:r w:rsidRPr="00BA4C1D">
              <w:rPr>
                <w:b/>
                <w:bCs/>
              </w:rPr>
              <w:t>State:</w:t>
            </w:r>
          </w:p>
        </w:tc>
        <w:tc>
          <w:tcPr>
            <w:tcW w:w="2069" w:type="dxa"/>
            <w:gridSpan w:val="3"/>
          </w:tcPr>
          <w:p w14:paraId="096BF8B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E30B19D" w14:textId="77777777" w:rsidR="00A1536D" w:rsidRPr="00BA4C1D" w:rsidRDefault="00A1536D" w:rsidP="00A06BB8">
            <w:pPr>
              <w:jc w:val="both"/>
              <w:rPr>
                <w:b/>
                <w:bCs/>
              </w:rPr>
            </w:pPr>
            <w:r w:rsidRPr="00BA4C1D">
              <w:rPr>
                <w:b/>
                <w:bCs/>
              </w:rPr>
              <w:t>Zip:</w:t>
            </w:r>
          </w:p>
        </w:tc>
        <w:tc>
          <w:tcPr>
            <w:tcW w:w="2206" w:type="dxa"/>
          </w:tcPr>
          <w:p w14:paraId="7D1A8B8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6408C95" w14:textId="77777777" w:rsidTr="00617584">
        <w:tc>
          <w:tcPr>
            <w:tcW w:w="1376" w:type="dxa"/>
            <w:gridSpan w:val="2"/>
          </w:tcPr>
          <w:p w14:paraId="124BFFD4" w14:textId="77777777" w:rsidR="00A1536D" w:rsidRPr="00BA4C1D" w:rsidRDefault="00A1536D" w:rsidP="00A06BB8">
            <w:pPr>
              <w:jc w:val="both"/>
              <w:rPr>
                <w:b/>
                <w:bCs/>
              </w:rPr>
            </w:pPr>
            <w:r w:rsidRPr="00BA4C1D">
              <w:rPr>
                <w:b/>
                <w:bCs/>
              </w:rPr>
              <w:t>Telephone:</w:t>
            </w:r>
          </w:p>
        </w:tc>
        <w:tc>
          <w:tcPr>
            <w:tcW w:w="2907" w:type="dxa"/>
            <w:gridSpan w:val="4"/>
          </w:tcPr>
          <w:p w14:paraId="08A2243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F52F371" w14:textId="77777777" w:rsidR="00A1536D" w:rsidRPr="00BA4C1D" w:rsidRDefault="00A1536D" w:rsidP="00A06BB8">
            <w:pPr>
              <w:jc w:val="both"/>
              <w:rPr>
                <w:b/>
                <w:bCs/>
              </w:rPr>
            </w:pPr>
            <w:r w:rsidRPr="00BA4C1D">
              <w:rPr>
                <w:b/>
                <w:bCs/>
              </w:rPr>
              <w:t>Fax:</w:t>
            </w:r>
          </w:p>
        </w:tc>
        <w:tc>
          <w:tcPr>
            <w:tcW w:w="4359" w:type="dxa"/>
            <w:gridSpan w:val="4"/>
          </w:tcPr>
          <w:p w14:paraId="3C52241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FDB2978" w14:textId="77777777" w:rsidTr="00617584">
        <w:tc>
          <w:tcPr>
            <w:tcW w:w="1796" w:type="dxa"/>
            <w:gridSpan w:val="4"/>
          </w:tcPr>
          <w:p w14:paraId="655E095E" w14:textId="77777777" w:rsidR="00A1536D" w:rsidRPr="00BA4C1D" w:rsidRDefault="00A1536D" w:rsidP="00A06BB8">
            <w:pPr>
              <w:jc w:val="both"/>
              <w:rPr>
                <w:b/>
                <w:bCs/>
              </w:rPr>
            </w:pPr>
            <w:r w:rsidRPr="00BA4C1D">
              <w:rPr>
                <w:b/>
                <w:bCs/>
              </w:rPr>
              <w:t>Email Address:</w:t>
            </w:r>
          </w:p>
        </w:tc>
        <w:tc>
          <w:tcPr>
            <w:tcW w:w="7554" w:type="dxa"/>
            <w:gridSpan w:val="7"/>
          </w:tcPr>
          <w:p w14:paraId="639A41C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5D2ABD3" w14:textId="11B73341" w:rsidR="00617584" w:rsidRPr="00BA4C1D" w:rsidRDefault="00617584" w:rsidP="00617584">
      <w:pPr>
        <w:spacing w:before="240" w:after="240"/>
        <w:jc w:val="both"/>
      </w:pPr>
      <w:r w:rsidRPr="00BA4C1D">
        <w:rPr>
          <w:b/>
          <w:bCs/>
        </w:rPr>
        <w:t xml:space="preserve">6. </w:t>
      </w:r>
      <w:r>
        <w:rPr>
          <w:b/>
          <w:bCs/>
        </w:rPr>
        <w:t>Cybersecurity</w:t>
      </w:r>
      <w:r w:rsidRPr="00BA4C1D">
        <w:rPr>
          <w:bCs/>
        </w:rPr>
        <w:t>.</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17584" w:rsidRPr="00BA4C1D" w14:paraId="1F75EEF2" w14:textId="77777777" w:rsidTr="000A5045">
        <w:tc>
          <w:tcPr>
            <w:tcW w:w="1528" w:type="dxa"/>
            <w:gridSpan w:val="3"/>
          </w:tcPr>
          <w:p w14:paraId="7E167F36" w14:textId="77777777" w:rsidR="00617584" w:rsidRPr="00BA4C1D" w:rsidRDefault="00617584" w:rsidP="000A5045">
            <w:pPr>
              <w:jc w:val="both"/>
              <w:rPr>
                <w:b/>
                <w:bCs/>
              </w:rPr>
            </w:pPr>
            <w:r w:rsidRPr="00BA4C1D">
              <w:rPr>
                <w:b/>
                <w:bCs/>
              </w:rPr>
              <w:t>Name:</w:t>
            </w:r>
          </w:p>
        </w:tc>
        <w:tc>
          <w:tcPr>
            <w:tcW w:w="3561" w:type="dxa"/>
            <w:gridSpan w:val="4"/>
          </w:tcPr>
          <w:p w14:paraId="401B3859" w14:textId="77777777" w:rsidR="00617584" w:rsidRPr="00BA4C1D" w:rsidRDefault="00617584" w:rsidP="000A5045">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F4D8060" w14:textId="77777777" w:rsidR="00617584" w:rsidRPr="00BA4C1D" w:rsidRDefault="00617584" w:rsidP="000A5045">
            <w:pPr>
              <w:jc w:val="both"/>
              <w:rPr>
                <w:b/>
                <w:bCs/>
              </w:rPr>
            </w:pPr>
            <w:r w:rsidRPr="00BA4C1D">
              <w:rPr>
                <w:b/>
                <w:bCs/>
              </w:rPr>
              <w:t>Title:</w:t>
            </w:r>
          </w:p>
        </w:tc>
        <w:tc>
          <w:tcPr>
            <w:tcW w:w="3620" w:type="dxa"/>
            <w:gridSpan w:val="3"/>
          </w:tcPr>
          <w:p w14:paraId="0B42DF1C"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2F18C7E0" w14:textId="77777777" w:rsidTr="000A5045">
        <w:tc>
          <w:tcPr>
            <w:tcW w:w="1378" w:type="dxa"/>
            <w:gridSpan w:val="2"/>
          </w:tcPr>
          <w:p w14:paraId="0A5C6F1E" w14:textId="77777777" w:rsidR="00617584" w:rsidRPr="00BA4C1D" w:rsidRDefault="00617584" w:rsidP="000A5045">
            <w:pPr>
              <w:jc w:val="both"/>
              <w:rPr>
                <w:b/>
                <w:bCs/>
              </w:rPr>
            </w:pPr>
            <w:r w:rsidRPr="00BA4C1D">
              <w:rPr>
                <w:b/>
                <w:bCs/>
              </w:rPr>
              <w:t>Address:</w:t>
            </w:r>
          </w:p>
        </w:tc>
        <w:tc>
          <w:tcPr>
            <w:tcW w:w="8198" w:type="dxa"/>
            <w:gridSpan w:val="9"/>
          </w:tcPr>
          <w:p w14:paraId="171F8407"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93E7D70" w14:textId="77777777" w:rsidTr="000A5045">
        <w:tc>
          <w:tcPr>
            <w:tcW w:w="1025" w:type="dxa"/>
          </w:tcPr>
          <w:p w14:paraId="64B8B337" w14:textId="77777777" w:rsidR="00617584" w:rsidRPr="00BA4C1D" w:rsidRDefault="00617584" w:rsidP="000A5045">
            <w:pPr>
              <w:jc w:val="both"/>
              <w:rPr>
                <w:b/>
                <w:bCs/>
              </w:rPr>
            </w:pPr>
            <w:r w:rsidRPr="00BA4C1D">
              <w:rPr>
                <w:b/>
                <w:bCs/>
              </w:rPr>
              <w:t>City:</w:t>
            </w:r>
          </w:p>
        </w:tc>
        <w:tc>
          <w:tcPr>
            <w:tcW w:w="2476" w:type="dxa"/>
            <w:gridSpan w:val="4"/>
          </w:tcPr>
          <w:p w14:paraId="1CC032D4" w14:textId="77777777" w:rsidR="00617584" w:rsidRPr="00BA4C1D" w:rsidRDefault="00617584" w:rsidP="000A5045">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46AAD6F" w14:textId="77777777" w:rsidR="00617584" w:rsidRPr="00BA4C1D" w:rsidRDefault="00617584" w:rsidP="000A5045">
            <w:pPr>
              <w:jc w:val="both"/>
              <w:rPr>
                <w:b/>
                <w:bCs/>
              </w:rPr>
            </w:pPr>
            <w:r w:rsidRPr="00BA4C1D">
              <w:rPr>
                <w:b/>
                <w:bCs/>
              </w:rPr>
              <w:t>State:</w:t>
            </w:r>
          </w:p>
        </w:tc>
        <w:tc>
          <w:tcPr>
            <w:tcW w:w="2106" w:type="dxa"/>
            <w:gridSpan w:val="3"/>
          </w:tcPr>
          <w:p w14:paraId="5B8C3A90"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DAF8BD7" w14:textId="77777777" w:rsidR="00617584" w:rsidRPr="00BA4C1D" w:rsidRDefault="00617584" w:rsidP="000A5045">
            <w:pPr>
              <w:jc w:val="both"/>
              <w:rPr>
                <w:b/>
                <w:bCs/>
              </w:rPr>
            </w:pPr>
            <w:r w:rsidRPr="00BA4C1D">
              <w:rPr>
                <w:b/>
                <w:bCs/>
              </w:rPr>
              <w:t>Zip:</w:t>
            </w:r>
          </w:p>
        </w:tc>
        <w:tc>
          <w:tcPr>
            <w:tcW w:w="2291" w:type="dxa"/>
          </w:tcPr>
          <w:p w14:paraId="429495A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1EF199C" w14:textId="77777777" w:rsidTr="000A5045">
        <w:tc>
          <w:tcPr>
            <w:tcW w:w="1378" w:type="dxa"/>
            <w:gridSpan w:val="2"/>
          </w:tcPr>
          <w:p w14:paraId="4D5F13FE" w14:textId="77777777" w:rsidR="00617584" w:rsidRPr="00BA4C1D" w:rsidRDefault="00617584" w:rsidP="000A5045">
            <w:pPr>
              <w:jc w:val="both"/>
              <w:rPr>
                <w:b/>
                <w:bCs/>
              </w:rPr>
            </w:pPr>
            <w:r w:rsidRPr="00BA4C1D">
              <w:rPr>
                <w:b/>
                <w:bCs/>
              </w:rPr>
              <w:t>Telephone:</w:t>
            </w:r>
          </w:p>
        </w:tc>
        <w:tc>
          <w:tcPr>
            <w:tcW w:w="3001" w:type="dxa"/>
            <w:gridSpan w:val="4"/>
          </w:tcPr>
          <w:p w14:paraId="538EDD1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2AC50284" w14:textId="77777777" w:rsidR="00617584" w:rsidRPr="00BA4C1D" w:rsidRDefault="00617584" w:rsidP="000A5045">
            <w:pPr>
              <w:jc w:val="both"/>
              <w:rPr>
                <w:b/>
                <w:bCs/>
              </w:rPr>
            </w:pPr>
            <w:r w:rsidRPr="00BA4C1D">
              <w:rPr>
                <w:b/>
                <w:bCs/>
              </w:rPr>
              <w:t>Fax:</w:t>
            </w:r>
          </w:p>
        </w:tc>
        <w:tc>
          <w:tcPr>
            <w:tcW w:w="4487" w:type="dxa"/>
            <w:gridSpan w:val="4"/>
          </w:tcPr>
          <w:p w14:paraId="62FE5426"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0BB61CCB" w14:textId="77777777" w:rsidTr="000A5045">
        <w:tc>
          <w:tcPr>
            <w:tcW w:w="1811" w:type="dxa"/>
            <w:gridSpan w:val="4"/>
          </w:tcPr>
          <w:p w14:paraId="5CB64D69" w14:textId="77777777" w:rsidR="00617584" w:rsidRPr="00BA4C1D" w:rsidRDefault="00617584" w:rsidP="000A5045">
            <w:pPr>
              <w:jc w:val="both"/>
              <w:rPr>
                <w:b/>
                <w:bCs/>
              </w:rPr>
            </w:pPr>
            <w:r w:rsidRPr="00BA4C1D">
              <w:rPr>
                <w:b/>
                <w:bCs/>
              </w:rPr>
              <w:t>Email Address:</w:t>
            </w:r>
          </w:p>
        </w:tc>
        <w:tc>
          <w:tcPr>
            <w:tcW w:w="7765" w:type="dxa"/>
            <w:gridSpan w:val="7"/>
          </w:tcPr>
          <w:p w14:paraId="58C4A9E2"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7B5B7B" w14:textId="7EB1CE0E"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6C3933">
        <w:rPr>
          <w:b/>
          <w:bCs/>
        </w:rPr>
        <w:t xml:space="preserve"> </w:t>
      </w:r>
      <w:r w:rsidR="00A1536D" w:rsidRPr="00BA4C1D">
        <w:t>Indicate if the Applicant is eligible for the allocation described below:</w:t>
      </w:r>
    </w:p>
    <w:p w14:paraId="6B715F50" w14:textId="2033E206"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776273E6" w14:textId="77777777"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14:paraId="170537DE" w14:textId="77777777" w:rsidR="00A1536D" w:rsidRPr="00BA4C1D" w:rsidRDefault="00A1536D" w:rsidP="00A1536D"/>
    <w:p w14:paraId="3E3CF61F" w14:textId="77777777"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3BADF20" w14:textId="2D902A16" w:rsidR="00A1536D" w:rsidRPr="00BA4C1D" w:rsidRDefault="00A1536D" w:rsidP="00E94A74">
      <w:pPr>
        <w:keepNext/>
        <w:keepLines/>
        <w:spacing w:after="240"/>
        <w:jc w:val="both"/>
      </w:pPr>
      <w:r w:rsidRPr="00BA4C1D">
        <w:rPr>
          <w:b/>
        </w:rPr>
        <w:t>1. Banking Information.</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14:paraId="730A5294" w14:textId="77777777" w:rsidTr="00A06BB8">
        <w:tc>
          <w:tcPr>
            <w:tcW w:w="1890" w:type="dxa"/>
          </w:tcPr>
          <w:p w14:paraId="730E9C9F" w14:textId="77777777" w:rsidR="00A1536D" w:rsidRPr="00BA4C1D" w:rsidRDefault="00A1536D" w:rsidP="00A06BB8">
            <w:pPr>
              <w:jc w:val="both"/>
              <w:rPr>
                <w:b/>
                <w:bCs/>
              </w:rPr>
            </w:pPr>
            <w:r w:rsidRPr="00BA4C1D">
              <w:rPr>
                <w:b/>
                <w:bCs/>
              </w:rPr>
              <w:t>Bank Name:</w:t>
            </w:r>
          </w:p>
        </w:tc>
        <w:tc>
          <w:tcPr>
            <w:tcW w:w="9018" w:type="dxa"/>
          </w:tcPr>
          <w:p w14:paraId="129B8357" w14:textId="77777777" w:rsidR="00A1536D" w:rsidRPr="00BA4C1D" w:rsidRDefault="00A1536D" w:rsidP="00A06BB8">
            <w:pPr>
              <w:jc w:val="both"/>
            </w:pPr>
            <w:r w:rsidRPr="00BA4C1D">
              <w:fldChar w:fldCharType="begin">
                <w:ffData>
                  <w:name w:val="Text107"/>
                  <w:enabled/>
                  <w:calcOnExit w:val="0"/>
                  <w:textInput/>
                </w:ffData>
              </w:fldChar>
            </w:r>
            <w:bookmarkStart w:id="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9"/>
          </w:p>
        </w:tc>
      </w:tr>
      <w:tr w:rsidR="00A1536D" w:rsidRPr="00BA4C1D" w14:paraId="2E6FC3C6" w14:textId="77777777" w:rsidTr="00A06BB8">
        <w:tc>
          <w:tcPr>
            <w:tcW w:w="1890" w:type="dxa"/>
          </w:tcPr>
          <w:p w14:paraId="6E0EFDE3" w14:textId="77777777" w:rsidR="00A1536D" w:rsidRPr="00BA4C1D" w:rsidRDefault="00A1536D" w:rsidP="00A06BB8">
            <w:pPr>
              <w:jc w:val="both"/>
              <w:rPr>
                <w:b/>
                <w:bCs/>
              </w:rPr>
            </w:pPr>
            <w:r w:rsidRPr="00BA4C1D">
              <w:rPr>
                <w:b/>
                <w:bCs/>
              </w:rPr>
              <w:t>Account Name:</w:t>
            </w:r>
          </w:p>
        </w:tc>
        <w:tc>
          <w:tcPr>
            <w:tcW w:w="9018" w:type="dxa"/>
          </w:tcPr>
          <w:p w14:paraId="502ECCB3"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9FE4A26" w14:textId="77777777" w:rsidTr="00A06BB8">
        <w:tc>
          <w:tcPr>
            <w:tcW w:w="1890" w:type="dxa"/>
          </w:tcPr>
          <w:p w14:paraId="10B6471E" w14:textId="77777777" w:rsidR="00A1536D" w:rsidRPr="00BA4C1D" w:rsidRDefault="00A1536D" w:rsidP="00A06BB8">
            <w:pPr>
              <w:jc w:val="both"/>
              <w:rPr>
                <w:b/>
                <w:bCs/>
              </w:rPr>
            </w:pPr>
            <w:r w:rsidRPr="00BA4C1D">
              <w:rPr>
                <w:b/>
                <w:bCs/>
              </w:rPr>
              <w:t>Account No.:</w:t>
            </w:r>
          </w:p>
        </w:tc>
        <w:tc>
          <w:tcPr>
            <w:tcW w:w="9018" w:type="dxa"/>
          </w:tcPr>
          <w:p w14:paraId="3BD3089D"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9C4FB6D" w14:textId="77777777" w:rsidTr="00A06BB8">
        <w:tc>
          <w:tcPr>
            <w:tcW w:w="1890" w:type="dxa"/>
          </w:tcPr>
          <w:p w14:paraId="1B6F68DA" w14:textId="77777777" w:rsidR="00A1536D" w:rsidRPr="00BA4C1D" w:rsidRDefault="00A1536D" w:rsidP="00A06BB8">
            <w:pPr>
              <w:jc w:val="both"/>
              <w:rPr>
                <w:b/>
                <w:bCs/>
              </w:rPr>
            </w:pPr>
            <w:r w:rsidRPr="00BA4C1D">
              <w:rPr>
                <w:b/>
                <w:bCs/>
              </w:rPr>
              <w:t>ABA Number:</w:t>
            </w:r>
          </w:p>
        </w:tc>
        <w:tc>
          <w:tcPr>
            <w:tcW w:w="9018" w:type="dxa"/>
          </w:tcPr>
          <w:p w14:paraId="1C162CE5"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4EE3AD9" w14:textId="77777777"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35C57E22" w14:textId="77777777" w:rsidTr="00A06BB8">
        <w:tc>
          <w:tcPr>
            <w:tcW w:w="1539" w:type="dxa"/>
            <w:gridSpan w:val="2"/>
          </w:tcPr>
          <w:p w14:paraId="32545DCA" w14:textId="77777777" w:rsidR="00A1536D" w:rsidRPr="00BA4C1D" w:rsidRDefault="00A1536D" w:rsidP="00A06BB8">
            <w:pPr>
              <w:jc w:val="both"/>
              <w:rPr>
                <w:b/>
                <w:bCs/>
              </w:rPr>
            </w:pPr>
            <w:r w:rsidRPr="00BA4C1D">
              <w:rPr>
                <w:b/>
                <w:bCs/>
              </w:rPr>
              <w:t>Name:</w:t>
            </w:r>
          </w:p>
        </w:tc>
        <w:tc>
          <w:tcPr>
            <w:tcW w:w="4047" w:type="dxa"/>
            <w:gridSpan w:val="4"/>
          </w:tcPr>
          <w:p w14:paraId="699EE8BE"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1053C37A" w14:textId="77777777" w:rsidR="00A1536D" w:rsidRPr="00BA4C1D" w:rsidRDefault="00A1536D" w:rsidP="00A06BB8">
            <w:pPr>
              <w:jc w:val="both"/>
              <w:rPr>
                <w:b/>
                <w:bCs/>
              </w:rPr>
            </w:pPr>
            <w:r w:rsidRPr="00BA4C1D">
              <w:rPr>
                <w:b/>
                <w:bCs/>
              </w:rPr>
              <w:t>Title:</w:t>
            </w:r>
          </w:p>
        </w:tc>
        <w:tc>
          <w:tcPr>
            <w:tcW w:w="4427" w:type="dxa"/>
            <w:gridSpan w:val="3"/>
          </w:tcPr>
          <w:p w14:paraId="787EDBD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67AB0EE" w14:textId="77777777" w:rsidTr="00A06BB8">
        <w:tc>
          <w:tcPr>
            <w:tcW w:w="1539" w:type="dxa"/>
            <w:gridSpan w:val="2"/>
          </w:tcPr>
          <w:p w14:paraId="7484B7E3" w14:textId="77777777" w:rsidR="00A1536D" w:rsidRPr="00BA4C1D" w:rsidRDefault="00A1536D" w:rsidP="00A06BB8">
            <w:pPr>
              <w:jc w:val="both"/>
              <w:rPr>
                <w:b/>
                <w:bCs/>
              </w:rPr>
            </w:pPr>
            <w:r w:rsidRPr="00BA4C1D">
              <w:rPr>
                <w:b/>
                <w:bCs/>
              </w:rPr>
              <w:t>Address:</w:t>
            </w:r>
          </w:p>
        </w:tc>
        <w:tc>
          <w:tcPr>
            <w:tcW w:w="9369" w:type="dxa"/>
            <w:gridSpan w:val="8"/>
          </w:tcPr>
          <w:p w14:paraId="228F81F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FA10A5B" w14:textId="77777777" w:rsidTr="00A06BB8">
        <w:tc>
          <w:tcPr>
            <w:tcW w:w="1363" w:type="dxa"/>
          </w:tcPr>
          <w:p w14:paraId="5BE29B7C" w14:textId="77777777" w:rsidR="00A1536D" w:rsidRPr="00BA4C1D" w:rsidRDefault="00A1536D" w:rsidP="00A06BB8">
            <w:pPr>
              <w:jc w:val="both"/>
              <w:rPr>
                <w:b/>
                <w:bCs/>
              </w:rPr>
            </w:pPr>
            <w:r w:rsidRPr="00BA4C1D">
              <w:rPr>
                <w:b/>
                <w:bCs/>
              </w:rPr>
              <w:t>City:</w:t>
            </w:r>
          </w:p>
        </w:tc>
        <w:tc>
          <w:tcPr>
            <w:tcW w:w="2609" w:type="dxa"/>
            <w:gridSpan w:val="3"/>
          </w:tcPr>
          <w:p w14:paraId="1F73DC29"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AD1CAE4" w14:textId="77777777" w:rsidR="00A1536D" w:rsidRPr="00BA4C1D" w:rsidRDefault="00A1536D" w:rsidP="00A06BB8">
            <w:pPr>
              <w:jc w:val="both"/>
              <w:rPr>
                <w:b/>
                <w:bCs/>
              </w:rPr>
            </w:pPr>
            <w:r w:rsidRPr="00BA4C1D">
              <w:rPr>
                <w:b/>
                <w:bCs/>
              </w:rPr>
              <w:t>State:</w:t>
            </w:r>
          </w:p>
        </w:tc>
        <w:tc>
          <w:tcPr>
            <w:tcW w:w="2302" w:type="dxa"/>
            <w:gridSpan w:val="3"/>
          </w:tcPr>
          <w:p w14:paraId="1D6156E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3A50DAF4" w14:textId="77777777" w:rsidR="00A1536D" w:rsidRPr="00BA4C1D" w:rsidRDefault="00A1536D" w:rsidP="00A06BB8">
            <w:pPr>
              <w:jc w:val="both"/>
              <w:rPr>
                <w:b/>
                <w:bCs/>
              </w:rPr>
            </w:pPr>
            <w:r w:rsidRPr="00BA4C1D">
              <w:rPr>
                <w:b/>
                <w:bCs/>
              </w:rPr>
              <w:t>Zip:</w:t>
            </w:r>
          </w:p>
        </w:tc>
        <w:tc>
          <w:tcPr>
            <w:tcW w:w="3060" w:type="dxa"/>
          </w:tcPr>
          <w:p w14:paraId="4AEC8B19"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4776CA1" w14:textId="77777777" w:rsidTr="00A06BB8">
        <w:tc>
          <w:tcPr>
            <w:tcW w:w="1363" w:type="dxa"/>
          </w:tcPr>
          <w:p w14:paraId="101741D1" w14:textId="77777777" w:rsidR="00A1536D" w:rsidRPr="00BA4C1D" w:rsidRDefault="00A1536D" w:rsidP="00A06BB8">
            <w:pPr>
              <w:jc w:val="both"/>
              <w:rPr>
                <w:b/>
                <w:bCs/>
              </w:rPr>
            </w:pPr>
            <w:r w:rsidRPr="00BA4C1D">
              <w:rPr>
                <w:b/>
                <w:bCs/>
              </w:rPr>
              <w:t>Telephone:</w:t>
            </w:r>
          </w:p>
        </w:tc>
        <w:tc>
          <w:tcPr>
            <w:tcW w:w="3505" w:type="dxa"/>
            <w:gridSpan w:val="4"/>
          </w:tcPr>
          <w:p w14:paraId="6744B309"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51953E61" w14:textId="77777777" w:rsidR="00A1536D" w:rsidRPr="00BA4C1D" w:rsidRDefault="00A1536D" w:rsidP="00A06BB8">
            <w:pPr>
              <w:jc w:val="both"/>
              <w:rPr>
                <w:b/>
                <w:bCs/>
              </w:rPr>
            </w:pPr>
            <w:r w:rsidRPr="00BA4C1D">
              <w:rPr>
                <w:b/>
                <w:bCs/>
              </w:rPr>
              <w:t>Fax:</w:t>
            </w:r>
          </w:p>
        </w:tc>
        <w:tc>
          <w:tcPr>
            <w:tcW w:w="5322" w:type="dxa"/>
            <w:gridSpan w:val="4"/>
          </w:tcPr>
          <w:p w14:paraId="6586EE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4FC3698" w14:textId="77777777" w:rsidTr="00A06BB8">
        <w:tc>
          <w:tcPr>
            <w:tcW w:w="1890" w:type="dxa"/>
            <w:gridSpan w:val="3"/>
          </w:tcPr>
          <w:p w14:paraId="748F19B4" w14:textId="77777777" w:rsidR="00A1536D" w:rsidRPr="00BA4C1D" w:rsidRDefault="00A1536D" w:rsidP="00A06BB8">
            <w:pPr>
              <w:jc w:val="both"/>
              <w:rPr>
                <w:b/>
                <w:bCs/>
              </w:rPr>
            </w:pPr>
            <w:r w:rsidRPr="00BA4C1D">
              <w:rPr>
                <w:b/>
                <w:bCs/>
              </w:rPr>
              <w:t>Email Address:</w:t>
            </w:r>
          </w:p>
        </w:tc>
        <w:tc>
          <w:tcPr>
            <w:tcW w:w="9018" w:type="dxa"/>
            <w:gridSpan w:val="7"/>
          </w:tcPr>
          <w:p w14:paraId="30D9F79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AC73DC9" w14:textId="5DAA76DB"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4687E87B" w14:textId="77777777" w:rsidTr="00A06BB8">
        <w:tc>
          <w:tcPr>
            <w:tcW w:w="1539" w:type="dxa"/>
            <w:gridSpan w:val="2"/>
          </w:tcPr>
          <w:p w14:paraId="589A1652" w14:textId="77777777" w:rsidR="00A1536D" w:rsidRPr="00BA4C1D" w:rsidRDefault="00A1536D" w:rsidP="00A06BB8">
            <w:pPr>
              <w:jc w:val="both"/>
              <w:rPr>
                <w:b/>
                <w:bCs/>
              </w:rPr>
            </w:pPr>
            <w:r w:rsidRPr="00BA4C1D">
              <w:rPr>
                <w:b/>
                <w:bCs/>
              </w:rPr>
              <w:t>Name:</w:t>
            </w:r>
          </w:p>
        </w:tc>
        <w:tc>
          <w:tcPr>
            <w:tcW w:w="4047" w:type="dxa"/>
            <w:gridSpan w:val="4"/>
          </w:tcPr>
          <w:p w14:paraId="2A571A83"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AA0DB72" w14:textId="77777777" w:rsidR="00A1536D" w:rsidRPr="00BA4C1D" w:rsidRDefault="00A1536D" w:rsidP="00A06BB8">
            <w:pPr>
              <w:jc w:val="both"/>
              <w:rPr>
                <w:b/>
                <w:bCs/>
              </w:rPr>
            </w:pPr>
            <w:r w:rsidRPr="00BA4C1D">
              <w:rPr>
                <w:b/>
                <w:bCs/>
              </w:rPr>
              <w:t>Title:</w:t>
            </w:r>
          </w:p>
        </w:tc>
        <w:tc>
          <w:tcPr>
            <w:tcW w:w="4427" w:type="dxa"/>
            <w:gridSpan w:val="3"/>
          </w:tcPr>
          <w:p w14:paraId="380F85A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199D24C" w14:textId="77777777" w:rsidTr="00A06BB8">
        <w:tc>
          <w:tcPr>
            <w:tcW w:w="1539" w:type="dxa"/>
            <w:gridSpan w:val="2"/>
          </w:tcPr>
          <w:p w14:paraId="66EE9E15" w14:textId="77777777" w:rsidR="00A1536D" w:rsidRPr="00BA4C1D" w:rsidRDefault="00A1536D" w:rsidP="00A06BB8">
            <w:pPr>
              <w:jc w:val="both"/>
              <w:rPr>
                <w:b/>
                <w:bCs/>
              </w:rPr>
            </w:pPr>
            <w:r w:rsidRPr="00BA4C1D">
              <w:rPr>
                <w:b/>
                <w:bCs/>
              </w:rPr>
              <w:t>Address:</w:t>
            </w:r>
          </w:p>
        </w:tc>
        <w:tc>
          <w:tcPr>
            <w:tcW w:w="9369" w:type="dxa"/>
            <w:gridSpan w:val="8"/>
          </w:tcPr>
          <w:p w14:paraId="6B337EF1"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4821712" w14:textId="77777777" w:rsidTr="00A06BB8">
        <w:tc>
          <w:tcPr>
            <w:tcW w:w="1363" w:type="dxa"/>
          </w:tcPr>
          <w:p w14:paraId="75257311" w14:textId="77777777" w:rsidR="00A1536D" w:rsidRPr="00BA4C1D" w:rsidRDefault="00A1536D" w:rsidP="00A06BB8">
            <w:pPr>
              <w:jc w:val="both"/>
              <w:rPr>
                <w:b/>
                <w:bCs/>
              </w:rPr>
            </w:pPr>
            <w:r w:rsidRPr="00BA4C1D">
              <w:rPr>
                <w:b/>
                <w:bCs/>
              </w:rPr>
              <w:t>City:</w:t>
            </w:r>
          </w:p>
        </w:tc>
        <w:tc>
          <w:tcPr>
            <w:tcW w:w="2609" w:type="dxa"/>
            <w:gridSpan w:val="3"/>
          </w:tcPr>
          <w:p w14:paraId="38BC3BA0"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28484B0F" w14:textId="77777777" w:rsidR="00A1536D" w:rsidRPr="00BA4C1D" w:rsidRDefault="00A1536D" w:rsidP="00A06BB8">
            <w:pPr>
              <w:jc w:val="both"/>
              <w:rPr>
                <w:b/>
                <w:bCs/>
              </w:rPr>
            </w:pPr>
            <w:r w:rsidRPr="00BA4C1D">
              <w:rPr>
                <w:b/>
                <w:bCs/>
              </w:rPr>
              <w:t>State:</w:t>
            </w:r>
          </w:p>
        </w:tc>
        <w:tc>
          <w:tcPr>
            <w:tcW w:w="2302" w:type="dxa"/>
            <w:gridSpan w:val="3"/>
          </w:tcPr>
          <w:p w14:paraId="7874416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1EFF2800" w14:textId="77777777" w:rsidR="00A1536D" w:rsidRPr="00BA4C1D" w:rsidRDefault="00A1536D" w:rsidP="00A06BB8">
            <w:pPr>
              <w:jc w:val="both"/>
              <w:rPr>
                <w:b/>
                <w:bCs/>
              </w:rPr>
            </w:pPr>
            <w:r w:rsidRPr="00BA4C1D">
              <w:rPr>
                <w:b/>
                <w:bCs/>
              </w:rPr>
              <w:t>Zip:</w:t>
            </w:r>
          </w:p>
        </w:tc>
        <w:tc>
          <w:tcPr>
            <w:tcW w:w="3060" w:type="dxa"/>
          </w:tcPr>
          <w:p w14:paraId="3DAE5866"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2628690" w14:textId="77777777" w:rsidTr="00A06BB8">
        <w:tc>
          <w:tcPr>
            <w:tcW w:w="1363" w:type="dxa"/>
          </w:tcPr>
          <w:p w14:paraId="6DBBFB75" w14:textId="77777777" w:rsidR="00A1536D" w:rsidRPr="00BA4C1D" w:rsidRDefault="00A1536D" w:rsidP="00A06BB8">
            <w:pPr>
              <w:jc w:val="both"/>
              <w:rPr>
                <w:b/>
                <w:bCs/>
              </w:rPr>
            </w:pPr>
            <w:r w:rsidRPr="00BA4C1D">
              <w:rPr>
                <w:b/>
                <w:bCs/>
              </w:rPr>
              <w:t>Telephone:</w:t>
            </w:r>
          </w:p>
        </w:tc>
        <w:tc>
          <w:tcPr>
            <w:tcW w:w="3505" w:type="dxa"/>
            <w:gridSpan w:val="4"/>
          </w:tcPr>
          <w:p w14:paraId="5FAAA34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045AFE2" w14:textId="77777777" w:rsidR="00A1536D" w:rsidRPr="00BA4C1D" w:rsidRDefault="00A1536D" w:rsidP="00A06BB8">
            <w:pPr>
              <w:jc w:val="both"/>
              <w:rPr>
                <w:b/>
                <w:bCs/>
              </w:rPr>
            </w:pPr>
            <w:r w:rsidRPr="00BA4C1D">
              <w:rPr>
                <w:b/>
                <w:bCs/>
              </w:rPr>
              <w:t>Fax:</w:t>
            </w:r>
          </w:p>
        </w:tc>
        <w:tc>
          <w:tcPr>
            <w:tcW w:w="5322" w:type="dxa"/>
            <w:gridSpan w:val="4"/>
          </w:tcPr>
          <w:p w14:paraId="7C793E9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3BD0E76" w14:textId="77777777" w:rsidTr="00A06BB8">
        <w:tc>
          <w:tcPr>
            <w:tcW w:w="1890" w:type="dxa"/>
            <w:gridSpan w:val="3"/>
          </w:tcPr>
          <w:p w14:paraId="28D11137" w14:textId="77777777" w:rsidR="00A1536D" w:rsidRPr="00BA4C1D" w:rsidRDefault="00A1536D" w:rsidP="00A06BB8">
            <w:pPr>
              <w:jc w:val="both"/>
              <w:rPr>
                <w:b/>
                <w:bCs/>
              </w:rPr>
            </w:pPr>
            <w:r w:rsidRPr="00BA4C1D">
              <w:rPr>
                <w:b/>
                <w:bCs/>
              </w:rPr>
              <w:t>Email Address:</w:t>
            </w:r>
          </w:p>
        </w:tc>
        <w:tc>
          <w:tcPr>
            <w:tcW w:w="9018" w:type="dxa"/>
            <w:gridSpan w:val="7"/>
          </w:tcPr>
          <w:p w14:paraId="778E28B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E082D6"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E08078A" w14:textId="0AF96A0A" w:rsidR="00A1536D" w:rsidRPr="00BA4C1D" w:rsidRDefault="00A1536D" w:rsidP="00E94A74">
      <w:pPr>
        <w:spacing w:after="240"/>
        <w:jc w:val="both"/>
      </w:pPr>
      <w:r w:rsidRPr="00BA4C1D">
        <w:rPr>
          <w:b/>
        </w:rPr>
        <w:t>1. Officers.</w:t>
      </w:r>
      <w:r w:rsidRPr="00BA4C1D">
        <w:t xml:space="preserve"> </w:t>
      </w:r>
      <w:r w:rsidR="006C3933">
        <w:t xml:space="preserve"> </w:t>
      </w:r>
      <w:r w:rsidRPr="00BA4C1D">
        <w:t>ERCOT will obtain the names of all individuals and/or entities listed with the Texas Secretary of State as having binding authority for the Applicant.</w:t>
      </w:r>
      <w:r w:rsidR="006C3933">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rsidR="006C3933">
        <w:t xml:space="preserve"> </w:t>
      </w:r>
      <w:r w:rsidRPr="00BA4C1D">
        <w:t>Alternatively, additional documentation (Articles of Incorporation, Board Resolutions, Delegation of Authority, Secretary’s Certificate, etc.) can be provided to prove binding authority for the Applicant.</w:t>
      </w:r>
    </w:p>
    <w:p w14:paraId="6515EAA9" w14:textId="49EB3D74" w:rsidR="00A1536D" w:rsidRPr="00BA4C1D" w:rsidRDefault="00A1536D" w:rsidP="00E94A74">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Please also provide the name and type of any other ERCOT Market Participant registrations held by the Applicant. </w:t>
      </w:r>
      <w:r w:rsidR="006C3933">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14:paraId="016F9419" w14:textId="77777777" w:rsidTr="00A1536D">
        <w:tc>
          <w:tcPr>
            <w:tcW w:w="3528" w:type="dxa"/>
          </w:tcPr>
          <w:p w14:paraId="14D831B6" w14:textId="77777777" w:rsidR="00A1536D" w:rsidRPr="00BA4C1D" w:rsidRDefault="00A1536D" w:rsidP="00A06BB8">
            <w:pPr>
              <w:jc w:val="center"/>
            </w:pPr>
            <w:r w:rsidRPr="00BA4C1D">
              <w:rPr>
                <w:b/>
                <w:bCs/>
              </w:rPr>
              <w:t>Affiliate Name</w:t>
            </w:r>
          </w:p>
          <w:p w14:paraId="44F7BE33" w14:textId="77777777" w:rsidR="00A1536D" w:rsidRPr="00BA4C1D" w:rsidRDefault="00A1536D" w:rsidP="00A06BB8">
            <w:pPr>
              <w:jc w:val="center"/>
            </w:pPr>
            <w:r w:rsidRPr="00BA4C1D">
              <w:t>(or name used for other ERCOT registration)</w:t>
            </w:r>
          </w:p>
        </w:tc>
        <w:tc>
          <w:tcPr>
            <w:tcW w:w="3414" w:type="dxa"/>
          </w:tcPr>
          <w:p w14:paraId="6F48955F" w14:textId="77777777" w:rsidR="00A1536D" w:rsidRPr="00BA4C1D" w:rsidRDefault="00A1536D" w:rsidP="00A06BB8">
            <w:pPr>
              <w:jc w:val="center"/>
              <w:rPr>
                <w:b/>
                <w:bCs/>
              </w:rPr>
            </w:pPr>
            <w:r w:rsidRPr="00BA4C1D">
              <w:rPr>
                <w:b/>
                <w:bCs/>
              </w:rPr>
              <w:t>Type of Legal Structure</w:t>
            </w:r>
          </w:p>
          <w:p w14:paraId="4E975E76" w14:textId="77777777" w:rsidR="00A1536D" w:rsidRPr="00BA4C1D" w:rsidRDefault="00A1536D" w:rsidP="00A06BB8">
            <w:pPr>
              <w:jc w:val="center"/>
              <w:rPr>
                <w:bCs/>
              </w:rPr>
            </w:pPr>
            <w:r w:rsidRPr="00BA4C1D">
              <w:rPr>
                <w:bCs/>
              </w:rPr>
              <w:t>(partnership, limited liability company, corporation, etc.)</w:t>
            </w:r>
          </w:p>
        </w:tc>
        <w:tc>
          <w:tcPr>
            <w:tcW w:w="2526" w:type="dxa"/>
          </w:tcPr>
          <w:p w14:paraId="200FC5F0" w14:textId="77777777" w:rsidR="00A1536D" w:rsidRPr="00BA4C1D" w:rsidRDefault="00A1536D" w:rsidP="00A06BB8">
            <w:pPr>
              <w:keepNext/>
              <w:jc w:val="center"/>
              <w:outlineLvl w:val="2"/>
              <w:rPr>
                <w:b/>
                <w:bCs/>
              </w:rPr>
            </w:pPr>
            <w:r w:rsidRPr="00BA4C1D">
              <w:rPr>
                <w:b/>
                <w:bCs/>
              </w:rPr>
              <w:t>Relationship</w:t>
            </w:r>
          </w:p>
          <w:p w14:paraId="18293F56" w14:textId="77777777" w:rsidR="00A1536D" w:rsidRPr="00BA4C1D" w:rsidRDefault="00A1536D" w:rsidP="00A06BB8">
            <w:pPr>
              <w:jc w:val="center"/>
            </w:pPr>
            <w:r w:rsidRPr="00BA4C1D">
              <w:t>(parent, subsidiary, partner, affiliate, etc.)</w:t>
            </w:r>
          </w:p>
        </w:tc>
      </w:tr>
      <w:tr w:rsidR="00A1536D" w:rsidRPr="00BA4C1D" w14:paraId="183113EB" w14:textId="77777777" w:rsidTr="00A1536D">
        <w:tc>
          <w:tcPr>
            <w:tcW w:w="3528" w:type="dxa"/>
          </w:tcPr>
          <w:p w14:paraId="30912BFF"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C518FDB"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008AF11"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26DCE9" w14:textId="77777777" w:rsidTr="00A1536D">
        <w:tc>
          <w:tcPr>
            <w:tcW w:w="3528" w:type="dxa"/>
          </w:tcPr>
          <w:p w14:paraId="2DD5D1D9" w14:textId="77777777"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EE04380" w14:textId="77777777"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8A8540" w14:textId="77777777"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4FA982DA" w14:textId="77777777" w:rsidTr="00A1536D">
        <w:tc>
          <w:tcPr>
            <w:tcW w:w="3528" w:type="dxa"/>
          </w:tcPr>
          <w:p w14:paraId="12F5CFCF" w14:textId="77777777" w:rsidR="00A1536D" w:rsidRPr="00BA4C1D" w:rsidRDefault="00A1536D" w:rsidP="00A06BB8">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31E0A8" w14:textId="77777777"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3849088" w14:textId="77777777"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C71CCD" w14:textId="77777777" w:rsidTr="00A1536D">
        <w:tc>
          <w:tcPr>
            <w:tcW w:w="3528" w:type="dxa"/>
          </w:tcPr>
          <w:p w14:paraId="350DD00B" w14:textId="77777777"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DF31095" w14:textId="77777777"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0D0151F" w14:textId="77777777"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66AF5B0" w14:textId="77777777" w:rsidTr="00A1536D">
        <w:tc>
          <w:tcPr>
            <w:tcW w:w="3528" w:type="dxa"/>
          </w:tcPr>
          <w:p w14:paraId="16A8DCCF" w14:textId="77777777"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72BC019" w14:textId="77777777"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4756330" w14:textId="77777777"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2FB47D4" w14:textId="77777777" w:rsidTr="00A1536D">
        <w:tc>
          <w:tcPr>
            <w:tcW w:w="3528" w:type="dxa"/>
          </w:tcPr>
          <w:p w14:paraId="00604532"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84B4424"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81DCAA"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2CFF7805" w14:textId="284A5E46" w:rsidR="00A1536D" w:rsidRPr="00BA4C1D" w:rsidRDefault="00A1536D" w:rsidP="00E94A74">
      <w:pPr>
        <w:spacing w:before="240" w:after="240"/>
        <w:jc w:val="both"/>
      </w:pPr>
      <w:r w:rsidRPr="00BA4C1D">
        <w:rPr>
          <w:b/>
          <w:bCs/>
        </w:rPr>
        <w:t>3. Counter-Party Credit Application</w:t>
      </w:r>
      <w:r w:rsidRPr="00BA4C1D">
        <w:t xml:space="preserve">. </w:t>
      </w:r>
      <w:r w:rsidR="006C3933">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FAC0FC9" w14:textId="13E6E185" w:rsidR="00A1536D" w:rsidRPr="00BA4C1D" w:rsidRDefault="00A1536D" w:rsidP="00E94A74">
      <w:pPr>
        <w:spacing w:after="240"/>
        <w:jc w:val="both"/>
        <w:rPr>
          <w:bCs/>
        </w:rPr>
      </w:pPr>
      <w:r w:rsidRPr="00BA4C1D">
        <w:rPr>
          <w:b/>
        </w:rPr>
        <w:t>4. Annual Certification Form to Meet ERCOT Additional Minimum Participation.</w:t>
      </w:r>
      <w:r w:rsidRPr="00BA4C1D">
        <w:t xml:space="preserve"> </w:t>
      </w:r>
      <w:r w:rsidR="006C3933">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6E68628" w14:textId="48C839A1" w:rsidR="00A1536D" w:rsidRPr="00BA4C1D" w:rsidRDefault="00A1536D" w:rsidP="00E94A74">
      <w:pPr>
        <w:spacing w:after="240"/>
        <w:jc w:val="both"/>
        <w:rPr>
          <w:bCs/>
        </w:rPr>
      </w:pPr>
      <w:r w:rsidRPr="00BA4C1D">
        <w:rPr>
          <w:b/>
          <w:bCs/>
        </w:rPr>
        <w:t xml:space="preserve">5. Qualified Scheduling Entity (QSE) Acknowledgment. </w:t>
      </w:r>
      <w:r w:rsidR="006C3933">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sidR="006C3933">
        <w:rPr>
          <w:bCs/>
        </w:rPr>
        <w:t>P</w:t>
      </w:r>
      <w:r w:rsidRPr="00BA4C1D">
        <w:rPr>
          <w:bCs/>
        </w:rPr>
        <w:t>CRRs.</w:t>
      </w:r>
    </w:p>
    <w:p w14:paraId="34B59B34"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14:paraId="360FD83B" w14:textId="77777777" w:rsidR="00A1536D" w:rsidRPr="00BA4C1D" w:rsidRDefault="00A1536D" w:rsidP="00A1536D">
      <w:pPr>
        <w:jc w:val="both"/>
        <w:rPr>
          <w:b/>
        </w:rPr>
      </w:pPr>
    </w:p>
    <w:p w14:paraId="18E72E12" w14:textId="750A7142"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14:paraId="0AB5C706" w14:textId="77777777" w:rsidTr="00A1536D">
        <w:tc>
          <w:tcPr>
            <w:tcW w:w="4158" w:type="dxa"/>
            <w:vAlign w:val="center"/>
          </w:tcPr>
          <w:p w14:paraId="77DF2BD2" w14:textId="77777777" w:rsidR="00A1536D" w:rsidRPr="00BA4C1D" w:rsidRDefault="00A1536D" w:rsidP="00A06BB8">
            <w:pPr>
              <w:autoSpaceDE w:val="0"/>
              <w:autoSpaceDN w:val="0"/>
            </w:pPr>
            <w:r w:rsidRPr="00BA4C1D">
              <w:t xml:space="preserve">Signature of AR, Backup </w:t>
            </w:r>
            <w:proofErr w:type="gramStart"/>
            <w:r w:rsidRPr="00BA4C1D">
              <w:t>AR</w:t>
            </w:r>
            <w:proofErr w:type="gramEnd"/>
            <w:r w:rsidRPr="00BA4C1D">
              <w:t xml:space="preserve"> or Officer:</w:t>
            </w:r>
          </w:p>
        </w:tc>
        <w:tc>
          <w:tcPr>
            <w:tcW w:w="5418" w:type="dxa"/>
          </w:tcPr>
          <w:p w14:paraId="47A11BD6" w14:textId="77777777" w:rsidR="00A1536D" w:rsidRPr="00BA4C1D" w:rsidRDefault="00A1536D" w:rsidP="00A06BB8">
            <w:pPr>
              <w:keepNext/>
              <w:autoSpaceDE w:val="0"/>
              <w:autoSpaceDN w:val="0"/>
              <w:jc w:val="both"/>
              <w:outlineLvl w:val="1"/>
              <w:rPr>
                <w:b/>
                <w:bCs/>
                <w:iCs/>
              </w:rPr>
            </w:pPr>
          </w:p>
        </w:tc>
      </w:tr>
      <w:tr w:rsidR="00A1536D" w:rsidRPr="00BA4C1D" w14:paraId="6DC94A3E" w14:textId="77777777" w:rsidTr="00A1536D">
        <w:tc>
          <w:tcPr>
            <w:tcW w:w="4158" w:type="dxa"/>
            <w:vAlign w:val="center"/>
          </w:tcPr>
          <w:p w14:paraId="7AA0E254" w14:textId="77777777" w:rsidR="00A1536D" w:rsidRPr="00BA4C1D" w:rsidRDefault="00A1536D" w:rsidP="00A06BB8">
            <w:pPr>
              <w:autoSpaceDE w:val="0"/>
              <w:autoSpaceDN w:val="0"/>
            </w:pPr>
            <w:r w:rsidRPr="00BA4C1D">
              <w:t xml:space="preserve">Printed Name of AR, Backup </w:t>
            </w:r>
            <w:proofErr w:type="gramStart"/>
            <w:r w:rsidRPr="00BA4C1D">
              <w:t>AR</w:t>
            </w:r>
            <w:proofErr w:type="gramEnd"/>
            <w:r w:rsidRPr="00BA4C1D">
              <w:t xml:space="preserve"> or Officer:</w:t>
            </w:r>
          </w:p>
        </w:tc>
        <w:tc>
          <w:tcPr>
            <w:tcW w:w="5418" w:type="dxa"/>
          </w:tcPr>
          <w:p w14:paraId="0917B6B7"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14:paraId="5D5AFA61" w14:textId="77777777" w:rsidTr="00A1536D">
        <w:tc>
          <w:tcPr>
            <w:tcW w:w="4158" w:type="dxa"/>
            <w:vAlign w:val="center"/>
          </w:tcPr>
          <w:p w14:paraId="5E321C77" w14:textId="77777777" w:rsidR="00A1536D" w:rsidRPr="00BA4C1D" w:rsidRDefault="00A1536D" w:rsidP="00A06BB8">
            <w:pPr>
              <w:keepNext/>
              <w:autoSpaceDE w:val="0"/>
              <w:autoSpaceDN w:val="0"/>
              <w:outlineLvl w:val="1"/>
              <w:rPr>
                <w:bCs/>
                <w:iCs/>
              </w:rPr>
            </w:pPr>
            <w:r w:rsidRPr="00BA4C1D">
              <w:rPr>
                <w:bCs/>
                <w:iCs/>
              </w:rPr>
              <w:t>Date:</w:t>
            </w:r>
          </w:p>
        </w:tc>
        <w:tc>
          <w:tcPr>
            <w:tcW w:w="5418" w:type="dxa"/>
          </w:tcPr>
          <w:p w14:paraId="437AE975"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06444305" w14:textId="77777777" w:rsidR="00A1536D" w:rsidRPr="00BA4C1D" w:rsidRDefault="00A1536D" w:rsidP="00A1536D"/>
    <w:p w14:paraId="03CBB9E3" w14:textId="77777777"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14:paraId="39A6ED3E" w14:textId="77777777" w:rsidR="00A1536D" w:rsidRPr="00BA4C1D" w:rsidRDefault="00A1536D" w:rsidP="00A1536D">
      <w:pPr>
        <w:widowControl w:val="0"/>
        <w:autoSpaceDE w:val="0"/>
        <w:autoSpaceDN w:val="0"/>
        <w:adjustRightInd w:val="0"/>
        <w:jc w:val="center"/>
        <w:rPr>
          <w:b/>
        </w:rPr>
      </w:pPr>
      <w:r w:rsidRPr="00BA4C1D">
        <w:rPr>
          <w:b/>
        </w:rPr>
        <w:t>Acknowledgment by Designated QSE for</w:t>
      </w:r>
    </w:p>
    <w:p w14:paraId="53E82AB4" w14:textId="77777777"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14:paraId="0CBB2AAA" w14:textId="77777777"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14:paraId="0360651F" w14:textId="77777777"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241413EE" w14:textId="77777777"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314D57BF" w14:textId="77777777"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7F2BFC65" w14:textId="77777777" w:rsidR="00A1536D" w:rsidRPr="00BA4C1D" w:rsidRDefault="00A1536D" w:rsidP="00E94A74">
      <w:pPr>
        <w:widowControl w:val="0"/>
        <w:autoSpaceDE w:val="0"/>
        <w:autoSpaceDN w:val="0"/>
        <w:adjustRightInd w:val="0"/>
        <w:spacing w:after="240"/>
        <w:jc w:val="both"/>
      </w:pPr>
      <w:r w:rsidRPr="00BA4C1D">
        <w:t xml:space="preserve">or </w:t>
      </w:r>
    </w:p>
    <w:p w14:paraId="557EAFDE" w14:textId="77777777"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95697B">
        <w:fldChar w:fldCharType="separate"/>
      </w:r>
      <w:r w:rsidRPr="00BA4C1D">
        <w:fldChar w:fldCharType="end"/>
      </w:r>
    </w:p>
    <w:p w14:paraId="782DB72E" w14:textId="77777777"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14:paraId="026FEA32" w14:textId="77777777" w:rsidTr="00A1536D">
        <w:trPr>
          <w:trHeight w:val="288"/>
        </w:trPr>
        <w:tc>
          <w:tcPr>
            <w:tcW w:w="2898" w:type="dxa"/>
          </w:tcPr>
          <w:p w14:paraId="0CD95042" w14:textId="77777777" w:rsidR="00A1536D" w:rsidRPr="00BA4C1D" w:rsidRDefault="00A1536D" w:rsidP="00A06BB8">
            <w:pPr>
              <w:widowControl w:val="0"/>
              <w:autoSpaceDE w:val="0"/>
              <w:autoSpaceDN w:val="0"/>
              <w:adjustRightInd w:val="0"/>
            </w:pPr>
            <w:r w:rsidRPr="00BA4C1D">
              <w:t>Signature of AR for QSE:</w:t>
            </w:r>
          </w:p>
        </w:tc>
        <w:tc>
          <w:tcPr>
            <w:tcW w:w="6678" w:type="dxa"/>
          </w:tcPr>
          <w:p w14:paraId="07E8A0DD" w14:textId="77777777" w:rsidR="00A1536D" w:rsidRPr="00BA4C1D" w:rsidRDefault="00A1536D" w:rsidP="00A06BB8">
            <w:pPr>
              <w:widowControl w:val="0"/>
              <w:autoSpaceDE w:val="0"/>
              <w:autoSpaceDN w:val="0"/>
              <w:adjustRightInd w:val="0"/>
            </w:pPr>
          </w:p>
        </w:tc>
      </w:tr>
      <w:tr w:rsidR="00A1536D" w:rsidRPr="00BA4C1D" w14:paraId="71DABEEE" w14:textId="77777777" w:rsidTr="00A1536D">
        <w:trPr>
          <w:trHeight w:val="288"/>
        </w:trPr>
        <w:tc>
          <w:tcPr>
            <w:tcW w:w="2898" w:type="dxa"/>
          </w:tcPr>
          <w:p w14:paraId="1A784494" w14:textId="77777777" w:rsidR="00A1536D" w:rsidRPr="00BA4C1D" w:rsidRDefault="00A1536D" w:rsidP="00A06BB8">
            <w:pPr>
              <w:widowControl w:val="0"/>
              <w:autoSpaceDE w:val="0"/>
              <w:autoSpaceDN w:val="0"/>
              <w:adjustRightInd w:val="0"/>
            </w:pPr>
            <w:r w:rsidRPr="00BA4C1D">
              <w:t>Printed Name of AR:</w:t>
            </w:r>
          </w:p>
        </w:tc>
        <w:tc>
          <w:tcPr>
            <w:tcW w:w="6678" w:type="dxa"/>
          </w:tcPr>
          <w:p w14:paraId="12EB8F0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0D652E2" w14:textId="77777777" w:rsidTr="00A1536D">
        <w:trPr>
          <w:trHeight w:val="288"/>
        </w:trPr>
        <w:tc>
          <w:tcPr>
            <w:tcW w:w="2898" w:type="dxa"/>
          </w:tcPr>
          <w:p w14:paraId="6FDBA3EC" w14:textId="77777777" w:rsidR="00A1536D" w:rsidRPr="00BA4C1D" w:rsidRDefault="00A1536D" w:rsidP="00A06BB8">
            <w:pPr>
              <w:widowControl w:val="0"/>
              <w:autoSpaceDE w:val="0"/>
              <w:autoSpaceDN w:val="0"/>
              <w:adjustRightInd w:val="0"/>
            </w:pPr>
            <w:r w:rsidRPr="00BA4C1D">
              <w:t>Email Address of AR:</w:t>
            </w:r>
          </w:p>
        </w:tc>
        <w:tc>
          <w:tcPr>
            <w:tcW w:w="6678" w:type="dxa"/>
          </w:tcPr>
          <w:p w14:paraId="582C917D"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50C13F0" w14:textId="77777777" w:rsidTr="00A1536D">
        <w:trPr>
          <w:trHeight w:val="288"/>
        </w:trPr>
        <w:tc>
          <w:tcPr>
            <w:tcW w:w="2898" w:type="dxa"/>
          </w:tcPr>
          <w:p w14:paraId="79368635" w14:textId="77777777" w:rsidR="00A1536D" w:rsidRPr="00BA4C1D" w:rsidRDefault="00A1536D" w:rsidP="00A06BB8">
            <w:pPr>
              <w:widowControl w:val="0"/>
              <w:autoSpaceDE w:val="0"/>
              <w:autoSpaceDN w:val="0"/>
              <w:adjustRightInd w:val="0"/>
            </w:pPr>
            <w:r w:rsidRPr="00BA4C1D">
              <w:t>Date:</w:t>
            </w:r>
          </w:p>
        </w:tc>
        <w:tc>
          <w:tcPr>
            <w:tcW w:w="6678" w:type="dxa"/>
          </w:tcPr>
          <w:p w14:paraId="3BC7A4DA"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12432CE" w14:textId="77777777" w:rsidTr="00A1536D">
        <w:trPr>
          <w:trHeight w:val="288"/>
        </w:trPr>
        <w:tc>
          <w:tcPr>
            <w:tcW w:w="2898" w:type="dxa"/>
          </w:tcPr>
          <w:p w14:paraId="6B65C8BC" w14:textId="77777777" w:rsidR="00A1536D" w:rsidRPr="00BA4C1D" w:rsidRDefault="00A1536D" w:rsidP="00A06BB8">
            <w:pPr>
              <w:widowControl w:val="0"/>
              <w:autoSpaceDE w:val="0"/>
              <w:autoSpaceDN w:val="0"/>
              <w:adjustRightInd w:val="0"/>
            </w:pPr>
            <w:r w:rsidRPr="00BA4C1D">
              <w:t>Name of Designated QSE:</w:t>
            </w:r>
          </w:p>
        </w:tc>
        <w:tc>
          <w:tcPr>
            <w:tcW w:w="6678" w:type="dxa"/>
          </w:tcPr>
          <w:p w14:paraId="3AD2B98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B10BE8F" w14:textId="77777777" w:rsidTr="00A1536D">
        <w:trPr>
          <w:trHeight w:val="288"/>
        </w:trPr>
        <w:tc>
          <w:tcPr>
            <w:tcW w:w="2898" w:type="dxa"/>
          </w:tcPr>
          <w:p w14:paraId="24BDDC9C" w14:textId="77777777" w:rsidR="00A1536D" w:rsidRPr="00BA4C1D" w:rsidRDefault="00A1536D" w:rsidP="00A06BB8">
            <w:pPr>
              <w:widowControl w:val="0"/>
              <w:autoSpaceDE w:val="0"/>
              <w:autoSpaceDN w:val="0"/>
              <w:adjustRightInd w:val="0"/>
            </w:pPr>
            <w:r w:rsidRPr="00BA4C1D">
              <w:t>DUNS of Designated QSE:</w:t>
            </w:r>
          </w:p>
        </w:tc>
        <w:tc>
          <w:tcPr>
            <w:tcW w:w="6678" w:type="dxa"/>
          </w:tcPr>
          <w:p w14:paraId="22C502FF"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C6B708E" w14:textId="77777777"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14:paraId="27215886" w14:textId="77777777" w:rsidTr="00E94A74">
        <w:trPr>
          <w:trHeight w:val="288"/>
        </w:trPr>
        <w:tc>
          <w:tcPr>
            <w:tcW w:w="2651" w:type="dxa"/>
          </w:tcPr>
          <w:p w14:paraId="50C9D41F" w14:textId="77777777" w:rsidR="00A1536D" w:rsidRPr="00BA4C1D" w:rsidRDefault="00A1536D" w:rsidP="00A06BB8">
            <w:pPr>
              <w:widowControl w:val="0"/>
              <w:autoSpaceDE w:val="0"/>
              <w:autoSpaceDN w:val="0"/>
              <w:adjustRightInd w:val="0"/>
            </w:pPr>
            <w:r w:rsidRPr="00BA4C1D">
              <w:t>Signature of AR for MP:</w:t>
            </w:r>
          </w:p>
        </w:tc>
        <w:tc>
          <w:tcPr>
            <w:tcW w:w="6925" w:type="dxa"/>
          </w:tcPr>
          <w:p w14:paraId="69DB8F9D" w14:textId="77777777" w:rsidR="00A1536D" w:rsidRPr="00BA4C1D" w:rsidRDefault="00A1536D" w:rsidP="00A06BB8">
            <w:pPr>
              <w:widowControl w:val="0"/>
              <w:adjustRightInd w:val="0"/>
            </w:pPr>
          </w:p>
        </w:tc>
      </w:tr>
      <w:tr w:rsidR="00A1536D" w:rsidRPr="00BA4C1D" w14:paraId="11764B8D" w14:textId="77777777" w:rsidTr="00E94A74">
        <w:trPr>
          <w:trHeight w:val="288"/>
        </w:trPr>
        <w:tc>
          <w:tcPr>
            <w:tcW w:w="2651" w:type="dxa"/>
          </w:tcPr>
          <w:p w14:paraId="454DC207" w14:textId="77777777" w:rsidR="00A1536D" w:rsidRPr="00BA4C1D" w:rsidRDefault="00A1536D" w:rsidP="00A06BB8">
            <w:pPr>
              <w:widowControl w:val="0"/>
              <w:autoSpaceDE w:val="0"/>
              <w:autoSpaceDN w:val="0"/>
              <w:adjustRightInd w:val="0"/>
            </w:pPr>
            <w:r w:rsidRPr="00BA4C1D">
              <w:t>Printed Name of AR:</w:t>
            </w:r>
          </w:p>
        </w:tc>
        <w:tc>
          <w:tcPr>
            <w:tcW w:w="6925" w:type="dxa"/>
          </w:tcPr>
          <w:p w14:paraId="53196CF8"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0C2B2" w14:textId="77777777" w:rsidTr="00E94A74">
        <w:trPr>
          <w:trHeight w:val="288"/>
        </w:trPr>
        <w:tc>
          <w:tcPr>
            <w:tcW w:w="2651" w:type="dxa"/>
          </w:tcPr>
          <w:p w14:paraId="023D1174" w14:textId="77777777" w:rsidR="00A1536D" w:rsidRPr="00BA4C1D" w:rsidRDefault="00A1536D" w:rsidP="00A06BB8">
            <w:pPr>
              <w:widowControl w:val="0"/>
              <w:autoSpaceDE w:val="0"/>
              <w:autoSpaceDN w:val="0"/>
              <w:adjustRightInd w:val="0"/>
            </w:pPr>
            <w:r w:rsidRPr="00BA4C1D">
              <w:t xml:space="preserve">Email Address of AR: </w:t>
            </w:r>
          </w:p>
        </w:tc>
        <w:tc>
          <w:tcPr>
            <w:tcW w:w="6925" w:type="dxa"/>
          </w:tcPr>
          <w:p w14:paraId="7BD34F93" w14:textId="77777777"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0"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14:paraId="6380AAD4" w14:textId="77777777" w:rsidTr="00E94A74">
        <w:trPr>
          <w:trHeight w:val="288"/>
        </w:trPr>
        <w:tc>
          <w:tcPr>
            <w:tcW w:w="2651" w:type="dxa"/>
          </w:tcPr>
          <w:p w14:paraId="565A2704" w14:textId="77777777" w:rsidR="00A1536D" w:rsidRPr="00BA4C1D" w:rsidRDefault="00A1536D" w:rsidP="00A06BB8">
            <w:pPr>
              <w:widowControl w:val="0"/>
              <w:autoSpaceDE w:val="0"/>
              <w:autoSpaceDN w:val="0"/>
              <w:adjustRightInd w:val="0"/>
            </w:pPr>
            <w:r w:rsidRPr="00BA4C1D">
              <w:t>Date:</w:t>
            </w:r>
          </w:p>
        </w:tc>
        <w:tc>
          <w:tcPr>
            <w:tcW w:w="6925" w:type="dxa"/>
          </w:tcPr>
          <w:p w14:paraId="5B97A423"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3AE55B5" w14:textId="77777777" w:rsidTr="00E94A74">
        <w:trPr>
          <w:trHeight w:val="288"/>
        </w:trPr>
        <w:tc>
          <w:tcPr>
            <w:tcW w:w="2651" w:type="dxa"/>
          </w:tcPr>
          <w:p w14:paraId="5A26783B" w14:textId="77777777" w:rsidR="00A1536D" w:rsidRPr="00BA4C1D" w:rsidRDefault="00A1536D" w:rsidP="00A06BB8">
            <w:pPr>
              <w:widowControl w:val="0"/>
              <w:autoSpaceDE w:val="0"/>
              <w:autoSpaceDN w:val="0"/>
              <w:adjustRightInd w:val="0"/>
            </w:pPr>
            <w:r w:rsidRPr="00BA4C1D">
              <w:t>Name of MP:</w:t>
            </w:r>
          </w:p>
        </w:tc>
        <w:tc>
          <w:tcPr>
            <w:tcW w:w="6925" w:type="dxa"/>
          </w:tcPr>
          <w:p w14:paraId="10DF5AE2"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E7FFE90" w14:textId="77777777" w:rsidTr="00E94A74">
        <w:trPr>
          <w:trHeight w:val="288"/>
        </w:trPr>
        <w:tc>
          <w:tcPr>
            <w:tcW w:w="2651" w:type="dxa"/>
          </w:tcPr>
          <w:p w14:paraId="321AF724" w14:textId="77777777" w:rsidR="00A1536D" w:rsidRPr="00BA4C1D" w:rsidRDefault="00A1536D" w:rsidP="00A06BB8">
            <w:pPr>
              <w:widowControl w:val="0"/>
              <w:autoSpaceDE w:val="0"/>
              <w:autoSpaceDN w:val="0"/>
              <w:adjustRightInd w:val="0"/>
            </w:pPr>
            <w:r w:rsidRPr="00BA4C1D">
              <w:t>DUNS No. of MP:</w:t>
            </w:r>
          </w:p>
        </w:tc>
        <w:tc>
          <w:tcPr>
            <w:tcW w:w="6925" w:type="dxa"/>
          </w:tcPr>
          <w:p w14:paraId="4F87F99E"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F559DD2" w14:textId="16861F2B" w:rsidR="00621D1F" w:rsidRDefault="00621D1F" w:rsidP="00E94A74"/>
    <w:p w14:paraId="326661CE" w14:textId="1CC2E39F" w:rsidR="00960250" w:rsidRDefault="00960250" w:rsidP="00E94A74"/>
    <w:p w14:paraId="7BA2FEAF" w14:textId="37117B0F" w:rsidR="00960250" w:rsidRDefault="00960250" w:rsidP="00E94A74"/>
    <w:p w14:paraId="34AAAF1D" w14:textId="130CBC03" w:rsidR="00960250" w:rsidRDefault="00960250" w:rsidP="00E94A74"/>
    <w:p w14:paraId="6A9575B6" w14:textId="02D1B0EC" w:rsidR="00960250" w:rsidRDefault="00960250" w:rsidP="00E94A74"/>
    <w:p w14:paraId="417CED21" w14:textId="70A1E8F3" w:rsidR="00960250" w:rsidRDefault="00960250" w:rsidP="00E94A74"/>
    <w:p w14:paraId="0E729A95" w14:textId="5DA0F39C" w:rsidR="00960250" w:rsidRDefault="00960250" w:rsidP="00E94A74"/>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60250" w14:paraId="758FD2C4" w14:textId="77777777" w:rsidTr="000A5045">
        <w:tc>
          <w:tcPr>
            <w:tcW w:w="9558" w:type="dxa"/>
            <w:shd w:val="pct12" w:color="auto" w:fill="auto"/>
          </w:tcPr>
          <w:p w14:paraId="4F3E9398" w14:textId="3C645412" w:rsidR="00960250" w:rsidRPr="0002450E" w:rsidRDefault="00960250" w:rsidP="000A5045">
            <w:pPr>
              <w:pStyle w:val="Instructions"/>
              <w:spacing w:before="120"/>
              <w:rPr>
                <w:iCs w:val="0"/>
              </w:rPr>
            </w:pPr>
            <w:r w:rsidRPr="0002450E">
              <w:rPr>
                <w:iCs w:val="0"/>
              </w:rPr>
              <w:lastRenderedPageBreak/>
              <w:t>[NPRR</w:t>
            </w:r>
            <w:r>
              <w:rPr>
                <w:iCs w:val="0"/>
                <w:lang w:val="en-US"/>
              </w:rPr>
              <w:t>1073</w:t>
            </w:r>
            <w:r w:rsidRPr="0002450E">
              <w:rPr>
                <w:iCs w:val="0"/>
              </w:rPr>
              <w:t xml:space="preserve">:  </w:t>
            </w:r>
            <w:r>
              <w:rPr>
                <w:iCs w:val="0"/>
                <w:lang w:val="en-US"/>
              </w:rPr>
              <w:t>Replace Section 23</w:t>
            </w:r>
            <w:r w:rsidR="002128DE">
              <w:rPr>
                <w:iCs w:val="0"/>
                <w:lang w:val="en-US"/>
              </w:rPr>
              <w:t>,</w:t>
            </w:r>
            <w:r>
              <w:rPr>
                <w:iCs w:val="0"/>
                <w:lang w:val="en-US"/>
              </w:rPr>
              <w:t xml:space="preserve"> Form A above with the following</w:t>
            </w:r>
            <w:r w:rsidRPr="0002450E">
              <w:rPr>
                <w:iCs w:val="0"/>
              </w:rPr>
              <w:t xml:space="preserve"> upon system implementation:]</w:t>
            </w:r>
          </w:p>
          <w:p w14:paraId="0BF24FE5" w14:textId="77777777" w:rsidR="00960250" w:rsidRPr="00BA4C1D" w:rsidRDefault="00960250" w:rsidP="00960250">
            <w:pPr>
              <w:jc w:val="center"/>
              <w:rPr>
                <w:b/>
                <w:bCs/>
              </w:rPr>
            </w:pPr>
            <w:r w:rsidRPr="00BA4C1D">
              <w:rPr>
                <w:b/>
                <w:bCs/>
              </w:rPr>
              <w:t>CONGESTION REVENUE RIGHT (CRR) ACCOUNT HOLDER</w:t>
            </w:r>
          </w:p>
          <w:p w14:paraId="69EFB1D2" w14:textId="77777777" w:rsidR="00960250" w:rsidRPr="00BA4C1D" w:rsidRDefault="00960250" w:rsidP="00960250">
            <w:pPr>
              <w:spacing w:after="240"/>
              <w:jc w:val="center"/>
              <w:rPr>
                <w:b/>
                <w:bCs/>
              </w:rPr>
            </w:pPr>
            <w:r w:rsidRPr="00BA4C1D">
              <w:rPr>
                <w:b/>
                <w:bCs/>
              </w:rPr>
              <w:t>APPLICATION FOR REGISTRATION</w:t>
            </w:r>
          </w:p>
          <w:p w14:paraId="2B85B6E2" w14:textId="46262D04" w:rsidR="00960250" w:rsidRPr="00BA4C1D" w:rsidRDefault="00960250" w:rsidP="00960250">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2" w:history="1">
              <w:r>
                <w:rPr>
                  <w:color w:val="0000FF"/>
                  <w:u w:val="single"/>
                </w:rPr>
                <w:t>MPRegistration@ercot.com</w:t>
              </w:r>
            </w:hyperlink>
            <w:r w:rsidRPr="00BA4C1D">
              <w:t xml:space="preserve"> (.pdf version), via facsimile to (512) 225-7079, or via mail to Market Participant Registration, 7620 Metro Center Drive, Austin, Texas 78744. </w:t>
            </w:r>
            <w:r w:rsidR="006C3933">
              <w:t xml:space="preserve"> </w:t>
            </w:r>
            <w:r w:rsidRPr="00BA4C1D">
              <w:t>In addition to the application, ERCOT must receive an application fee in the amount of $500 via check or wire transfer.</w:t>
            </w:r>
            <w:r w:rsidRPr="008306E6">
              <w:t xml:space="preserve"> </w:t>
            </w:r>
            <w:r w:rsidR="006C3933">
              <w:t xml:space="preserve"> </w:t>
            </w:r>
            <w:r w:rsidRPr="00BA4C1D">
              <w:rPr>
                <w:bCs/>
              </w:rPr>
              <w:t>If you need assistance filling out this form, or if you have any questions, please call (512) 248-3900.</w:t>
            </w:r>
          </w:p>
          <w:p w14:paraId="43C5BDAA" w14:textId="439E3229" w:rsidR="00960250" w:rsidRPr="00BA4C1D" w:rsidRDefault="00960250" w:rsidP="00960250">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1409FA21" w14:textId="77777777" w:rsidR="00960250" w:rsidRPr="00BA4C1D" w:rsidRDefault="00960250" w:rsidP="00960250">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1"/>
              <w:gridCol w:w="5975"/>
            </w:tblGrid>
            <w:tr w:rsidR="00960250" w:rsidRPr="00BA4C1D" w14:paraId="78FB5BE5" w14:textId="77777777" w:rsidTr="000A5045">
              <w:tc>
                <w:tcPr>
                  <w:tcW w:w="3258" w:type="dxa"/>
                </w:tcPr>
                <w:p w14:paraId="5DCD6F85" w14:textId="77777777" w:rsidR="00960250" w:rsidRPr="00BA4C1D" w:rsidRDefault="00960250" w:rsidP="00960250">
                  <w:pPr>
                    <w:rPr>
                      <w:b/>
                      <w:bCs/>
                    </w:rPr>
                  </w:pPr>
                  <w:r w:rsidRPr="00BA4C1D">
                    <w:rPr>
                      <w:b/>
                      <w:bCs/>
                    </w:rPr>
                    <w:t>Legal Name of the Applicant:</w:t>
                  </w:r>
                </w:p>
              </w:tc>
              <w:tc>
                <w:tcPr>
                  <w:tcW w:w="6318" w:type="dxa"/>
                </w:tcPr>
                <w:p w14:paraId="2D3C2F9D"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960250" w:rsidRPr="00BA4C1D" w14:paraId="07DEFDD6" w14:textId="77777777" w:rsidTr="000A5045">
              <w:tc>
                <w:tcPr>
                  <w:tcW w:w="3258" w:type="dxa"/>
                </w:tcPr>
                <w:p w14:paraId="5E01536E" w14:textId="77777777" w:rsidR="00960250" w:rsidRPr="00BA4C1D" w:rsidRDefault="00960250" w:rsidP="00960250">
                  <w:pPr>
                    <w:rPr>
                      <w:b/>
                      <w:bCs/>
                    </w:rPr>
                  </w:pPr>
                  <w:r w:rsidRPr="00BA4C1D">
                    <w:rPr>
                      <w:b/>
                      <w:bCs/>
                    </w:rPr>
                    <w:t>Legal Address of the Applicant:</w:t>
                  </w:r>
                </w:p>
              </w:tc>
              <w:tc>
                <w:tcPr>
                  <w:tcW w:w="6318" w:type="dxa"/>
                </w:tcPr>
                <w:p w14:paraId="73EA8AE2" w14:textId="77777777" w:rsidR="00960250" w:rsidRPr="00BA4C1D" w:rsidRDefault="00960250" w:rsidP="00960250">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960250" w:rsidRPr="00BA4C1D" w14:paraId="0DC5AA38" w14:textId="77777777" w:rsidTr="000A5045">
              <w:tc>
                <w:tcPr>
                  <w:tcW w:w="3258" w:type="dxa"/>
                </w:tcPr>
                <w:p w14:paraId="10BCA66E" w14:textId="77777777" w:rsidR="00960250" w:rsidRPr="00BA4C1D" w:rsidRDefault="00960250" w:rsidP="00960250">
                  <w:pPr>
                    <w:jc w:val="both"/>
                    <w:rPr>
                      <w:b/>
                      <w:bCs/>
                    </w:rPr>
                  </w:pPr>
                </w:p>
              </w:tc>
              <w:tc>
                <w:tcPr>
                  <w:tcW w:w="6318" w:type="dxa"/>
                </w:tcPr>
                <w:p w14:paraId="30497977" w14:textId="77777777" w:rsidR="00960250" w:rsidRPr="00BA4C1D" w:rsidRDefault="00960250" w:rsidP="00960250">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247F30A8" w14:textId="77777777" w:rsidTr="000A5045">
              <w:tc>
                <w:tcPr>
                  <w:tcW w:w="3258" w:type="dxa"/>
                </w:tcPr>
                <w:p w14:paraId="731FCD9A" w14:textId="77777777" w:rsidR="00960250" w:rsidRPr="00BA4C1D" w:rsidRDefault="00960250" w:rsidP="00960250">
                  <w:pPr>
                    <w:jc w:val="both"/>
                    <w:rPr>
                      <w:b/>
                      <w:bCs/>
                    </w:rPr>
                  </w:pPr>
                  <w:r w:rsidRPr="00BA4C1D">
                    <w:rPr>
                      <w:b/>
                      <w:bCs/>
                    </w:rPr>
                    <w:t>DUNS¹ Number:</w:t>
                  </w:r>
                </w:p>
              </w:tc>
              <w:tc>
                <w:tcPr>
                  <w:tcW w:w="6318" w:type="dxa"/>
                </w:tcPr>
                <w:p w14:paraId="261F940B" w14:textId="77777777" w:rsidR="00960250" w:rsidRPr="00BA4C1D" w:rsidRDefault="00960250" w:rsidP="00960250">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7A5B86" w14:textId="77777777" w:rsidR="00960250" w:rsidRDefault="00960250" w:rsidP="00960250">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7715E9E2" w14:textId="77777777" w:rsidR="00960250" w:rsidRPr="00BA4C1D" w:rsidRDefault="00960250" w:rsidP="00960250">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95697B">
              <w:rPr>
                <w:b/>
                <w:bCs/>
              </w:rPr>
            </w:r>
            <w:r w:rsidR="0095697B">
              <w:rPr>
                <w:b/>
                <w:bCs/>
              </w:rPr>
              <w:fldChar w:fldCharType="separate"/>
            </w:r>
            <w:r w:rsidRPr="00BA4C1D">
              <w:rPr>
                <w:b/>
                <w:bCs/>
              </w:rPr>
              <w:fldChar w:fldCharType="end"/>
            </w:r>
            <w:r w:rsidRPr="00BA4C1D">
              <w:rPr>
                <w:b/>
                <w:bCs/>
              </w:rPr>
              <w:t xml:space="preserve"> Check if entity is a Non-Opt </w:t>
            </w:r>
            <w:proofErr w:type="gramStart"/>
            <w:r w:rsidRPr="00BA4C1D">
              <w:rPr>
                <w:b/>
                <w:bCs/>
              </w:rPr>
              <w:t>In</w:t>
            </w:r>
            <w:proofErr w:type="gramEnd"/>
            <w:r w:rsidRPr="00BA4C1D">
              <w:rPr>
                <w:b/>
                <w:bCs/>
              </w:rPr>
              <w:t xml:space="preserve"> Entity (NOIE).</w:t>
            </w:r>
          </w:p>
          <w:p w14:paraId="1EBA8AE0" w14:textId="72E845B5" w:rsidR="00960250" w:rsidRPr="00BA4C1D" w:rsidRDefault="00960250" w:rsidP="00960250">
            <w:pPr>
              <w:spacing w:after="240"/>
              <w:jc w:val="both"/>
              <w:rPr>
                <w:bCs/>
              </w:rPr>
            </w:pPr>
            <w:r w:rsidRPr="00BA4C1D">
              <w:rPr>
                <w:b/>
                <w:bCs/>
              </w:rPr>
              <w:t xml:space="preserve">1. Authorized Representative </w:t>
            </w:r>
            <w:r>
              <w:rPr>
                <w:b/>
                <w:bCs/>
              </w:rPr>
              <w:t>(“AR”)</w:t>
            </w:r>
            <w:r w:rsidRPr="00BA4C1D">
              <w:rPr>
                <w:bCs/>
              </w:rPr>
              <w:t>.</w:t>
            </w:r>
            <w:r>
              <w:rPr>
                <w:b/>
                <w:bCs/>
              </w:rPr>
              <w:t xml:space="preserve"> </w:t>
            </w:r>
            <w:r w:rsidR="006C3933">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960250" w:rsidRPr="00BA4C1D" w14:paraId="425E058C" w14:textId="77777777" w:rsidTr="000A5045">
              <w:tc>
                <w:tcPr>
                  <w:tcW w:w="1528" w:type="dxa"/>
                  <w:gridSpan w:val="3"/>
                </w:tcPr>
                <w:p w14:paraId="756E6BF1" w14:textId="77777777" w:rsidR="00960250" w:rsidRPr="00BA4C1D" w:rsidRDefault="00960250" w:rsidP="00960250">
                  <w:pPr>
                    <w:jc w:val="both"/>
                    <w:rPr>
                      <w:b/>
                      <w:bCs/>
                    </w:rPr>
                  </w:pPr>
                  <w:r w:rsidRPr="00BA4C1D">
                    <w:rPr>
                      <w:b/>
                      <w:bCs/>
                    </w:rPr>
                    <w:t>Name:</w:t>
                  </w:r>
                </w:p>
              </w:tc>
              <w:tc>
                <w:tcPr>
                  <w:tcW w:w="3561" w:type="dxa"/>
                  <w:gridSpan w:val="4"/>
                </w:tcPr>
                <w:p w14:paraId="28300213" w14:textId="77777777" w:rsidR="00960250" w:rsidRPr="00BA4C1D" w:rsidRDefault="00960250" w:rsidP="00960250">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7" w:type="dxa"/>
                </w:tcPr>
                <w:p w14:paraId="54CC60C0" w14:textId="77777777" w:rsidR="00960250" w:rsidRPr="00BA4C1D" w:rsidRDefault="00960250" w:rsidP="00960250">
                  <w:pPr>
                    <w:jc w:val="both"/>
                    <w:rPr>
                      <w:b/>
                      <w:bCs/>
                    </w:rPr>
                  </w:pPr>
                  <w:r w:rsidRPr="00BA4C1D">
                    <w:rPr>
                      <w:b/>
                      <w:bCs/>
                    </w:rPr>
                    <w:t>Title:</w:t>
                  </w:r>
                </w:p>
              </w:tc>
              <w:tc>
                <w:tcPr>
                  <w:tcW w:w="3620" w:type="dxa"/>
                  <w:gridSpan w:val="3"/>
                </w:tcPr>
                <w:p w14:paraId="3FA89B63" w14:textId="77777777" w:rsidR="00960250" w:rsidRPr="00BA4C1D" w:rsidRDefault="00960250" w:rsidP="00960250">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60250" w:rsidRPr="00BA4C1D" w14:paraId="65B257DF" w14:textId="77777777" w:rsidTr="000A5045">
              <w:tc>
                <w:tcPr>
                  <w:tcW w:w="1378" w:type="dxa"/>
                  <w:gridSpan w:val="2"/>
                </w:tcPr>
                <w:p w14:paraId="2C07AADF" w14:textId="77777777" w:rsidR="00960250" w:rsidRPr="00BA4C1D" w:rsidRDefault="00960250" w:rsidP="00960250">
                  <w:pPr>
                    <w:jc w:val="both"/>
                    <w:rPr>
                      <w:b/>
                      <w:bCs/>
                    </w:rPr>
                  </w:pPr>
                  <w:r w:rsidRPr="00BA4C1D">
                    <w:rPr>
                      <w:b/>
                      <w:bCs/>
                    </w:rPr>
                    <w:t>Address:</w:t>
                  </w:r>
                </w:p>
              </w:tc>
              <w:tc>
                <w:tcPr>
                  <w:tcW w:w="8198" w:type="dxa"/>
                  <w:gridSpan w:val="9"/>
                </w:tcPr>
                <w:p w14:paraId="3D32ECC7"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226BA1E2" w14:textId="77777777" w:rsidTr="000A5045">
              <w:tc>
                <w:tcPr>
                  <w:tcW w:w="1025" w:type="dxa"/>
                </w:tcPr>
                <w:p w14:paraId="05E1EE17" w14:textId="77777777" w:rsidR="00960250" w:rsidRPr="00BA4C1D" w:rsidRDefault="00960250" w:rsidP="00960250">
                  <w:pPr>
                    <w:jc w:val="both"/>
                    <w:rPr>
                      <w:b/>
                      <w:bCs/>
                    </w:rPr>
                  </w:pPr>
                  <w:r w:rsidRPr="00BA4C1D">
                    <w:rPr>
                      <w:b/>
                      <w:bCs/>
                    </w:rPr>
                    <w:t>City:</w:t>
                  </w:r>
                </w:p>
              </w:tc>
              <w:tc>
                <w:tcPr>
                  <w:tcW w:w="2476" w:type="dxa"/>
                  <w:gridSpan w:val="4"/>
                </w:tcPr>
                <w:p w14:paraId="4777A74C"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5459D843" w14:textId="77777777" w:rsidR="00960250" w:rsidRPr="00BA4C1D" w:rsidRDefault="00960250" w:rsidP="00960250">
                  <w:pPr>
                    <w:jc w:val="both"/>
                    <w:rPr>
                      <w:b/>
                      <w:bCs/>
                    </w:rPr>
                  </w:pPr>
                  <w:r w:rsidRPr="00BA4C1D">
                    <w:rPr>
                      <w:b/>
                      <w:bCs/>
                    </w:rPr>
                    <w:t>State:</w:t>
                  </w:r>
                </w:p>
              </w:tc>
              <w:tc>
                <w:tcPr>
                  <w:tcW w:w="2106" w:type="dxa"/>
                  <w:gridSpan w:val="3"/>
                </w:tcPr>
                <w:p w14:paraId="15CA7163"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26C9DC9" w14:textId="77777777" w:rsidR="00960250" w:rsidRPr="00BA4C1D" w:rsidRDefault="00960250" w:rsidP="00960250">
                  <w:pPr>
                    <w:jc w:val="both"/>
                    <w:rPr>
                      <w:b/>
                      <w:bCs/>
                    </w:rPr>
                  </w:pPr>
                  <w:r w:rsidRPr="00BA4C1D">
                    <w:rPr>
                      <w:b/>
                      <w:bCs/>
                    </w:rPr>
                    <w:t>Zip:</w:t>
                  </w:r>
                </w:p>
              </w:tc>
              <w:tc>
                <w:tcPr>
                  <w:tcW w:w="2291" w:type="dxa"/>
                </w:tcPr>
                <w:p w14:paraId="6BEDF20C"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3666D81" w14:textId="77777777" w:rsidTr="000A5045">
              <w:tc>
                <w:tcPr>
                  <w:tcW w:w="1378" w:type="dxa"/>
                  <w:gridSpan w:val="2"/>
                </w:tcPr>
                <w:p w14:paraId="162E27C2" w14:textId="77777777" w:rsidR="00960250" w:rsidRPr="00BA4C1D" w:rsidRDefault="00960250" w:rsidP="00960250">
                  <w:pPr>
                    <w:jc w:val="both"/>
                    <w:rPr>
                      <w:b/>
                      <w:bCs/>
                    </w:rPr>
                  </w:pPr>
                  <w:r w:rsidRPr="00BA4C1D">
                    <w:rPr>
                      <w:b/>
                      <w:bCs/>
                    </w:rPr>
                    <w:t>Telephone:</w:t>
                  </w:r>
                </w:p>
              </w:tc>
              <w:tc>
                <w:tcPr>
                  <w:tcW w:w="3001" w:type="dxa"/>
                  <w:gridSpan w:val="4"/>
                </w:tcPr>
                <w:p w14:paraId="03B7E9FD"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1983E57" w14:textId="77777777" w:rsidR="00960250" w:rsidRPr="00BA4C1D" w:rsidRDefault="00960250" w:rsidP="00960250">
                  <w:pPr>
                    <w:jc w:val="both"/>
                    <w:rPr>
                      <w:b/>
                      <w:bCs/>
                    </w:rPr>
                  </w:pPr>
                  <w:r w:rsidRPr="00BA4C1D">
                    <w:rPr>
                      <w:b/>
                      <w:bCs/>
                    </w:rPr>
                    <w:t>Fax:</w:t>
                  </w:r>
                </w:p>
              </w:tc>
              <w:tc>
                <w:tcPr>
                  <w:tcW w:w="4487" w:type="dxa"/>
                  <w:gridSpan w:val="4"/>
                </w:tcPr>
                <w:p w14:paraId="089C68A0"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64CFC173" w14:textId="77777777" w:rsidTr="000A5045">
              <w:tc>
                <w:tcPr>
                  <w:tcW w:w="1811" w:type="dxa"/>
                  <w:gridSpan w:val="4"/>
                </w:tcPr>
                <w:p w14:paraId="3B83F496" w14:textId="77777777" w:rsidR="00960250" w:rsidRPr="00BA4C1D" w:rsidRDefault="00960250" w:rsidP="00960250">
                  <w:pPr>
                    <w:jc w:val="both"/>
                    <w:rPr>
                      <w:b/>
                      <w:bCs/>
                    </w:rPr>
                  </w:pPr>
                  <w:r w:rsidRPr="00BA4C1D">
                    <w:rPr>
                      <w:b/>
                      <w:bCs/>
                    </w:rPr>
                    <w:t>Email Address:</w:t>
                  </w:r>
                </w:p>
              </w:tc>
              <w:tc>
                <w:tcPr>
                  <w:tcW w:w="7765" w:type="dxa"/>
                  <w:gridSpan w:val="7"/>
                </w:tcPr>
                <w:p w14:paraId="504AE8BF"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3D3F5B" w14:textId="5CF1AAC1" w:rsidR="00960250" w:rsidRPr="00BA4C1D" w:rsidRDefault="00960250" w:rsidP="00960250">
            <w:pPr>
              <w:spacing w:before="240" w:after="240"/>
              <w:jc w:val="both"/>
            </w:pPr>
            <w:r w:rsidRPr="00BA4C1D">
              <w:rPr>
                <w:b/>
                <w:bCs/>
              </w:rPr>
              <w:t>2. Backup AR</w:t>
            </w:r>
            <w:r w:rsidRPr="00BA4C1D">
              <w:rPr>
                <w:bCs/>
              </w:rPr>
              <w:t>.</w:t>
            </w:r>
            <w:r w:rsidR="006C3933">
              <w:rPr>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960250" w:rsidRPr="00BA4C1D" w14:paraId="4BC2B143" w14:textId="77777777" w:rsidTr="000A5045">
              <w:tc>
                <w:tcPr>
                  <w:tcW w:w="1528" w:type="dxa"/>
                  <w:gridSpan w:val="3"/>
                </w:tcPr>
                <w:p w14:paraId="75B45315" w14:textId="77777777" w:rsidR="00960250" w:rsidRPr="00BA4C1D" w:rsidRDefault="00960250" w:rsidP="00960250">
                  <w:pPr>
                    <w:jc w:val="both"/>
                    <w:rPr>
                      <w:b/>
                      <w:bCs/>
                    </w:rPr>
                  </w:pPr>
                  <w:r w:rsidRPr="00BA4C1D">
                    <w:rPr>
                      <w:b/>
                      <w:bCs/>
                    </w:rPr>
                    <w:t>Name:</w:t>
                  </w:r>
                </w:p>
              </w:tc>
              <w:tc>
                <w:tcPr>
                  <w:tcW w:w="3561" w:type="dxa"/>
                  <w:gridSpan w:val="4"/>
                </w:tcPr>
                <w:p w14:paraId="21E44258"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CD1EB3B" w14:textId="77777777" w:rsidR="00960250" w:rsidRPr="00BA4C1D" w:rsidRDefault="00960250" w:rsidP="00960250">
                  <w:pPr>
                    <w:jc w:val="both"/>
                    <w:rPr>
                      <w:b/>
                      <w:bCs/>
                    </w:rPr>
                  </w:pPr>
                  <w:r w:rsidRPr="00BA4C1D">
                    <w:rPr>
                      <w:b/>
                      <w:bCs/>
                    </w:rPr>
                    <w:t>Title:</w:t>
                  </w:r>
                </w:p>
              </w:tc>
              <w:tc>
                <w:tcPr>
                  <w:tcW w:w="3620" w:type="dxa"/>
                  <w:gridSpan w:val="3"/>
                </w:tcPr>
                <w:p w14:paraId="2C3A184B"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1941C655" w14:textId="77777777" w:rsidTr="000A5045">
              <w:tc>
                <w:tcPr>
                  <w:tcW w:w="1378" w:type="dxa"/>
                  <w:gridSpan w:val="2"/>
                </w:tcPr>
                <w:p w14:paraId="07174424" w14:textId="77777777" w:rsidR="00960250" w:rsidRPr="00BA4C1D" w:rsidRDefault="00960250" w:rsidP="00960250">
                  <w:pPr>
                    <w:jc w:val="both"/>
                    <w:rPr>
                      <w:b/>
                      <w:bCs/>
                    </w:rPr>
                  </w:pPr>
                  <w:r w:rsidRPr="00BA4C1D">
                    <w:rPr>
                      <w:b/>
                      <w:bCs/>
                    </w:rPr>
                    <w:t>Address:</w:t>
                  </w:r>
                </w:p>
              </w:tc>
              <w:tc>
                <w:tcPr>
                  <w:tcW w:w="8198" w:type="dxa"/>
                  <w:gridSpan w:val="9"/>
                </w:tcPr>
                <w:p w14:paraId="229DC2AA"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1757BC6B" w14:textId="77777777" w:rsidTr="000A5045">
              <w:tc>
                <w:tcPr>
                  <w:tcW w:w="1025" w:type="dxa"/>
                </w:tcPr>
                <w:p w14:paraId="0B6264CD" w14:textId="77777777" w:rsidR="00960250" w:rsidRPr="00BA4C1D" w:rsidRDefault="00960250" w:rsidP="00960250">
                  <w:pPr>
                    <w:jc w:val="both"/>
                    <w:rPr>
                      <w:b/>
                      <w:bCs/>
                    </w:rPr>
                  </w:pPr>
                  <w:r w:rsidRPr="00BA4C1D">
                    <w:rPr>
                      <w:b/>
                      <w:bCs/>
                    </w:rPr>
                    <w:t>City:</w:t>
                  </w:r>
                </w:p>
              </w:tc>
              <w:tc>
                <w:tcPr>
                  <w:tcW w:w="2476" w:type="dxa"/>
                  <w:gridSpan w:val="4"/>
                </w:tcPr>
                <w:p w14:paraId="58C1CF9B"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4663EC" w14:textId="77777777" w:rsidR="00960250" w:rsidRPr="00BA4C1D" w:rsidRDefault="00960250" w:rsidP="00960250">
                  <w:pPr>
                    <w:jc w:val="both"/>
                    <w:rPr>
                      <w:b/>
                      <w:bCs/>
                    </w:rPr>
                  </w:pPr>
                  <w:r w:rsidRPr="00BA4C1D">
                    <w:rPr>
                      <w:b/>
                      <w:bCs/>
                    </w:rPr>
                    <w:t>State:</w:t>
                  </w:r>
                </w:p>
              </w:tc>
              <w:tc>
                <w:tcPr>
                  <w:tcW w:w="2106" w:type="dxa"/>
                  <w:gridSpan w:val="3"/>
                </w:tcPr>
                <w:p w14:paraId="0D741CD2" w14:textId="77777777" w:rsidR="00960250" w:rsidRPr="00BA4C1D" w:rsidRDefault="00960250" w:rsidP="00960250">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3A824DBA" w14:textId="77777777" w:rsidR="00960250" w:rsidRPr="00BA4C1D" w:rsidRDefault="00960250" w:rsidP="00960250">
                  <w:pPr>
                    <w:jc w:val="both"/>
                    <w:rPr>
                      <w:b/>
                      <w:bCs/>
                    </w:rPr>
                  </w:pPr>
                  <w:r w:rsidRPr="00BA4C1D">
                    <w:rPr>
                      <w:b/>
                      <w:bCs/>
                    </w:rPr>
                    <w:t>Zip:</w:t>
                  </w:r>
                </w:p>
              </w:tc>
              <w:tc>
                <w:tcPr>
                  <w:tcW w:w="2291" w:type="dxa"/>
                </w:tcPr>
                <w:p w14:paraId="33EC9D35" w14:textId="77777777" w:rsidR="00960250" w:rsidRPr="00BA4C1D" w:rsidRDefault="00960250" w:rsidP="00960250">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60250" w:rsidRPr="00BA4C1D" w14:paraId="5B8258C9" w14:textId="77777777" w:rsidTr="000A5045">
              <w:tc>
                <w:tcPr>
                  <w:tcW w:w="1378" w:type="dxa"/>
                  <w:gridSpan w:val="2"/>
                </w:tcPr>
                <w:p w14:paraId="1BE41743" w14:textId="77777777" w:rsidR="00960250" w:rsidRPr="00BA4C1D" w:rsidRDefault="00960250" w:rsidP="00960250">
                  <w:pPr>
                    <w:jc w:val="both"/>
                    <w:rPr>
                      <w:b/>
                      <w:bCs/>
                    </w:rPr>
                  </w:pPr>
                  <w:r w:rsidRPr="00BA4C1D">
                    <w:rPr>
                      <w:b/>
                      <w:bCs/>
                    </w:rPr>
                    <w:lastRenderedPageBreak/>
                    <w:t>Telephone:</w:t>
                  </w:r>
                </w:p>
              </w:tc>
              <w:tc>
                <w:tcPr>
                  <w:tcW w:w="3001" w:type="dxa"/>
                  <w:gridSpan w:val="4"/>
                </w:tcPr>
                <w:p w14:paraId="185D1645"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62C1FFF" w14:textId="77777777" w:rsidR="00960250" w:rsidRPr="00BA4C1D" w:rsidRDefault="00960250" w:rsidP="00960250">
                  <w:pPr>
                    <w:jc w:val="both"/>
                    <w:rPr>
                      <w:b/>
                      <w:bCs/>
                    </w:rPr>
                  </w:pPr>
                  <w:r w:rsidRPr="00BA4C1D">
                    <w:rPr>
                      <w:b/>
                      <w:bCs/>
                    </w:rPr>
                    <w:t>Fax:</w:t>
                  </w:r>
                </w:p>
              </w:tc>
              <w:tc>
                <w:tcPr>
                  <w:tcW w:w="4487" w:type="dxa"/>
                  <w:gridSpan w:val="4"/>
                </w:tcPr>
                <w:p w14:paraId="25D445B1"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8E7BF67" w14:textId="77777777" w:rsidTr="000A5045">
              <w:tc>
                <w:tcPr>
                  <w:tcW w:w="1811" w:type="dxa"/>
                  <w:gridSpan w:val="4"/>
                </w:tcPr>
                <w:p w14:paraId="32950DC8" w14:textId="77777777" w:rsidR="00960250" w:rsidRPr="00BA4C1D" w:rsidRDefault="00960250" w:rsidP="00960250">
                  <w:pPr>
                    <w:jc w:val="both"/>
                    <w:rPr>
                      <w:b/>
                      <w:bCs/>
                    </w:rPr>
                  </w:pPr>
                  <w:r w:rsidRPr="00BA4C1D">
                    <w:rPr>
                      <w:b/>
                      <w:bCs/>
                    </w:rPr>
                    <w:t>Email Address:</w:t>
                  </w:r>
                </w:p>
              </w:tc>
              <w:tc>
                <w:tcPr>
                  <w:tcW w:w="7765" w:type="dxa"/>
                  <w:gridSpan w:val="7"/>
                </w:tcPr>
                <w:p w14:paraId="1B3E87AD"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DA6BE29" w14:textId="6888BA0A" w:rsidR="00960250" w:rsidRPr="00BA4C1D" w:rsidRDefault="00960250" w:rsidP="00960250">
            <w:pPr>
              <w:autoSpaceDE w:val="0"/>
              <w:autoSpaceDN w:val="0"/>
              <w:spacing w:before="240" w:after="240"/>
              <w:jc w:val="both"/>
            </w:pPr>
            <w:r w:rsidRPr="00BA4C1D">
              <w:rPr>
                <w:b/>
                <w:bCs/>
              </w:rPr>
              <w:t>3. Type of Legal Structure</w:t>
            </w:r>
            <w:r w:rsidRPr="00BA4C1D">
              <w:rPr>
                <w:bCs/>
              </w:rPr>
              <w:t>.</w:t>
            </w:r>
            <w:r w:rsidRPr="00BA4C1D">
              <w:t xml:space="preserve"> </w:t>
            </w:r>
            <w:r w:rsidR="006C3933">
              <w:t xml:space="preserve"> </w:t>
            </w:r>
            <w:r w:rsidRPr="00BA4C1D">
              <w:t>(Please indicate only one.)</w:t>
            </w:r>
          </w:p>
          <w:p w14:paraId="00DA32BE" w14:textId="60561129" w:rsidR="00960250" w:rsidRPr="00BA4C1D" w:rsidRDefault="00960250" w:rsidP="00960250">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Partnership</w:t>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Municipally Owned Utility</w:t>
            </w:r>
            <w:r w:rsidRPr="00BA4C1D">
              <w:tab/>
            </w:r>
          </w:p>
          <w:p w14:paraId="4DD962A3" w14:textId="77777777" w:rsidR="00960250" w:rsidRPr="00BA4C1D" w:rsidRDefault="00960250" w:rsidP="00960250">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Corporation </w:t>
            </w:r>
          </w:p>
          <w:p w14:paraId="27A9E939" w14:textId="77777777" w:rsidR="00960250" w:rsidRPr="00BA4C1D" w:rsidRDefault="00960250" w:rsidP="00960250">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Other:</w:t>
            </w:r>
            <w:r>
              <w:t xml:space="preserve">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3C650520" w14:textId="77777777" w:rsidR="00960250" w:rsidRPr="00BA4C1D" w:rsidRDefault="00960250" w:rsidP="00960250">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A82792A" w14:textId="20C3D2E2" w:rsidR="00960250" w:rsidRPr="00BA4C1D" w:rsidRDefault="00960250" w:rsidP="00960250">
            <w:pPr>
              <w:spacing w:after="240"/>
              <w:jc w:val="both"/>
            </w:pPr>
            <w:r w:rsidRPr="00BA4C1D">
              <w:rPr>
                <w:b/>
                <w:bCs/>
              </w:rPr>
              <w:t>4. User Security Administrator (USA)</w:t>
            </w:r>
            <w:r w:rsidRPr="00BA4C1D">
              <w:rPr>
                <w:bCs/>
              </w:rPr>
              <w:t>.</w:t>
            </w:r>
            <w:r w:rsidRPr="00BA4C1D">
              <w:rPr>
                <w:b/>
                <w:bCs/>
              </w:rPr>
              <w:t xml:space="preserve"> </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960250" w:rsidRPr="00BA4C1D" w14:paraId="51666DCE" w14:textId="77777777" w:rsidTr="000A5045">
              <w:tc>
                <w:tcPr>
                  <w:tcW w:w="1528" w:type="dxa"/>
                  <w:gridSpan w:val="3"/>
                </w:tcPr>
                <w:p w14:paraId="4A6F003F" w14:textId="77777777" w:rsidR="00960250" w:rsidRPr="00BA4C1D" w:rsidRDefault="00960250" w:rsidP="00960250">
                  <w:pPr>
                    <w:jc w:val="both"/>
                    <w:rPr>
                      <w:b/>
                      <w:bCs/>
                    </w:rPr>
                  </w:pPr>
                  <w:r w:rsidRPr="00BA4C1D">
                    <w:rPr>
                      <w:b/>
                      <w:bCs/>
                    </w:rPr>
                    <w:t>Name:</w:t>
                  </w:r>
                </w:p>
              </w:tc>
              <w:tc>
                <w:tcPr>
                  <w:tcW w:w="3561" w:type="dxa"/>
                  <w:gridSpan w:val="4"/>
                </w:tcPr>
                <w:p w14:paraId="1F694F60"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616CB3A" w14:textId="77777777" w:rsidR="00960250" w:rsidRPr="00BA4C1D" w:rsidRDefault="00960250" w:rsidP="00960250">
                  <w:pPr>
                    <w:jc w:val="both"/>
                    <w:rPr>
                      <w:b/>
                      <w:bCs/>
                    </w:rPr>
                  </w:pPr>
                  <w:r w:rsidRPr="00BA4C1D">
                    <w:rPr>
                      <w:b/>
                      <w:bCs/>
                    </w:rPr>
                    <w:t>Title:</w:t>
                  </w:r>
                </w:p>
              </w:tc>
              <w:tc>
                <w:tcPr>
                  <w:tcW w:w="3620" w:type="dxa"/>
                  <w:gridSpan w:val="3"/>
                </w:tcPr>
                <w:p w14:paraId="537F302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237AFDFD" w14:textId="77777777" w:rsidTr="000A5045">
              <w:tc>
                <w:tcPr>
                  <w:tcW w:w="1378" w:type="dxa"/>
                  <w:gridSpan w:val="2"/>
                </w:tcPr>
                <w:p w14:paraId="618F4F6D" w14:textId="77777777" w:rsidR="00960250" w:rsidRPr="00BA4C1D" w:rsidRDefault="00960250" w:rsidP="00960250">
                  <w:pPr>
                    <w:jc w:val="both"/>
                    <w:rPr>
                      <w:b/>
                      <w:bCs/>
                    </w:rPr>
                  </w:pPr>
                  <w:r w:rsidRPr="00BA4C1D">
                    <w:rPr>
                      <w:b/>
                      <w:bCs/>
                    </w:rPr>
                    <w:t>Address:</w:t>
                  </w:r>
                </w:p>
              </w:tc>
              <w:tc>
                <w:tcPr>
                  <w:tcW w:w="8198" w:type="dxa"/>
                  <w:gridSpan w:val="9"/>
                </w:tcPr>
                <w:p w14:paraId="51E6EF66"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F04F7E2" w14:textId="77777777" w:rsidTr="000A5045">
              <w:tc>
                <w:tcPr>
                  <w:tcW w:w="1025" w:type="dxa"/>
                </w:tcPr>
                <w:p w14:paraId="406E95E5" w14:textId="77777777" w:rsidR="00960250" w:rsidRPr="00BA4C1D" w:rsidRDefault="00960250" w:rsidP="00960250">
                  <w:pPr>
                    <w:jc w:val="both"/>
                    <w:rPr>
                      <w:b/>
                      <w:bCs/>
                    </w:rPr>
                  </w:pPr>
                  <w:r w:rsidRPr="00BA4C1D">
                    <w:rPr>
                      <w:b/>
                      <w:bCs/>
                    </w:rPr>
                    <w:t>City:</w:t>
                  </w:r>
                </w:p>
              </w:tc>
              <w:tc>
                <w:tcPr>
                  <w:tcW w:w="2476" w:type="dxa"/>
                  <w:gridSpan w:val="4"/>
                </w:tcPr>
                <w:p w14:paraId="6D795ADD"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639FC6F8" w14:textId="77777777" w:rsidR="00960250" w:rsidRPr="00BA4C1D" w:rsidRDefault="00960250" w:rsidP="00960250">
                  <w:pPr>
                    <w:jc w:val="both"/>
                    <w:rPr>
                      <w:b/>
                      <w:bCs/>
                    </w:rPr>
                  </w:pPr>
                  <w:r w:rsidRPr="00BA4C1D">
                    <w:rPr>
                      <w:b/>
                      <w:bCs/>
                    </w:rPr>
                    <w:t>State:</w:t>
                  </w:r>
                </w:p>
              </w:tc>
              <w:tc>
                <w:tcPr>
                  <w:tcW w:w="2106" w:type="dxa"/>
                  <w:gridSpan w:val="3"/>
                </w:tcPr>
                <w:p w14:paraId="03A10D83"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548FFFE7" w14:textId="77777777" w:rsidR="00960250" w:rsidRPr="00BA4C1D" w:rsidRDefault="00960250" w:rsidP="00960250">
                  <w:pPr>
                    <w:jc w:val="both"/>
                    <w:rPr>
                      <w:b/>
                      <w:bCs/>
                    </w:rPr>
                  </w:pPr>
                  <w:r w:rsidRPr="00BA4C1D">
                    <w:rPr>
                      <w:b/>
                      <w:bCs/>
                    </w:rPr>
                    <w:t>Zip:</w:t>
                  </w:r>
                </w:p>
              </w:tc>
              <w:tc>
                <w:tcPr>
                  <w:tcW w:w="2291" w:type="dxa"/>
                </w:tcPr>
                <w:p w14:paraId="33592C4B"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0698A36E" w14:textId="77777777" w:rsidTr="000A5045">
              <w:tc>
                <w:tcPr>
                  <w:tcW w:w="1378" w:type="dxa"/>
                  <w:gridSpan w:val="2"/>
                </w:tcPr>
                <w:p w14:paraId="7CA6939B" w14:textId="77777777" w:rsidR="00960250" w:rsidRPr="00BA4C1D" w:rsidRDefault="00960250" w:rsidP="00960250">
                  <w:pPr>
                    <w:jc w:val="both"/>
                    <w:rPr>
                      <w:b/>
                      <w:bCs/>
                    </w:rPr>
                  </w:pPr>
                  <w:r w:rsidRPr="00BA4C1D">
                    <w:rPr>
                      <w:b/>
                      <w:bCs/>
                    </w:rPr>
                    <w:t>Telephone:</w:t>
                  </w:r>
                </w:p>
              </w:tc>
              <w:tc>
                <w:tcPr>
                  <w:tcW w:w="3001" w:type="dxa"/>
                  <w:gridSpan w:val="4"/>
                </w:tcPr>
                <w:p w14:paraId="1D79A0EA"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5E1EF15F" w14:textId="77777777" w:rsidR="00960250" w:rsidRPr="00BA4C1D" w:rsidRDefault="00960250" w:rsidP="00960250">
                  <w:pPr>
                    <w:jc w:val="both"/>
                    <w:rPr>
                      <w:b/>
                      <w:bCs/>
                    </w:rPr>
                  </w:pPr>
                  <w:r w:rsidRPr="00BA4C1D">
                    <w:rPr>
                      <w:b/>
                      <w:bCs/>
                    </w:rPr>
                    <w:t>Fax:</w:t>
                  </w:r>
                </w:p>
              </w:tc>
              <w:tc>
                <w:tcPr>
                  <w:tcW w:w="4487" w:type="dxa"/>
                  <w:gridSpan w:val="4"/>
                </w:tcPr>
                <w:p w14:paraId="641EA479"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1CBD7FB6" w14:textId="77777777" w:rsidTr="000A5045">
              <w:tc>
                <w:tcPr>
                  <w:tcW w:w="1811" w:type="dxa"/>
                  <w:gridSpan w:val="4"/>
                </w:tcPr>
                <w:p w14:paraId="28C274E6" w14:textId="77777777" w:rsidR="00960250" w:rsidRPr="00BA4C1D" w:rsidRDefault="00960250" w:rsidP="00960250">
                  <w:pPr>
                    <w:jc w:val="both"/>
                    <w:rPr>
                      <w:b/>
                      <w:bCs/>
                    </w:rPr>
                  </w:pPr>
                  <w:r w:rsidRPr="00BA4C1D">
                    <w:rPr>
                      <w:b/>
                      <w:bCs/>
                    </w:rPr>
                    <w:t>Email Address:</w:t>
                  </w:r>
                </w:p>
              </w:tc>
              <w:tc>
                <w:tcPr>
                  <w:tcW w:w="7765" w:type="dxa"/>
                  <w:gridSpan w:val="7"/>
                </w:tcPr>
                <w:p w14:paraId="470B6F66"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CD932EC" w14:textId="61DE6616" w:rsidR="00960250" w:rsidRPr="00BA4C1D" w:rsidRDefault="00960250" w:rsidP="00960250">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1"/>
              <w:gridCol w:w="143"/>
              <w:gridCol w:w="262"/>
              <w:gridCol w:w="1529"/>
              <w:gridCol w:w="870"/>
              <w:gridCol w:w="706"/>
              <w:gridCol w:w="856"/>
              <w:gridCol w:w="466"/>
              <w:gridCol w:w="783"/>
              <w:gridCol w:w="2114"/>
            </w:tblGrid>
            <w:tr w:rsidR="00960250" w:rsidRPr="00BA4C1D" w14:paraId="21B506D9" w14:textId="77777777" w:rsidTr="000A5045">
              <w:tc>
                <w:tcPr>
                  <w:tcW w:w="1523" w:type="dxa"/>
                  <w:gridSpan w:val="3"/>
                </w:tcPr>
                <w:p w14:paraId="23835E5B" w14:textId="77777777" w:rsidR="00960250" w:rsidRPr="00BA4C1D" w:rsidRDefault="00960250" w:rsidP="00960250">
                  <w:pPr>
                    <w:jc w:val="both"/>
                    <w:rPr>
                      <w:b/>
                      <w:bCs/>
                    </w:rPr>
                  </w:pPr>
                  <w:r w:rsidRPr="00BA4C1D">
                    <w:rPr>
                      <w:b/>
                      <w:bCs/>
                    </w:rPr>
                    <w:t>Name:</w:t>
                  </w:r>
                </w:p>
              </w:tc>
              <w:tc>
                <w:tcPr>
                  <w:tcW w:w="3468" w:type="dxa"/>
                  <w:gridSpan w:val="4"/>
                </w:tcPr>
                <w:p w14:paraId="01C77BA4"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CDEE6FE" w14:textId="77777777" w:rsidR="00960250" w:rsidRPr="00BA4C1D" w:rsidRDefault="00960250" w:rsidP="00960250">
                  <w:pPr>
                    <w:jc w:val="both"/>
                    <w:rPr>
                      <w:b/>
                      <w:bCs/>
                    </w:rPr>
                  </w:pPr>
                  <w:r w:rsidRPr="00BA4C1D">
                    <w:rPr>
                      <w:b/>
                      <w:bCs/>
                    </w:rPr>
                    <w:t>Title:</w:t>
                  </w:r>
                </w:p>
              </w:tc>
              <w:tc>
                <w:tcPr>
                  <w:tcW w:w="3497" w:type="dxa"/>
                  <w:gridSpan w:val="3"/>
                </w:tcPr>
                <w:p w14:paraId="6E5082C1"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6A7C17E9" w14:textId="77777777" w:rsidTr="000A5045">
              <w:tc>
                <w:tcPr>
                  <w:tcW w:w="1376" w:type="dxa"/>
                  <w:gridSpan w:val="2"/>
                </w:tcPr>
                <w:p w14:paraId="38D4797D" w14:textId="77777777" w:rsidR="00960250" w:rsidRPr="00BA4C1D" w:rsidRDefault="00960250" w:rsidP="00960250">
                  <w:pPr>
                    <w:jc w:val="both"/>
                    <w:rPr>
                      <w:b/>
                      <w:bCs/>
                    </w:rPr>
                  </w:pPr>
                  <w:r w:rsidRPr="00BA4C1D">
                    <w:rPr>
                      <w:b/>
                      <w:bCs/>
                    </w:rPr>
                    <w:t>Address:</w:t>
                  </w:r>
                </w:p>
              </w:tc>
              <w:tc>
                <w:tcPr>
                  <w:tcW w:w="7974" w:type="dxa"/>
                  <w:gridSpan w:val="9"/>
                </w:tcPr>
                <w:p w14:paraId="4A459543"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12E69533" w14:textId="77777777" w:rsidTr="000A5045">
              <w:tc>
                <w:tcPr>
                  <w:tcW w:w="1025" w:type="dxa"/>
                </w:tcPr>
                <w:p w14:paraId="35AE270D" w14:textId="77777777" w:rsidR="00960250" w:rsidRPr="00BA4C1D" w:rsidRDefault="00960250" w:rsidP="00960250">
                  <w:pPr>
                    <w:jc w:val="both"/>
                    <w:rPr>
                      <w:b/>
                      <w:bCs/>
                    </w:rPr>
                  </w:pPr>
                  <w:r w:rsidRPr="00BA4C1D">
                    <w:rPr>
                      <w:b/>
                      <w:bCs/>
                    </w:rPr>
                    <w:t>City:</w:t>
                  </w:r>
                </w:p>
              </w:tc>
              <w:tc>
                <w:tcPr>
                  <w:tcW w:w="2384" w:type="dxa"/>
                  <w:gridSpan w:val="4"/>
                </w:tcPr>
                <w:p w14:paraId="751CFCA7"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74159830" w14:textId="77777777" w:rsidR="00960250" w:rsidRPr="00BA4C1D" w:rsidRDefault="00960250" w:rsidP="00960250">
                  <w:pPr>
                    <w:jc w:val="both"/>
                    <w:rPr>
                      <w:b/>
                      <w:bCs/>
                    </w:rPr>
                  </w:pPr>
                  <w:r w:rsidRPr="00BA4C1D">
                    <w:rPr>
                      <w:b/>
                      <w:bCs/>
                    </w:rPr>
                    <w:t>State:</w:t>
                  </w:r>
                </w:p>
              </w:tc>
              <w:tc>
                <w:tcPr>
                  <w:tcW w:w="2069" w:type="dxa"/>
                  <w:gridSpan w:val="3"/>
                </w:tcPr>
                <w:p w14:paraId="7B7C5DA6"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6D219F04" w14:textId="77777777" w:rsidR="00960250" w:rsidRPr="00BA4C1D" w:rsidRDefault="00960250" w:rsidP="00960250">
                  <w:pPr>
                    <w:jc w:val="both"/>
                    <w:rPr>
                      <w:b/>
                      <w:bCs/>
                    </w:rPr>
                  </w:pPr>
                  <w:r w:rsidRPr="00BA4C1D">
                    <w:rPr>
                      <w:b/>
                      <w:bCs/>
                    </w:rPr>
                    <w:t>Zip:</w:t>
                  </w:r>
                </w:p>
              </w:tc>
              <w:tc>
                <w:tcPr>
                  <w:tcW w:w="2206" w:type="dxa"/>
                </w:tcPr>
                <w:p w14:paraId="3DDE4414"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AEAA4E5" w14:textId="77777777" w:rsidTr="000A5045">
              <w:tc>
                <w:tcPr>
                  <w:tcW w:w="1376" w:type="dxa"/>
                  <w:gridSpan w:val="2"/>
                </w:tcPr>
                <w:p w14:paraId="32F68884" w14:textId="77777777" w:rsidR="00960250" w:rsidRPr="00BA4C1D" w:rsidRDefault="00960250" w:rsidP="00960250">
                  <w:pPr>
                    <w:jc w:val="both"/>
                    <w:rPr>
                      <w:b/>
                      <w:bCs/>
                    </w:rPr>
                  </w:pPr>
                  <w:r w:rsidRPr="00BA4C1D">
                    <w:rPr>
                      <w:b/>
                      <w:bCs/>
                    </w:rPr>
                    <w:t>Telephone:</w:t>
                  </w:r>
                </w:p>
              </w:tc>
              <w:tc>
                <w:tcPr>
                  <w:tcW w:w="2907" w:type="dxa"/>
                  <w:gridSpan w:val="4"/>
                </w:tcPr>
                <w:p w14:paraId="36DFF244"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85DEB07" w14:textId="77777777" w:rsidR="00960250" w:rsidRPr="00BA4C1D" w:rsidRDefault="00960250" w:rsidP="00960250">
                  <w:pPr>
                    <w:jc w:val="both"/>
                    <w:rPr>
                      <w:b/>
                      <w:bCs/>
                    </w:rPr>
                  </w:pPr>
                  <w:r w:rsidRPr="00BA4C1D">
                    <w:rPr>
                      <w:b/>
                      <w:bCs/>
                    </w:rPr>
                    <w:t>Fax:</w:t>
                  </w:r>
                </w:p>
              </w:tc>
              <w:tc>
                <w:tcPr>
                  <w:tcW w:w="4359" w:type="dxa"/>
                  <w:gridSpan w:val="4"/>
                </w:tcPr>
                <w:p w14:paraId="560E3A97"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2AF1C70" w14:textId="77777777" w:rsidTr="000A5045">
              <w:tc>
                <w:tcPr>
                  <w:tcW w:w="1796" w:type="dxa"/>
                  <w:gridSpan w:val="4"/>
                </w:tcPr>
                <w:p w14:paraId="16C4D091" w14:textId="77777777" w:rsidR="00960250" w:rsidRPr="00BA4C1D" w:rsidRDefault="00960250" w:rsidP="00960250">
                  <w:pPr>
                    <w:jc w:val="both"/>
                    <w:rPr>
                      <w:b/>
                      <w:bCs/>
                    </w:rPr>
                  </w:pPr>
                  <w:r w:rsidRPr="00BA4C1D">
                    <w:rPr>
                      <w:b/>
                      <w:bCs/>
                    </w:rPr>
                    <w:t>Email Address:</w:t>
                  </w:r>
                </w:p>
              </w:tc>
              <w:tc>
                <w:tcPr>
                  <w:tcW w:w="7554" w:type="dxa"/>
                  <w:gridSpan w:val="7"/>
                </w:tcPr>
                <w:p w14:paraId="17820965"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E2F018" w14:textId="7B2BE4C0" w:rsidR="00960250" w:rsidRPr="00BA4C1D" w:rsidRDefault="00960250" w:rsidP="00960250">
            <w:pPr>
              <w:spacing w:before="240" w:after="240"/>
              <w:jc w:val="both"/>
            </w:pPr>
            <w:r w:rsidRPr="00BA4C1D">
              <w:rPr>
                <w:b/>
                <w:bCs/>
              </w:rPr>
              <w:t xml:space="preserve">6. </w:t>
            </w:r>
            <w:r>
              <w:rPr>
                <w:b/>
                <w:bCs/>
              </w:rPr>
              <w:t>Cybersecurity</w:t>
            </w:r>
            <w:r w:rsidRPr="00BA4C1D">
              <w:rPr>
                <w:bCs/>
              </w:rPr>
              <w:t xml:space="preserve">. </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960250" w:rsidRPr="00BA4C1D" w14:paraId="395844F1" w14:textId="77777777" w:rsidTr="000A5045">
              <w:tc>
                <w:tcPr>
                  <w:tcW w:w="1528" w:type="dxa"/>
                  <w:gridSpan w:val="3"/>
                </w:tcPr>
                <w:p w14:paraId="1721A8DB" w14:textId="77777777" w:rsidR="00960250" w:rsidRPr="00BA4C1D" w:rsidRDefault="00960250" w:rsidP="00960250">
                  <w:pPr>
                    <w:jc w:val="both"/>
                    <w:rPr>
                      <w:b/>
                      <w:bCs/>
                    </w:rPr>
                  </w:pPr>
                  <w:r w:rsidRPr="00BA4C1D">
                    <w:rPr>
                      <w:b/>
                      <w:bCs/>
                    </w:rPr>
                    <w:t>Name:</w:t>
                  </w:r>
                </w:p>
              </w:tc>
              <w:tc>
                <w:tcPr>
                  <w:tcW w:w="3561" w:type="dxa"/>
                  <w:gridSpan w:val="4"/>
                </w:tcPr>
                <w:p w14:paraId="01578EC3"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70C80F8" w14:textId="77777777" w:rsidR="00960250" w:rsidRPr="00BA4C1D" w:rsidRDefault="00960250" w:rsidP="00960250">
                  <w:pPr>
                    <w:jc w:val="both"/>
                    <w:rPr>
                      <w:b/>
                      <w:bCs/>
                    </w:rPr>
                  </w:pPr>
                  <w:r w:rsidRPr="00BA4C1D">
                    <w:rPr>
                      <w:b/>
                      <w:bCs/>
                    </w:rPr>
                    <w:t>Title:</w:t>
                  </w:r>
                </w:p>
              </w:tc>
              <w:tc>
                <w:tcPr>
                  <w:tcW w:w="3620" w:type="dxa"/>
                  <w:gridSpan w:val="3"/>
                </w:tcPr>
                <w:p w14:paraId="55BC716D"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61E6ADBF" w14:textId="77777777" w:rsidTr="000A5045">
              <w:tc>
                <w:tcPr>
                  <w:tcW w:w="1378" w:type="dxa"/>
                  <w:gridSpan w:val="2"/>
                </w:tcPr>
                <w:p w14:paraId="0A59A7B9" w14:textId="77777777" w:rsidR="00960250" w:rsidRPr="00BA4C1D" w:rsidRDefault="00960250" w:rsidP="00960250">
                  <w:pPr>
                    <w:jc w:val="both"/>
                    <w:rPr>
                      <w:b/>
                      <w:bCs/>
                    </w:rPr>
                  </w:pPr>
                  <w:r w:rsidRPr="00BA4C1D">
                    <w:rPr>
                      <w:b/>
                      <w:bCs/>
                    </w:rPr>
                    <w:t>Address:</w:t>
                  </w:r>
                </w:p>
              </w:tc>
              <w:tc>
                <w:tcPr>
                  <w:tcW w:w="8198" w:type="dxa"/>
                  <w:gridSpan w:val="9"/>
                </w:tcPr>
                <w:p w14:paraId="2C841357"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8E44135" w14:textId="77777777" w:rsidTr="000A5045">
              <w:tc>
                <w:tcPr>
                  <w:tcW w:w="1025" w:type="dxa"/>
                </w:tcPr>
                <w:p w14:paraId="69A45A9E" w14:textId="77777777" w:rsidR="00960250" w:rsidRPr="00BA4C1D" w:rsidRDefault="00960250" w:rsidP="00960250">
                  <w:pPr>
                    <w:jc w:val="both"/>
                    <w:rPr>
                      <w:b/>
                      <w:bCs/>
                    </w:rPr>
                  </w:pPr>
                  <w:r w:rsidRPr="00BA4C1D">
                    <w:rPr>
                      <w:b/>
                      <w:bCs/>
                    </w:rPr>
                    <w:t>City:</w:t>
                  </w:r>
                </w:p>
              </w:tc>
              <w:tc>
                <w:tcPr>
                  <w:tcW w:w="2476" w:type="dxa"/>
                  <w:gridSpan w:val="4"/>
                </w:tcPr>
                <w:p w14:paraId="61353E42"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52A2422B" w14:textId="77777777" w:rsidR="00960250" w:rsidRPr="00BA4C1D" w:rsidRDefault="00960250" w:rsidP="00960250">
                  <w:pPr>
                    <w:jc w:val="both"/>
                    <w:rPr>
                      <w:b/>
                      <w:bCs/>
                    </w:rPr>
                  </w:pPr>
                  <w:r w:rsidRPr="00BA4C1D">
                    <w:rPr>
                      <w:b/>
                      <w:bCs/>
                    </w:rPr>
                    <w:t>State:</w:t>
                  </w:r>
                </w:p>
              </w:tc>
              <w:tc>
                <w:tcPr>
                  <w:tcW w:w="2106" w:type="dxa"/>
                  <w:gridSpan w:val="3"/>
                </w:tcPr>
                <w:p w14:paraId="35D13D7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372EFF61" w14:textId="77777777" w:rsidR="00960250" w:rsidRPr="00BA4C1D" w:rsidRDefault="00960250" w:rsidP="00960250">
                  <w:pPr>
                    <w:jc w:val="both"/>
                    <w:rPr>
                      <w:b/>
                      <w:bCs/>
                    </w:rPr>
                  </w:pPr>
                  <w:r w:rsidRPr="00BA4C1D">
                    <w:rPr>
                      <w:b/>
                      <w:bCs/>
                    </w:rPr>
                    <w:t>Zip:</w:t>
                  </w:r>
                </w:p>
              </w:tc>
              <w:tc>
                <w:tcPr>
                  <w:tcW w:w="2291" w:type="dxa"/>
                </w:tcPr>
                <w:p w14:paraId="2107F239"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08BB6129" w14:textId="77777777" w:rsidTr="000A5045">
              <w:tc>
                <w:tcPr>
                  <w:tcW w:w="1378" w:type="dxa"/>
                  <w:gridSpan w:val="2"/>
                </w:tcPr>
                <w:p w14:paraId="77A6798C" w14:textId="77777777" w:rsidR="00960250" w:rsidRPr="00BA4C1D" w:rsidRDefault="00960250" w:rsidP="00960250">
                  <w:pPr>
                    <w:jc w:val="both"/>
                    <w:rPr>
                      <w:b/>
                      <w:bCs/>
                    </w:rPr>
                  </w:pPr>
                  <w:r w:rsidRPr="00BA4C1D">
                    <w:rPr>
                      <w:b/>
                      <w:bCs/>
                    </w:rPr>
                    <w:t>Telephone:</w:t>
                  </w:r>
                </w:p>
              </w:tc>
              <w:tc>
                <w:tcPr>
                  <w:tcW w:w="3001" w:type="dxa"/>
                  <w:gridSpan w:val="4"/>
                </w:tcPr>
                <w:p w14:paraId="4891F44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22546052" w14:textId="77777777" w:rsidR="00960250" w:rsidRPr="00BA4C1D" w:rsidRDefault="00960250" w:rsidP="00960250">
                  <w:pPr>
                    <w:jc w:val="both"/>
                    <w:rPr>
                      <w:b/>
                      <w:bCs/>
                    </w:rPr>
                  </w:pPr>
                  <w:r w:rsidRPr="00BA4C1D">
                    <w:rPr>
                      <w:b/>
                      <w:bCs/>
                    </w:rPr>
                    <w:t>Fax:</w:t>
                  </w:r>
                </w:p>
              </w:tc>
              <w:tc>
                <w:tcPr>
                  <w:tcW w:w="4487" w:type="dxa"/>
                  <w:gridSpan w:val="4"/>
                </w:tcPr>
                <w:p w14:paraId="19FFE330"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0260C55E" w14:textId="77777777" w:rsidTr="000A5045">
              <w:tc>
                <w:tcPr>
                  <w:tcW w:w="1811" w:type="dxa"/>
                  <w:gridSpan w:val="4"/>
                </w:tcPr>
                <w:p w14:paraId="178B28A1" w14:textId="77777777" w:rsidR="00960250" w:rsidRPr="00BA4C1D" w:rsidRDefault="00960250" w:rsidP="00960250">
                  <w:pPr>
                    <w:jc w:val="both"/>
                    <w:rPr>
                      <w:b/>
                      <w:bCs/>
                    </w:rPr>
                  </w:pPr>
                  <w:r w:rsidRPr="00BA4C1D">
                    <w:rPr>
                      <w:b/>
                      <w:bCs/>
                    </w:rPr>
                    <w:t>Email Address:</w:t>
                  </w:r>
                </w:p>
              </w:tc>
              <w:tc>
                <w:tcPr>
                  <w:tcW w:w="7765" w:type="dxa"/>
                  <w:gridSpan w:val="7"/>
                </w:tcPr>
                <w:p w14:paraId="50A26DF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806291" w14:textId="655A77E7" w:rsidR="00960250" w:rsidRPr="00BA4C1D" w:rsidRDefault="00960250" w:rsidP="00960250">
            <w:pPr>
              <w:spacing w:before="240" w:after="240"/>
              <w:jc w:val="both"/>
            </w:pPr>
            <w:r>
              <w:rPr>
                <w:b/>
                <w:bCs/>
              </w:rPr>
              <w:t>7</w:t>
            </w:r>
            <w:r w:rsidRPr="00BA4C1D">
              <w:rPr>
                <w:b/>
                <w:bCs/>
              </w:rPr>
              <w:t>. Allocation Eligibility</w:t>
            </w:r>
            <w:r w:rsidRPr="00BA4C1D">
              <w:rPr>
                <w:bCs/>
              </w:rPr>
              <w:t>.</w:t>
            </w:r>
            <w:r w:rsidRPr="00BA4C1D">
              <w:rPr>
                <w:b/>
                <w:bCs/>
              </w:rPr>
              <w:t xml:space="preserve"> </w:t>
            </w:r>
            <w:r w:rsidR="006C3933">
              <w:rPr>
                <w:b/>
                <w:bCs/>
              </w:rPr>
              <w:t xml:space="preserve"> </w:t>
            </w:r>
            <w:r w:rsidRPr="00BA4C1D">
              <w:t>Indicate if the Applicant is eligible for the allocation described below:</w:t>
            </w:r>
          </w:p>
          <w:p w14:paraId="39523017" w14:textId="31670672" w:rsidR="00960250" w:rsidRPr="00BA4C1D" w:rsidRDefault="00960250" w:rsidP="00960250">
            <w:pPr>
              <w:spacing w:after="240"/>
              <w:jc w:val="both"/>
            </w:pPr>
            <w:r w:rsidRPr="00BA4C1D">
              <w:lastRenderedPageBreak/>
              <w:fldChar w:fldCharType="begin">
                <w:ffData>
                  <w:name w:val="Check1"/>
                  <w:enabled/>
                  <w:calcOnExit w:val="0"/>
                  <w:checkBox>
                    <w:sizeAuto/>
                    <w:default w:val="0"/>
                  </w:checkBox>
                </w:ffData>
              </w:fldChar>
            </w:r>
            <w:r w:rsidRPr="00BA4C1D">
              <w:instrText xml:space="preserve"> FORMCHECKBOX </w:instrText>
            </w:r>
            <w:r w:rsidR="0095697B">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210BC3EA" w14:textId="77777777" w:rsidR="00960250" w:rsidRPr="00BA4C1D" w:rsidRDefault="00960250" w:rsidP="00960250">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5B67AE84" w14:textId="77777777" w:rsidR="00960250" w:rsidRPr="00BA4C1D" w:rsidRDefault="00960250" w:rsidP="00960250">
            <w:pPr>
              <w:keepNext/>
              <w:keepLines/>
              <w:tabs>
                <w:tab w:val="left" w:pos="2286"/>
              </w:tabs>
              <w:spacing w:after="240"/>
              <w:jc w:val="center"/>
              <w:rPr>
                <w:b/>
              </w:rPr>
            </w:pPr>
            <w:r w:rsidRPr="00BA4C1D">
              <w:br w:type="page"/>
            </w:r>
            <w:r w:rsidRPr="00BA4C1D">
              <w:rPr>
                <w:b/>
                <w:u w:val="single"/>
              </w:rPr>
              <w:t>PART II – BANKING INFORMATION FOR FUNDS TRANSFERS</w:t>
            </w:r>
          </w:p>
          <w:p w14:paraId="339ED4DF" w14:textId="39D077A4" w:rsidR="00960250" w:rsidRPr="00BA4C1D" w:rsidRDefault="00960250" w:rsidP="00960250">
            <w:pPr>
              <w:keepNext/>
              <w:keepLines/>
              <w:spacing w:after="240"/>
              <w:jc w:val="both"/>
            </w:pPr>
            <w:r w:rsidRPr="00BA4C1D">
              <w:rPr>
                <w:b/>
              </w:rPr>
              <w:t>1. Banking Information</w:t>
            </w:r>
            <w:r w:rsidRPr="003247D8">
              <w:rPr>
                <w:b/>
              </w:rPr>
              <w:t>.</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7365"/>
            </w:tblGrid>
            <w:tr w:rsidR="00960250" w:rsidRPr="00BA4C1D" w14:paraId="508ED2CE" w14:textId="77777777" w:rsidTr="000A5045">
              <w:tc>
                <w:tcPr>
                  <w:tcW w:w="1890" w:type="dxa"/>
                </w:tcPr>
                <w:p w14:paraId="6F593D76" w14:textId="77777777" w:rsidR="00960250" w:rsidRPr="00BA4C1D" w:rsidRDefault="00960250" w:rsidP="00960250">
                  <w:pPr>
                    <w:jc w:val="both"/>
                    <w:rPr>
                      <w:b/>
                      <w:bCs/>
                    </w:rPr>
                  </w:pPr>
                  <w:r w:rsidRPr="00BA4C1D">
                    <w:rPr>
                      <w:b/>
                      <w:bCs/>
                    </w:rPr>
                    <w:t>Bank Name:</w:t>
                  </w:r>
                </w:p>
              </w:tc>
              <w:tc>
                <w:tcPr>
                  <w:tcW w:w="9018" w:type="dxa"/>
                </w:tcPr>
                <w:p w14:paraId="4D97B886" w14:textId="77777777" w:rsidR="00960250" w:rsidRPr="00BA4C1D" w:rsidRDefault="00960250" w:rsidP="00960250">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6C916573" w14:textId="77777777" w:rsidTr="000A5045">
              <w:tc>
                <w:tcPr>
                  <w:tcW w:w="1890" w:type="dxa"/>
                </w:tcPr>
                <w:p w14:paraId="123A18C8" w14:textId="77777777" w:rsidR="00960250" w:rsidRPr="00BA4C1D" w:rsidRDefault="00960250" w:rsidP="00960250">
                  <w:pPr>
                    <w:jc w:val="both"/>
                    <w:rPr>
                      <w:b/>
                      <w:bCs/>
                    </w:rPr>
                  </w:pPr>
                  <w:r w:rsidRPr="00BA4C1D">
                    <w:rPr>
                      <w:b/>
                      <w:bCs/>
                    </w:rPr>
                    <w:t>Account Name:</w:t>
                  </w:r>
                </w:p>
              </w:tc>
              <w:tc>
                <w:tcPr>
                  <w:tcW w:w="9018" w:type="dxa"/>
                </w:tcPr>
                <w:p w14:paraId="59D5725E" w14:textId="77777777" w:rsidR="00960250" w:rsidRPr="00BA4C1D" w:rsidRDefault="00960250" w:rsidP="00960250">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03777471" w14:textId="77777777" w:rsidTr="000A5045">
              <w:tc>
                <w:tcPr>
                  <w:tcW w:w="1890" w:type="dxa"/>
                </w:tcPr>
                <w:p w14:paraId="20EDDCCC" w14:textId="77777777" w:rsidR="00960250" w:rsidRPr="00BA4C1D" w:rsidRDefault="00960250" w:rsidP="00960250">
                  <w:pPr>
                    <w:jc w:val="both"/>
                    <w:rPr>
                      <w:b/>
                      <w:bCs/>
                    </w:rPr>
                  </w:pPr>
                  <w:r w:rsidRPr="00BA4C1D">
                    <w:rPr>
                      <w:b/>
                      <w:bCs/>
                    </w:rPr>
                    <w:t>Account No.:</w:t>
                  </w:r>
                </w:p>
              </w:tc>
              <w:tc>
                <w:tcPr>
                  <w:tcW w:w="9018" w:type="dxa"/>
                </w:tcPr>
                <w:p w14:paraId="603C46DD" w14:textId="77777777" w:rsidR="00960250" w:rsidRPr="00BA4C1D" w:rsidRDefault="00960250" w:rsidP="00960250">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519B10F4" w14:textId="77777777" w:rsidTr="000A5045">
              <w:tc>
                <w:tcPr>
                  <w:tcW w:w="1890" w:type="dxa"/>
                </w:tcPr>
                <w:p w14:paraId="18BAB299" w14:textId="77777777" w:rsidR="00960250" w:rsidRPr="00BA4C1D" w:rsidRDefault="00960250" w:rsidP="00960250">
                  <w:pPr>
                    <w:jc w:val="both"/>
                    <w:rPr>
                      <w:b/>
                      <w:bCs/>
                    </w:rPr>
                  </w:pPr>
                  <w:r w:rsidRPr="00BA4C1D">
                    <w:rPr>
                      <w:b/>
                      <w:bCs/>
                    </w:rPr>
                    <w:t>ABA Number:</w:t>
                  </w:r>
                </w:p>
              </w:tc>
              <w:tc>
                <w:tcPr>
                  <w:tcW w:w="9018" w:type="dxa"/>
                </w:tcPr>
                <w:p w14:paraId="4D625D1D" w14:textId="77777777" w:rsidR="00960250" w:rsidRPr="00BA4C1D" w:rsidRDefault="00960250" w:rsidP="00960250">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4E63E4D" w14:textId="77777777" w:rsidR="00960250" w:rsidRPr="00BA4C1D" w:rsidRDefault="00960250" w:rsidP="00960250">
            <w:pPr>
              <w:keepNext/>
              <w:keepLines/>
              <w:spacing w:before="240" w:after="240"/>
              <w:jc w:val="both"/>
              <w:rPr>
                <w:b/>
              </w:rPr>
            </w:pPr>
            <w:r w:rsidRPr="00BA4C1D">
              <w:rPr>
                <w:b/>
              </w:rPr>
              <w:t>2. Accounts Payable Contact (Settlement &amp; Billing)</w:t>
            </w:r>
            <w:r w:rsidRPr="003247D8">
              <w:rPr>
                <w:b/>
              </w:rPr>
              <w:t>.</w:t>
            </w:r>
            <w:r w:rsidRPr="00BA4C1D">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0"/>
              <w:gridCol w:w="278"/>
              <w:gridCol w:w="1532"/>
              <w:gridCol w:w="867"/>
              <w:gridCol w:w="705"/>
              <w:gridCol w:w="852"/>
              <w:gridCol w:w="441"/>
              <w:gridCol w:w="670"/>
              <w:gridCol w:w="2247"/>
            </w:tblGrid>
            <w:tr w:rsidR="00960250" w:rsidRPr="00BA4C1D" w14:paraId="206BC11B" w14:textId="77777777" w:rsidTr="000A5045">
              <w:tc>
                <w:tcPr>
                  <w:tcW w:w="1539" w:type="dxa"/>
                  <w:gridSpan w:val="2"/>
                </w:tcPr>
                <w:p w14:paraId="4FF0EBC2" w14:textId="77777777" w:rsidR="00960250" w:rsidRPr="00BA4C1D" w:rsidRDefault="00960250" w:rsidP="00960250">
                  <w:pPr>
                    <w:jc w:val="both"/>
                    <w:rPr>
                      <w:b/>
                      <w:bCs/>
                    </w:rPr>
                  </w:pPr>
                  <w:r w:rsidRPr="00BA4C1D">
                    <w:rPr>
                      <w:b/>
                      <w:bCs/>
                    </w:rPr>
                    <w:t>Name:</w:t>
                  </w:r>
                </w:p>
              </w:tc>
              <w:tc>
                <w:tcPr>
                  <w:tcW w:w="4047" w:type="dxa"/>
                  <w:gridSpan w:val="4"/>
                </w:tcPr>
                <w:p w14:paraId="68915EDF"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BF17258" w14:textId="77777777" w:rsidR="00960250" w:rsidRPr="00BA4C1D" w:rsidRDefault="00960250" w:rsidP="00960250">
                  <w:pPr>
                    <w:jc w:val="both"/>
                    <w:rPr>
                      <w:b/>
                      <w:bCs/>
                    </w:rPr>
                  </w:pPr>
                  <w:r w:rsidRPr="00BA4C1D">
                    <w:rPr>
                      <w:b/>
                      <w:bCs/>
                    </w:rPr>
                    <w:t>Title:</w:t>
                  </w:r>
                </w:p>
              </w:tc>
              <w:tc>
                <w:tcPr>
                  <w:tcW w:w="4427" w:type="dxa"/>
                  <w:gridSpan w:val="3"/>
                </w:tcPr>
                <w:p w14:paraId="68BC71EF"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18721B79" w14:textId="77777777" w:rsidTr="000A5045">
              <w:tc>
                <w:tcPr>
                  <w:tcW w:w="1539" w:type="dxa"/>
                  <w:gridSpan w:val="2"/>
                </w:tcPr>
                <w:p w14:paraId="60DBF622" w14:textId="77777777" w:rsidR="00960250" w:rsidRPr="00BA4C1D" w:rsidRDefault="00960250" w:rsidP="00960250">
                  <w:pPr>
                    <w:jc w:val="both"/>
                    <w:rPr>
                      <w:b/>
                      <w:bCs/>
                    </w:rPr>
                  </w:pPr>
                  <w:r w:rsidRPr="00BA4C1D">
                    <w:rPr>
                      <w:b/>
                      <w:bCs/>
                    </w:rPr>
                    <w:t>Address:</w:t>
                  </w:r>
                </w:p>
              </w:tc>
              <w:tc>
                <w:tcPr>
                  <w:tcW w:w="9369" w:type="dxa"/>
                  <w:gridSpan w:val="8"/>
                </w:tcPr>
                <w:p w14:paraId="717E619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9C8FB62" w14:textId="77777777" w:rsidTr="000A5045">
              <w:tc>
                <w:tcPr>
                  <w:tcW w:w="1363" w:type="dxa"/>
                </w:tcPr>
                <w:p w14:paraId="6C94A721" w14:textId="77777777" w:rsidR="00960250" w:rsidRPr="00BA4C1D" w:rsidRDefault="00960250" w:rsidP="00960250">
                  <w:pPr>
                    <w:jc w:val="both"/>
                    <w:rPr>
                      <w:b/>
                      <w:bCs/>
                    </w:rPr>
                  </w:pPr>
                  <w:r w:rsidRPr="00BA4C1D">
                    <w:rPr>
                      <w:b/>
                      <w:bCs/>
                    </w:rPr>
                    <w:t>City:</w:t>
                  </w:r>
                </w:p>
              </w:tc>
              <w:tc>
                <w:tcPr>
                  <w:tcW w:w="2609" w:type="dxa"/>
                  <w:gridSpan w:val="3"/>
                </w:tcPr>
                <w:p w14:paraId="1DDC8358"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2FA77F3E" w14:textId="77777777" w:rsidR="00960250" w:rsidRPr="00BA4C1D" w:rsidRDefault="00960250" w:rsidP="00960250">
                  <w:pPr>
                    <w:jc w:val="both"/>
                    <w:rPr>
                      <w:b/>
                      <w:bCs/>
                    </w:rPr>
                  </w:pPr>
                  <w:r w:rsidRPr="00BA4C1D">
                    <w:rPr>
                      <w:b/>
                      <w:bCs/>
                    </w:rPr>
                    <w:t>State:</w:t>
                  </w:r>
                </w:p>
              </w:tc>
              <w:tc>
                <w:tcPr>
                  <w:tcW w:w="2302" w:type="dxa"/>
                  <w:gridSpan w:val="3"/>
                </w:tcPr>
                <w:p w14:paraId="47C930CF" w14:textId="77777777" w:rsidR="00960250" w:rsidRPr="00BA4C1D" w:rsidRDefault="00960250" w:rsidP="00960250">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0C625363" w14:textId="77777777" w:rsidR="00960250" w:rsidRPr="00BA4C1D" w:rsidRDefault="00960250" w:rsidP="00960250">
                  <w:pPr>
                    <w:jc w:val="both"/>
                    <w:rPr>
                      <w:b/>
                      <w:bCs/>
                    </w:rPr>
                  </w:pPr>
                  <w:r w:rsidRPr="00BA4C1D">
                    <w:rPr>
                      <w:b/>
                      <w:bCs/>
                    </w:rPr>
                    <w:t>Zip:</w:t>
                  </w:r>
                </w:p>
              </w:tc>
              <w:tc>
                <w:tcPr>
                  <w:tcW w:w="3060" w:type="dxa"/>
                </w:tcPr>
                <w:p w14:paraId="3325BCCE" w14:textId="77777777" w:rsidR="00960250" w:rsidRPr="00BA4C1D" w:rsidRDefault="00960250" w:rsidP="00960250">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54F1ECC4" w14:textId="77777777" w:rsidTr="000A5045">
              <w:tc>
                <w:tcPr>
                  <w:tcW w:w="1363" w:type="dxa"/>
                </w:tcPr>
                <w:p w14:paraId="3E60C28E" w14:textId="77777777" w:rsidR="00960250" w:rsidRPr="00BA4C1D" w:rsidRDefault="00960250" w:rsidP="00960250">
                  <w:pPr>
                    <w:jc w:val="both"/>
                    <w:rPr>
                      <w:b/>
                      <w:bCs/>
                    </w:rPr>
                  </w:pPr>
                  <w:r w:rsidRPr="00BA4C1D">
                    <w:rPr>
                      <w:b/>
                      <w:bCs/>
                    </w:rPr>
                    <w:t>Telephone:</w:t>
                  </w:r>
                </w:p>
              </w:tc>
              <w:tc>
                <w:tcPr>
                  <w:tcW w:w="3505" w:type="dxa"/>
                  <w:gridSpan w:val="4"/>
                </w:tcPr>
                <w:p w14:paraId="2114A744"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061A1D6" w14:textId="77777777" w:rsidR="00960250" w:rsidRPr="00BA4C1D" w:rsidRDefault="00960250" w:rsidP="00960250">
                  <w:pPr>
                    <w:jc w:val="both"/>
                    <w:rPr>
                      <w:b/>
                      <w:bCs/>
                    </w:rPr>
                  </w:pPr>
                  <w:r w:rsidRPr="00BA4C1D">
                    <w:rPr>
                      <w:b/>
                      <w:bCs/>
                    </w:rPr>
                    <w:t>Fax:</w:t>
                  </w:r>
                </w:p>
              </w:tc>
              <w:tc>
                <w:tcPr>
                  <w:tcW w:w="5322" w:type="dxa"/>
                  <w:gridSpan w:val="4"/>
                </w:tcPr>
                <w:p w14:paraId="2C8A692F"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378E5E4C" w14:textId="77777777" w:rsidTr="000A5045">
              <w:tc>
                <w:tcPr>
                  <w:tcW w:w="1890" w:type="dxa"/>
                  <w:gridSpan w:val="3"/>
                </w:tcPr>
                <w:p w14:paraId="6014F9FC" w14:textId="77777777" w:rsidR="00960250" w:rsidRPr="00BA4C1D" w:rsidRDefault="00960250" w:rsidP="00960250">
                  <w:pPr>
                    <w:jc w:val="both"/>
                    <w:rPr>
                      <w:b/>
                      <w:bCs/>
                    </w:rPr>
                  </w:pPr>
                  <w:r w:rsidRPr="00BA4C1D">
                    <w:rPr>
                      <w:b/>
                      <w:bCs/>
                    </w:rPr>
                    <w:t>Email Address:</w:t>
                  </w:r>
                </w:p>
              </w:tc>
              <w:tc>
                <w:tcPr>
                  <w:tcW w:w="9018" w:type="dxa"/>
                  <w:gridSpan w:val="7"/>
                </w:tcPr>
                <w:p w14:paraId="1FC73022"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BC44A32" w14:textId="184426E3" w:rsidR="00960250" w:rsidRPr="00BA4C1D" w:rsidRDefault="00960250" w:rsidP="00960250">
            <w:pPr>
              <w:keepNext/>
              <w:keepLines/>
              <w:spacing w:before="240" w:after="240"/>
              <w:jc w:val="both"/>
            </w:pPr>
            <w:r w:rsidRPr="00BA4C1D">
              <w:rPr>
                <w:b/>
              </w:rPr>
              <w:t>3. Backup Accounts Payable Contact (Settlement &amp; Billing)</w:t>
            </w:r>
            <w:r w:rsidRPr="003247D8">
              <w:rPr>
                <w:b/>
              </w:rPr>
              <w:t>.</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0"/>
              <w:gridCol w:w="278"/>
              <w:gridCol w:w="1532"/>
              <w:gridCol w:w="867"/>
              <w:gridCol w:w="705"/>
              <w:gridCol w:w="852"/>
              <w:gridCol w:w="441"/>
              <w:gridCol w:w="670"/>
              <w:gridCol w:w="2247"/>
            </w:tblGrid>
            <w:tr w:rsidR="00960250" w:rsidRPr="00BA4C1D" w14:paraId="5B0CB733" w14:textId="77777777" w:rsidTr="000A5045">
              <w:tc>
                <w:tcPr>
                  <w:tcW w:w="1539" w:type="dxa"/>
                  <w:gridSpan w:val="2"/>
                </w:tcPr>
                <w:p w14:paraId="645F5008" w14:textId="77777777" w:rsidR="00960250" w:rsidRPr="00BA4C1D" w:rsidRDefault="00960250" w:rsidP="00960250">
                  <w:pPr>
                    <w:jc w:val="both"/>
                    <w:rPr>
                      <w:b/>
                      <w:bCs/>
                    </w:rPr>
                  </w:pPr>
                  <w:r w:rsidRPr="00BA4C1D">
                    <w:rPr>
                      <w:b/>
                      <w:bCs/>
                    </w:rPr>
                    <w:t>Name:</w:t>
                  </w:r>
                </w:p>
              </w:tc>
              <w:tc>
                <w:tcPr>
                  <w:tcW w:w="4047" w:type="dxa"/>
                  <w:gridSpan w:val="4"/>
                </w:tcPr>
                <w:p w14:paraId="378E2417" w14:textId="77777777" w:rsidR="00960250" w:rsidRPr="00BA4C1D" w:rsidRDefault="00960250" w:rsidP="00960250">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30B5062" w14:textId="77777777" w:rsidR="00960250" w:rsidRPr="00BA4C1D" w:rsidRDefault="00960250" w:rsidP="00960250">
                  <w:pPr>
                    <w:jc w:val="both"/>
                    <w:rPr>
                      <w:b/>
                      <w:bCs/>
                    </w:rPr>
                  </w:pPr>
                  <w:r w:rsidRPr="00BA4C1D">
                    <w:rPr>
                      <w:b/>
                      <w:bCs/>
                    </w:rPr>
                    <w:t>Title:</w:t>
                  </w:r>
                </w:p>
              </w:tc>
              <w:tc>
                <w:tcPr>
                  <w:tcW w:w="4427" w:type="dxa"/>
                  <w:gridSpan w:val="3"/>
                </w:tcPr>
                <w:p w14:paraId="4417AB20"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513B9609" w14:textId="77777777" w:rsidTr="000A5045">
              <w:tc>
                <w:tcPr>
                  <w:tcW w:w="1539" w:type="dxa"/>
                  <w:gridSpan w:val="2"/>
                </w:tcPr>
                <w:p w14:paraId="11DD11CC" w14:textId="77777777" w:rsidR="00960250" w:rsidRPr="00BA4C1D" w:rsidRDefault="00960250" w:rsidP="00960250">
                  <w:pPr>
                    <w:jc w:val="both"/>
                    <w:rPr>
                      <w:b/>
                      <w:bCs/>
                    </w:rPr>
                  </w:pPr>
                  <w:r w:rsidRPr="00BA4C1D">
                    <w:rPr>
                      <w:b/>
                      <w:bCs/>
                    </w:rPr>
                    <w:t>Address:</w:t>
                  </w:r>
                </w:p>
              </w:tc>
              <w:tc>
                <w:tcPr>
                  <w:tcW w:w="9369" w:type="dxa"/>
                  <w:gridSpan w:val="8"/>
                </w:tcPr>
                <w:p w14:paraId="690072A8"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72521ED" w14:textId="77777777" w:rsidTr="000A5045">
              <w:tc>
                <w:tcPr>
                  <w:tcW w:w="1363" w:type="dxa"/>
                </w:tcPr>
                <w:p w14:paraId="75F7AC89" w14:textId="77777777" w:rsidR="00960250" w:rsidRPr="00BA4C1D" w:rsidRDefault="00960250" w:rsidP="00960250">
                  <w:pPr>
                    <w:jc w:val="both"/>
                    <w:rPr>
                      <w:b/>
                      <w:bCs/>
                    </w:rPr>
                  </w:pPr>
                  <w:r w:rsidRPr="00BA4C1D">
                    <w:rPr>
                      <w:b/>
                      <w:bCs/>
                    </w:rPr>
                    <w:t>City:</w:t>
                  </w:r>
                </w:p>
              </w:tc>
              <w:tc>
                <w:tcPr>
                  <w:tcW w:w="2609" w:type="dxa"/>
                  <w:gridSpan w:val="3"/>
                </w:tcPr>
                <w:p w14:paraId="39A2F8BC" w14:textId="77777777" w:rsidR="00960250" w:rsidRPr="00BA4C1D" w:rsidRDefault="00960250" w:rsidP="00960250">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C2D0C9A" w14:textId="77777777" w:rsidR="00960250" w:rsidRPr="00BA4C1D" w:rsidRDefault="00960250" w:rsidP="00960250">
                  <w:pPr>
                    <w:jc w:val="both"/>
                    <w:rPr>
                      <w:b/>
                      <w:bCs/>
                    </w:rPr>
                  </w:pPr>
                  <w:r w:rsidRPr="00BA4C1D">
                    <w:rPr>
                      <w:b/>
                      <w:bCs/>
                    </w:rPr>
                    <w:t>State:</w:t>
                  </w:r>
                </w:p>
              </w:tc>
              <w:tc>
                <w:tcPr>
                  <w:tcW w:w="2302" w:type="dxa"/>
                  <w:gridSpan w:val="3"/>
                </w:tcPr>
                <w:p w14:paraId="274954A7" w14:textId="77777777" w:rsidR="00960250" w:rsidRPr="00BA4C1D" w:rsidRDefault="00960250" w:rsidP="00960250">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434142F0" w14:textId="77777777" w:rsidR="00960250" w:rsidRPr="00BA4C1D" w:rsidRDefault="00960250" w:rsidP="00960250">
                  <w:pPr>
                    <w:jc w:val="both"/>
                    <w:rPr>
                      <w:b/>
                      <w:bCs/>
                    </w:rPr>
                  </w:pPr>
                  <w:r w:rsidRPr="00BA4C1D">
                    <w:rPr>
                      <w:b/>
                      <w:bCs/>
                    </w:rPr>
                    <w:t>Zip:</w:t>
                  </w:r>
                </w:p>
              </w:tc>
              <w:tc>
                <w:tcPr>
                  <w:tcW w:w="3060" w:type="dxa"/>
                </w:tcPr>
                <w:p w14:paraId="39B1DAD6" w14:textId="77777777" w:rsidR="00960250" w:rsidRPr="00BA4C1D" w:rsidRDefault="00960250" w:rsidP="00960250">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3E2EC85" w14:textId="77777777" w:rsidTr="000A5045">
              <w:tc>
                <w:tcPr>
                  <w:tcW w:w="1363" w:type="dxa"/>
                </w:tcPr>
                <w:p w14:paraId="6693674C" w14:textId="77777777" w:rsidR="00960250" w:rsidRPr="00BA4C1D" w:rsidRDefault="00960250" w:rsidP="00960250">
                  <w:pPr>
                    <w:jc w:val="both"/>
                    <w:rPr>
                      <w:b/>
                      <w:bCs/>
                    </w:rPr>
                  </w:pPr>
                  <w:r w:rsidRPr="00BA4C1D">
                    <w:rPr>
                      <w:b/>
                      <w:bCs/>
                    </w:rPr>
                    <w:t>Telephone:</w:t>
                  </w:r>
                </w:p>
              </w:tc>
              <w:tc>
                <w:tcPr>
                  <w:tcW w:w="3505" w:type="dxa"/>
                  <w:gridSpan w:val="4"/>
                </w:tcPr>
                <w:p w14:paraId="3FEEC585"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1C6345" w14:textId="77777777" w:rsidR="00960250" w:rsidRPr="00BA4C1D" w:rsidRDefault="00960250" w:rsidP="00960250">
                  <w:pPr>
                    <w:jc w:val="both"/>
                    <w:rPr>
                      <w:b/>
                      <w:bCs/>
                    </w:rPr>
                  </w:pPr>
                  <w:r w:rsidRPr="00BA4C1D">
                    <w:rPr>
                      <w:b/>
                      <w:bCs/>
                    </w:rPr>
                    <w:t>Fax:</w:t>
                  </w:r>
                </w:p>
              </w:tc>
              <w:tc>
                <w:tcPr>
                  <w:tcW w:w="5322" w:type="dxa"/>
                  <w:gridSpan w:val="4"/>
                </w:tcPr>
                <w:p w14:paraId="4A1933BE"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0631278F" w14:textId="77777777" w:rsidTr="000A5045">
              <w:tc>
                <w:tcPr>
                  <w:tcW w:w="1890" w:type="dxa"/>
                  <w:gridSpan w:val="3"/>
                </w:tcPr>
                <w:p w14:paraId="739884C1" w14:textId="77777777" w:rsidR="00960250" w:rsidRPr="00BA4C1D" w:rsidRDefault="00960250" w:rsidP="00960250">
                  <w:pPr>
                    <w:jc w:val="both"/>
                    <w:rPr>
                      <w:b/>
                      <w:bCs/>
                    </w:rPr>
                  </w:pPr>
                  <w:r w:rsidRPr="00BA4C1D">
                    <w:rPr>
                      <w:b/>
                      <w:bCs/>
                    </w:rPr>
                    <w:t>Email Address:</w:t>
                  </w:r>
                </w:p>
              </w:tc>
              <w:tc>
                <w:tcPr>
                  <w:tcW w:w="9018" w:type="dxa"/>
                  <w:gridSpan w:val="7"/>
                </w:tcPr>
                <w:p w14:paraId="3D29C32B" w14:textId="77777777" w:rsidR="00960250" w:rsidRPr="00BA4C1D" w:rsidRDefault="00960250" w:rsidP="0096025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C751BF" w14:textId="77777777" w:rsidR="00960250" w:rsidRPr="00BA4C1D" w:rsidRDefault="00960250" w:rsidP="00960250">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797DA16" w14:textId="13E76B5C" w:rsidR="00960250" w:rsidRPr="00BA4C1D" w:rsidRDefault="00960250" w:rsidP="00960250">
            <w:pPr>
              <w:spacing w:after="240"/>
              <w:jc w:val="both"/>
            </w:pPr>
            <w:r w:rsidRPr="00BA4C1D">
              <w:rPr>
                <w:b/>
              </w:rPr>
              <w:t>1. Officers</w:t>
            </w:r>
            <w:r>
              <w:rPr>
                <w:b/>
              </w:rPr>
              <w:t xml:space="preserve"> and Principals</w:t>
            </w:r>
            <w:r w:rsidRPr="00BA4C1D">
              <w:rPr>
                <w:b/>
              </w:rPr>
              <w:t>.</w:t>
            </w:r>
            <w:r w:rsidRPr="00BA4C1D">
              <w:t xml:space="preserve"> </w:t>
            </w:r>
            <w:r w:rsidR="006C3933">
              <w:t xml:space="preserve"> </w:t>
            </w:r>
            <w:r>
              <w:t xml:space="preserve">Provide the name of all officers and the name and position of all Principals, as defined by Section 16.1.2, Principal of a Market Participant.  In addition, </w:t>
            </w:r>
            <w:r w:rsidRPr="00BA4C1D">
              <w:t xml:space="preserve">ERCOT will obtain the names of all individuals and/or entities listed with the Texas Secretary of State as having binding authority for the Applicant. </w:t>
            </w:r>
            <w:r>
              <w:t xml:space="preserve"> </w:t>
            </w:r>
            <w:r w:rsidRPr="00BA4C1D">
              <w:t>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w:t>
            </w:r>
            <w:r w:rsidR="00483196">
              <w:t xml:space="preserve">  </w:t>
            </w:r>
            <w:r w:rsidRPr="00BA4C1D">
              <w:t xml:space="preserve">Alternatively, additional documentation (Articles of Incorporation, Board Resolutions, Delegation of </w:t>
            </w:r>
            <w:r w:rsidRPr="00BA4C1D">
              <w:lastRenderedPageBreak/>
              <w:t>Authority, Secretary’s Certificate, etc.) can be provided to prove binding authority for the Applicant.</w:t>
            </w:r>
          </w:p>
          <w:p w14:paraId="279665B2" w14:textId="2FB8AF63" w:rsidR="00960250" w:rsidRPr="00BA4C1D" w:rsidRDefault="00960250" w:rsidP="00960250">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Please also provide the name and type of any other ERCOT Market Participant registrations held by the Applicant.</w:t>
            </w:r>
            <w:r w:rsidR="006C3933">
              <w:rPr>
                <w:bCs/>
              </w:rPr>
              <w:t xml:space="preserve">  </w:t>
            </w:r>
            <w:r w:rsidRPr="00BA4C1D">
              <w:rPr>
                <w:bCs/>
                <w:i/>
              </w:rPr>
              <w:t>(Attach additional pages if necessary.)</w:t>
            </w:r>
          </w:p>
          <w:tbl>
            <w:tblPr>
              <w:tblpPr w:leftFromText="187" w:rightFromText="187" w:vertAnchor="text" w:horzAnchor="margin" w:tblpY="12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3"/>
              <w:gridCol w:w="3284"/>
              <w:gridCol w:w="2429"/>
            </w:tblGrid>
            <w:tr w:rsidR="00960250" w:rsidRPr="00BA4C1D" w14:paraId="443413A7" w14:textId="77777777" w:rsidTr="00960250">
              <w:tc>
                <w:tcPr>
                  <w:tcW w:w="1863" w:type="pct"/>
                </w:tcPr>
                <w:p w14:paraId="4FC82020" w14:textId="77777777" w:rsidR="00960250" w:rsidRPr="00BA4C1D" w:rsidRDefault="00960250" w:rsidP="00960250">
                  <w:pPr>
                    <w:jc w:val="center"/>
                  </w:pPr>
                  <w:r w:rsidRPr="00BA4C1D">
                    <w:rPr>
                      <w:b/>
                      <w:bCs/>
                    </w:rPr>
                    <w:t>Affiliate Name</w:t>
                  </w:r>
                </w:p>
                <w:p w14:paraId="4B8549E2" w14:textId="77777777" w:rsidR="00960250" w:rsidRPr="00BA4C1D" w:rsidRDefault="00960250" w:rsidP="00960250">
                  <w:pPr>
                    <w:jc w:val="center"/>
                  </w:pPr>
                  <w:r w:rsidRPr="00BA4C1D">
                    <w:t>(or name used for other ERCOT registration)</w:t>
                  </w:r>
                </w:p>
              </w:tc>
              <w:tc>
                <w:tcPr>
                  <w:tcW w:w="1803" w:type="pct"/>
                </w:tcPr>
                <w:p w14:paraId="53705045" w14:textId="77777777" w:rsidR="00960250" w:rsidRPr="00BA4C1D" w:rsidRDefault="00960250" w:rsidP="00960250">
                  <w:pPr>
                    <w:jc w:val="center"/>
                    <w:rPr>
                      <w:b/>
                      <w:bCs/>
                    </w:rPr>
                  </w:pPr>
                  <w:r w:rsidRPr="00BA4C1D">
                    <w:rPr>
                      <w:b/>
                      <w:bCs/>
                    </w:rPr>
                    <w:t>Type of Legal Structure</w:t>
                  </w:r>
                </w:p>
                <w:p w14:paraId="16C459DC" w14:textId="77777777" w:rsidR="00960250" w:rsidRPr="00BA4C1D" w:rsidRDefault="00960250" w:rsidP="00960250">
                  <w:pPr>
                    <w:jc w:val="center"/>
                    <w:rPr>
                      <w:bCs/>
                    </w:rPr>
                  </w:pPr>
                  <w:r w:rsidRPr="00BA4C1D">
                    <w:rPr>
                      <w:bCs/>
                    </w:rPr>
                    <w:t>(partnership, limited liability company, corporation, etc.)</w:t>
                  </w:r>
                </w:p>
              </w:tc>
              <w:tc>
                <w:tcPr>
                  <w:tcW w:w="1334" w:type="pct"/>
                </w:tcPr>
                <w:p w14:paraId="05B80AE4" w14:textId="77777777" w:rsidR="00960250" w:rsidRPr="00BA4C1D" w:rsidRDefault="00960250" w:rsidP="00960250">
                  <w:pPr>
                    <w:keepNext/>
                    <w:jc w:val="center"/>
                    <w:outlineLvl w:val="2"/>
                    <w:rPr>
                      <w:b/>
                      <w:bCs/>
                    </w:rPr>
                  </w:pPr>
                  <w:r w:rsidRPr="00BA4C1D">
                    <w:rPr>
                      <w:b/>
                      <w:bCs/>
                    </w:rPr>
                    <w:t>Relationship</w:t>
                  </w:r>
                </w:p>
                <w:p w14:paraId="008688A0" w14:textId="77777777" w:rsidR="00960250" w:rsidRPr="00BA4C1D" w:rsidRDefault="00960250" w:rsidP="00960250">
                  <w:pPr>
                    <w:jc w:val="center"/>
                  </w:pPr>
                  <w:r w:rsidRPr="00BA4C1D">
                    <w:t>(parent, subsidiary, partner, affiliate, etc.)</w:t>
                  </w:r>
                </w:p>
              </w:tc>
            </w:tr>
            <w:tr w:rsidR="00960250" w:rsidRPr="00BA4C1D" w14:paraId="6F8A5119" w14:textId="77777777" w:rsidTr="00960250">
              <w:tc>
                <w:tcPr>
                  <w:tcW w:w="1863" w:type="pct"/>
                </w:tcPr>
                <w:p w14:paraId="1CE2C9FC" w14:textId="77777777" w:rsidR="00960250" w:rsidRPr="00BA4C1D" w:rsidRDefault="00960250" w:rsidP="00960250">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436B7F18" w14:textId="77777777" w:rsidR="00960250" w:rsidRPr="00BA4C1D" w:rsidRDefault="00960250" w:rsidP="00960250">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0DF79E8D" w14:textId="77777777" w:rsidR="00960250" w:rsidRPr="00BA4C1D" w:rsidRDefault="00960250" w:rsidP="00960250">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960250" w:rsidRPr="00BA4C1D" w14:paraId="71CE350D" w14:textId="77777777" w:rsidTr="00960250">
              <w:tc>
                <w:tcPr>
                  <w:tcW w:w="1863" w:type="pct"/>
                </w:tcPr>
                <w:p w14:paraId="28563008" w14:textId="77777777" w:rsidR="00960250" w:rsidRPr="00BA4C1D" w:rsidRDefault="00960250" w:rsidP="00960250">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0D7D77CE" w14:textId="77777777" w:rsidR="00960250" w:rsidRPr="00BA4C1D" w:rsidRDefault="00960250" w:rsidP="00960250">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2169C599" w14:textId="77777777" w:rsidR="00960250" w:rsidRPr="00BA4C1D" w:rsidRDefault="00960250" w:rsidP="00960250">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960250" w:rsidRPr="00BA4C1D" w14:paraId="16DDB07D" w14:textId="77777777" w:rsidTr="00960250">
              <w:tc>
                <w:tcPr>
                  <w:tcW w:w="1863" w:type="pct"/>
                </w:tcPr>
                <w:p w14:paraId="0ED635F4" w14:textId="77777777" w:rsidR="00960250" w:rsidRPr="00BA4C1D" w:rsidRDefault="00960250" w:rsidP="00960250">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4AE0796D" w14:textId="77777777" w:rsidR="00960250" w:rsidRPr="00BA4C1D" w:rsidRDefault="00960250" w:rsidP="00960250">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209F35BF" w14:textId="77777777" w:rsidR="00960250" w:rsidRPr="00BA4C1D" w:rsidRDefault="00960250" w:rsidP="00960250">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960250" w:rsidRPr="00BA4C1D" w14:paraId="77D95014" w14:textId="77777777" w:rsidTr="00960250">
              <w:tc>
                <w:tcPr>
                  <w:tcW w:w="1863" w:type="pct"/>
                </w:tcPr>
                <w:p w14:paraId="51C8658E" w14:textId="77777777" w:rsidR="00960250" w:rsidRPr="00BA4C1D" w:rsidRDefault="00960250" w:rsidP="00960250">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0FECD0A1" w14:textId="77777777" w:rsidR="00960250" w:rsidRPr="00BA4C1D" w:rsidRDefault="00960250" w:rsidP="00960250">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0B0C7460" w14:textId="77777777" w:rsidR="00960250" w:rsidRPr="00BA4C1D" w:rsidRDefault="00960250" w:rsidP="00960250">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960250" w:rsidRPr="00BA4C1D" w14:paraId="499B212F" w14:textId="77777777" w:rsidTr="00960250">
              <w:tc>
                <w:tcPr>
                  <w:tcW w:w="1863" w:type="pct"/>
                </w:tcPr>
                <w:p w14:paraId="66E1FADC" w14:textId="77777777" w:rsidR="00960250" w:rsidRPr="00BA4C1D" w:rsidRDefault="00960250" w:rsidP="00960250">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0661C3D6" w14:textId="77777777" w:rsidR="00960250" w:rsidRPr="00BA4C1D" w:rsidRDefault="00960250" w:rsidP="00960250">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6FA28A28" w14:textId="77777777" w:rsidR="00960250" w:rsidRPr="00BA4C1D" w:rsidRDefault="00960250" w:rsidP="00960250">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960250" w:rsidRPr="00BA4C1D" w14:paraId="62B70899" w14:textId="77777777" w:rsidTr="00960250">
              <w:tc>
                <w:tcPr>
                  <w:tcW w:w="1863" w:type="pct"/>
                </w:tcPr>
                <w:p w14:paraId="5F54DD44" w14:textId="77777777" w:rsidR="00960250" w:rsidRPr="00BA4C1D" w:rsidRDefault="00960250" w:rsidP="00960250">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803" w:type="pct"/>
                </w:tcPr>
                <w:p w14:paraId="55B967B2" w14:textId="77777777" w:rsidR="00960250" w:rsidRPr="00BA4C1D" w:rsidRDefault="00960250" w:rsidP="00960250">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1334" w:type="pct"/>
                </w:tcPr>
                <w:p w14:paraId="44CC0A61" w14:textId="77777777" w:rsidR="00960250" w:rsidRPr="00BA4C1D" w:rsidRDefault="00960250" w:rsidP="00960250">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22D1BBDC" w14:textId="703DE377" w:rsidR="00960250" w:rsidRDefault="00960250" w:rsidP="00960250">
            <w:pPr>
              <w:spacing w:before="240" w:after="240"/>
              <w:jc w:val="both"/>
            </w:pPr>
            <w:r w:rsidRPr="00BA4C1D">
              <w:rPr>
                <w:b/>
                <w:bCs/>
              </w:rPr>
              <w:t xml:space="preserve">3. </w:t>
            </w:r>
            <w:r>
              <w:rPr>
                <w:b/>
                <w:bCs/>
              </w:rPr>
              <w:t xml:space="preserve">Disclosures. </w:t>
            </w:r>
            <w:r w:rsidR="006C3933">
              <w:rPr>
                <w:b/>
                <w:bCs/>
              </w:rPr>
              <w:t xml:space="preserve">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p>
          <w:p w14:paraId="6320BE70" w14:textId="243DA4C6" w:rsidR="00960250" w:rsidRPr="00BA4C1D" w:rsidRDefault="00960250" w:rsidP="006C3933">
            <w:pPr>
              <w:spacing w:after="240"/>
              <w:jc w:val="both"/>
            </w:pPr>
            <w:r>
              <w:rPr>
                <w:b/>
                <w:bCs/>
              </w:rPr>
              <w:t xml:space="preserve">4. </w:t>
            </w:r>
            <w:r w:rsidRPr="00BA4C1D">
              <w:rPr>
                <w:b/>
                <w:bCs/>
              </w:rPr>
              <w:t>Counter-Party Credit Application</w:t>
            </w:r>
            <w:r w:rsidRPr="00C63ACC">
              <w:rPr>
                <w:b/>
              </w:rPr>
              <w:t>.</w:t>
            </w:r>
            <w:r w:rsidR="006C3933">
              <w:rPr>
                <w:b/>
              </w:rPr>
              <w:t xml:space="preserve">  </w:t>
            </w:r>
            <w:r w:rsidRPr="00BA4C1D">
              <w:t>Complete the C</w:t>
            </w:r>
            <w:r>
              <w:t>ounter-</w:t>
            </w:r>
            <w:r w:rsidRPr="00BA4C1D">
              <w:t>P</w:t>
            </w:r>
            <w:r>
              <w:t>arty</w:t>
            </w:r>
            <w:r w:rsidRPr="00BA4C1D">
              <w:t xml:space="preserve"> Credit Application, located</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7A36AE84" w14:textId="26F9A723" w:rsidR="00960250" w:rsidRPr="00BA4C1D" w:rsidRDefault="00960250" w:rsidP="00960250">
            <w:pPr>
              <w:spacing w:after="240"/>
              <w:jc w:val="both"/>
              <w:rPr>
                <w:bCs/>
              </w:rPr>
            </w:pPr>
            <w:r>
              <w:rPr>
                <w:b/>
              </w:rPr>
              <w:t>5</w:t>
            </w:r>
            <w:r w:rsidRPr="00BA4C1D">
              <w:rPr>
                <w:b/>
              </w:rPr>
              <w:t>. Annual Certification Form to Meet ERCOT Additional Minimum Participation.</w:t>
            </w:r>
            <w:r w:rsidR="00C95ED7">
              <w:rPr>
                <w:b/>
              </w:rP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1ED20A5F" w14:textId="43745913" w:rsidR="00960250" w:rsidRPr="00C63ACC" w:rsidRDefault="00960250" w:rsidP="00960250">
            <w:pPr>
              <w:spacing w:after="240"/>
              <w:jc w:val="both"/>
              <w:rPr>
                <w:b/>
                <w:bCs/>
              </w:rPr>
            </w:pPr>
            <w:r>
              <w:rPr>
                <w:b/>
                <w:bCs/>
              </w:rPr>
              <w:t>6</w:t>
            </w:r>
            <w:r w:rsidRPr="00BA4C1D">
              <w:rPr>
                <w:b/>
                <w:bCs/>
              </w:rPr>
              <w:t xml:space="preserve">. Qualified Scheduling Entity (QSE) Acknowledgment. </w:t>
            </w:r>
            <w:r w:rsidR="006C3933">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PCRRs.</w:t>
            </w:r>
          </w:p>
          <w:p w14:paraId="7AE4A145" w14:textId="77777777" w:rsidR="00960250" w:rsidRPr="00BA4C1D" w:rsidRDefault="00960250" w:rsidP="00960250">
            <w:pPr>
              <w:keepNext/>
              <w:autoSpaceDE w:val="0"/>
              <w:autoSpaceDN w:val="0"/>
              <w:spacing w:before="240" w:after="240"/>
              <w:jc w:val="center"/>
              <w:outlineLvl w:val="1"/>
              <w:rPr>
                <w:b/>
                <w:bCs/>
                <w:iCs/>
                <w:u w:val="single"/>
              </w:rPr>
            </w:pPr>
            <w:r w:rsidRPr="00BA4C1D">
              <w:rPr>
                <w:b/>
                <w:bCs/>
                <w:iCs/>
                <w:u w:val="single"/>
              </w:rPr>
              <w:t>PART IV – SIGNATURE</w:t>
            </w:r>
          </w:p>
          <w:p w14:paraId="300BCE33" w14:textId="77777777" w:rsidR="00960250" w:rsidRPr="00BA4C1D" w:rsidRDefault="00960250" w:rsidP="00960250">
            <w:pPr>
              <w:jc w:val="both"/>
              <w:rPr>
                <w:b/>
              </w:rPr>
            </w:pPr>
          </w:p>
          <w:p w14:paraId="4FF2575D" w14:textId="057D8B0A" w:rsidR="00960250" w:rsidRPr="00BA4C1D" w:rsidRDefault="00960250" w:rsidP="00960250">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2"/>
              <w:gridCol w:w="5134"/>
            </w:tblGrid>
            <w:tr w:rsidR="00960250" w:rsidRPr="00BA4C1D" w14:paraId="2D38D98C" w14:textId="77777777" w:rsidTr="000A5045">
              <w:tc>
                <w:tcPr>
                  <w:tcW w:w="4158" w:type="dxa"/>
                  <w:vAlign w:val="center"/>
                </w:tcPr>
                <w:p w14:paraId="1F0E66A6" w14:textId="77777777" w:rsidR="00960250" w:rsidRPr="00BA4C1D" w:rsidRDefault="00960250" w:rsidP="00960250">
                  <w:pPr>
                    <w:autoSpaceDE w:val="0"/>
                    <w:autoSpaceDN w:val="0"/>
                  </w:pPr>
                  <w:r w:rsidRPr="00BA4C1D">
                    <w:lastRenderedPageBreak/>
                    <w:t xml:space="preserve">Signature of AR, Backup </w:t>
                  </w:r>
                  <w:proofErr w:type="gramStart"/>
                  <w:r w:rsidRPr="00BA4C1D">
                    <w:t>AR</w:t>
                  </w:r>
                  <w:proofErr w:type="gramEnd"/>
                  <w:r w:rsidRPr="00BA4C1D">
                    <w:t xml:space="preserve"> or Officer:</w:t>
                  </w:r>
                </w:p>
              </w:tc>
              <w:tc>
                <w:tcPr>
                  <w:tcW w:w="5418" w:type="dxa"/>
                </w:tcPr>
                <w:p w14:paraId="0684BC4F" w14:textId="77777777" w:rsidR="00960250" w:rsidRPr="00BA4C1D" w:rsidRDefault="00960250" w:rsidP="00960250">
                  <w:pPr>
                    <w:keepNext/>
                    <w:autoSpaceDE w:val="0"/>
                    <w:autoSpaceDN w:val="0"/>
                    <w:jc w:val="both"/>
                    <w:outlineLvl w:val="1"/>
                    <w:rPr>
                      <w:b/>
                      <w:bCs/>
                      <w:iCs/>
                    </w:rPr>
                  </w:pPr>
                </w:p>
              </w:tc>
            </w:tr>
            <w:tr w:rsidR="00960250" w:rsidRPr="00BA4C1D" w14:paraId="571DABC1" w14:textId="77777777" w:rsidTr="000A5045">
              <w:tc>
                <w:tcPr>
                  <w:tcW w:w="4158" w:type="dxa"/>
                  <w:vAlign w:val="center"/>
                </w:tcPr>
                <w:p w14:paraId="78FEA832" w14:textId="77777777" w:rsidR="00960250" w:rsidRPr="00BA4C1D" w:rsidRDefault="00960250" w:rsidP="00960250">
                  <w:pPr>
                    <w:autoSpaceDE w:val="0"/>
                    <w:autoSpaceDN w:val="0"/>
                  </w:pPr>
                  <w:r w:rsidRPr="00BA4C1D">
                    <w:t xml:space="preserve">Printed Name of AR, Backup </w:t>
                  </w:r>
                  <w:proofErr w:type="gramStart"/>
                  <w:r w:rsidRPr="00BA4C1D">
                    <w:t>AR</w:t>
                  </w:r>
                  <w:proofErr w:type="gramEnd"/>
                  <w:r w:rsidRPr="00BA4C1D">
                    <w:t xml:space="preserve"> or Officer:</w:t>
                  </w:r>
                </w:p>
              </w:tc>
              <w:tc>
                <w:tcPr>
                  <w:tcW w:w="5418" w:type="dxa"/>
                </w:tcPr>
                <w:p w14:paraId="5C878C49" w14:textId="77777777" w:rsidR="00960250" w:rsidRPr="00BA4C1D" w:rsidRDefault="00960250" w:rsidP="00960250">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960250" w:rsidRPr="00BA4C1D" w14:paraId="0F03EA00" w14:textId="77777777" w:rsidTr="000A5045">
              <w:tc>
                <w:tcPr>
                  <w:tcW w:w="4158" w:type="dxa"/>
                  <w:vAlign w:val="center"/>
                </w:tcPr>
                <w:p w14:paraId="2852DFC9" w14:textId="77777777" w:rsidR="00960250" w:rsidRPr="00BA4C1D" w:rsidRDefault="00960250" w:rsidP="00960250">
                  <w:pPr>
                    <w:keepNext/>
                    <w:autoSpaceDE w:val="0"/>
                    <w:autoSpaceDN w:val="0"/>
                    <w:outlineLvl w:val="1"/>
                    <w:rPr>
                      <w:bCs/>
                      <w:iCs/>
                    </w:rPr>
                  </w:pPr>
                  <w:r w:rsidRPr="00BA4C1D">
                    <w:rPr>
                      <w:bCs/>
                      <w:iCs/>
                    </w:rPr>
                    <w:t>Date:</w:t>
                  </w:r>
                </w:p>
              </w:tc>
              <w:tc>
                <w:tcPr>
                  <w:tcW w:w="5418" w:type="dxa"/>
                </w:tcPr>
                <w:p w14:paraId="0E5FDF3D" w14:textId="77777777" w:rsidR="00960250" w:rsidRPr="00BA4C1D" w:rsidRDefault="00960250" w:rsidP="00960250">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2434B660" w14:textId="77777777" w:rsidR="00960250" w:rsidRPr="00BA4C1D" w:rsidRDefault="00960250" w:rsidP="00960250"/>
          <w:p w14:paraId="15455971" w14:textId="77777777" w:rsidR="00960250" w:rsidRPr="00BA4C1D" w:rsidRDefault="00960250" w:rsidP="00960250">
            <w:pPr>
              <w:spacing w:after="240"/>
              <w:jc w:val="center"/>
            </w:pPr>
            <w:r w:rsidRPr="00BA4C1D">
              <w:rPr>
                <w:strike/>
              </w:rPr>
              <w:br w:type="page"/>
            </w:r>
            <w:r w:rsidRPr="00BA4C1D">
              <w:rPr>
                <w:b/>
                <w:u w:val="single"/>
              </w:rPr>
              <w:t>Attachment A – QSE Acknowledgment</w:t>
            </w:r>
          </w:p>
          <w:p w14:paraId="2085125A" w14:textId="77777777" w:rsidR="00960250" w:rsidRPr="00BA4C1D" w:rsidRDefault="00960250" w:rsidP="00960250">
            <w:pPr>
              <w:widowControl w:val="0"/>
              <w:autoSpaceDE w:val="0"/>
              <w:autoSpaceDN w:val="0"/>
              <w:adjustRightInd w:val="0"/>
              <w:jc w:val="center"/>
              <w:rPr>
                <w:b/>
              </w:rPr>
            </w:pPr>
            <w:r w:rsidRPr="00BA4C1D">
              <w:rPr>
                <w:b/>
              </w:rPr>
              <w:t>Acknowledgment by Designated QSE for</w:t>
            </w:r>
          </w:p>
          <w:p w14:paraId="2C1DD96B" w14:textId="77777777" w:rsidR="00960250" w:rsidRPr="00BA4C1D" w:rsidRDefault="00960250" w:rsidP="00960250">
            <w:pPr>
              <w:widowControl w:val="0"/>
              <w:autoSpaceDE w:val="0"/>
              <w:autoSpaceDN w:val="0"/>
              <w:adjustRightInd w:val="0"/>
              <w:jc w:val="center"/>
              <w:rPr>
                <w:b/>
              </w:rPr>
            </w:pPr>
            <w:r w:rsidRPr="00BA4C1D">
              <w:rPr>
                <w:b/>
              </w:rPr>
              <w:t>Scheduling and Settlement Responsibilities with ERCOT</w:t>
            </w:r>
          </w:p>
          <w:p w14:paraId="102AA5BB" w14:textId="77777777" w:rsidR="00960250" w:rsidRPr="00BA4C1D" w:rsidRDefault="00960250" w:rsidP="00960250">
            <w:pPr>
              <w:widowControl w:val="0"/>
              <w:autoSpaceDE w:val="0"/>
              <w:autoSpaceDN w:val="0"/>
              <w:adjustRightInd w:val="0"/>
              <w:spacing w:after="240"/>
              <w:jc w:val="center"/>
              <w:rPr>
                <w:b/>
              </w:rPr>
            </w:pPr>
            <w:r w:rsidRPr="00BA4C1D">
              <w:rPr>
                <w:b/>
              </w:rPr>
              <w:t>Applicable only if CRRAH is a NOIE and eligible for Pre-Assigned CRRs</w:t>
            </w:r>
          </w:p>
          <w:p w14:paraId="4F24B1D4" w14:textId="77777777" w:rsidR="00960250" w:rsidRPr="00BA4C1D" w:rsidRDefault="00960250" w:rsidP="00960250">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4DC6E303" w14:textId="77777777" w:rsidR="00960250" w:rsidRPr="00BA4C1D" w:rsidRDefault="00960250" w:rsidP="00960250">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61FFD17D" w14:textId="77777777" w:rsidR="00960250" w:rsidRPr="00BA4C1D" w:rsidRDefault="00960250" w:rsidP="00960250">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2"/>
              <w:t>**</w:t>
            </w:r>
          </w:p>
          <w:p w14:paraId="2E149BBA" w14:textId="29619A43" w:rsidR="00960250" w:rsidRPr="00BA4C1D" w:rsidRDefault="00960250" w:rsidP="006C3933">
            <w:pPr>
              <w:widowControl w:val="0"/>
              <w:autoSpaceDE w:val="0"/>
              <w:autoSpaceDN w:val="0"/>
              <w:adjustRightInd w:val="0"/>
              <w:spacing w:after="240"/>
              <w:jc w:val="both"/>
            </w:pPr>
            <w:r w:rsidRPr="00BA4C1D">
              <w:t xml:space="preserve">or </w:t>
            </w:r>
          </w:p>
          <w:p w14:paraId="67A6F6F3" w14:textId="77777777" w:rsidR="00960250" w:rsidRPr="00BA4C1D" w:rsidRDefault="00960250" w:rsidP="00960250">
            <w:pPr>
              <w:widowControl w:val="0"/>
              <w:autoSpaceDE w:val="0"/>
              <w:autoSpaceDN w:val="0"/>
              <w:adjustRightInd w:val="0"/>
              <w:spacing w:after="240"/>
              <w:jc w:val="both"/>
            </w:pPr>
            <w:r w:rsidRPr="00BA4C1D">
              <w:t>Establish partnership at the earliest possible date</w:t>
            </w:r>
            <w:r>
              <w:t xml:space="preserve"> </w:t>
            </w:r>
            <w:r w:rsidRPr="00BA4C1D">
              <w:fldChar w:fldCharType="begin">
                <w:ffData>
                  <w:name w:val="Check1"/>
                  <w:enabled/>
                  <w:calcOnExit w:val="0"/>
                  <w:checkBox>
                    <w:sizeAuto/>
                    <w:default w:val="0"/>
                    <w:checked w:val="0"/>
                  </w:checkBox>
                </w:ffData>
              </w:fldChar>
            </w:r>
            <w:r w:rsidRPr="00BA4C1D">
              <w:instrText xml:space="preserve"> FORMCHECKBOX </w:instrText>
            </w:r>
            <w:r w:rsidR="0095697B">
              <w:fldChar w:fldCharType="separate"/>
            </w:r>
            <w:r w:rsidRPr="00BA4C1D">
              <w:fldChar w:fldCharType="end"/>
            </w:r>
          </w:p>
          <w:p w14:paraId="0B5CB3F4" w14:textId="77777777" w:rsidR="00960250" w:rsidRPr="00BA4C1D" w:rsidRDefault="00960250" w:rsidP="00960250">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7"/>
              <w:gridCol w:w="6309"/>
            </w:tblGrid>
            <w:tr w:rsidR="00960250" w:rsidRPr="00BA4C1D" w14:paraId="05506686" w14:textId="77777777" w:rsidTr="000A5045">
              <w:trPr>
                <w:trHeight w:val="288"/>
              </w:trPr>
              <w:tc>
                <w:tcPr>
                  <w:tcW w:w="2898" w:type="dxa"/>
                </w:tcPr>
                <w:p w14:paraId="7E704BCA" w14:textId="77777777" w:rsidR="00960250" w:rsidRPr="00BA4C1D" w:rsidRDefault="00960250" w:rsidP="00960250">
                  <w:pPr>
                    <w:widowControl w:val="0"/>
                    <w:autoSpaceDE w:val="0"/>
                    <w:autoSpaceDN w:val="0"/>
                    <w:adjustRightInd w:val="0"/>
                  </w:pPr>
                  <w:r w:rsidRPr="00BA4C1D">
                    <w:t>Signature of AR for QSE:</w:t>
                  </w:r>
                </w:p>
              </w:tc>
              <w:tc>
                <w:tcPr>
                  <w:tcW w:w="6678" w:type="dxa"/>
                </w:tcPr>
                <w:p w14:paraId="35186E68" w14:textId="77777777" w:rsidR="00960250" w:rsidRPr="00BA4C1D" w:rsidRDefault="00960250" w:rsidP="00960250">
                  <w:pPr>
                    <w:widowControl w:val="0"/>
                    <w:autoSpaceDE w:val="0"/>
                    <w:autoSpaceDN w:val="0"/>
                    <w:adjustRightInd w:val="0"/>
                  </w:pPr>
                </w:p>
              </w:tc>
            </w:tr>
            <w:tr w:rsidR="00960250" w:rsidRPr="00BA4C1D" w14:paraId="1DC43237" w14:textId="77777777" w:rsidTr="000A5045">
              <w:trPr>
                <w:trHeight w:val="288"/>
              </w:trPr>
              <w:tc>
                <w:tcPr>
                  <w:tcW w:w="2898" w:type="dxa"/>
                </w:tcPr>
                <w:p w14:paraId="7879D4E1" w14:textId="77777777" w:rsidR="00960250" w:rsidRPr="00BA4C1D" w:rsidRDefault="00960250" w:rsidP="00960250">
                  <w:pPr>
                    <w:widowControl w:val="0"/>
                    <w:autoSpaceDE w:val="0"/>
                    <w:autoSpaceDN w:val="0"/>
                    <w:adjustRightInd w:val="0"/>
                  </w:pPr>
                  <w:r w:rsidRPr="00BA4C1D">
                    <w:t>Printed Name of AR:</w:t>
                  </w:r>
                </w:p>
              </w:tc>
              <w:tc>
                <w:tcPr>
                  <w:tcW w:w="6678" w:type="dxa"/>
                </w:tcPr>
                <w:p w14:paraId="74E8B066"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3964E0B8" w14:textId="77777777" w:rsidTr="000A5045">
              <w:trPr>
                <w:trHeight w:val="288"/>
              </w:trPr>
              <w:tc>
                <w:tcPr>
                  <w:tcW w:w="2898" w:type="dxa"/>
                </w:tcPr>
                <w:p w14:paraId="0AC736E2" w14:textId="77777777" w:rsidR="00960250" w:rsidRPr="00BA4C1D" w:rsidRDefault="00960250" w:rsidP="00960250">
                  <w:pPr>
                    <w:widowControl w:val="0"/>
                    <w:autoSpaceDE w:val="0"/>
                    <w:autoSpaceDN w:val="0"/>
                    <w:adjustRightInd w:val="0"/>
                  </w:pPr>
                  <w:r w:rsidRPr="00BA4C1D">
                    <w:t>Email Address of AR:</w:t>
                  </w:r>
                </w:p>
              </w:tc>
              <w:tc>
                <w:tcPr>
                  <w:tcW w:w="6678" w:type="dxa"/>
                </w:tcPr>
                <w:p w14:paraId="179139D8"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7093F427" w14:textId="77777777" w:rsidTr="000A5045">
              <w:trPr>
                <w:trHeight w:val="288"/>
              </w:trPr>
              <w:tc>
                <w:tcPr>
                  <w:tcW w:w="2898" w:type="dxa"/>
                </w:tcPr>
                <w:p w14:paraId="6E0DD718" w14:textId="77777777" w:rsidR="00960250" w:rsidRPr="00BA4C1D" w:rsidRDefault="00960250" w:rsidP="00960250">
                  <w:pPr>
                    <w:widowControl w:val="0"/>
                    <w:autoSpaceDE w:val="0"/>
                    <w:autoSpaceDN w:val="0"/>
                    <w:adjustRightInd w:val="0"/>
                  </w:pPr>
                  <w:r w:rsidRPr="00BA4C1D">
                    <w:t>Date:</w:t>
                  </w:r>
                </w:p>
              </w:tc>
              <w:tc>
                <w:tcPr>
                  <w:tcW w:w="6678" w:type="dxa"/>
                </w:tcPr>
                <w:p w14:paraId="2401B546"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3379B4A" w14:textId="77777777" w:rsidTr="000A5045">
              <w:trPr>
                <w:trHeight w:val="288"/>
              </w:trPr>
              <w:tc>
                <w:tcPr>
                  <w:tcW w:w="2898" w:type="dxa"/>
                </w:tcPr>
                <w:p w14:paraId="770A5F12" w14:textId="77777777" w:rsidR="00960250" w:rsidRPr="00BA4C1D" w:rsidRDefault="00960250" w:rsidP="00960250">
                  <w:pPr>
                    <w:widowControl w:val="0"/>
                    <w:autoSpaceDE w:val="0"/>
                    <w:autoSpaceDN w:val="0"/>
                    <w:adjustRightInd w:val="0"/>
                  </w:pPr>
                  <w:r w:rsidRPr="00BA4C1D">
                    <w:t>Name of Designated QSE:</w:t>
                  </w:r>
                </w:p>
              </w:tc>
              <w:tc>
                <w:tcPr>
                  <w:tcW w:w="6678" w:type="dxa"/>
                </w:tcPr>
                <w:p w14:paraId="63EE2CC0"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5C14FCBD" w14:textId="77777777" w:rsidTr="000A5045">
              <w:trPr>
                <w:trHeight w:val="288"/>
              </w:trPr>
              <w:tc>
                <w:tcPr>
                  <w:tcW w:w="2898" w:type="dxa"/>
                </w:tcPr>
                <w:p w14:paraId="474D420B" w14:textId="77777777" w:rsidR="00960250" w:rsidRPr="00BA4C1D" w:rsidRDefault="00960250" w:rsidP="00960250">
                  <w:pPr>
                    <w:widowControl w:val="0"/>
                    <w:autoSpaceDE w:val="0"/>
                    <w:autoSpaceDN w:val="0"/>
                    <w:adjustRightInd w:val="0"/>
                  </w:pPr>
                  <w:r w:rsidRPr="00BA4C1D">
                    <w:t>DUNS of Designated QSE:</w:t>
                  </w:r>
                </w:p>
              </w:tc>
              <w:tc>
                <w:tcPr>
                  <w:tcW w:w="6678" w:type="dxa"/>
                </w:tcPr>
                <w:p w14:paraId="79EB89DE"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C30B880" w14:textId="77777777" w:rsidR="00960250" w:rsidRPr="00BA4C1D" w:rsidRDefault="00960250" w:rsidP="00960250">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8"/>
              <w:gridCol w:w="6548"/>
            </w:tblGrid>
            <w:tr w:rsidR="00960250" w:rsidRPr="00BA4C1D" w14:paraId="54C4D619" w14:textId="77777777" w:rsidTr="000A5045">
              <w:trPr>
                <w:trHeight w:val="288"/>
              </w:trPr>
              <w:tc>
                <w:tcPr>
                  <w:tcW w:w="2651" w:type="dxa"/>
                </w:tcPr>
                <w:p w14:paraId="6422D82C" w14:textId="77777777" w:rsidR="00960250" w:rsidRPr="00BA4C1D" w:rsidRDefault="00960250" w:rsidP="00960250">
                  <w:pPr>
                    <w:widowControl w:val="0"/>
                    <w:autoSpaceDE w:val="0"/>
                    <w:autoSpaceDN w:val="0"/>
                    <w:adjustRightInd w:val="0"/>
                  </w:pPr>
                  <w:r w:rsidRPr="00BA4C1D">
                    <w:t>Signature of AR for MP:</w:t>
                  </w:r>
                </w:p>
              </w:tc>
              <w:tc>
                <w:tcPr>
                  <w:tcW w:w="6925" w:type="dxa"/>
                </w:tcPr>
                <w:p w14:paraId="27CBE960" w14:textId="77777777" w:rsidR="00960250" w:rsidRPr="00BA4C1D" w:rsidRDefault="00960250" w:rsidP="00960250">
                  <w:pPr>
                    <w:widowControl w:val="0"/>
                    <w:adjustRightInd w:val="0"/>
                  </w:pPr>
                </w:p>
              </w:tc>
            </w:tr>
            <w:tr w:rsidR="00960250" w:rsidRPr="00BA4C1D" w14:paraId="6CFD0CBE" w14:textId="77777777" w:rsidTr="000A5045">
              <w:trPr>
                <w:trHeight w:val="288"/>
              </w:trPr>
              <w:tc>
                <w:tcPr>
                  <w:tcW w:w="2651" w:type="dxa"/>
                </w:tcPr>
                <w:p w14:paraId="1E566F33" w14:textId="77777777" w:rsidR="00960250" w:rsidRPr="00BA4C1D" w:rsidRDefault="00960250" w:rsidP="00960250">
                  <w:pPr>
                    <w:widowControl w:val="0"/>
                    <w:autoSpaceDE w:val="0"/>
                    <w:autoSpaceDN w:val="0"/>
                    <w:adjustRightInd w:val="0"/>
                  </w:pPr>
                  <w:r w:rsidRPr="00BA4C1D">
                    <w:t>Printed Name of AR:</w:t>
                  </w:r>
                </w:p>
              </w:tc>
              <w:tc>
                <w:tcPr>
                  <w:tcW w:w="6925" w:type="dxa"/>
                </w:tcPr>
                <w:p w14:paraId="74F4C380"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6B3DB4EF" w14:textId="77777777" w:rsidTr="000A5045">
              <w:trPr>
                <w:trHeight w:val="288"/>
              </w:trPr>
              <w:tc>
                <w:tcPr>
                  <w:tcW w:w="2651" w:type="dxa"/>
                </w:tcPr>
                <w:p w14:paraId="42DECFFB" w14:textId="77777777" w:rsidR="00960250" w:rsidRPr="00BA4C1D" w:rsidRDefault="00960250" w:rsidP="00960250">
                  <w:pPr>
                    <w:widowControl w:val="0"/>
                    <w:autoSpaceDE w:val="0"/>
                    <w:autoSpaceDN w:val="0"/>
                    <w:adjustRightInd w:val="0"/>
                  </w:pPr>
                  <w:r w:rsidRPr="00BA4C1D">
                    <w:t xml:space="preserve">Email Address of AR: </w:t>
                  </w:r>
                </w:p>
              </w:tc>
              <w:tc>
                <w:tcPr>
                  <w:tcW w:w="6925" w:type="dxa"/>
                </w:tcPr>
                <w:p w14:paraId="78DDACDE" w14:textId="77777777" w:rsidR="00960250" w:rsidRPr="00BA4C1D" w:rsidRDefault="00960250" w:rsidP="00960250">
                  <w:pPr>
                    <w:widowControl w:val="0"/>
                    <w:autoSpaceDE w:val="0"/>
                    <w:autoSpaceDN w:val="0"/>
                    <w:adjustRightInd w:val="0"/>
                  </w:pPr>
                  <w:r w:rsidRPr="00BA4C1D">
                    <w:fldChar w:fldCharType="begin">
                      <w:ffData>
                        <w:name w:val="Text11"/>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C575F7D" w14:textId="77777777" w:rsidTr="000A5045">
              <w:trPr>
                <w:trHeight w:val="288"/>
              </w:trPr>
              <w:tc>
                <w:tcPr>
                  <w:tcW w:w="2651" w:type="dxa"/>
                </w:tcPr>
                <w:p w14:paraId="3953316E" w14:textId="77777777" w:rsidR="00960250" w:rsidRPr="00BA4C1D" w:rsidRDefault="00960250" w:rsidP="00960250">
                  <w:pPr>
                    <w:widowControl w:val="0"/>
                    <w:autoSpaceDE w:val="0"/>
                    <w:autoSpaceDN w:val="0"/>
                    <w:adjustRightInd w:val="0"/>
                  </w:pPr>
                  <w:r w:rsidRPr="00BA4C1D">
                    <w:t>Date:</w:t>
                  </w:r>
                </w:p>
              </w:tc>
              <w:tc>
                <w:tcPr>
                  <w:tcW w:w="6925" w:type="dxa"/>
                </w:tcPr>
                <w:p w14:paraId="479C257F"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4F8B7C58" w14:textId="77777777" w:rsidTr="000A5045">
              <w:trPr>
                <w:trHeight w:val="288"/>
              </w:trPr>
              <w:tc>
                <w:tcPr>
                  <w:tcW w:w="2651" w:type="dxa"/>
                </w:tcPr>
                <w:p w14:paraId="4EF71CE5" w14:textId="77777777" w:rsidR="00960250" w:rsidRPr="00BA4C1D" w:rsidRDefault="00960250" w:rsidP="00960250">
                  <w:pPr>
                    <w:widowControl w:val="0"/>
                    <w:autoSpaceDE w:val="0"/>
                    <w:autoSpaceDN w:val="0"/>
                    <w:adjustRightInd w:val="0"/>
                  </w:pPr>
                  <w:r w:rsidRPr="00BA4C1D">
                    <w:t>Name of MP:</w:t>
                  </w:r>
                </w:p>
              </w:tc>
              <w:tc>
                <w:tcPr>
                  <w:tcW w:w="6925" w:type="dxa"/>
                </w:tcPr>
                <w:p w14:paraId="791C58E7"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60250" w:rsidRPr="00BA4C1D" w14:paraId="20770659" w14:textId="77777777" w:rsidTr="000A5045">
              <w:trPr>
                <w:trHeight w:val="288"/>
              </w:trPr>
              <w:tc>
                <w:tcPr>
                  <w:tcW w:w="2651" w:type="dxa"/>
                </w:tcPr>
                <w:p w14:paraId="352E217F" w14:textId="77777777" w:rsidR="00960250" w:rsidRPr="00BA4C1D" w:rsidRDefault="00960250" w:rsidP="00960250">
                  <w:pPr>
                    <w:widowControl w:val="0"/>
                    <w:autoSpaceDE w:val="0"/>
                    <w:autoSpaceDN w:val="0"/>
                    <w:adjustRightInd w:val="0"/>
                  </w:pPr>
                  <w:r w:rsidRPr="00BA4C1D">
                    <w:lastRenderedPageBreak/>
                    <w:t>DUNS No. of MP:</w:t>
                  </w:r>
                </w:p>
              </w:tc>
              <w:tc>
                <w:tcPr>
                  <w:tcW w:w="6925" w:type="dxa"/>
                </w:tcPr>
                <w:p w14:paraId="45C7E3B2" w14:textId="77777777" w:rsidR="00960250" w:rsidRPr="00BA4C1D" w:rsidRDefault="00960250" w:rsidP="00960250">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CD0D9C" w14:textId="77777777" w:rsidR="00960250" w:rsidRPr="008C7774" w:rsidRDefault="00960250" w:rsidP="000A5045">
            <w:pPr>
              <w:suppressAutoHyphens/>
              <w:jc w:val="both"/>
            </w:pPr>
          </w:p>
        </w:tc>
      </w:tr>
    </w:tbl>
    <w:p w14:paraId="02AE8B55" w14:textId="77777777" w:rsidR="00960250" w:rsidRPr="00A1536D" w:rsidRDefault="00960250" w:rsidP="00E94A74"/>
    <w:sectPr w:rsidR="00960250" w:rsidRPr="00A1536D">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0B286" w14:textId="77777777" w:rsidR="000A5045" w:rsidRDefault="000A5045">
      <w:r>
        <w:separator/>
      </w:r>
    </w:p>
  </w:endnote>
  <w:endnote w:type="continuationSeparator" w:id="0">
    <w:p w14:paraId="09FF6E0D" w14:textId="77777777" w:rsidR="000A5045" w:rsidRDefault="000A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A3CAB" w14:textId="77777777" w:rsidR="000A5045" w:rsidRDefault="000A5045">
    <w:pPr>
      <w:pStyle w:val="Footer"/>
      <w:framePr w:wrap="around" w:vAnchor="text" w:hAnchor="margin" w:xAlign="right" w:y="1"/>
    </w:pPr>
    <w:r>
      <w:fldChar w:fldCharType="begin"/>
    </w:r>
    <w:r>
      <w:instrText xml:space="preserve">PAGE  </w:instrText>
    </w:r>
    <w:r>
      <w:fldChar w:fldCharType="separate"/>
    </w:r>
    <w:r>
      <w:t>1</w:t>
    </w:r>
    <w:r>
      <w:fldChar w:fldCharType="end"/>
    </w:r>
  </w:p>
  <w:p w14:paraId="68966175" w14:textId="77777777" w:rsidR="000A5045" w:rsidRDefault="000A504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9A6A2" w14:textId="77777777" w:rsidR="000A5045" w:rsidRDefault="000A5045">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107A97C1" w14:textId="77777777" w:rsidR="000A5045" w:rsidRDefault="000A5045"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AAECD" w14:textId="77777777" w:rsidR="000A5045" w:rsidRPr="0012002B" w:rsidRDefault="000A5045">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CAF0" w14:textId="77777777" w:rsidR="000A5045" w:rsidRDefault="000A5045">
    <w:pPr>
      <w:pStyle w:val="Footer"/>
      <w:framePr w:wrap="around" w:vAnchor="text" w:hAnchor="margin" w:xAlign="right" w:y="1"/>
    </w:pPr>
    <w:r>
      <w:fldChar w:fldCharType="begin"/>
    </w:r>
    <w:r>
      <w:instrText xml:space="preserve">PAGE  </w:instrText>
    </w:r>
    <w:r>
      <w:fldChar w:fldCharType="separate"/>
    </w:r>
    <w:r>
      <w:t>1</w:t>
    </w:r>
    <w:r>
      <w:fldChar w:fldCharType="end"/>
    </w:r>
  </w:p>
  <w:p w14:paraId="74E44FDF" w14:textId="77777777" w:rsidR="000A5045" w:rsidRDefault="000A504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B085A" w14:textId="4791C651" w:rsidR="000A5045" w:rsidRDefault="000A5045">
    <w:pPr>
      <w:pStyle w:val="BodyText"/>
      <w:pBdr>
        <w:top w:val="single" w:sz="4" w:space="1" w:color="auto"/>
      </w:pBdr>
      <w:spacing w:before="0" w:after="0"/>
      <w:rPr>
        <w:rStyle w:val="PageNumber"/>
        <w:sz w:val="20"/>
        <w:szCs w:val="20"/>
      </w:rPr>
    </w:pPr>
    <w:r>
      <w:rPr>
        <w:smallCaps/>
        <w:sz w:val="20"/>
        <w:szCs w:val="20"/>
      </w:rPr>
      <w:t>ERCOT Nodal Protocols – September 1, 2021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3F0C30BF" w14:textId="77777777" w:rsidR="000A5045" w:rsidRDefault="000A5045"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7AF8E" w14:textId="77777777" w:rsidR="000A5045" w:rsidRPr="0012002B" w:rsidRDefault="000A5045">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7DBF0" w14:textId="77777777" w:rsidR="000A5045" w:rsidRDefault="000A5045">
      <w:r>
        <w:separator/>
      </w:r>
    </w:p>
  </w:footnote>
  <w:footnote w:type="continuationSeparator" w:id="0">
    <w:p w14:paraId="42787EFE" w14:textId="77777777" w:rsidR="000A5045" w:rsidRDefault="000A5045">
      <w:r>
        <w:continuationSeparator/>
      </w:r>
    </w:p>
  </w:footnote>
  <w:footnote w:id="1">
    <w:p w14:paraId="7A3C5F0C" w14:textId="77777777" w:rsidR="000A5045" w:rsidRDefault="000A5045"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113B4047" w14:textId="54036367" w:rsidR="000A5045" w:rsidRDefault="000A5045" w:rsidP="00960250">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w:t>
      </w:r>
      <w:r w:rsidR="006C3933">
        <w:rPr>
          <w:i/>
          <w:iCs/>
        </w:rPr>
        <w:t xml:space="preserve">  </w:t>
      </w:r>
      <w:r>
        <w:rPr>
          <w:i/>
          <w:iCs/>
        </w:rPr>
        <w:t>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D2972" w14:textId="77777777" w:rsidR="000A5045" w:rsidRPr="00CC4C8B" w:rsidRDefault="000A5045"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E9BAE0B" w14:textId="77777777" w:rsidR="000A5045" w:rsidRDefault="000A50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B3A9D" w14:textId="77777777" w:rsidR="000A5045" w:rsidRPr="00CC4C8B" w:rsidRDefault="000A5045"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6D47AF8" w14:textId="77777777" w:rsidR="000A5045" w:rsidRDefault="000A5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4"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DBDC0E34"/>
    <w:lvl w:ilvl="0">
      <w:start w:val="1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0"/>
  </w:num>
  <w:num w:numId="3">
    <w:abstractNumId w:val="13"/>
  </w:num>
  <w:num w:numId="4">
    <w:abstractNumId w:val="28"/>
  </w:num>
  <w:num w:numId="5">
    <w:abstractNumId w:val="0"/>
  </w:num>
  <w:num w:numId="6">
    <w:abstractNumId w:val="1"/>
  </w:num>
  <w:num w:numId="7">
    <w:abstractNumId w:val="41"/>
  </w:num>
  <w:num w:numId="8">
    <w:abstractNumId w:val="35"/>
  </w:num>
  <w:num w:numId="9">
    <w:abstractNumId w:val="16"/>
  </w:num>
  <w:num w:numId="10">
    <w:abstractNumId w:val="44"/>
  </w:num>
  <w:num w:numId="11">
    <w:abstractNumId w:val="2"/>
  </w:num>
  <w:num w:numId="12">
    <w:abstractNumId w:val="33"/>
  </w:num>
  <w:num w:numId="13">
    <w:abstractNumId w:val="38"/>
  </w:num>
  <w:num w:numId="14">
    <w:abstractNumId w:val="40"/>
  </w:num>
  <w:num w:numId="15">
    <w:abstractNumId w:val="15"/>
  </w:num>
  <w:num w:numId="16">
    <w:abstractNumId w:val="36"/>
  </w:num>
  <w:num w:numId="17">
    <w:abstractNumId w:val="8"/>
  </w:num>
  <w:num w:numId="18">
    <w:abstractNumId w:val="39"/>
  </w:num>
  <w:num w:numId="19">
    <w:abstractNumId w:val="3"/>
  </w:num>
  <w:num w:numId="20">
    <w:abstractNumId w:val="30"/>
  </w:num>
  <w:num w:numId="21">
    <w:abstractNumId w:val="29"/>
  </w:num>
  <w:num w:numId="22">
    <w:abstractNumId w:val="19"/>
  </w:num>
  <w:num w:numId="23">
    <w:abstractNumId w:val="18"/>
  </w:num>
  <w:num w:numId="24">
    <w:abstractNumId w:val="34"/>
  </w:num>
  <w:num w:numId="25">
    <w:abstractNumId w:val="32"/>
  </w:num>
  <w:num w:numId="26">
    <w:abstractNumId w:val="46"/>
  </w:num>
  <w:num w:numId="27">
    <w:abstractNumId w:val="5"/>
  </w:num>
  <w:num w:numId="28">
    <w:abstractNumId w:val="11"/>
  </w:num>
  <w:num w:numId="29">
    <w:abstractNumId w:val="26"/>
  </w:num>
  <w:num w:numId="30">
    <w:abstractNumId w:val="37"/>
  </w:num>
  <w:num w:numId="31">
    <w:abstractNumId w:val="7"/>
  </w:num>
  <w:num w:numId="32">
    <w:abstractNumId w:val="10"/>
  </w:num>
  <w:num w:numId="33">
    <w:abstractNumId w:val="17"/>
  </w:num>
  <w:num w:numId="34">
    <w:abstractNumId w:val="45"/>
  </w:num>
  <w:num w:numId="35">
    <w:abstractNumId w:val="24"/>
  </w:num>
  <w:num w:numId="36">
    <w:abstractNumId w:val="6"/>
  </w:num>
  <w:num w:numId="37">
    <w:abstractNumId w:val="27"/>
  </w:num>
  <w:num w:numId="38">
    <w:abstractNumId w:val="31"/>
  </w:num>
  <w:num w:numId="39">
    <w:abstractNumId w:val="12"/>
  </w:num>
  <w:num w:numId="40">
    <w:abstractNumId w:val="42"/>
  </w:num>
  <w:num w:numId="41">
    <w:abstractNumId w:val="9"/>
  </w:num>
  <w:num w:numId="42">
    <w:abstractNumId w:val="43"/>
  </w:num>
  <w:num w:numId="43">
    <w:abstractNumId w:val="14"/>
  </w:num>
  <w:num w:numId="4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52n5X/8ORpMiSvW0isbB6tAAjCJXo/4wyn+OTM8ni/91hpNywrKvzGRRNhJCCR/+GhPheY1kZTcTqsygDpH7g==" w:salt="z/PLXacK+5gvW5Z7WGZycQ=="/>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575BF"/>
    <w:rsid w:val="000576CA"/>
    <w:rsid w:val="000A5045"/>
    <w:rsid w:val="000B4FCE"/>
    <w:rsid w:val="000E3984"/>
    <w:rsid w:val="00144CBC"/>
    <w:rsid w:val="001814C9"/>
    <w:rsid w:val="0018445A"/>
    <w:rsid w:val="001C43F0"/>
    <w:rsid w:val="002128DE"/>
    <w:rsid w:val="00276CED"/>
    <w:rsid w:val="0028517D"/>
    <w:rsid w:val="002A0163"/>
    <w:rsid w:val="002B123F"/>
    <w:rsid w:val="002D4488"/>
    <w:rsid w:val="003143BF"/>
    <w:rsid w:val="00314C5F"/>
    <w:rsid w:val="003247D8"/>
    <w:rsid w:val="0033718A"/>
    <w:rsid w:val="003A4E89"/>
    <w:rsid w:val="003E2BA1"/>
    <w:rsid w:val="00425FC3"/>
    <w:rsid w:val="00446F74"/>
    <w:rsid w:val="00483196"/>
    <w:rsid w:val="00484605"/>
    <w:rsid w:val="0049024D"/>
    <w:rsid w:val="004D060F"/>
    <w:rsid w:val="004E0D5D"/>
    <w:rsid w:val="00501510"/>
    <w:rsid w:val="0052095F"/>
    <w:rsid w:val="00526743"/>
    <w:rsid w:val="00531DA3"/>
    <w:rsid w:val="005337E6"/>
    <w:rsid w:val="00555E9C"/>
    <w:rsid w:val="00567B32"/>
    <w:rsid w:val="0058461B"/>
    <w:rsid w:val="0059039D"/>
    <w:rsid w:val="005B2A3F"/>
    <w:rsid w:val="005F1CAA"/>
    <w:rsid w:val="005F7BFD"/>
    <w:rsid w:val="00617584"/>
    <w:rsid w:val="00621D1F"/>
    <w:rsid w:val="00642E06"/>
    <w:rsid w:val="006515D6"/>
    <w:rsid w:val="00683620"/>
    <w:rsid w:val="006A3568"/>
    <w:rsid w:val="006B0FCC"/>
    <w:rsid w:val="006B5FB7"/>
    <w:rsid w:val="006C3933"/>
    <w:rsid w:val="006E5572"/>
    <w:rsid w:val="007275A4"/>
    <w:rsid w:val="00746909"/>
    <w:rsid w:val="00756964"/>
    <w:rsid w:val="00797F0D"/>
    <w:rsid w:val="007A3617"/>
    <w:rsid w:val="007A4CA7"/>
    <w:rsid w:val="007B7A0F"/>
    <w:rsid w:val="007E0ED0"/>
    <w:rsid w:val="007F1FCC"/>
    <w:rsid w:val="00802542"/>
    <w:rsid w:val="008057E4"/>
    <w:rsid w:val="00862449"/>
    <w:rsid w:val="008744F2"/>
    <w:rsid w:val="008A6E02"/>
    <w:rsid w:val="008E7D3E"/>
    <w:rsid w:val="008F1199"/>
    <w:rsid w:val="008F70B7"/>
    <w:rsid w:val="00904DCC"/>
    <w:rsid w:val="009258E0"/>
    <w:rsid w:val="00953029"/>
    <w:rsid w:val="0095697B"/>
    <w:rsid w:val="00960250"/>
    <w:rsid w:val="00972AEA"/>
    <w:rsid w:val="009E24A3"/>
    <w:rsid w:val="00A06BB8"/>
    <w:rsid w:val="00A1095D"/>
    <w:rsid w:val="00A12F1F"/>
    <w:rsid w:val="00A1536D"/>
    <w:rsid w:val="00A173FF"/>
    <w:rsid w:val="00A21D4C"/>
    <w:rsid w:val="00A271F3"/>
    <w:rsid w:val="00A51557"/>
    <w:rsid w:val="00A51714"/>
    <w:rsid w:val="00A55DB6"/>
    <w:rsid w:val="00AB1AEC"/>
    <w:rsid w:val="00AB1F6C"/>
    <w:rsid w:val="00AC1A25"/>
    <w:rsid w:val="00AD1FCD"/>
    <w:rsid w:val="00AF6975"/>
    <w:rsid w:val="00B5193B"/>
    <w:rsid w:val="00B67F51"/>
    <w:rsid w:val="00C10FF5"/>
    <w:rsid w:val="00C1589B"/>
    <w:rsid w:val="00C51952"/>
    <w:rsid w:val="00C95ED7"/>
    <w:rsid w:val="00CC4C8B"/>
    <w:rsid w:val="00D467D2"/>
    <w:rsid w:val="00D55005"/>
    <w:rsid w:val="00D66C95"/>
    <w:rsid w:val="00D8326C"/>
    <w:rsid w:val="00DA75CC"/>
    <w:rsid w:val="00DD0128"/>
    <w:rsid w:val="00DD5986"/>
    <w:rsid w:val="00DE2A9A"/>
    <w:rsid w:val="00DF3190"/>
    <w:rsid w:val="00E30297"/>
    <w:rsid w:val="00E35143"/>
    <w:rsid w:val="00E43A6D"/>
    <w:rsid w:val="00E77BF5"/>
    <w:rsid w:val="00E931CD"/>
    <w:rsid w:val="00E94A74"/>
    <w:rsid w:val="00EA2772"/>
    <w:rsid w:val="00EB06A1"/>
    <w:rsid w:val="00EB7ABB"/>
    <w:rsid w:val="00EC2697"/>
    <w:rsid w:val="00EC4B4E"/>
    <w:rsid w:val="00EE178C"/>
    <w:rsid w:val="00F05018"/>
    <w:rsid w:val="00F14C17"/>
    <w:rsid w:val="00F166D9"/>
    <w:rsid w:val="00F2424B"/>
    <w:rsid w:val="00F71397"/>
    <w:rsid w:val="00F72B58"/>
    <w:rsid w:val="00F860BB"/>
    <w:rsid w:val="00F87D87"/>
    <w:rsid w:val="00F916A8"/>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EDD5735"/>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qFormat/>
    <w:rsid w:val="00526743"/>
    <w:pPr>
      <w:ind w:left="720"/>
    </w:pPr>
    <w:rPr>
      <w:rFonts w:eastAsia="Calibri"/>
    </w:rPr>
  </w:style>
  <w:style w:type="character" w:customStyle="1" w:styleId="BalloonTextChar">
    <w:name w:val="Balloon Text Char"/>
    <w:link w:val="BalloonText"/>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Char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rsid w:val="00526743"/>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960250"/>
    <w:rPr>
      <w:sz w:val="24"/>
      <w:szCs w:val="24"/>
    </w:rPr>
  </w:style>
  <w:style w:type="character" w:customStyle="1" w:styleId="BulletChar">
    <w:name w:val="Bullet Char"/>
    <w:link w:val="Bullet"/>
    <w:rsid w:val="00960250"/>
    <w:rPr>
      <w:sz w:val="24"/>
    </w:rPr>
  </w:style>
  <w:style w:type="character" w:customStyle="1" w:styleId="BulletIndentChar">
    <w:name w:val="Bullet Indent Char"/>
    <w:link w:val="BulletIndent"/>
    <w:rsid w:val="00960250"/>
    <w:rPr>
      <w:sz w:val="24"/>
    </w:rPr>
  </w:style>
  <w:style w:type="character" w:customStyle="1" w:styleId="FormulaBoldChar">
    <w:name w:val="Formula Bold Char"/>
    <w:link w:val="FormulaBold"/>
    <w:rsid w:val="00960250"/>
    <w:rPr>
      <w:b/>
      <w:bCs/>
      <w:sz w:val="24"/>
      <w:szCs w:val="24"/>
    </w:rPr>
  </w:style>
  <w:style w:type="character" w:customStyle="1" w:styleId="CharChar5">
    <w:name w:val="Char Char5"/>
    <w:rsid w:val="00960250"/>
    <w:rPr>
      <w:sz w:val="24"/>
      <w:lang w:val="en-US" w:eastAsia="en-US" w:bidi="ar-SA"/>
    </w:rPr>
  </w:style>
  <w:style w:type="character" w:customStyle="1" w:styleId="CharChar2">
    <w:name w:val="Char Char2"/>
    <w:rsid w:val="00960250"/>
    <w:rPr>
      <w:sz w:val="24"/>
      <w:lang w:val="en-US" w:eastAsia="en-US" w:bidi="ar-SA"/>
    </w:rPr>
  </w:style>
  <w:style w:type="character" w:customStyle="1" w:styleId="CharChar1">
    <w:name w:val="Char Char1"/>
    <w:aliases w:val=" Char1 Char Char2"/>
    <w:rsid w:val="00960250"/>
    <w:rPr>
      <w:iCs/>
      <w:sz w:val="24"/>
      <w:lang w:val="en-US" w:eastAsia="en-US" w:bidi="ar-SA"/>
    </w:rPr>
  </w:style>
  <w:style w:type="character" w:customStyle="1" w:styleId="CharChar">
    <w:name w:val="Char Char"/>
    <w:aliases w:val=" Char1 Char Char1"/>
    <w:rsid w:val="00960250"/>
    <w:rPr>
      <w:iCs/>
      <w:sz w:val="24"/>
      <w:lang w:val="en-US" w:eastAsia="en-US" w:bidi="ar-SA"/>
    </w:rPr>
  </w:style>
  <w:style w:type="character" w:customStyle="1" w:styleId="newsummary">
    <w:name w:val="newsummary"/>
    <w:rsid w:val="00960250"/>
  </w:style>
  <w:style w:type="character" w:customStyle="1" w:styleId="CharCharCharChar1">
    <w:name w:val="Char Char Char Char1"/>
    <w:rsid w:val="00960250"/>
    <w:rPr>
      <w:sz w:val="24"/>
      <w:lang w:val="en-US" w:eastAsia="en-US" w:bidi="ar-SA"/>
    </w:rPr>
  </w:style>
  <w:style w:type="paragraph" w:customStyle="1" w:styleId="Style2">
    <w:name w:val="Style2"/>
    <w:basedOn w:val="BodyText2"/>
    <w:rsid w:val="0096025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960250"/>
    <w:rPr>
      <w:iCs/>
      <w:sz w:val="24"/>
      <w:lang w:val="en-US" w:eastAsia="en-US" w:bidi="ar-SA"/>
    </w:rPr>
  </w:style>
  <w:style w:type="character" w:customStyle="1" w:styleId="CharCharChar2">
    <w:name w:val="Char Char Char2"/>
    <w:rsid w:val="00960250"/>
    <w:rPr>
      <w:b/>
      <w:bCs/>
      <w:snapToGrid w:val="0"/>
      <w:sz w:val="24"/>
      <w:lang w:val="en-US" w:eastAsia="en-US" w:bidi="ar-SA"/>
    </w:rPr>
  </w:style>
  <w:style w:type="character" w:customStyle="1" w:styleId="CharCharChar1">
    <w:name w:val="Char Char Char1"/>
    <w:rsid w:val="00960250"/>
    <w:rPr>
      <w:sz w:val="24"/>
      <w:lang w:val="en-US" w:eastAsia="en-US" w:bidi="ar-SA"/>
    </w:rPr>
  </w:style>
  <w:style w:type="character" w:customStyle="1" w:styleId="H4CharChar">
    <w:name w:val="H4 Char Char"/>
    <w:rsid w:val="00960250"/>
    <w:rPr>
      <w:b w:val="0"/>
      <w:bCs w:val="0"/>
      <w:snapToGrid w:val="0"/>
      <w:sz w:val="24"/>
      <w:lang w:val="en-US" w:eastAsia="en-US" w:bidi="ar-SA"/>
    </w:rPr>
  </w:style>
  <w:style w:type="character" w:customStyle="1" w:styleId="Char1CharChar">
    <w:name w:val="Char1 Char Char"/>
    <w:rsid w:val="00960250"/>
    <w:rPr>
      <w:iCs/>
      <w:sz w:val="24"/>
      <w:lang w:val="en-US" w:eastAsia="en-US" w:bidi="ar-SA"/>
    </w:rPr>
  </w:style>
  <w:style w:type="paragraph" w:styleId="NoSpacing">
    <w:name w:val="No Spacing"/>
    <w:qFormat/>
    <w:rsid w:val="00960250"/>
    <w:rPr>
      <w:rFonts w:ascii="Calibri" w:hAnsi="Calibri"/>
      <w:sz w:val="22"/>
      <w:szCs w:val="22"/>
    </w:rPr>
  </w:style>
  <w:style w:type="character" w:customStyle="1" w:styleId="UnresolvedMention1">
    <w:name w:val="Unresolved Mention1"/>
    <w:uiPriority w:val="99"/>
    <w:semiHidden/>
    <w:unhideWhenUsed/>
    <w:rsid w:val="00960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2973</Words>
  <Characters>17069</Characters>
  <Application>Microsoft Office Word</Application>
  <DocSecurity>0</DocSecurity>
  <Lines>775</Lines>
  <Paragraphs>668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19374</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2021-08-30T13:47:00Z</dcterms:created>
  <dcterms:modified xsi:type="dcterms:W3CDTF">2021-08-30T13:49:00Z</dcterms:modified>
</cp:coreProperties>
</file>