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1901E4C9" w:rsidR="00B1244E" w:rsidRDefault="006F3399">
      <w:pPr>
        <w:spacing w:before="360"/>
        <w:jc w:val="center"/>
        <w:rPr>
          <w:b/>
          <w:szCs w:val="24"/>
        </w:rPr>
      </w:pPr>
      <w:r>
        <w:rPr>
          <w:b/>
          <w:szCs w:val="24"/>
        </w:rPr>
        <w:t>September</w:t>
      </w:r>
      <w:r w:rsidR="001F7327">
        <w:rPr>
          <w:b/>
          <w:szCs w:val="24"/>
        </w:rPr>
        <w:t xml:space="preserve"> 1, 2021</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2986981A"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072993">
          <w:rPr>
            <w:webHidden/>
          </w:rPr>
          <w:t>1-1</w:t>
        </w:r>
        <w:r w:rsidR="000A258C">
          <w:rPr>
            <w:webHidden/>
          </w:rPr>
          <w:fldChar w:fldCharType="end"/>
        </w:r>
      </w:hyperlink>
    </w:p>
    <w:p w14:paraId="2671E09B" w14:textId="58CC4A00" w:rsidR="000A258C" w:rsidRPr="000A258C" w:rsidRDefault="00072993">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2739FDCA" w:rsidR="000A258C" w:rsidRPr="000A258C" w:rsidRDefault="00072993">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4545C41F" w:rsidR="000A258C" w:rsidRPr="000A258C" w:rsidRDefault="00072993">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6726E42B" w:rsidR="000A258C" w:rsidRPr="000A258C" w:rsidRDefault="00072993">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6CC536EE" w:rsidR="000A258C" w:rsidRPr="000A258C" w:rsidRDefault="00072993">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1-4</w:t>
        </w:r>
        <w:r w:rsidR="000A258C" w:rsidRPr="000A258C">
          <w:rPr>
            <w:noProof/>
            <w:webHidden/>
            <w:sz w:val="20"/>
            <w:szCs w:val="20"/>
          </w:rPr>
          <w:fldChar w:fldCharType="end"/>
        </w:r>
      </w:hyperlink>
    </w:p>
    <w:p w14:paraId="2B1386D0" w14:textId="74413111" w:rsidR="000A258C" w:rsidRPr="000A258C" w:rsidRDefault="00072993">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1-10</w:t>
        </w:r>
        <w:r w:rsidR="000A258C" w:rsidRPr="000A258C">
          <w:rPr>
            <w:noProof/>
            <w:webHidden/>
            <w:sz w:val="20"/>
            <w:szCs w:val="20"/>
          </w:rPr>
          <w:fldChar w:fldCharType="end"/>
        </w:r>
      </w:hyperlink>
    </w:p>
    <w:p w14:paraId="2727B461" w14:textId="0484A699" w:rsidR="000A258C" w:rsidRPr="000A258C" w:rsidRDefault="00072993">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1-11</w:t>
        </w:r>
        <w:r w:rsidR="000A258C" w:rsidRPr="000A258C">
          <w:rPr>
            <w:noProof/>
            <w:webHidden/>
            <w:sz w:val="20"/>
            <w:szCs w:val="20"/>
          </w:rPr>
          <w:fldChar w:fldCharType="end"/>
        </w:r>
      </w:hyperlink>
    </w:p>
    <w:p w14:paraId="393FA669" w14:textId="2CF0A411" w:rsidR="000A258C" w:rsidRPr="000A258C" w:rsidRDefault="00072993">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1-11</w:t>
        </w:r>
        <w:r w:rsidR="000A258C" w:rsidRPr="000A258C">
          <w:rPr>
            <w:noProof/>
            <w:webHidden/>
            <w:sz w:val="20"/>
            <w:szCs w:val="20"/>
          </w:rPr>
          <w:fldChar w:fldCharType="end"/>
        </w:r>
      </w:hyperlink>
    </w:p>
    <w:p w14:paraId="59DFD453" w14:textId="788DB7FC" w:rsidR="000A258C" w:rsidRPr="000A258C" w:rsidRDefault="00072993">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1-13</w:t>
        </w:r>
        <w:r w:rsidR="000A258C" w:rsidRPr="000A258C">
          <w:rPr>
            <w:i w:val="0"/>
            <w:noProof/>
            <w:webHidden/>
          </w:rPr>
          <w:fldChar w:fldCharType="end"/>
        </w:r>
      </w:hyperlink>
    </w:p>
    <w:p w14:paraId="7AE1473F" w14:textId="2906D6DD" w:rsidR="000A258C" w:rsidRPr="000A258C" w:rsidRDefault="00072993">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1-14</w:t>
        </w:r>
        <w:r w:rsidR="000A258C" w:rsidRPr="000A258C">
          <w:rPr>
            <w:noProof/>
            <w:webHidden/>
            <w:sz w:val="20"/>
            <w:szCs w:val="20"/>
          </w:rPr>
          <w:fldChar w:fldCharType="end"/>
        </w:r>
      </w:hyperlink>
    </w:p>
    <w:p w14:paraId="2F772696" w14:textId="69DCA3F0" w:rsidR="000A258C" w:rsidRPr="000A258C" w:rsidRDefault="00072993">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1-14</w:t>
        </w:r>
        <w:r w:rsidR="000A258C" w:rsidRPr="000A258C">
          <w:rPr>
            <w:noProof/>
            <w:webHidden/>
            <w:sz w:val="20"/>
            <w:szCs w:val="20"/>
          </w:rPr>
          <w:fldChar w:fldCharType="end"/>
        </w:r>
      </w:hyperlink>
    </w:p>
    <w:p w14:paraId="09101526" w14:textId="29D06019" w:rsidR="000A258C" w:rsidRPr="000A258C" w:rsidRDefault="00072993">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1-15</w:t>
        </w:r>
        <w:r w:rsidR="000A258C" w:rsidRPr="000A258C">
          <w:rPr>
            <w:i w:val="0"/>
            <w:noProof/>
            <w:webHidden/>
          </w:rPr>
          <w:fldChar w:fldCharType="end"/>
        </w:r>
      </w:hyperlink>
    </w:p>
    <w:p w14:paraId="4907FF50" w14:textId="35E9D2B4" w:rsidR="000A258C" w:rsidRPr="000A258C" w:rsidRDefault="00072993">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1-15</w:t>
        </w:r>
        <w:r w:rsidR="000A258C" w:rsidRPr="000A258C">
          <w:rPr>
            <w:i w:val="0"/>
            <w:noProof/>
            <w:webHidden/>
          </w:rPr>
          <w:fldChar w:fldCharType="end"/>
        </w:r>
      </w:hyperlink>
    </w:p>
    <w:p w14:paraId="52DA75DB" w14:textId="38648CE2" w:rsidR="000A258C" w:rsidRPr="000A258C" w:rsidRDefault="00072993">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1-16</w:t>
        </w:r>
        <w:r w:rsidR="000A258C" w:rsidRPr="000A258C">
          <w:rPr>
            <w:i w:val="0"/>
            <w:noProof/>
            <w:webHidden/>
          </w:rPr>
          <w:fldChar w:fldCharType="end"/>
        </w:r>
      </w:hyperlink>
    </w:p>
    <w:p w14:paraId="21E82B93" w14:textId="7123C17D" w:rsidR="000A258C" w:rsidRPr="000A258C" w:rsidRDefault="00072993">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1-16</w:t>
        </w:r>
        <w:r w:rsidR="000A258C" w:rsidRPr="000A258C">
          <w:rPr>
            <w:i w:val="0"/>
            <w:noProof/>
            <w:webHidden/>
          </w:rPr>
          <w:fldChar w:fldCharType="end"/>
        </w:r>
      </w:hyperlink>
    </w:p>
    <w:p w14:paraId="62DC7826" w14:textId="6BD320E9" w:rsidR="000A258C" w:rsidRPr="000A258C" w:rsidRDefault="00072993">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1-21</w:t>
        </w:r>
        <w:r w:rsidR="000A258C" w:rsidRPr="000A258C">
          <w:rPr>
            <w:i w:val="0"/>
            <w:noProof/>
            <w:webHidden/>
          </w:rPr>
          <w:fldChar w:fldCharType="end"/>
        </w:r>
      </w:hyperlink>
    </w:p>
    <w:p w14:paraId="3EFA2A2A" w14:textId="1577F09F" w:rsidR="000A258C" w:rsidRPr="000A258C" w:rsidRDefault="00072993">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1-21</w:t>
        </w:r>
        <w:r w:rsidR="000A258C" w:rsidRPr="000A258C">
          <w:rPr>
            <w:i w:val="0"/>
            <w:noProof/>
            <w:webHidden/>
          </w:rPr>
          <w:fldChar w:fldCharType="end"/>
        </w:r>
      </w:hyperlink>
    </w:p>
    <w:p w14:paraId="1E30575D" w14:textId="60207008" w:rsidR="000A258C" w:rsidRPr="000A258C" w:rsidRDefault="00072993">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1-22</w:t>
        </w:r>
        <w:r w:rsidR="000A258C" w:rsidRPr="000A258C">
          <w:rPr>
            <w:noProof/>
            <w:webHidden/>
          </w:rPr>
          <w:fldChar w:fldCharType="end"/>
        </w:r>
      </w:hyperlink>
    </w:p>
    <w:p w14:paraId="3F9456EA" w14:textId="7BE2350A" w:rsidR="000A258C" w:rsidRPr="000A258C" w:rsidRDefault="00072993">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1-22</w:t>
        </w:r>
        <w:r w:rsidR="000A258C" w:rsidRPr="000A258C">
          <w:rPr>
            <w:i w:val="0"/>
            <w:noProof/>
            <w:webHidden/>
          </w:rPr>
          <w:fldChar w:fldCharType="end"/>
        </w:r>
      </w:hyperlink>
    </w:p>
    <w:p w14:paraId="38D71777" w14:textId="370FA1D0" w:rsidR="000A258C" w:rsidRPr="000A258C" w:rsidRDefault="00072993">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1-22</w:t>
        </w:r>
        <w:r w:rsidR="000A258C" w:rsidRPr="000A258C">
          <w:rPr>
            <w:i w:val="0"/>
            <w:noProof/>
            <w:webHidden/>
          </w:rPr>
          <w:fldChar w:fldCharType="end"/>
        </w:r>
      </w:hyperlink>
    </w:p>
    <w:p w14:paraId="2EABFC82" w14:textId="55C426F6" w:rsidR="000A258C" w:rsidRPr="000A258C" w:rsidRDefault="00072993">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1-22</w:t>
        </w:r>
        <w:r w:rsidR="000A258C" w:rsidRPr="000A258C">
          <w:rPr>
            <w:i w:val="0"/>
            <w:noProof/>
            <w:webHidden/>
          </w:rPr>
          <w:fldChar w:fldCharType="end"/>
        </w:r>
      </w:hyperlink>
    </w:p>
    <w:p w14:paraId="1702DD9F" w14:textId="53A0CC8C" w:rsidR="000A258C" w:rsidRPr="000A258C" w:rsidRDefault="00072993">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1-22</w:t>
        </w:r>
        <w:r w:rsidR="000A258C" w:rsidRPr="000A258C">
          <w:rPr>
            <w:noProof/>
            <w:webHidden/>
            <w:sz w:val="20"/>
            <w:szCs w:val="20"/>
          </w:rPr>
          <w:fldChar w:fldCharType="end"/>
        </w:r>
      </w:hyperlink>
    </w:p>
    <w:p w14:paraId="63FCE0CB" w14:textId="2797E39C" w:rsidR="000A258C" w:rsidRPr="000A258C" w:rsidRDefault="00072993">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1-23</w:t>
        </w:r>
        <w:r w:rsidR="000A258C" w:rsidRPr="000A258C">
          <w:rPr>
            <w:noProof/>
            <w:webHidden/>
            <w:sz w:val="20"/>
            <w:szCs w:val="20"/>
          </w:rPr>
          <w:fldChar w:fldCharType="end"/>
        </w:r>
      </w:hyperlink>
    </w:p>
    <w:p w14:paraId="7748C93F" w14:textId="1692BE9B" w:rsidR="000A258C" w:rsidRPr="000A258C" w:rsidRDefault="00072993">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E5D7F9B" w14:textId="6B9EAC1A" w:rsidR="000A258C" w:rsidRPr="000A258C" w:rsidRDefault="00072993">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23F531C1" w14:textId="407F6FEC" w:rsidR="000A258C" w:rsidRPr="000A258C" w:rsidRDefault="00072993">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08287CB" w14:textId="5D8EF634" w:rsidR="000A258C" w:rsidRPr="000A258C" w:rsidRDefault="00072993">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1-24</w:t>
        </w:r>
        <w:r w:rsidR="000A258C" w:rsidRPr="000A258C">
          <w:rPr>
            <w:noProof/>
            <w:webHidden/>
          </w:rPr>
          <w:fldChar w:fldCharType="end"/>
        </w:r>
      </w:hyperlink>
    </w:p>
    <w:p w14:paraId="7AA01F94" w14:textId="137B4430" w:rsidR="000A258C" w:rsidRPr="000A258C" w:rsidRDefault="00072993">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1-25</w:t>
        </w:r>
        <w:r w:rsidR="000A258C" w:rsidRPr="000A258C">
          <w:rPr>
            <w:noProof/>
            <w:webHidden/>
          </w:rPr>
          <w:fldChar w:fldCharType="end"/>
        </w:r>
      </w:hyperlink>
    </w:p>
    <w:p w14:paraId="6BE870BE" w14:textId="2491D320" w:rsidR="000A258C" w:rsidRPr="000A258C" w:rsidRDefault="00072993">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4F3A0C27" w14:textId="131CF3AE" w:rsidR="000A258C" w:rsidRPr="000A258C" w:rsidRDefault="00072993">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00F11A00" w14:textId="39A93AE4" w:rsidR="000A258C" w:rsidRPr="000A258C" w:rsidRDefault="00072993">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C7F1FB5" w14:textId="0BA4753C" w:rsidR="000A258C" w:rsidRPr="000A258C" w:rsidRDefault="00072993">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73F034F3" w14:textId="03795225" w:rsidR="000A258C" w:rsidRPr="000A258C" w:rsidRDefault="00072993">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612C3D8B" w14:textId="7D8FA512" w:rsidR="000A258C" w:rsidRPr="000A258C" w:rsidRDefault="00072993">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1-27</w:t>
        </w:r>
        <w:r w:rsidR="000A258C" w:rsidRPr="000A258C">
          <w:rPr>
            <w:noProof/>
            <w:webHidden/>
          </w:rPr>
          <w:fldChar w:fldCharType="end"/>
        </w:r>
      </w:hyperlink>
    </w:p>
    <w:p w14:paraId="7941F3A8" w14:textId="6368224E" w:rsidR="000A258C" w:rsidRPr="000A258C" w:rsidRDefault="00072993">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1-29</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77777777"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annually,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77777777"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 xml:space="preserve">Point to Point Communications, then the provisions of Section 1 through Section 21, </w:t>
      </w:r>
      <w:r w:rsidR="00BE0B18">
        <w:t>and</w:t>
      </w:r>
      <w:r>
        <w:t xml:space="preserve"> Section 24 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77777777"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w:t>
      </w:r>
      <w:r w:rsidRPr="00E049F4">
        <w:rPr>
          <w:bCs/>
          <w:iCs w:val="0"/>
          <w:szCs w:val="26"/>
        </w:rPr>
        <w:lastRenderedPageBreak/>
        <w:t xml:space="preserve">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lastRenderedPageBreak/>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AFEE141" w14:textId="77777777" w:rsidR="00096071" w:rsidRDefault="00096071" w:rsidP="00251693">
      <w:pPr>
        <w:pStyle w:val="List"/>
        <w:spacing w:before="240"/>
      </w:pPr>
      <w:r>
        <w:t>(c)</w:t>
      </w:r>
      <w:r>
        <w:tab/>
        <w:t>Status of Resources, including Outages, limitations, or scheduled or metered Resource data</w:t>
      </w:r>
      <w:r w:rsidR="005650D8">
        <w:t>.  The Protected Information status of this information shall expire 60 days after the applicable Operating Day</w:t>
      </w:r>
      <w:r w:rsidR="00C4008F">
        <w:t>;</w:t>
      </w:r>
    </w:p>
    <w:p w14:paraId="3F14301D" w14:textId="77777777" w:rsidR="00096071" w:rsidRDefault="00096071" w:rsidP="00096071">
      <w:pPr>
        <w:pStyle w:val="List"/>
      </w:pPr>
      <w:r>
        <w:lastRenderedPageBreak/>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lastRenderedPageBreak/>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lastRenderedPageBreak/>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77777777"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77777777"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The Protected Information status of this information shall expire 60 days after the applicable Operating Day</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sidR="00416461">
        <w:rPr>
          <w:iCs/>
        </w:rPr>
        <w:t>;</w:t>
      </w:r>
    </w:p>
    <w:p w14:paraId="7AF5DA16" w14:textId="77777777" w:rsidR="000C1EE9" w:rsidRDefault="00416461" w:rsidP="000C1EE9">
      <w:pPr>
        <w:pStyle w:val="List"/>
        <w:rPr>
          <w:iCs/>
        </w:rPr>
      </w:pPr>
      <w:r>
        <w:rPr>
          <w:iCs/>
        </w:rPr>
        <w:lastRenderedPageBreak/>
        <w:t>(</w:t>
      </w:r>
      <w:r w:rsidR="00811EE5">
        <w:rPr>
          <w:iCs/>
        </w:rPr>
        <w:t>bb</w:t>
      </w:r>
      <w:r>
        <w:rPr>
          <w:iCs/>
        </w:rPr>
        <w:t>)</w:t>
      </w:r>
      <w:r>
        <w:rPr>
          <w:iCs/>
        </w:rPr>
        <w:tab/>
        <w:t xml:space="preserve">Generation Resource emergency operations plans and weatherization plans; </w:t>
      </w:r>
    </w:p>
    <w:p w14:paraId="44BC8157" w14:textId="77777777" w:rsidR="00416461" w:rsidRDefault="00416461" w:rsidP="000C1EE9">
      <w:pPr>
        <w:pStyle w:val="List"/>
        <w:rPr>
          <w:szCs w:val="24"/>
        </w:rPr>
      </w:pPr>
      <w:r w:rsidRPr="000C1EE9">
        <w:rPr>
          <w:iCs/>
        </w:rPr>
        <w:t>(</w:t>
      </w:r>
      <w:r w:rsidR="00811EE5">
        <w:rPr>
          <w:iCs/>
        </w:rPr>
        <w:t>cc</w:t>
      </w:r>
      <w:r w:rsidRPr="000C1EE9">
        <w:rPr>
          <w:iCs/>
        </w:rPr>
        <w:t>)</w:t>
      </w:r>
      <w:r w:rsidRPr="000C1EE9">
        <w:t xml:space="preserve">     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77777777" w:rsidR="003B1113" w:rsidRDefault="00E403A9" w:rsidP="003B1113">
      <w:pPr>
        <w:pStyle w:val="List"/>
      </w:pPr>
      <w:r>
        <w:t>(hh)</w:t>
      </w:r>
      <w:r>
        <w:tab/>
        <w:t xml:space="preserve">Information provided to ERCOT under Section 16.18, Cybersecurity Incident Notification, except that ERCOT may disclose general information concerning a Cybersecurity Incident in a Market Notice in accordance with paragraph (5) of </w:t>
      </w:r>
      <w:r>
        <w:lastRenderedPageBreak/>
        <w:t>Section 16.18 to assist Market Participants in mitigating risk associated with a Cybersecurity Incident</w:t>
      </w:r>
      <w:r w:rsidR="003B1113">
        <w:t>; and</w:t>
      </w:r>
    </w:p>
    <w:p w14:paraId="572814DB" w14:textId="77777777" w:rsidR="00BD6A8F" w:rsidRPr="003B1113" w:rsidRDefault="003B1113" w:rsidP="003B1113">
      <w:pPr>
        <w:pStyle w:val="List"/>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r>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7385A7ED" w14:textId="77777777" w:rsidR="00096071" w:rsidRDefault="008857D7" w:rsidP="00096071">
      <w:pPr>
        <w:pStyle w:val="List"/>
      </w:pPr>
      <w:r>
        <w:t>(</w:t>
      </w:r>
      <w:r w:rsidR="00C067AA">
        <w:t>g</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77777777" w:rsidR="00F66AFF" w:rsidRDefault="00F66AFF" w:rsidP="00F76AAB">
            <w:pPr>
              <w:spacing w:before="120" w:after="240"/>
              <w:rPr>
                <w:b/>
                <w:i/>
              </w:rPr>
            </w:pPr>
            <w:r>
              <w:rPr>
                <w:b/>
                <w:i/>
              </w:rPr>
              <w:t>[NPRR885</w:t>
            </w:r>
            <w:r w:rsidRPr="004B0726">
              <w:rPr>
                <w:b/>
                <w:i/>
              </w:rPr>
              <w:t xml:space="preserve">: </w:t>
            </w:r>
            <w:r>
              <w:rPr>
                <w:b/>
                <w:i/>
              </w:rPr>
              <w:t xml:space="preserve"> Insert items (h) and (i) below upon system implementation and renumber accordingly:</w:t>
            </w:r>
            <w:r w:rsidRPr="004B0726">
              <w:rPr>
                <w:b/>
                <w:i/>
              </w:rPr>
              <w:t>]</w:t>
            </w:r>
          </w:p>
          <w:p w14:paraId="24699E50" w14:textId="77777777" w:rsidR="00F66AFF" w:rsidRPr="00807910" w:rsidRDefault="00F66AFF" w:rsidP="00F66AFF">
            <w:pPr>
              <w:spacing w:after="240"/>
              <w:ind w:left="1440" w:hanging="720"/>
            </w:pPr>
            <w:r w:rsidRPr="00807910">
              <w:t>(</w:t>
            </w:r>
            <w:r>
              <w:t>h</w:t>
            </w:r>
            <w:r w:rsidRPr="00807910">
              <w:t xml:space="preserve">) </w:t>
            </w:r>
            <w:r w:rsidRPr="00807910">
              <w:tab/>
              <w:t>Must</w:t>
            </w:r>
            <w:r w:rsidR="00AB2B4B">
              <w:t>-</w:t>
            </w:r>
            <w:r w:rsidRPr="00807910">
              <w:t>Run Alternative (MRA) Agreements;</w:t>
            </w:r>
          </w:p>
          <w:p w14:paraId="02EB3171" w14:textId="77777777" w:rsidR="00F66AFF" w:rsidRPr="005901EB" w:rsidRDefault="00F66AFF" w:rsidP="00F66AFF">
            <w:pPr>
              <w:spacing w:after="240"/>
              <w:ind w:left="1440" w:hanging="720"/>
            </w:pPr>
            <w:r w:rsidRPr="00807910">
              <w:t>(</w:t>
            </w:r>
            <w:r>
              <w:t>i</w:t>
            </w:r>
            <w:r w:rsidRPr="00807910">
              <w:t>)</w:t>
            </w:r>
            <w:r w:rsidRPr="00807910">
              <w:tab/>
              <w:t>Settlement charges and payments for MRA Service;</w:t>
            </w:r>
          </w:p>
        </w:tc>
      </w:tr>
    </w:tbl>
    <w:p w14:paraId="57C19FFA" w14:textId="77777777" w:rsidR="00950CF2" w:rsidRDefault="00096071" w:rsidP="00146422">
      <w:pPr>
        <w:pStyle w:val="List"/>
        <w:spacing w:before="240"/>
      </w:pPr>
      <w:r>
        <w:lastRenderedPageBreak/>
        <w:t>(</w:t>
      </w:r>
      <w:r w:rsidR="00C067AA">
        <w:t>h</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77777777" w:rsidR="00096071" w:rsidRDefault="00950CF2" w:rsidP="00096071">
      <w:pPr>
        <w:pStyle w:val="List"/>
      </w:pPr>
      <w:r>
        <w:t>(</w:t>
      </w:r>
      <w:r w:rsidR="00C067AA">
        <w:t>i</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lastRenderedPageBreak/>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 xml:space="preserve">Information that is no longer Protected Information, but not posted, including Dispatch Instructions, is available on request under the ERCOT Request for Records and </w:t>
      </w:r>
      <w:r w:rsidRPr="0044600B">
        <w:rPr>
          <w:iCs/>
          <w:lang w:val="x-none" w:eastAsia="x-none"/>
        </w:rPr>
        <w:lastRenderedPageBreak/>
        <w:t>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lastRenderedPageBreak/>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10474270" w14:textId="77777777" w:rsidR="0044600B" w:rsidRDefault="0044600B" w:rsidP="0044600B">
      <w:pPr>
        <w:pStyle w:val="List"/>
        <w:rPr>
          <w:szCs w:val="24"/>
        </w:rPr>
      </w:pPr>
      <w:r>
        <w:rPr>
          <w:szCs w:val="24"/>
        </w:rPr>
        <w:t>(e)</w:t>
      </w:r>
      <w:r>
        <w:rPr>
          <w:szCs w:val="24"/>
        </w:rPr>
        <w:tab/>
        <w:t>ERCOT, TDSP, and Resource emergency operations plans;</w:t>
      </w:r>
    </w:p>
    <w:p w14:paraId="18CC8A19" w14:textId="77777777" w:rsidR="0044600B" w:rsidRDefault="0044600B" w:rsidP="0044600B">
      <w:pPr>
        <w:pStyle w:val="List"/>
        <w:rPr>
          <w:szCs w:val="24"/>
        </w:rPr>
      </w:pPr>
      <w:r>
        <w:rPr>
          <w:szCs w:val="24"/>
        </w:rPr>
        <w:t>(f)</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7777777" w:rsidR="0044600B" w:rsidRDefault="0044600B" w:rsidP="0044600B">
      <w:pPr>
        <w:pStyle w:val="List"/>
        <w:rPr>
          <w:szCs w:val="24"/>
        </w:rPr>
      </w:pPr>
      <w:r>
        <w:rPr>
          <w:szCs w:val="24"/>
        </w:rPr>
        <w:t>(g)</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77777777" w:rsidR="00681E88" w:rsidRDefault="0044600B" w:rsidP="0044600B">
      <w:pPr>
        <w:pStyle w:val="List"/>
      </w:pPr>
      <w:r>
        <w:rPr>
          <w:szCs w:val="24"/>
        </w:rPr>
        <w:t>(h)</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 xml:space="preserve">ECEII submitted to ERCOT shall be clearly labeled on the cover page and pages or portions of the information or otherwise clearly identify the information for which ECEII treatment is claimed, to the extent practicable.  The submission of information labeled as </w:t>
      </w:r>
      <w:r>
        <w:rPr>
          <w:szCs w:val="24"/>
          <w:lang w:val="en-US"/>
        </w:rPr>
        <w:lastRenderedPageBreak/>
        <w:t>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lastRenderedPageBreak/>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lastRenderedPageBreak/>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lastRenderedPageBreak/>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lastRenderedPageBreak/>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w:t>
      </w:r>
      <w:r w:rsidRPr="008A33B0">
        <w:rPr>
          <w:szCs w:val="24"/>
        </w:rPr>
        <w:lastRenderedPageBreak/>
        <w:t xml:space="preserve">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77777777"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lastRenderedPageBreak/>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77777777"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w:t>
      </w:r>
      <w:r w:rsidR="003B5102" w:rsidRPr="006B2988">
        <w:lastRenderedPageBreak/>
        <w:t xml:space="preserve">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lastRenderedPageBreak/>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lastRenderedPageBreak/>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lastRenderedPageBreak/>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77777777"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QSE.  </w:t>
      </w:r>
    </w:p>
    <w:p w14:paraId="7BA19CFC" w14:textId="77777777" w:rsidR="00096071" w:rsidRDefault="00096071" w:rsidP="00096071">
      <w:pPr>
        <w:pStyle w:val="H3"/>
      </w:pPr>
      <w:bookmarkStart w:id="82" w:name="_Toc113073442"/>
      <w:bookmarkStart w:id="83" w:name="_Toc141685030"/>
      <w:bookmarkStart w:id="84" w:name="_Toc73088744"/>
      <w:r>
        <w:t>1.6.3</w:t>
      </w:r>
      <w:r>
        <w:tab/>
        <w:t>Nature of Transmission Service</w:t>
      </w:r>
      <w:bookmarkEnd w:id="82"/>
      <w:bookmarkEnd w:id="83"/>
      <w:bookmarkEnd w:id="84"/>
      <w:r>
        <w:t xml:space="preserve"> </w:t>
      </w:r>
    </w:p>
    <w:p w14:paraId="02106CD5" w14:textId="77777777"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 xml:space="preserve">Interconnection of new Generation Resources, Settlement Only Generators (SOGs), or Settlement Only Energy Storage Systems (SOESSs) to the ERCOT Transmission Grid </w:t>
            </w:r>
            <w:r>
              <w:lastRenderedPageBreak/>
              <w:t>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lastRenderedPageBreak/>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77777777" w:rsidR="0074061B" w:rsidRPr="004708CE" w:rsidRDefault="0074061B" w:rsidP="0074061B">
      <w:pPr>
        <w:tabs>
          <w:tab w:val="left" w:pos="720"/>
        </w:tabs>
        <w:spacing w:after="240"/>
        <w:ind w:left="1350" w:hanging="630"/>
        <w:rPr>
          <w:color w:val="000000"/>
        </w:rPr>
      </w:pPr>
      <w:r w:rsidRPr="00B725E4">
        <w:rPr>
          <w:color w:val="000000"/>
        </w:rPr>
        <w:lastRenderedPageBreak/>
        <w:t>(</w:t>
      </w:r>
      <w:r>
        <w:rPr>
          <w:color w:val="000000"/>
        </w:rPr>
        <w:t>b)</w:t>
      </w:r>
      <w:r>
        <w:rPr>
          <w:color w:val="000000"/>
        </w:rPr>
        <w:tab/>
        <w:t>The generation unit has not undergone a modification pursuant to paragraph (1)(b) of Planning Guide Section 5.1.1,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lastRenderedPageBreak/>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C5A3A" w14:textId="77777777" w:rsidR="006F3399" w:rsidRDefault="006F3399">
      <w:r>
        <w:separator/>
      </w:r>
    </w:p>
    <w:p w14:paraId="63FE1DD0" w14:textId="77777777" w:rsidR="006F3399" w:rsidRDefault="006F3399"/>
  </w:endnote>
  <w:endnote w:type="continuationSeparator" w:id="0">
    <w:p w14:paraId="461BBC31" w14:textId="77777777" w:rsidR="006F3399" w:rsidRDefault="006F3399">
      <w:r>
        <w:continuationSeparator/>
      </w:r>
    </w:p>
    <w:p w14:paraId="310F7001" w14:textId="77777777" w:rsidR="006F3399" w:rsidRDefault="006F3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3C95E" w14:textId="0C76D926" w:rsidR="006F3399" w:rsidRDefault="006F3399">
    <w:pPr>
      <w:pStyle w:val="Footer"/>
      <w:spacing w:before="0" w:after="0"/>
    </w:pPr>
    <w:r w:rsidRPr="005650D8">
      <w:t>ERCOT Nodal Protocols –</w:t>
    </w:r>
    <w:r>
      <w:t xml:space="preserve"> </w:t>
    </w:r>
    <w:r>
      <w:t>September</w:t>
    </w:r>
    <w:r>
      <w:t xml:space="preserve"> 1, 2021</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B8DF3" w14:textId="46754991" w:rsidR="006F3399" w:rsidRPr="005650D8" w:rsidRDefault="006F3399">
    <w:pPr>
      <w:pStyle w:val="Footer"/>
      <w:spacing w:before="0" w:after="0"/>
    </w:pPr>
    <w:r w:rsidRPr="005650D8">
      <w:t>ERCOT Nodal Protocols –</w:t>
    </w:r>
    <w:r>
      <w:t xml:space="preserve"> </w:t>
    </w:r>
    <w:r>
      <w:t>September</w:t>
    </w:r>
    <w:r>
      <w:t xml:space="preserve"> 1, 2021</w:t>
    </w:r>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7D707" w14:textId="77777777" w:rsidR="006F3399" w:rsidRDefault="006F3399">
      <w:r>
        <w:separator/>
      </w:r>
    </w:p>
    <w:p w14:paraId="56910A99" w14:textId="77777777" w:rsidR="006F3399" w:rsidRDefault="006F3399"/>
  </w:footnote>
  <w:footnote w:type="continuationSeparator" w:id="0">
    <w:p w14:paraId="49A6DD5F" w14:textId="77777777" w:rsidR="006F3399" w:rsidRDefault="006F3399">
      <w:r>
        <w:continuationSeparator/>
      </w:r>
    </w:p>
    <w:p w14:paraId="21875B75" w14:textId="77777777" w:rsidR="006F3399" w:rsidRDefault="006F3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abstractNumId w:val="14"/>
  </w:num>
  <w:num w:numId="2">
    <w:abstractNumId w:val="0"/>
  </w:num>
  <w:num w:numId="3">
    <w:abstractNumId w:val="13"/>
  </w:num>
  <w:num w:numId="4">
    <w:abstractNumId w:val="5"/>
  </w:num>
  <w:num w:numId="5">
    <w:abstractNumId w:val="7"/>
  </w:num>
  <w:num w:numId="6">
    <w:abstractNumId w:val="10"/>
  </w:num>
  <w:num w:numId="7">
    <w:abstractNumId w:val="11"/>
  </w:num>
  <w:num w:numId="8">
    <w:abstractNumId w:val="6"/>
  </w:num>
  <w:num w:numId="9">
    <w:abstractNumId w:val="1"/>
  </w:num>
  <w:num w:numId="10">
    <w:abstractNumId w:val="2"/>
  </w:num>
  <w:num w:numId="11">
    <w:abstractNumId w:val="17"/>
  </w:num>
  <w:num w:numId="12">
    <w:abstractNumId w:val="12"/>
  </w:num>
  <w:num w:numId="13">
    <w:abstractNumId w:val="4"/>
  </w:num>
  <w:num w:numId="14">
    <w:abstractNumId w:val="16"/>
  </w:num>
  <w:num w:numId="15">
    <w:abstractNumId w:val="15"/>
  </w:num>
  <w:num w:numId="16">
    <w:abstractNumId w:val="9"/>
  </w:num>
  <w:num w:numId="17">
    <w:abstractNumId w:val="8"/>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60F47"/>
    <w:rsid w:val="00163309"/>
    <w:rsid w:val="001663CA"/>
    <w:rsid w:val="00176E26"/>
    <w:rsid w:val="00183AC4"/>
    <w:rsid w:val="00186C42"/>
    <w:rsid w:val="00192AC4"/>
    <w:rsid w:val="00193C15"/>
    <w:rsid w:val="001A01E5"/>
    <w:rsid w:val="001A0699"/>
    <w:rsid w:val="001A1D1D"/>
    <w:rsid w:val="001B174B"/>
    <w:rsid w:val="001B7794"/>
    <w:rsid w:val="001B7FF0"/>
    <w:rsid w:val="001C6BF5"/>
    <w:rsid w:val="001C7514"/>
    <w:rsid w:val="001D172F"/>
    <w:rsid w:val="001D7DCD"/>
    <w:rsid w:val="001E15AC"/>
    <w:rsid w:val="001E2839"/>
    <w:rsid w:val="001E36BC"/>
    <w:rsid w:val="001E4158"/>
    <w:rsid w:val="001E468F"/>
    <w:rsid w:val="001F68C0"/>
    <w:rsid w:val="001F6EB3"/>
    <w:rsid w:val="001F7327"/>
    <w:rsid w:val="002042F0"/>
    <w:rsid w:val="00207D71"/>
    <w:rsid w:val="002104EA"/>
    <w:rsid w:val="00210BEA"/>
    <w:rsid w:val="00210F7C"/>
    <w:rsid w:val="00212A95"/>
    <w:rsid w:val="00213E6A"/>
    <w:rsid w:val="00223B8B"/>
    <w:rsid w:val="00224AE2"/>
    <w:rsid w:val="00230AD7"/>
    <w:rsid w:val="002409FA"/>
    <w:rsid w:val="00251693"/>
    <w:rsid w:val="00252CA1"/>
    <w:rsid w:val="00264363"/>
    <w:rsid w:val="002673B9"/>
    <w:rsid w:val="00271651"/>
    <w:rsid w:val="00272532"/>
    <w:rsid w:val="00283AF1"/>
    <w:rsid w:val="00287273"/>
    <w:rsid w:val="00290865"/>
    <w:rsid w:val="00290D5B"/>
    <w:rsid w:val="0029501C"/>
    <w:rsid w:val="002A1D04"/>
    <w:rsid w:val="002A75D8"/>
    <w:rsid w:val="002B2E5C"/>
    <w:rsid w:val="002C1CDE"/>
    <w:rsid w:val="002C200B"/>
    <w:rsid w:val="002D2F9D"/>
    <w:rsid w:val="002D5E19"/>
    <w:rsid w:val="002D6C99"/>
    <w:rsid w:val="002E03A2"/>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6463"/>
    <w:rsid w:val="00394EF2"/>
    <w:rsid w:val="00395EC5"/>
    <w:rsid w:val="00396257"/>
    <w:rsid w:val="00397525"/>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6AC1"/>
    <w:rsid w:val="003E2BA7"/>
    <w:rsid w:val="003E45BC"/>
    <w:rsid w:val="003E59E2"/>
    <w:rsid w:val="003F2304"/>
    <w:rsid w:val="003F5FC6"/>
    <w:rsid w:val="003F7ADD"/>
    <w:rsid w:val="003F7E9F"/>
    <w:rsid w:val="00407D0A"/>
    <w:rsid w:val="00411214"/>
    <w:rsid w:val="00411B04"/>
    <w:rsid w:val="00413A4E"/>
    <w:rsid w:val="00415A39"/>
    <w:rsid w:val="00416461"/>
    <w:rsid w:val="0041752F"/>
    <w:rsid w:val="00421EE9"/>
    <w:rsid w:val="00422641"/>
    <w:rsid w:val="0044157C"/>
    <w:rsid w:val="0044600B"/>
    <w:rsid w:val="004475A4"/>
    <w:rsid w:val="00461501"/>
    <w:rsid w:val="00461D8F"/>
    <w:rsid w:val="004631FC"/>
    <w:rsid w:val="004633B1"/>
    <w:rsid w:val="00466A90"/>
    <w:rsid w:val="00472BEC"/>
    <w:rsid w:val="004822E5"/>
    <w:rsid w:val="00484D43"/>
    <w:rsid w:val="00487F4E"/>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6C0F"/>
    <w:rsid w:val="005173AB"/>
    <w:rsid w:val="00521090"/>
    <w:rsid w:val="00522B1E"/>
    <w:rsid w:val="00522FC4"/>
    <w:rsid w:val="00524CF4"/>
    <w:rsid w:val="00530DA7"/>
    <w:rsid w:val="00531EB9"/>
    <w:rsid w:val="00534333"/>
    <w:rsid w:val="005362F5"/>
    <w:rsid w:val="005365F0"/>
    <w:rsid w:val="00552D9D"/>
    <w:rsid w:val="0055761F"/>
    <w:rsid w:val="00560EDF"/>
    <w:rsid w:val="005615D9"/>
    <w:rsid w:val="005650D8"/>
    <w:rsid w:val="00566D43"/>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601DE0"/>
    <w:rsid w:val="006174E2"/>
    <w:rsid w:val="006201D5"/>
    <w:rsid w:val="00624155"/>
    <w:rsid w:val="00633940"/>
    <w:rsid w:val="006372A7"/>
    <w:rsid w:val="00640C59"/>
    <w:rsid w:val="00640D63"/>
    <w:rsid w:val="00640F33"/>
    <w:rsid w:val="00642205"/>
    <w:rsid w:val="006423DE"/>
    <w:rsid w:val="006426A7"/>
    <w:rsid w:val="00661F51"/>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E3219"/>
    <w:rsid w:val="006E381A"/>
    <w:rsid w:val="006F2ECC"/>
    <w:rsid w:val="006F3399"/>
    <w:rsid w:val="00702387"/>
    <w:rsid w:val="00717D7A"/>
    <w:rsid w:val="0072395A"/>
    <w:rsid w:val="00732F36"/>
    <w:rsid w:val="00736AF4"/>
    <w:rsid w:val="0074061B"/>
    <w:rsid w:val="00741438"/>
    <w:rsid w:val="007517D4"/>
    <w:rsid w:val="007536BB"/>
    <w:rsid w:val="00754510"/>
    <w:rsid w:val="0075666B"/>
    <w:rsid w:val="00764088"/>
    <w:rsid w:val="0076637D"/>
    <w:rsid w:val="00767022"/>
    <w:rsid w:val="00772387"/>
    <w:rsid w:val="00773CF9"/>
    <w:rsid w:val="007757E8"/>
    <w:rsid w:val="00782CE7"/>
    <w:rsid w:val="00790330"/>
    <w:rsid w:val="007916A3"/>
    <w:rsid w:val="0079424B"/>
    <w:rsid w:val="0079589C"/>
    <w:rsid w:val="0079683D"/>
    <w:rsid w:val="007A3904"/>
    <w:rsid w:val="007A4D38"/>
    <w:rsid w:val="007B3E1E"/>
    <w:rsid w:val="007B4BE5"/>
    <w:rsid w:val="007C043D"/>
    <w:rsid w:val="007C09ED"/>
    <w:rsid w:val="007C0DBE"/>
    <w:rsid w:val="007C396E"/>
    <w:rsid w:val="007D76E1"/>
    <w:rsid w:val="007E0D29"/>
    <w:rsid w:val="007E1216"/>
    <w:rsid w:val="007E3EE6"/>
    <w:rsid w:val="007E7315"/>
    <w:rsid w:val="007F378E"/>
    <w:rsid w:val="007F57CD"/>
    <w:rsid w:val="00802FD4"/>
    <w:rsid w:val="00806633"/>
    <w:rsid w:val="00807984"/>
    <w:rsid w:val="00811EE5"/>
    <w:rsid w:val="00814757"/>
    <w:rsid w:val="00834DCC"/>
    <w:rsid w:val="00835B86"/>
    <w:rsid w:val="00843F19"/>
    <w:rsid w:val="00845683"/>
    <w:rsid w:val="0085463A"/>
    <w:rsid w:val="00861ACD"/>
    <w:rsid w:val="00862D43"/>
    <w:rsid w:val="008636AE"/>
    <w:rsid w:val="008662A5"/>
    <w:rsid w:val="00870EA6"/>
    <w:rsid w:val="00873406"/>
    <w:rsid w:val="008770D1"/>
    <w:rsid w:val="00881B1E"/>
    <w:rsid w:val="008857D7"/>
    <w:rsid w:val="008A7D6E"/>
    <w:rsid w:val="008B0AEE"/>
    <w:rsid w:val="008B352C"/>
    <w:rsid w:val="008B6051"/>
    <w:rsid w:val="008C4A2D"/>
    <w:rsid w:val="008C5357"/>
    <w:rsid w:val="008D18AD"/>
    <w:rsid w:val="008D5273"/>
    <w:rsid w:val="008D5993"/>
    <w:rsid w:val="008E029B"/>
    <w:rsid w:val="008E20F8"/>
    <w:rsid w:val="008E25E9"/>
    <w:rsid w:val="008E3044"/>
    <w:rsid w:val="008E6D79"/>
    <w:rsid w:val="008F25D9"/>
    <w:rsid w:val="008F2BBE"/>
    <w:rsid w:val="008F629E"/>
    <w:rsid w:val="008F7991"/>
    <w:rsid w:val="009024C3"/>
    <w:rsid w:val="00902721"/>
    <w:rsid w:val="00902987"/>
    <w:rsid w:val="00904033"/>
    <w:rsid w:val="0090789F"/>
    <w:rsid w:val="00911DC1"/>
    <w:rsid w:val="009237C5"/>
    <w:rsid w:val="009255BC"/>
    <w:rsid w:val="009332F6"/>
    <w:rsid w:val="00933D1E"/>
    <w:rsid w:val="00942299"/>
    <w:rsid w:val="00945C6B"/>
    <w:rsid w:val="00950355"/>
    <w:rsid w:val="00950CF2"/>
    <w:rsid w:val="009536A9"/>
    <w:rsid w:val="00953945"/>
    <w:rsid w:val="009557EA"/>
    <w:rsid w:val="00956F3D"/>
    <w:rsid w:val="00963898"/>
    <w:rsid w:val="00965D47"/>
    <w:rsid w:val="00972BEF"/>
    <w:rsid w:val="009749E8"/>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4E6E"/>
    <w:rsid w:val="009D5DE4"/>
    <w:rsid w:val="009E4B30"/>
    <w:rsid w:val="009E6573"/>
    <w:rsid w:val="00A0739E"/>
    <w:rsid w:val="00A120D4"/>
    <w:rsid w:val="00A14EA7"/>
    <w:rsid w:val="00A15948"/>
    <w:rsid w:val="00A15E1F"/>
    <w:rsid w:val="00A201FD"/>
    <w:rsid w:val="00A20588"/>
    <w:rsid w:val="00A234B7"/>
    <w:rsid w:val="00A236C2"/>
    <w:rsid w:val="00A2684A"/>
    <w:rsid w:val="00A3060D"/>
    <w:rsid w:val="00A32F67"/>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754C"/>
    <w:rsid w:val="00B04691"/>
    <w:rsid w:val="00B04FED"/>
    <w:rsid w:val="00B1244E"/>
    <w:rsid w:val="00B25AB0"/>
    <w:rsid w:val="00B31866"/>
    <w:rsid w:val="00B33CF1"/>
    <w:rsid w:val="00B343D7"/>
    <w:rsid w:val="00B347AF"/>
    <w:rsid w:val="00B3642D"/>
    <w:rsid w:val="00B369A3"/>
    <w:rsid w:val="00B41B4F"/>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210F"/>
    <w:rsid w:val="00B8493A"/>
    <w:rsid w:val="00B94525"/>
    <w:rsid w:val="00B979C8"/>
    <w:rsid w:val="00BA157E"/>
    <w:rsid w:val="00BB0DB5"/>
    <w:rsid w:val="00BB5FA5"/>
    <w:rsid w:val="00BB68AD"/>
    <w:rsid w:val="00BC0DC8"/>
    <w:rsid w:val="00BD0A4E"/>
    <w:rsid w:val="00BD1920"/>
    <w:rsid w:val="00BD65CC"/>
    <w:rsid w:val="00BD6A8F"/>
    <w:rsid w:val="00BE0B18"/>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3E32"/>
    <w:rsid w:val="00C55DEC"/>
    <w:rsid w:val="00C6123F"/>
    <w:rsid w:val="00C63B7D"/>
    <w:rsid w:val="00C648B5"/>
    <w:rsid w:val="00C706D7"/>
    <w:rsid w:val="00C80682"/>
    <w:rsid w:val="00C87044"/>
    <w:rsid w:val="00C931C8"/>
    <w:rsid w:val="00C944E2"/>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1785"/>
    <w:rsid w:val="00D82A66"/>
    <w:rsid w:val="00D865EB"/>
    <w:rsid w:val="00D92121"/>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E1896"/>
    <w:rsid w:val="00E00BFA"/>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A166C"/>
    <w:rsid w:val="00EA46F5"/>
    <w:rsid w:val="00EB0B23"/>
    <w:rsid w:val="00EB2A46"/>
    <w:rsid w:val="00EB3B1E"/>
    <w:rsid w:val="00EB43BC"/>
    <w:rsid w:val="00EC7B7E"/>
    <w:rsid w:val="00ED08CE"/>
    <w:rsid w:val="00ED1433"/>
    <w:rsid w:val="00ED5A5C"/>
    <w:rsid w:val="00ED64DB"/>
    <w:rsid w:val="00ED65AC"/>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6AFF"/>
    <w:rsid w:val="00F679EF"/>
    <w:rsid w:val="00F76AAB"/>
    <w:rsid w:val="00F77767"/>
    <w:rsid w:val="00F83792"/>
    <w:rsid w:val="00F83D8B"/>
    <w:rsid w:val="00F8449F"/>
    <w:rsid w:val="00F8630D"/>
    <w:rsid w:val="00F87BA9"/>
    <w:rsid w:val="00F9090C"/>
    <w:rsid w:val="00F92612"/>
    <w:rsid w:val="00F95AD9"/>
    <w:rsid w:val="00F96A46"/>
    <w:rsid w:val="00FA0C5C"/>
    <w:rsid w:val="00FB207E"/>
    <w:rsid w:val="00FC0938"/>
    <w:rsid w:val="00FC578B"/>
    <w:rsid w:val="00FD188B"/>
    <w:rsid w:val="00FD1AA5"/>
    <w:rsid w:val="00FD416E"/>
    <w:rsid w:val="00FD75B0"/>
    <w:rsid w:val="00FD7F5B"/>
    <w:rsid w:val="00FE06F3"/>
    <w:rsid w:val="00FE4CB2"/>
    <w:rsid w:val="00FE5D59"/>
    <w:rsid w:val="00FE7461"/>
    <w:rsid w:val="00FF06A8"/>
    <w:rsid w:val="00FF637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9217"/>
    <o:shapelayout v:ext="edit">
      <o:idmap v:ext="edit" data="1"/>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31</Pages>
  <Words>11111</Words>
  <Characters>65353</Characters>
  <Application>Microsoft Office Word</Application>
  <DocSecurity>0</DocSecurity>
  <Lines>544</Lines>
  <Paragraphs>152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76312</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2019-04-03T16:04:00Z</cp:lastPrinted>
  <dcterms:created xsi:type="dcterms:W3CDTF">2021-08-28T18:27:00Z</dcterms:created>
  <dcterms:modified xsi:type="dcterms:W3CDTF">2021-08-28T18:28:00Z</dcterms:modified>
</cp:coreProperties>
</file>