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6E4D95C1" w:rsidR="0011691A" w:rsidRDefault="00C52804" w:rsidP="0011691A">
      <w:pPr>
        <w:pStyle w:val="BodyText"/>
        <w:jc w:val="center"/>
        <w:rPr>
          <w:b/>
          <w:szCs w:val="24"/>
        </w:rPr>
      </w:pPr>
      <w:r>
        <w:rPr>
          <w:b/>
          <w:szCs w:val="24"/>
        </w:rPr>
        <w:t>August</w:t>
      </w:r>
      <w:r w:rsidR="00224B5B">
        <w:rPr>
          <w:b/>
          <w:szCs w:val="24"/>
        </w:rPr>
        <w:t xml:space="preserve"> </w:t>
      </w:r>
      <w:r w:rsidR="0076003F">
        <w:rPr>
          <w:b/>
          <w:szCs w:val="24"/>
        </w:rPr>
        <w:t>2</w:t>
      </w:r>
      <w:r>
        <w:rPr>
          <w:b/>
          <w:szCs w:val="24"/>
        </w:rPr>
        <w:t>0</w:t>
      </w:r>
      <w:r w:rsidR="00272D57">
        <w:rPr>
          <w:b/>
          <w:szCs w:val="24"/>
        </w:rPr>
        <w:t>, 20</w:t>
      </w:r>
      <w:r w:rsidR="00975A01">
        <w:rPr>
          <w:b/>
          <w:szCs w:val="24"/>
        </w:rPr>
        <w:t>2</w:t>
      </w:r>
      <w:r w:rsidR="0011232D">
        <w:rPr>
          <w:b/>
          <w:szCs w:val="24"/>
        </w:rPr>
        <w:t>1</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1F79A3"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lastRenderedPageBreak/>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1F79A3">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lastRenderedPageBreak/>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1F79A3">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lastRenderedPageBreak/>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602EC38A" w14:textId="03A5F77F" w:rsidR="005D1947" w:rsidRPr="00D5497B" w:rsidRDefault="00A442A0" w:rsidP="00FE6D67">
      <w:pPr>
        <w:pStyle w:val="H2"/>
        <w:rPr>
          <w:b/>
        </w:rPr>
      </w:pPr>
      <w:bookmarkStart w:id="173" w:name="_Toc118224423"/>
      <w:bookmarkStart w:id="174" w:name="_Toc118909491"/>
      <w:bookmarkStart w:id="175" w:name="_Toc205190299"/>
      <w:bookmarkEnd w:id="171"/>
      <w:bookmarkEnd w:id="172"/>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 xml:space="preserve">The freedom of a retail Customer to purchase electric services, either individually or on an aggregated basis with other retail Customers, from the provider or providers of the Customer’s </w:t>
      </w:r>
      <w:r>
        <w:lastRenderedPageBreak/>
        <w:t>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1F79A3">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lastRenderedPageBreak/>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lastRenderedPageBreak/>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lastRenderedPageBreak/>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lastRenderedPageBreak/>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lastRenderedPageBreak/>
        <w:t>E</w:t>
      </w:r>
      <w:bookmarkStart w:id="282" w:name="E"/>
      <w:bookmarkEnd w:id="282"/>
    </w:p>
    <w:p w14:paraId="277AE507" w14:textId="77777777" w:rsidR="00B75513" w:rsidRDefault="001F79A3">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lastRenderedPageBreak/>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lastRenderedPageBreak/>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lastRenderedPageBreak/>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A1F35" w:rsidRPr="004B32CF" w14:paraId="6BC42AED" w14:textId="77777777" w:rsidTr="007132B2">
        <w:trPr>
          <w:trHeight w:val="386"/>
        </w:trPr>
        <w:tc>
          <w:tcPr>
            <w:tcW w:w="9350" w:type="dxa"/>
            <w:shd w:val="pct12" w:color="auto" w:fill="auto"/>
          </w:tcPr>
          <w:p w14:paraId="6D27FB5E" w14:textId="381068D3" w:rsidR="004A1F35" w:rsidRPr="004B32CF" w:rsidRDefault="004A1F35" w:rsidP="007132B2">
            <w:pPr>
              <w:spacing w:before="120" w:after="240"/>
              <w:rPr>
                <w:b/>
                <w:i/>
                <w:iCs/>
              </w:rPr>
            </w:pPr>
            <w:r>
              <w:rPr>
                <w:b/>
                <w:i/>
                <w:iCs/>
              </w:rPr>
              <w:t>[NPRR984</w:t>
            </w:r>
            <w:r w:rsidRPr="004B32CF">
              <w:rPr>
                <w:b/>
                <w:i/>
                <w:iCs/>
              </w:rPr>
              <w:t>:  Replace the above definition “</w:t>
            </w:r>
            <w:r w:rsidRPr="004A1F35">
              <w:rPr>
                <w:b/>
                <w:i/>
                <w:iCs/>
              </w:rPr>
              <w:t>Emergency Response Service (ERS) Standard Contract Term</w:t>
            </w:r>
            <w:r w:rsidRPr="004B32CF">
              <w:rPr>
                <w:b/>
                <w:i/>
                <w:iCs/>
              </w:rPr>
              <w:t>” with the foll</w:t>
            </w:r>
            <w:r>
              <w:rPr>
                <w:b/>
                <w:i/>
                <w:iCs/>
              </w:rPr>
              <w:t>owing on October 1, 2021</w:t>
            </w:r>
            <w:r w:rsidR="00D46B3A">
              <w:rPr>
                <w:b/>
                <w:i/>
                <w:iCs/>
              </w:rPr>
              <w:t xml:space="preserve"> and upon system implementation</w:t>
            </w:r>
            <w:r w:rsidRPr="004B32CF">
              <w:rPr>
                <w:b/>
                <w:i/>
                <w:iCs/>
              </w:rPr>
              <w:t>:]</w:t>
            </w:r>
          </w:p>
          <w:p w14:paraId="4221BC26" w14:textId="77777777" w:rsidR="004A1F35" w:rsidRDefault="004A1F35" w:rsidP="004A1F35">
            <w:pPr>
              <w:keepNext/>
              <w:tabs>
                <w:tab w:val="left" w:pos="900"/>
              </w:tabs>
              <w:spacing w:before="240" w:after="240"/>
              <w:ind w:left="907" w:hanging="907"/>
              <w:outlineLvl w:val="1"/>
              <w:rPr>
                <w:b/>
              </w:rPr>
            </w:pPr>
            <w:r w:rsidRPr="00C83EFD">
              <w:rPr>
                <w:b/>
              </w:rPr>
              <w:t>Emergency Response Service (ERS) Standard Contract Term</w:t>
            </w:r>
          </w:p>
          <w:p w14:paraId="73284AA2" w14:textId="6CAE1DAD" w:rsidR="004A1F35" w:rsidRPr="004A1F35" w:rsidRDefault="004A1F35" w:rsidP="004A1F35">
            <w:pPr>
              <w:spacing w:after="240"/>
              <w:rPr>
                <w:iCs/>
              </w:rPr>
            </w:pPr>
            <w:r w:rsidRPr="00C83EFD">
              <w:rPr>
                <w:iCs/>
              </w:rPr>
              <w:t xml:space="preserve">One of </w:t>
            </w:r>
            <w:r>
              <w:rPr>
                <w:iCs/>
              </w:rPr>
              <w:t>four</w:t>
            </w:r>
            <w:r w:rsidRPr="00C83EFD">
              <w:rPr>
                <w:iCs/>
              </w:rPr>
              <w:t xml:space="preserve"> periods for which ERCOT may procure ERS.</w:t>
            </w:r>
          </w:p>
        </w:tc>
      </w:tr>
    </w:tbl>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lastRenderedPageBreak/>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77777777"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lastRenderedPageBreak/>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lastRenderedPageBreak/>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1F79A3">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112C0538" w14:textId="77777777" w:rsidR="005D1947" w:rsidRDefault="00A442A0">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79" w:name="_Toc205190365"/>
      <w:bookmarkStart w:id="380" w:name="_Toc118224480"/>
      <w:bookmarkStart w:id="381" w:name="_Toc118909548"/>
      <w:bookmarkEnd w:id="377"/>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lastRenderedPageBreak/>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lastRenderedPageBreak/>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lastRenderedPageBreak/>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1F79A3">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2" w:name="_Toc73847786"/>
      <w:bookmarkStart w:id="403" w:name="_Toc80425549"/>
      <w:bookmarkStart w:id="404" w:name="_Toc118224485"/>
      <w:bookmarkStart w:id="405" w:name="_Toc118909553"/>
      <w:bookmarkStart w:id="406" w:name="_Toc205190371"/>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lastRenderedPageBreak/>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1F79A3">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lastRenderedPageBreak/>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lastRenderedPageBreak/>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1F79A3"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lastRenderedPageBreak/>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4" w:name="_Toc205190384"/>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lastRenderedPageBreak/>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1F79A3">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lastRenderedPageBreak/>
        <w:t>K</w:t>
      </w:r>
      <w:bookmarkStart w:id="464" w:name="K"/>
      <w:bookmarkEnd w:id="464"/>
    </w:p>
    <w:p w14:paraId="58667C9C" w14:textId="77777777" w:rsidR="00B75513" w:rsidRDefault="001F79A3">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1F79A3">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lastRenderedPageBreak/>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lastRenderedPageBreak/>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lastRenderedPageBreak/>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lastRenderedPageBreak/>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lastRenderedPageBreak/>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1F79A3">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lastRenderedPageBreak/>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lastRenderedPageBreak/>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lastRenderedPageBreak/>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lastRenderedPageBreak/>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lastRenderedPageBreak/>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lastRenderedPageBreak/>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7E65A3F9"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186D78C8"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77B801A1"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C05EA04"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3" w:name="N"/>
      <w:bookmarkEnd w:id="613"/>
    </w:p>
    <w:p w14:paraId="0BC3EB68" w14:textId="77777777" w:rsidR="00B75513" w:rsidRDefault="001F79A3">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4" w:name="_Toc118224536"/>
      <w:bookmarkStart w:id="615" w:name="_Toc118909604"/>
      <w:bookmarkStart w:id="616" w:name="_Toc205190428"/>
      <w:bookmarkStart w:id="617" w:name="_Toc73847871"/>
      <w:bookmarkStart w:id="618"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lastRenderedPageBreak/>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7E9EBB30" w14:textId="4B98B4FA" w:rsidR="008B5A69" w:rsidRPr="00C37F8F" w:rsidRDefault="00493D2A" w:rsidP="008B5A69">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p w14:paraId="087AA4C3" w14:textId="77777777" w:rsidR="005D1947" w:rsidRPr="004222A1" w:rsidRDefault="00A442A0">
      <w:pPr>
        <w:pStyle w:val="H2"/>
        <w:ind w:left="907" w:hanging="907"/>
        <w:rPr>
          <w:b/>
        </w:rPr>
      </w:pPr>
      <w:bookmarkStart w:id="647" w:name="_Toc118224544"/>
      <w:bookmarkStart w:id="648" w:name="_Toc118909612"/>
      <w:bookmarkStart w:id="649" w:name="_Toc205190437"/>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506C0DD1" w14:textId="77777777" w:rsidR="005D1947" w:rsidRDefault="00A442A0">
      <w:pPr>
        <w:pStyle w:val="TermTitle"/>
        <w:spacing w:before="240" w:after="240"/>
        <w:ind w:left="0"/>
      </w:pPr>
      <w:r>
        <w:lastRenderedPageBreak/>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1F79A3">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lastRenderedPageBreak/>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p w14:paraId="5A06DCD0" w14:textId="77777777" w:rsidR="00D26136" w:rsidRPr="004222A1" w:rsidRDefault="00C96602" w:rsidP="00CE2EF2">
      <w:pPr>
        <w:pStyle w:val="H2"/>
        <w:rPr>
          <w:b/>
        </w:rPr>
      </w:pPr>
      <w:bookmarkStart w:id="688" w:name="_Toc118224556"/>
      <w:bookmarkStart w:id="689" w:name="_Toc118909624"/>
      <w:bookmarkStart w:id="690" w:name="_Toc205190449"/>
      <w:bookmarkStart w:id="69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132B2">
        <w:trPr>
          <w:trHeight w:val="386"/>
        </w:trPr>
        <w:tc>
          <w:tcPr>
            <w:tcW w:w="9350" w:type="dxa"/>
            <w:shd w:val="pct12" w:color="auto" w:fill="auto"/>
          </w:tcPr>
          <w:p w14:paraId="3D4AB354" w14:textId="26BB79F3" w:rsidR="00102FDC" w:rsidRPr="004B32CF" w:rsidRDefault="00102FDC" w:rsidP="007132B2">
            <w:pPr>
              <w:spacing w:before="120" w:after="240"/>
              <w:rPr>
                <w:b/>
                <w:i/>
                <w:iCs/>
              </w:rPr>
            </w:pPr>
            <w:bookmarkStart w:id="692" w:name="_Toc118224557"/>
            <w:bookmarkStart w:id="693" w:name="_Toc118909625"/>
            <w:bookmarkStart w:id="694" w:name="_Toc205190450"/>
            <w:r>
              <w:rPr>
                <w:b/>
                <w:i/>
                <w:iCs/>
              </w:rPr>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 xml:space="preserve">The condition of a Transmission Facility or a portion of a Facility, or Generation Resource that is part of the ERCOT System and defined in the Network Operations Model that has been </w:t>
            </w:r>
            <w:r w:rsidRPr="00102FDC">
              <w:rPr>
                <w:szCs w:val="24"/>
              </w:rPr>
              <w:lastRenderedPageBreak/>
              <w:t>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lastRenderedPageBreak/>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lastRenderedPageBreak/>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lastRenderedPageBreak/>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1F79A3"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2" w:name="_Toc118224565"/>
      <w:bookmarkStart w:id="723" w:name="_Toc118909633"/>
      <w:bookmarkStart w:id="724" w:name="_Toc205190459"/>
      <w:bookmarkEnd w:id="720"/>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lastRenderedPageBreak/>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78D60468"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FB9BD" w:rsidR="00C51B65" w:rsidRPr="00C51B65" w:rsidRDefault="00C51B65" w:rsidP="00A321F9">
            <w:pPr>
              <w:spacing w:after="240"/>
              <w:rPr>
                <w:szCs w:val="24"/>
              </w:rPr>
            </w:pPr>
            <w:r w:rsidRPr="00C51B65">
              <w:rPr>
                <w:szCs w:val="24"/>
              </w:rPr>
              <w:t>The immediate proportional increase or decrease in real power output provided by Settlement Only Transmission Generators (SOTGs), Settlement Only Transmission Self-Generators (SOTSGs), 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lastRenderedPageBreak/>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1F79A3">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lastRenderedPageBreak/>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w:t>
      </w:r>
      <w:r w:rsidR="00A20BE8" w:rsidRPr="004B32CF">
        <w:lastRenderedPageBreak/>
        <w:t>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1F79A3">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w:t>
      </w:r>
      <w:r w:rsidRPr="0018047D">
        <w:lastRenderedPageBreak/>
        <w:t xml:space="preserve">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1" w:name="_Toc73847931"/>
      <w:bookmarkStart w:id="812" w:name="_Toc118224588"/>
      <w:bookmarkStart w:id="813" w:name="_Toc118909656"/>
      <w:bookmarkStart w:id="814" w:name="_Toc205190487"/>
      <w:bookmarkEnd w:id="80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lastRenderedPageBreak/>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C06A8E">
        <w:trPr>
          <w:trHeight w:val="476"/>
        </w:trPr>
        <w:tc>
          <w:tcPr>
            <w:tcW w:w="9576"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3760">
            <w:pPr>
              <w:spacing w:before="240" w:after="120"/>
              <w:ind w:left="727" w:hanging="7"/>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19F6209B" w:rsidR="00CA3760" w:rsidRPr="00CA3760" w:rsidRDefault="00CA3760" w:rsidP="00CA3760">
            <w:pPr>
              <w:pStyle w:val="BodyText"/>
              <w:ind w:left="1440" w:hanging="720"/>
              <w:rPr>
                <w:iCs w:val="0"/>
              </w:rPr>
            </w:pPr>
            <w:r w:rsidRPr="00EB59A3">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390407FF" w14:textId="77777777" w:rsidR="00CA3760" w:rsidRDefault="00CA3760" w:rsidP="00CA3760">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132B2">
        <w:trPr>
          <w:trHeight w:val="476"/>
        </w:trPr>
        <w:tc>
          <w:tcPr>
            <w:tcW w:w="9576" w:type="dxa"/>
            <w:shd w:val="clear" w:color="auto" w:fill="E0E0E0"/>
          </w:tcPr>
          <w:p w14:paraId="047D172B" w14:textId="52625ACD" w:rsidR="00102FDC" w:rsidRPr="00625E9F" w:rsidRDefault="00102FDC" w:rsidP="007132B2">
            <w:pPr>
              <w:pStyle w:val="Instructions"/>
              <w:spacing w:before="120"/>
              <w:rPr>
                <w:lang w:val="en-US" w:eastAsia="en-US"/>
              </w:rPr>
            </w:pPr>
            <w:r>
              <w:rPr>
                <w:lang w:val="en-US" w:eastAsia="en-US"/>
              </w:rPr>
              <w:lastRenderedPageBreak/>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132B2">
        <w:trPr>
          <w:trHeight w:val="386"/>
        </w:trPr>
        <w:tc>
          <w:tcPr>
            <w:tcW w:w="9350" w:type="dxa"/>
            <w:shd w:val="pct12" w:color="auto" w:fill="auto"/>
          </w:tcPr>
          <w:p w14:paraId="3A44750D" w14:textId="398A2A4D"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lastRenderedPageBreak/>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132B2">
        <w:trPr>
          <w:trHeight w:val="386"/>
        </w:trPr>
        <w:tc>
          <w:tcPr>
            <w:tcW w:w="9350" w:type="dxa"/>
            <w:shd w:val="pct12" w:color="auto" w:fill="auto"/>
          </w:tcPr>
          <w:p w14:paraId="381C96CF" w14:textId="01320C5C"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9" w:name="Z"/>
      <w:bookmarkStart w:id="830" w:name="ResourceAttribute"/>
      <w:bookmarkEnd w:id="829"/>
      <w:bookmarkEnd w:id="830"/>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w:t>
      </w:r>
      <w:r w:rsidRPr="00402446">
        <w:rPr>
          <w:iCs/>
        </w:rPr>
        <w:lastRenderedPageBreak/>
        <w:t>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51A8E4ED"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FB054A2"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C06A8E">
        <w:trPr>
          <w:trHeight w:val="476"/>
        </w:trPr>
        <w:tc>
          <w:tcPr>
            <w:tcW w:w="9576"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0FD83FC2" w14:textId="77777777" w:rsidR="00BC59A2" w:rsidRPr="00402446" w:rsidRDefault="00BC59A2" w:rsidP="00BC59A2">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132B2">
        <w:trPr>
          <w:trHeight w:val="476"/>
        </w:trPr>
        <w:tc>
          <w:tcPr>
            <w:tcW w:w="9576" w:type="dxa"/>
            <w:shd w:val="clear" w:color="auto" w:fill="E0E0E0"/>
          </w:tcPr>
          <w:p w14:paraId="308E6EC6" w14:textId="592E281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1B581CA4" w14:textId="56992FED" w:rsidR="00620E0D" w:rsidRDefault="00620E0D" w:rsidP="00C30D8F">
      <w:pPr>
        <w:pStyle w:val="BodyText"/>
        <w:ind w:left="360"/>
      </w:pPr>
    </w:p>
    <w:p w14:paraId="1E4F8A5C" w14:textId="77777777" w:rsidR="00CC0A31" w:rsidRPr="00402446" w:rsidRDefault="00CC0A31" w:rsidP="008720B3">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lastRenderedPageBreak/>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2"/>
      <w:bookmarkEnd w:id="833"/>
      <w:bookmarkEnd w:id="834"/>
      <w:bookmarkEnd w:id="835"/>
    </w:p>
    <w:p w14:paraId="41CD42B4" w14:textId="305BAF98"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A321F9">
        <w:trPr>
          <w:trHeight w:val="386"/>
        </w:trPr>
        <w:tc>
          <w:tcPr>
            <w:tcW w:w="9350" w:type="dxa"/>
            <w:shd w:val="pct12" w:color="auto" w:fill="auto"/>
          </w:tcPr>
          <w:p w14:paraId="5AEB4893" w14:textId="02A64E23" w:rsidR="00C51B65" w:rsidRPr="004B32CF" w:rsidRDefault="00C51B65" w:rsidP="00A321F9">
            <w:pPr>
              <w:spacing w:before="120" w:after="240"/>
              <w:rPr>
                <w:b/>
                <w:i/>
                <w:iCs/>
              </w:rPr>
            </w:pPr>
            <w:bookmarkStart w:id="837" w:name="_Toc118224597"/>
            <w:bookmarkStart w:id="838" w:name="_Toc118909665"/>
            <w:bookmarkStart w:id="839" w:name="_Toc205190504"/>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5B6DB3F2" w:rsidR="00C51B65" w:rsidRPr="00C51B65" w:rsidRDefault="00C51B65" w:rsidP="00A321F9">
            <w:pPr>
              <w:spacing w:after="240"/>
              <w:rPr>
                <w:szCs w:val="24"/>
              </w:rPr>
            </w:pPr>
            <w:r w:rsidRPr="00C51B65">
              <w:rPr>
                <w:szCs w:val="24"/>
              </w:rPr>
              <w:t>An Entity that owns or controls a Generation Resource, an Energy Storage Resource (ESR), a Settlement Only Generator (SOG), 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pPr>
        <w:pStyle w:val="H2"/>
        <w:rPr>
          <w:b/>
        </w:rPr>
      </w:pPr>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132B2">
        <w:trPr>
          <w:trHeight w:val="476"/>
        </w:trPr>
        <w:tc>
          <w:tcPr>
            <w:tcW w:w="9350" w:type="dxa"/>
            <w:shd w:val="clear" w:color="auto" w:fill="E0E0E0"/>
          </w:tcPr>
          <w:p w14:paraId="289ABB8E" w14:textId="6E3B758F" w:rsidR="00102FDC" w:rsidRPr="00625E9F" w:rsidRDefault="00102FDC" w:rsidP="007132B2">
            <w:pPr>
              <w:pStyle w:val="Instructions"/>
              <w:spacing w:before="120"/>
              <w:rPr>
                <w:lang w:val="en-US" w:eastAsia="en-US"/>
              </w:rPr>
            </w:pPr>
            <w:bookmarkStart w:id="846" w:name="_Toc118224599"/>
            <w:bookmarkStart w:id="847" w:name="_Toc118909667"/>
            <w:bookmarkStart w:id="848" w:name="_Toc205190506"/>
            <w:bookmarkEnd w:id="843"/>
            <w:bookmarkEnd w:id="844"/>
            <w:bookmarkEnd w:id="845"/>
            <w:r>
              <w:rPr>
                <w:lang w:val="en-US" w:eastAsia="en-US"/>
              </w:rPr>
              <w:lastRenderedPageBreak/>
              <w:t>[NPRR1016</w:t>
            </w:r>
            <w:r w:rsidRPr="00625E9F">
              <w:rPr>
                <w:lang w:val="en-US" w:eastAsia="en-US"/>
              </w:rPr>
              <w:t xml:space="preserve">: </w:t>
            </w:r>
            <w:r>
              <w:rPr>
                <w:lang w:val="en-US" w:eastAsia="en-US"/>
              </w:rPr>
              <w:t xml:space="preserve"> Replace 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t xml:space="preserve">Resource Node </w:t>
            </w:r>
          </w:p>
          <w:p w14:paraId="2A1495D9" w14:textId="7816A937" w:rsidR="00102FDC" w:rsidRPr="00CF4D1B" w:rsidRDefault="00102FDC" w:rsidP="00EE7B76">
            <w:pPr>
              <w:spacing w:after="240"/>
              <w:rPr>
                <w:iCs/>
              </w:rPr>
            </w:pPr>
            <w:r w:rsidRPr="00102FDC">
              <w:rPr>
                <w:iCs/>
              </w:rPr>
              <w:t>Either a logical construct that creates a virtual pricing point required to model a Combined-Cycle Configuration or an Electrical Bus defined in the Network Operations Model, at which a Settlement Point Price</w:t>
            </w:r>
            <w:r w:rsidR="00E03A59">
              <w:rPr>
                <w:iCs/>
              </w:rPr>
              <w:t xml:space="preserve"> for a Generation Resource o</w:t>
            </w:r>
            <w:r w:rsidR="007D72E3">
              <w:rPr>
                <w:iCs/>
              </w:rPr>
              <w:t>r</w:t>
            </w:r>
            <w:r w:rsidR="00E03A59">
              <w:rPr>
                <w:iCs/>
              </w:rPr>
              <w:t xml:space="preserve"> Energy Storage Resource (ESR)</w:t>
            </w:r>
            <w:r w:rsidRPr="00102FDC">
              <w:rPr>
                <w:iCs/>
              </w:rPr>
              <w:t xml:space="preserv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p w14:paraId="53A7FF66" w14:textId="77777777" w:rsidR="005D1947" w:rsidRPr="004222A1" w:rsidRDefault="00A442A0" w:rsidP="004D3243">
      <w:pPr>
        <w:pStyle w:val="H2"/>
        <w:rPr>
          <w:b/>
        </w:rPr>
      </w:pPr>
      <w:r w:rsidRPr="004222A1">
        <w:rPr>
          <w:b/>
        </w:rPr>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6" w:name="_Toc205190509"/>
            <w:bookmarkStart w:id="857" w:name="_Toc73847948"/>
            <w:bookmarkStart w:id="858" w:name="_Toc118224602"/>
            <w:bookmarkStart w:id="859" w:name="_Toc118909670"/>
            <w:r>
              <w:rPr>
                <w:b/>
                <w:i/>
                <w:iCs/>
              </w:rPr>
              <w:lastRenderedPageBreak/>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5" w:name="_Toc205190512"/>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lastRenderedPageBreak/>
        <w:t>S</w:t>
      </w:r>
      <w:bookmarkStart w:id="866" w:name="S"/>
      <w:bookmarkEnd w:id="866"/>
    </w:p>
    <w:p w14:paraId="77DD348A" w14:textId="77777777" w:rsidR="00B75513" w:rsidRDefault="001F79A3">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t>Season</w:t>
      </w:r>
      <w:bookmarkEnd w:id="870"/>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1" w:name="_Toc205190518"/>
      <w:r w:rsidRPr="004222A1">
        <w:rPr>
          <w:b/>
        </w:rPr>
        <w:t>Security-Constrained Economic Dispatch (SCED)</w:t>
      </w:r>
      <w:bookmarkEnd w:id="867"/>
      <w:bookmarkEnd w:id="868"/>
      <w:bookmarkEnd w:id="871"/>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2" w:name="_Toc80425757"/>
            <w:bookmarkStart w:id="873" w:name="_Toc118224608"/>
            <w:bookmarkStart w:id="874" w:name="_Toc118909676"/>
            <w:bookmarkStart w:id="875" w:name="_Toc205190519"/>
            <w:bookmarkStart w:id="876"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lastRenderedPageBreak/>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2"/>
      <w:r w:rsidRPr="004222A1">
        <w:rPr>
          <w:b/>
        </w:rPr>
        <w:t xml:space="preserve"> Quantity</w:t>
      </w:r>
      <w:bookmarkEnd w:id="873"/>
      <w:bookmarkEnd w:id="874"/>
      <w:bookmarkEnd w:id="875"/>
    </w:p>
    <w:p w14:paraId="10E34D96" w14:textId="6628C545" w:rsidR="005D1947" w:rsidRDefault="00A442A0">
      <w:pPr>
        <w:pStyle w:val="BodyText"/>
      </w:pPr>
      <w:bookmarkStart w:id="877" w:name="_Toc80425758"/>
      <w:bookmarkStart w:id="878" w:name="_Toc73847959"/>
      <w:bookmarkEnd w:id="876"/>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79" w:name="_Toc118224609"/>
            <w:bookmarkStart w:id="880" w:name="_Toc118909677"/>
            <w:bookmarkStart w:id="881" w:name="_Toc205190520"/>
            <w:bookmarkStart w:id="882" w:name="_Toc80425760"/>
            <w:bookmarkStart w:id="883" w:name="_Toc73847963"/>
            <w:bookmarkEnd w:id="877"/>
            <w:bookmarkEnd w:id="878"/>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39B8EA9B"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12C25FE6" w:rsidR="00A046DB" w:rsidRPr="00A046DB" w:rsidRDefault="00A046DB" w:rsidP="00C06A8E">
            <w:pPr>
              <w:spacing w:after="240"/>
            </w:pPr>
            <w:r>
              <w:t xml:space="preserve">A modeled generation station that includes one or more Generation </w:t>
            </w:r>
            <w:r w:rsidRPr="00197513">
              <w:t>Resources</w:t>
            </w:r>
            <w:r>
              <w:t xml:space="preserve">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79"/>
      <w:bookmarkEnd w:id="880"/>
      <w:bookmarkEnd w:id="881"/>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4" w:name="_Toc205190521"/>
      <w:bookmarkStart w:id="885" w:name="_Toc118224610"/>
      <w:bookmarkStart w:id="886" w:name="_Toc118909678"/>
      <w:r w:rsidRPr="004222A1">
        <w:rPr>
          <w:b/>
        </w:rPr>
        <w:lastRenderedPageBreak/>
        <w:t>Service Address</w:t>
      </w:r>
      <w:bookmarkEnd w:id="884"/>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7" w:name="_Toc205190522"/>
      <w:r w:rsidRPr="004222A1">
        <w:rPr>
          <w:b/>
        </w:rPr>
        <w:t>Service Delivery Point</w:t>
      </w:r>
      <w:bookmarkEnd w:id="882"/>
      <w:bookmarkEnd w:id="885"/>
      <w:bookmarkEnd w:id="886"/>
      <w:bookmarkEnd w:id="887"/>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8" w:name="_Toc118224611"/>
      <w:bookmarkStart w:id="889" w:name="_Toc118909679"/>
      <w:bookmarkStart w:id="890" w:name="_Toc205190523"/>
      <w:bookmarkStart w:id="891" w:name="_Toc73847964"/>
      <w:bookmarkStart w:id="892" w:name="_Toc80425764"/>
      <w:bookmarkStart w:id="893" w:name="_Toc73847967"/>
      <w:bookmarkEnd w:id="883"/>
      <w:r w:rsidRPr="004222A1">
        <w:rPr>
          <w:b/>
        </w:rPr>
        <w:t>Settlement</w:t>
      </w:r>
      <w:bookmarkEnd w:id="888"/>
      <w:bookmarkEnd w:id="889"/>
      <w:bookmarkEnd w:id="890"/>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4" w:name="_Toc205190524"/>
      <w:bookmarkStart w:id="895" w:name="_Toc118224612"/>
      <w:bookmarkStart w:id="896" w:name="_Toc118909680"/>
      <w:r w:rsidRPr="004222A1">
        <w:rPr>
          <w:b/>
        </w:rPr>
        <w:t>Settlement Calendar</w:t>
      </w:r>
      <w:bookmarkEnd w:id="894"/>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7" w:name="_Toc205190525"/>
      <w:r w:rsidRPr="004222A1">
        <w:rPr>
          <w:b/>
        </w:rPr>
        <w:t>Settlement Interval</w:t>
      </w:r>
      <w:bookmarkEnd w:id="891"/>
      <w:bookmarkEnd w:id="892"/>
      <w:bookmarkEnd w:id="895"/>
      <w:bookmarkEnd w:id="896"/>
      <w:bookmarkEnd w:id="897"/>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8" w:name="_Toc73847966"/>
      <w:bookmarkStart w:id="899" w:name="_Toc80425766"/>
      <w:bookmarkStart w:id="900" w:name="_Toc118224613"/>
      <w:bookmarkStart w:id="901" w:name="_Toc118909681"/>
      <w:bookmarkStart w:id="902"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8"/>
      <w:bookmarkEnd w:id="899"/>
      <w:bookmarkEnd w:id="900"/>
      <w:bookmarkEnd w:id="901"/>
      <w:bookmarkEnd w:id="902"/>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3" w:name="_Toc80425767"/>
      <w:bookmarkStart w:id="904" w:name="_Toc118224614"/>
      <w:bookmarkStart w:id="905" w:name="_Toc118909682"/>
      <w:bookmarkStart w:id="906" w:name="_Toc205190527"/>
      <w:bookmarkEnd w:id="893"/>
      <w:r>
        <w:rPr>
          <w:b/>
        </w:rPr>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lastRenderedPageBreak/>
        <w:t>Settlement Point</w:t>
      </w:r>
      <w:bookmarkEnd w:id="903"/>
      <w:bookmarkEnd w:id="904"/>
      <w:bookmarkEnd w:id="905"/>
      <w:bookmarkEnd w:id="906"/>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7" w:name="_Toc80425768"/>
      <w:bookmarkStart w:id="908" w:name="_Toc118224615"/>
      <w:bookmarkStart w:id="909" w:name="_Toc118909683"/>
      <w:bookmarkStart w:id="910" w:name="_Toc205190528"/>
      <w:r w:rsidRPr="004222A1">
        <w:rPr>
          <w:b/>
        </w:rPr>
        <w:t>Settlement Point Price</w:t>
      </w:r>
      <w:bookmarkEnd w:id="907"/>
      <w:bookmarkEnd w:id="908"/>
      <w:bookmarkEnd w:id="909"/>
      <w:bookmarkEnd w:id="91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1" w:name="_Toc118224616"/>
      <w:bookmarkStart w:id="912" w:name="_Toc118909684"/>
      <w:bookmarkStart w:id="913" w:name="_Toc205190529"/>
      <w:r w:rsidRPr="004222A1">
        <w:rPr>
          <w:b/>
        </w:rPr>
        <w:t>Settlement Quality Meter Data</w:t>
      </w:r>
      <w:bookmarkEnd w:id="911"/>
      <w:bookmarkEnd w:id="912"/>
      <w:bookmarkEnd w:id="91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4" w:name="_Toc73847972"/>
      <w:bookmarkStart w:id="915" w:name="_Toc118224617"/>
      <w:bookmarkStart w:id="916" w:name="_Toc118909685"/>
      <w:bookmarkStart w:id="917" w:name="_Toc205190530"/>
      <w:r w:rsidRPr="004222A1">
        <w:rPr>
          <w:b/>
        </w:rPr>
        <w:t>Settlement Statement</w:t>
      </w:r>
      <w:bookmarkStart w:id="918" w:name="Settlementstatement"/>
      <w:bookmarkEnd w:id="91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lastRenderedPageBreak/>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4"/>
      <w:bookmarkEnd w:id="915"/>
      <w:bookmarkEnd w:id="916"/>
      <w:bookmarkEnd w:id="917"/>
    </w:p>
    <w:p w14:paraId="51E37754" w14:textId="77777777" w:rsidR="005D1947" w:rsidRDefault="00A442A0">
      <w:pPr>
        <w:pStyle w:val="BodyText"/>
      </w:pPr>
      <w:bookmarkStart w:id="91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0" w:name="_Toc118224618"/>
      <w:bookmarkStart w:id="921" w:name="_Toc118909686"/>
      <w:bookmarkStart w:id="922" w:name="_Toc205190531"/>
      <w:r w:rsidRPr="004222A1">
        <w:rPr>
          <w:b/>
        </w:rPr>
        <w:t>Shift Factor</w:t>
      </w:r>
      <w:bookmarkEnd w:id="919"/>
      <w:bookmarkEnd w:id="920"/>
      <w:bookmarkEnd w:id="921"/>
      <w:bookmarkEnd w:id="92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3" w:name="_Toc118224619"/>
      <w:bookmarkStart w:id="924" w:name="_Toc118909687"/>
      <w:bookmarkStart w:id="925" w:name="_Toc205190532"/>
      <w:bookmarkStart w:id="926" w:name="_Toc73847975"/>
      <w:bookmarkStart w:id="927" w:name="_Toc80425774"/>
      <w:bookmarkStart w:id="928" w:name="_Toc73847976"/>
      <w:r w:rsidRPr="004222A1">
        <w:rPr>
          <w:b/>
        </w:rPr>
        <w:t>Short-Term Wind Power Forecast</w:t>
      </w:r>
      <w:bookmarkEnd w:id="923"/>
      <w:bookmarkEnd w:id="924"/>
      <w:bookmarkEnd w:id="92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9" w:name="_Toc118224620"/>
      <w:bookmarkStart w:id="930" w:name="_Toc118909688"/>
      <w:bookmarkStart w:id="931" w:name="_Toc205190533"/>
      <w:bookmarkEnd w:id="926"/>
      <w:bookmarkEnd w:id="92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9"/>
      <w:bookmarkEnd w:id="930"/>
      <w:bookmarkEnd w:id="931"/>
    </w:p>
    <w:p w14:paraId="317995E0" w14:textId="56B62BCE" w:rsidR="00B75513" w:rsidRPr="004222A1" w:rsidRDefault="00A442A0">
      <w:pPr>
        <w:pStyle w:val="H2"/>
        <w:keepNext w:val="0"/>
        <w:ind w:left="907" w:hanging="907"/>
        <w:rPr>
          <w:b/>
        </w:rPr>
      </w:pPr>
      <w:bookmarkStart w:id="932" w:name="_Toc118224622"/>
      <w:bookmarkStart w:id="933" w:name="_Toc118909690"/>
      <w:bookmarkStart w:id="934" w:name="_Toc205190535"/>
      <w:bookmarkStart w:id="935" w:name="_Toc80425775"/>
      <w:bookmarkEnd w:id="928"/>
      <w:r w:rsidRPr="004222A1">
        <w:rPr>
          <w:b/>
        </w:rPr>
        <w:t>Split Generation Resource</w:t>
      </w:r>
      <w:bookmarkEnd w:id="932"/>
      <w:bookmarkEnd w:id="933"/>
      <w:bookmarkEnd w:id="93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6" w:name="_Toc118224623"/>
      <w:bookmarkStart w:id="937" w:name="_Toc118909691"/>
      <w:bookmarkStart w:id="938" w:name="_Toc205190536"/>
      <w:r w:rsidRPr="004222A1">
        <w:rPr>
          <w:b/>
        </w:rPr>
        <w:t>Startup Cost</w:t>
      </w:r>
      <w:bookmarkEnd w:id="936"/>
      <w:bookmarkEnd w:id="937"/>
      <w:bookmarkEnd w:id="938"/>
      <w:r w:rsidRPr="004222A1">
        <w:rPr>
          <w:b/>
        </w:rPr>
        <w:t xml:space="preserve"> </w:t>
      </w:r>
      <w:bookmarkEnd w:id="93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lastRenderedPageBreak/>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9" w:name="_Toc80425776"/>
      <w:bookmarkStart w:id="940" w:name="_Toc118224624"/>
      <w:bookmarkStart w:id="941" w:name="_Toc118909692"/>
      <w:bookmarkStart w:id="942" w:name="_Toc205190537"/>
      <w:bookmarkStart w:id="943" w:name="_Toc73847977"/>
      <w:r w:rsidRPr="004222A1">
        <w:rPr>
          <w:b/>
        </w:rPr>
        <w:t>Startup Offer</w:t>
      </w:r>
      <w:bookmarkEnd w:id="939"/>
      <w:bookmarkEnd w:id="940"/>
      <w:bookmarkEnd w:id="941"/>
      <w:bookmarkEnd w:id="94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4" w:name="_Toc118224625"/>
      <w:bookmarkStart w:id="945" w:name="_Toc118909693"/>
      <w:bookmarkStart w:id="946" w:name="_Toc205190538"/>
      <w:r w:rsidRPr="004222A1">
        <w:rPr>
          <w:b/>
        </w:rPr>
        <w:t>State Estimator</w:t>
      </w:r>
      <w:bookmarkEnd w:id="943"/>
      <w:bookmarkEnd w:id="944"/>
      <w:bookmarkEnd w:id="945"/>
      <w:bookmarkEnd w:id="946"/>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lastRenderedPageBreak/>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lastRenderedPageBreak/>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7" w:name="_Toc205190539"/>
      <w:bookmarkStart w:id="948" w:name="_Toc73847983"/>
      <w:bookmarkStart w:id="949" w:name="_Toc118224626"/>
      <w:bookmarkStart w:id="950"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1" w:name="_Toc205190540"/>
      <w:r w:rsidRPr="004222A1">
        <w:rPr>
          <w:b/>
        </w:rPr>
        <w:t>System-Wide Offer Cap (SWC</w:t>
      </w:r>
      <w:r w:rsidR="00EF4BE7" w:rsidRPr="004222A1">
        <w:rPr>
          <w:b/>
        </w:rPr>
        <w:t>A</w:t>
      </w:r>
      <w:r w:rsidRPr="004222A1">
        <w:rPr>
          <w:b/>
        </w:rPr>
        <w:t>P)</w:t>
      </w:r>
      <w:bookmarkEnd w:id="951"/>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48"/>
          <w:bookmarkEnd w:id="949"/>
          <w:bookmarkEnd w:id="950"/>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2" w:name="T"/>
      <w:bookmarkEnd w:id="952"/>
    </w:p>
    <w:p w14:paraId="76806BF3" w14:textId="77777777" w:rsidR="00B75513" w:rsidRDefault="001F79A3">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3" w:name="_Toc73847986"/>
      <w:bookmarkStart w:id="954" w:name="_Toc118224627"/>
      <w:bookmarkStart w:id="955" w:name="_Toc118909695"/>
      <w:bookmarkStart w:id="956" w:name="_Toc205190541"/>
      <w:r w:rsidRPr="004222A1">
        <w:rPr>
          <w:b/>
        </w:rPr>
        <w:t>T</w:t>
      </w:r>
      <w:r w:rsidR="00EF4BE7" w:rsidRPr="004222A1">
        <w:rPr>
          <w:b/>
        </w:rPr>
        <w:t xml:space="preserve">SP and </w:t>
      </w:r>
      <w:r w:rsidRPr="004222A1">
        <w:rPr>
          <w:b/>
        </w:rPr>
        <w:t>DSP Metered Entity</w:t>
      </w:r>
      <w:bookmarkEnd w:id="953"/>
      <w:bookmarkEnd w:id="954"/>
      <w:bookmarkEnd w:id="955"/>
      <w:bookmarkEnd w:id="95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lastRenderedPageBreak/>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7" w:name="_Toc80425787"/>
      <w:bookmarkStart w:id="958" w:name="_Toc118224629"/>
      <w:bookmarkStart w:id="959" w:name="_Toc118909697"/>
      <w:bookmarkStart w:id="960" w:name="_Toc205190543"/>
      <w:bookmarkStart w:id="96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7"/>
      <w:bookmarkEnd w:id="958"/>
      <w:bookmarkEnd w:id="959"/>
      <w:bookmarkEnd w:id="960"/>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2" w:name="_Toc118224630"/>
      <w:bookmarkStart w:id="963" w:name="_Toc118909698"/>
      <w:bookmarkStart w:id="964" w:name="_Toc205190544"/>
      <w:r w:rsidRPr="004222A1">
        <w:rPr>
          <w:b/>
        </w:rPr>
        <w:t xml:space="preserve">Texas </w:t>
      </w:r>
      <w:r w:rsidR="00EF4BE7" w:rsidRPr="004222A1">
        <w:rPr>
          <w:b/>
        </w:rPr>
        <w:t xml:space="preserve">Standard Electronic Transaction (TX </w:t>
      </w:r>
      <w:r w:rsidRPr="004222A1">
        <w:rPr>
          <w:b/>
        </w:rPr>
        <w:t>SET</w:t>
      </w:r>
      <w:bookmarkEnd w:id="961"/>
      <w:bookmarkEnd w:id="962"/>
      <w:bookmarkEnd w:id="963"/>
      <w:bookmarkEnd w:id="96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5" w:name="_Toc118224631"/>
      <w:bookmarkStart w:id="966" w:name="_Toc118909699"/>
      <w:bookmarkStart w:id="967" w:name="_Toc205190545"/>
      <w:bookmarkStart w:id="968" w:name="_Toc80425796"/>
      <w:r w:rsidRPr="004222A1">
        <w:rPr>
          <w:b/>
        </w:rPr>
        <w:t>Three-Part Supply Offer</w:t>
      </w:r>
      <w:bookmarkEnd w:id="965"/>
      <w:bookmarkEnd w:id="966"/>
      <w:bookmarkEnd w:id="96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9" w:name="_Toc118224632"/>
      <w:bookmarkStart w:id="970" w:name="_Toc118909700"/>
      <w:bookmarkStart w:id="971"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8"/>
      <w:bookmarkEnd w:id="969"/>
      <w:bookmarkEnd w:id="970"/>
      <w:bookmarkEnd w:id="97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2" w:name="_Toc73848000"/>
      <w:bookmarkStart w:id="973" w:name="_Toc118224633"/>
      <w:bookmarkStart w:id="974" w:name="_Toc118909701"/>
      <w:bookmarkStart w:id="975" w:name="_Toc205190547"/>
      <w:r w:rsidRPr="004222A1">
        <w:rPr>
          <w:b/>
        </w:rPr>
        <w:lastRenderedPageBreak/>
        <w:t>Transmission and/or Distribution Service Provider (TDSP)</w:t>
      </w:r>
      <w:bookmarkEnd w:id="972"/>
      <w:bookmarkEnd w:id="973"/>
      <w:bookmarkEnd w:id="974"/>
      <w:bookmarkEnd w:id="975"/>
    </w:p>
    <w:p w14:paraId="0F29D92C" w14:textId="77777777" w:rsidR="0011691A" w:rsidRDefault="0011691A" w:rsidP="0011691A">
      <w:pPr>
        <w:pStyle w:val="BodyText"/>
      </w:pPr>
      <w:bookmarkStart w:id="976" w:name="_Toc118224634"/>
      <w:bookmarkStart w:id="977" w:name="_Toc118909702"/>
      <w:bookmarkStart w:id="97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9"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6"/>
      <w:bookmarkEnd w:id="977"/>
      <w:bookmarkEnd w:id="978"/>
    </w:p>
    <w:bookmarkEnd w:id="97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0" w:name="_Toc80425802"/>
      <w:bookmarkStart w:id="981" w:name="_Toc118224635"/>
      <w:bookmarkStart w:id="982" w:name="_Toc118909703"/>
      <w:bookmarkStart w:id="983" w:name="_Toc205190549"/>
      <w:bookmarkStart w:id="984" w:name="_Toc73848001"/>
      <w:r w:rsidRPr="004222A1">
        <w:rPr>
          <w:b/>
        </w:rPr>
        <w:t>Transmission Facilities</w:t>
      </w:r>
      <w:bookmarkEnd w:id="980"/>
      <w:bookmarkEnd w:id="981"/>
      <w:bookmarkEnd w:id="982"/>
      <w:bookmarkEnd w:id="98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5" w:name="_Toc80425803"/>
            <w:bookmarkStart w:id="986" w:name="_Toc118224636"/>
            <w:bookmarkStart w:id="987" w:name="_Toc118909704"/>
            <w:bookmarkStart w:id="988" w:name="_Toc205190550"/>
            <w:bookmarkStart w:id="989" w:name="_Toc73848002"/>
            <w:bookmarkEnd w:id="984"/>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5"/>
      <w:bookmarkEnd w:id="986"/>
      <w:bookmarkEnd w:id="987"/>
      <w:bookmarkEnd w:id="98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0" w:name="_Toc73848003"/>
      <w:bookmarkStart w:id="991" w:name="_Toc80425804"/>
      <w:bookmarkStart w:id="992" w:name="_Toc118224637"/>
      <w:bookmarkStart w:id="993" w:name="_Toc118909705"/>
      <w:bookmarkStart w:id="994" w:name="_Toc205190551"/>
      <w:bookmarkStart w:id="995" w:name="_Toc73848004"/>
      <w:bookmarkEnd w:id="989"/>
      <w:r w:rsidRPr="004222A1">
        <w:rPr>
          <w:b/>
        </w:rPr>
        <w:lastRenderedPageBreak/>
        <w:t>Transmission Losses</w:t>
      </w:r>
      <w:bookmarkEnd w:id="990"/>
      <w:bookmarkEnd w:id="991"/>
      <w:bookmarkEnd w:id="992"/>
      <w:bookmarkEnd w:id="993"/>
      <w:bookmarkEnd w:id="99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996" w:name="_Toc118224638"/>
      <w:bookmarkStart w:id="997" w:name="_Toc118909706"/>
      <w:bookmarkStart w:id="998"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995"/>
      <w:bookmarkEnd w:id="996"/>
      <w:bookmarkEnd w:id="997"/>
      <w:bookmarkEnd w:id="99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9" w:name="_Toc73848005"/>
      <w:bookmarkStart w:id="1000" w:name="_Toc118224639"/>
      <w:bookmarkStart w:id="1001" w:name="_Toc118909707"/>
      <w:bookmarkStart w:id="1002" w:name="_Toc205190553"/>
      <w:r w:rsidRPr="004222A1">
        <w:rPr>
          <w:b/>
        </w:rPr>
        <w:t>Transmission Service Provider</w:t>
      </w:r>
      <w:bookmarkEnd w:id="999"/>
      <w:r w:rsidRPr="004222A1">
        <w:rPr>
          <w:b/>
        </w:rPr>
        <w:t xml:space="preserve"> (TSP)</w:t>
      </w:r>
      <w:bookmarkEnd w:id="1000"/>
      <w:bookmarkEnd w:id="1001"/>
      <w:bookmarkEnd w:id="100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3" w:name="U"/>
      <w:bookmarkEnd w:id="1003"/>
    </w:p>
    <w:p w14:paraId="1E3F674E" w14:textId="77777777" w:rsidR="00B75513" w:rsidRDefault="001F79A3">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4" w:name="_Toc73848008"/>
      <w:bookmarkStart w:id="1005" w:name="_Toc80425809"/>
      <w:bookmarkStart w:id="1006" w:name="_Toc118224640"/>
      <w:bookmarkStart w:id="1007" w:name="_Toc118909708"/>
      <w:bookmarkStart w:id="1008" w:name="_Toc205190554"/>
      <w:bookmarkStart w:id="1009" w:name="_Toc73848010"/>
      <w:r w:rsidRPr="004222A1">
        <w:rPr>
          <w:b/>
        </w:rPr>
        <w:t>Unaccounted for Energy (UFE)</w:t>
      </w:r>
      <w:bookmarkEnd w:id="1004"/>
      <w:bookmarkEnd w:id="1005"/>
      <w:bookmarkEnd w:id="1006"/>
      <w:bookmarkEnd w:id="1007"/>
      <w:bookmarkEnd w:id="1008"/>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0" w:name="_Toc118224641"/>
      <w:bookmarkStart w:id="1011" w:name="_Toc118909709"/>
      <w:bookmarkStart w:id="1012" w:name="_Toc205190555"/>
      <w:bookmarkStart w:id="1013" w:name="_Toc73848014"/>
      <w:bookmarkEnd w:id="1009"/>
      <w:r w:rsidRPr="004222A1">
        <w:rPr>
          <w:b/>
        </w:rPr>
        <w:lastRenderedPageBreak/>
        <w:t>Unit Reactive Limit</w:t>
      </w:r>
      <w:bookmarkEnd w:id="1010"/>
      <w:bookmarkEnd w:id="1011"/>
      <w:bookmarkEnd w:id="101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4" w:name="_Toc205190556"/>
      <w:bookmarkStart w:id="1015" w:name="_Toc118224642"/>
      <w:bookmarkStart w:id="1016" w:name="_Toc118909710"/>
      <w:r w:rsidRPr="004222A1">
        <w:rPr>
          <w:b/>
        </w:rPr>
        <w:t>Updated Desired Base Point</w:t>
      </w:r>
      <w:bookmarkEnd w:id="1014"/>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17"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15"/>
      <w:bookmarkEnd w:id="1016"/>
      <w:bookmarkEnd w:id="101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3"/>
    <w:p w14:paraId="2421C9E7" w14:textId="77777777" w:rsidR="005D1947" w:rsidRDefault="00A442A0">
      <w:pPr>
        <w:pStyle w:val="BodyText"/>
        <w:keepNext/>
        <w:rPr>
          <w:b/>
          <w:sz w:val="40"/>
          <w:szCs w:val="40"/>
        </w:rPr>
      </w:pPr>
      <w:r>
        <w:rPr>
          <w:b/>
          <w:sz w:val="40"/>
          <w:szCs w:val="40"/>
        </w:rPr>
        <w:t>V</w:t>
      </w:r>
      <w:bookmarkStart w:id="1018" w:name="V"/>
      <w:bookmarkEnd w:id="1018"/>
    </w:p>
    <w:p w14:paraId="3F4B6B86" w14:textId="77777777" w:rsidR="00B75513" w:rsidRDefault="001F79A3">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9" w:name="_Toc80425818"/>
      <w:bookmarkStart w:id="1020" w:name="_Toc118224645"/>
      <w:bookmarkStart w:id="1021" w:name="_Toc118909713"/>
      <w:bookmarkStart w:id="1022" w:name="_Toc205190560"/>
      <w:r w:rsidRPr="004222A1">
        <w:rPr>
          <w:b/>
        </w:rPr>
        <w:t>Verbal Dispatch Instruction (VDI)</w:t>
      </w:r>
      <w:bookmarkEnd w:id="1019"/>
      <w:bookmarkEnd w:id="1020"/>
      <w:bookmarkEnd w:id="1021"/>
      <w:bookmarkEnd w:id="102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3" w:name="_Toc205190561"/>
      <w:bookmarkStart w:id="1024" w:name="_Toc73848017"/>
      <w:bookmarkStart w:id="1025" w:name="_Toc118224646"/>
      <w:bookmarkStart w:id="1026" w:name="_Toc118909714"/>
      <w:r w:rsidRPr="004222A1">
        <w:rPr>
          <w:b/>
        </w:rPr>
        <w:t>Voltage Profile</w:t>
      </w:r>
      <w:bookmarkEnd w:id="1023"/>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27"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lastRenderedPageBreak/>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lastRenderedPageBreak/>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F7B1044" w:rsidR="00C51B65" w:rsidRPr="004B32CF" w:rsidRDefault="00C51B65" w:rsidP="00A321F9">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7F74F70B"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4"/>
      <w:bookmarkEnd w:id="1025"/>
      <w:bookmarkEnd w:id="1026"/>
      <w:bookmarkEnd w:id="102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8" w:name="W"/>
      <w:bookmarkEnd w:id="1028"/>
    </w:p>
    <w:p w14:paraId="79345C73" w14:textId="77777777" w:rsidR="00B75513" w:rsidRDefault="001F79A3">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9" w:name="_Toc73848019"/>
      <w:bookmarkStart w:id="1030" w:name="_Toc118224647"/>
      <w:bookmarkStart w:id="1031" w:name="_Toc118909715"/>
      <w:bookmarkStart w:id="1032"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9"/>
      <w:bookmarkEnd w:id="1030"/>
      <w:bookmarkEnd w:id="1031"/>
      <w:bookmarkEnd w:id="103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lastRenderedPageBreak/>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3" w:name="_Toc73848020"/>
      <w:bookmarkStart w:id="1034" w:name="_Toc80425825"/>
      <w:bookmarkStart w:id="1035" w:name="_Toc118224648"/>
      <w:bookmarkStart w:id="1036" w:name="_Toc118909716"/>
      <w:bookmarkStart w:id="1037" w:name="_Toc205190564"/>
      <w:r w:rsidRPr="004222A1">
        <w:rPr>
          <w:b/>
        </w:rPr>
        <w:t>Wholesale Customer</w:t>
      </w:r>
      <w:bookmarkEnd w:id="1033"/>
      <w:bookmarkEnd w:id="1034"/>
      <w:bookmarkEnd w:id="1035"/>
      <w:bookmarkEnd w:id="1036"/>
      <w:bookmarkEnd w:id="103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8"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9" w:name="_Toc205190566"/>
      <w:r w:rsidRPr="004222A1">
        <w:rPr>
          <w:b/>
        </w:rPr>
        <w:t>Wind-powered Generation Resource Production Potential (WGRPP)</w:t>
      </w:r>
      <w:bookmarkEnd w:id="103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0" w:name="X"/>
      <w:bookmarkEnd w:id="1040"/>
    </w:p>
    <w:p w14:paraId="14574AFC" w14:textId="77777777" w:rsidR="00B75513" w:rsidRDefault="001F79A3">
      <w:pPr>
        <w:pStyle w:val="ListIntroduction"/>
        <w:keepNext w:val="0"/>
      </w:pPr>
      <w:hyperlink w:anchor="_DEFINITIONS" w:history="1">
        <w:r w:rsidR="00842B9A">
          <w:rPr>
            <w:rStyle w:val="Hyperlink"/>
          </w:rPr>
          <w:t>[Back to Top]</w:t>
        </w:r>
      </w:hyperlink>
    </w:p>
    <w:p w14:paraId="73E46C47" w14:textId="77777777" w:rsidR="005D1947" w:rsidRDefault="001F79A3">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1" w:name="Y"/>
      <w:bookmarkEnd w:id="1041"/>
    </w:p>
    <w:p w14:paraId="28022E90" w14:textId="77777777" w:rsidR="00B75513" w:rsidRDefault="001F79A3">
      <w:pPr>
        <w:pStyle w:val="ListIntroduction"/>
        <w:keepNext w:val="0"/>
      </w:pPr>
      <w:hyperlink w:anchor="_DEFINITIONS" w:history="1">
        <w:r w:rsidR="00842B9A">
          <w:rPr>
            <w:rStyle w:val="Hyperlink"/>
          </w:rPr>
          <w:t>[Back to Top]</w:t>
        </w:r>
      </w:hyperlink>
    </w:p>
    <w:p w14:paraId="76C10CB2" w14:textId="77777777" w:rsidR="005D1947" w:rsidRDefault="001F79A3">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1F79A3">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2" w:name="_ACRONYMS_AND_ABBREVIATIONS"/>
      <w:bookmarkStart w:id="1043" w:name="_Toc118224650"/>
      <w:bookmarkStart w:id="1044" w:name="_Toc118909718"/>
      <w:bookmarkStart w:id="1045" w:name="_Toc205190567"/>
      <w:bookmarkEnd w:id="1042"/>
      <w:r>
        <w:t>2.2</w:t>
      </w:r>
      <w:r>
        <w:tab/>
      </w:r>
      <w:r w:rsidR="00A442A0">
        <w:t>ACRONYMS AND ABBREVIATIONS</w:t>
      </w:r>
      <w:bookmarkEnd w:id="1043"/>
      <w:bookmarkEnd w:id="1044"/>
      <w:bookmarkEnd w:id="104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lastRenderedPageBreak/>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lastRenderedPageBreak/>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lastRenderedPageBreak/>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lastRenderedPageBreak/>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287D" w14:textId="77777777" w:rsidR="008A2439" w:rsidRDefault="008A2439">
      <w:r>
        <w:separator/>
      </w:r>
    </w:p>
  </w:endnote>
  <w:endnote w:type="continuationSeparator" w:id="0">
    <w:p w14:paraId="62C192AE" w14:textId="77777777" w:rsidR="008A2439" w:rsidRDefault="008A2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18556" w14:textId="77777777" w:rsidR="008A2439" w:rsidRDefault="008A24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8A2439" w:rsidRDefault="008A24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5E7DB" w14:textId="77777777" w:rsidR="008A2439" w:rsidRDefault="008A243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F72F3" w14:textId="640D68BA" w:rsidR="008A2439" w:rsidRPr="00F909A2" w:rsidRDefault="008A2439">
    <w:pPr>
      <w:pStyle w:val="Footer"/>
      <w:tabs>
        <w:tab w:val="clear" w:pos="4680"/>
      </w:tabs>
      <w:spacing w:before="0" w:after="0"/>
    </w:pPr>
    <w:r w:rsidRPr="00F909A2">
      <w:t>ERCOT Nodal Protocols –</w:t>
    </w:r>
    <w:r>
      <w:t xml:space="preserve"> </w:t>
    </w:r>
    <w:r>
      <w:t>August</w:t>
    </w:r>
    <w:r>
      <w:t xml:space="preserve"> 2</w:t>
    </w:r>
    <w:r>
      <w:t>0</w:t>
    </w:r>
    <w:r>
      <w:t>, 2021</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8A2439" w:rsidRDefault="008A2439">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64932" w14:textId="77777777" w:rsidR="008A2439" w:rsidRDefault="008A2439">
      <w:r>
        <w:separator/>
      </w:r>
    </w:p>
  </w:footnote>
  <w:footnote w:type="continuationSeparator" w:id="0">
    <w:p w14:paraId="700835B5" w14:textId="77777777" w:rsidR="008A2439" w:rsidRDefault="008A2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43C44" w14:textId="77777777" w:rsidR="008A2439" w:rsidRDefault="008A2439"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45AE" w14:textId="77777777" w:rsidR="008A2439" w:rsidRDefault="008A2439">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98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3F2A"/>
    <w:rsid w:val="0050413A"/>
    <w:rsid w:val="005056BF"/>
    <w:rsid w:val="00507609"/>
    <w:rsid w:val="005078CC"/>
    <w:rsid w:val="00510183"/>
    <w:rsid w:val="00511942"/>
    <w:rsid w:val="0051425B"/>
    <w:rsid w:val="00516192"/>
    <w:rsid w:val="0051746F"/>
    <w:rsid w:val="00520267"/>
    <w:rsid w:val="00521EC7"/>
    <w:rsid w:val="005237B6"/>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E22"/>
    <w:rsid w:val="005F5EF5"/>
    <w:rsid w:val="00600BE1"/>
    <w:rsid w:val="00601C16"/>
    <w:rsid w:val="00602759"/>
    <w:rsid w:val="006037A4"/>
    <w:rsid w:val="00605788"/>
    <w:rsid w:val="0060611F"/>
    <w:rsid w:val="0060680B"/>
    <w:rsid w:val="0060756B"/>
    <w:rsid w:val="00607853"/>
    <w:rsid w:val="00607DBF"/>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0EB"/>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215F"/>
    <w:rsid w:val="00853E01"/>
    <w:rsid w:val="008542B9"/>
    <w:rsid w:val="00855683"/>
    <w:rsid w:val="00856191"/>
    <w:rsid w:val="0085756A"/>
    <w:rsid w:val="00860C1D"/>
    <w:rsid w:val="00860FFE"/>
    <w:rsid w:val="00861746"/>
    <w:rsid w:val="00863725"/>
    <w:rsid w:val="00865928"/>
    <w:rsid w:val="00867389"/>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017"/>
    <w:rsid w:val="0092355A"/>
    <w:rsid w:val="00925082"/>
    <w:rsid w:val="009270F5"/>
    <w:rsid w:val="0092711A"/>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00AA"/>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97A02"/>
    <w:rsid w:val="00BA2672"/>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3760"/>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3A59"/>
    <w:rsid w:val="00E041F6"/>
    <w:rsid w:val="00E07100"/>
    <w:rsid w:val="00E07FD1"/>
    <w:rsid w:val="00E1003B"/>
    <w:rsid w:val="00E1232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108</Pages>
  <Words>27189</Words>
  <Characters>154980</Characters>
  <Application>Microsoft Office Word</Application>
  <DocSecurity>0</DocSecurity>
  <Lines>1291</Lines>
  <Paragraphs>363</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181806</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2021-08-18T15:13:00Z</dcterms:created>
  <dcterms:modified xsi:type="dcterms:W3CDTF">2021-08-18T15:13:00Z</dcterms:modified>
</cp:coreProperties>
</file>