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248A52" w14:textId="77777777" w:rsidR="00FC1C5F" w:rsidRDefault="00727E32">
      <w:pPr>
        <w:spacing w:before="2400"/>
        <w:jc w:val="center"/>
        <w:rPr>
          <w:b/>
          <w:sz w:val="36"/>
          <w:szCs w:val="36"/>
        </w:rPr>
      </w:pPr>
      <w:bookmarkStart w:id="0" w:name="_GoBack"/>
      <w:bookmarkEnd w:id="0"/>
      <w:r>
        <w:rPr>
          <w:b/>
          <w:sz w:val="36"/>
          <w:szCs w:val="36"/>
        </w:rPr>
        <w:t>ERCOT Nodal Protocols</w:t>
      </w:r>
    </w:p>
    <w:p w14:paraId="18DB3EAA" w14:textId="77777777" w:rsidR="00FC1C5F" w:rsidRDefault="00FC1C5F">
      <w:pPr>
        <w:jc w:val="center"/>
        <w:rPr>
          <w:b/>
          <w:sz w:val="36"/>
          <w:szCs w:val="36"/>
        </w:rPr>
      </w:pPr>
    </w:p>
    <w:p w14:paraId="2DFFAF30" w14:textId="77777777" w:rsidR="00FC1C5F" w:rsidRDefault="00727E32">
      <w:pPr>
        <w:jc w:val="center"/>
        <w:rPr>
          <w:b/>
          <w:sz w:val="36"/>
          <w:szCs w:val="36"/>
        </w:rPr>
      </w:pPr>
      <w:r>
        <w:rPr>
          <w:b/>
          <w:sz w:val="36"/>
          <w:szCs w:val="36"/>
        </w:rPr>
        <w:t>Section 16:  Registration and Qualification of Market Participants</w:t>
      </w:r>
    </w:p>
    <w:p w14:paraId="44F09D74" w14:textId="77777777" w:rsidR="00FC1C5F" w:rsidRDefault="00FC1C5F">
      <w:pPr>
        <w:spacing w:before="360"/>
        <w:jc w:val="center"/>
        <w:rPr>
          <w:b/>
          <w:szCs w:val="24"/>
        </w:rPr>
      </w:pPr>
    </w:p>
    <w:p w14:paraId="5DD53CE3" w14:textId="01805367" w:rsidR="00FC1C5F" w:rsidRDefault="004A6DF4">
      <w:pPr>
        <w:spacing w:before="360"/>
        <w:jc w:val="center"/>
        <w:rPr>
          <w:b/>
          <w:szCs w:val="24"/>
        </w:rPr>
      </w:pPr>
      <w:r>
        <w:rPr>
          <w:b/>
          <w:szCs w:val="24"/>
        </w:rPr>
        <w:t>March</w:t>
      </w:r>
      <w:r w:rsidR="000F619B">
        <w:rPr>
          <w:b/>
          <w:szCs w:val="24"/>
        </w:rPr>
        <w:t xml:space="preserve"> 1</w:t>
      </w:r>
      <w:r w:rsidR="005716FA">
        <w:rPr>
          <w:b/>
          <w:szCs w:val="24"/>
        </w:rPr>
        <w:t>3</w:t>
      </w:r>
      <w:r w:rsidR="008E158D">
        <w:rPr>
          <w:b/>
          <w:szCs w:val="24"/>
        </w:rPr>
        <w:t>, 20</w:t>
      </w:r>
      <w:r w:rsidR="003F41DA">
        <w:rPr>
          <w:b/>
          <w:szCs w:val="24"/>
        </w:rPr>
        <w:t>20</w:t>
      </w:r>
    </w:p>
    <w:p w14:paraId="588DB0D2" w14:textId="77777777" w:rsidR="00FC1C5F" w:rsidRDefault="00FC1C5F">
      <w:pPr>
        <w:spacing w:before="360"/>
        <w:rPr>
          <w:b/>
          <w:szCs w:val="24"/>
        </w:rPr>
      </w:pPr>
    </w:p>
    <w:p w14:paraId="4EC558C1" w14:textId="77777777" w:rsidR="00FC1C5F" w:rsidRDefault="00FC1C5F">
      <w:pPr>
        <w:pBdr>
          <w:top w:val="single" w:sz="4" w:space="1" w:color="auto"/>
        </w:pBdr>
        <w:rPr>
          <w:b/>
          <w:sz w:val="20"/>
        </w:rPr>
      </w:pPr>
    </w:p>
    <w:p w14:paraId="03EAD69C" w14:textId="77777777" w:rsidR="00FC1C5F" w:rsidRDefault="00FC1C5F"/>
    <w:p w14:paraId="6337C0C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3AA65861" w14:textId="77777777" w:rsidR="00D239AF" w:rsidRDefault="00816A7E">
      <w:pPr>
        <w:pStyle w:val="TOC1"/>
        <w:rPr>
          <w:rFonts w:asciiTheme="minorHAnsi" w:eastAsiaTheme="minorEastAsia" w:hAnsiTheme="minorHAnsi" w:cstheme="minorBidi"/>
          <w:b w:val="0"/>
          <w:bCs w:val="0"/>
          <w:sz w:val="22"/>
          <w:szCs w:val="22"/>
        </w:rPr>
      </w:pPr>
      <w:r w:rsidRPr="005250EA">
        <w:lastRenderedPageBreak/>
        <w:fldChar w:fldCharType="begin"/>
      </w:r>
      <w:r w:rsidR="0005725D" w:rsidRPr="005250EA">
        <w:instrText xml:space="preserve"> TOC \o "1-5" \h \z \u </w:instrText>
      </w:r>
      <w:r w:rsidRPr="005250EA">
        <w:fldChar w:fldCharType="separate"/>
      </w:r>
      <w:hyperlink w:anchor="_Toc34728449" w:history="1">
        <w:r w:rsidR="00D239AF" w:rsidRPr="00CF4BC4">
          <w:rPr>
            <w:rStyle w:val="Hyperlink"/>
          </w:rPr>
          <w:t>16</w:t>
        </w:r>
        <w:r w:rsidR="00D239AF">
          <w:rPr>
            <w:rFonts w:asciiTheme="minorHAnsi" w:eastAsiaTheme="minorEastAsia" w:hAnsiTheme="minorHAnsi" w:cstheme="minorBidi"/>
            <w:b w:val="0"/>
            <w:bCs w:val="0"/>
            <w:sz w:val="22"/>
            <w:szCs w:val="22"/>
          </w:rPr>
          <w:tab/>
        </w:r>
        <w:r w:rsidR="00D239AF" w:rsidRPr="00CF4BC4">
          <w:rPr>
            <w:rStyle w:val="Hyperlink"/>
          </w:rPr>
          <w:t>REGISTRATION AND QUALIFICATION OF MARKET PARTICIPANTS</w:t>
        </w:r>
        <w:r w:rsidR="00D239AF">
          <w:rPr>
            <w:webHidden/>
          </w:rPr>
          <w:tab/>
        </w:r>
        <w:r w:rsidR="00D239AF">
          <w:rPr>
            <w:webHidden/>
          </w:rPr>
          <w:fldChar w:fldCharType="begin"/>
        </w:r>
        <w:r w:rsidR="00D239AF">
          <w:rPr>
            <w:webHidden/>
          </w:rPr>
          <w:instrText xml:space="preserve"> PAGEREF _Toc34728449 \h </w:instrText>
        </w:r>
        <w:r w:rsidR="00D239AF">
          <w:rPr>
            <w:webHidden/>
          </w:rPr>
        </w:r>
        <w:r w:rsidR="00D239AF">
          <w:rPr>
            <w:webHidden/>
          </w:rPr>
          <w:fldChar w:fldCharType="separate"/>
        </w:r>
        <w:r w:rsidR="00D239AF">
          <w:rPr>
            <w:webHidden/>
          </w:rPr>
          <w:t>16-1</w:t>
        </w:r>
        <w:r w:rsidR="00D239AF">
          <w:rPr>
            <w:webHidden/>
          </w:rPr>
          <w:fldChar w:fldCharType="end"/>
        </w:r>
      </w:hyperlink>
    </w:p>
    <w:p w14:paraId="1A995E9A" w14:textId="77777777" w:rsidR="00D239AF" w:rsidRPr="00D239AF" w:rsidRDefault="00D239AF">
      <w:pPr>
        <w:pStyle w:val="TOC2"/>
        <w:rPr>
          <w:rFonts w:eastAsiaTheme="minorEastAsia"/>
        </w:rPr>
      </w:pPr>
      <w:hyperlink w:anchor="_Toc34728450" w:history="1">
        <w:r w:rsidRPr="00D239AF">
          <w:rPr>
            <w:rStyle w:val="Hyperlink"/>
          </w:rPr>
          <w:t>16.1</w:t>
        </w:r>
        <w:r w:rsidRPr="00D239AF">
          <w:rPr>
            <w:rFonts w:eastAsiaTheme="minorEastAsia"/>
          </w:rPr>
          <w:tab/>
        </w:r>
        <w:r w:rsidRPr="00D239AF">
          <w:rPr>
            <w:rStyle w:val="Hyperlink"/>
          </w:rPr>
          <w:t>Registration and Execution of Agreements</w:t>
        </w:r>
        <w:r w:rsidRPr="00D239AF">
          <w:rPr>
            <w:webHidden/>
          </w:rPr>
          <w:tab/>
        </w:r>
        <w:r w:rsidRPr="00D239AF">
          <w:rPr>
            <w:webHidden/>
          </w:rPr>
          <w:fldChar w:fldCharType="begin"/>
        </w:r>
        <w:r w:rsidRPr="00D239AF">
          <w:rPr>
            <w:webHidden/>
          </w:rPr>
          <w:instrText xml:space="preserve"> PAGEREF _Toc34728450 \h </w:instrText>
        </w:r>
        <w:r w:rsidRPr="00D239AF">
          <w:rPr>
            <w:webHidden/>
          </w:rPr>
        </w:r>
        <w:r w:rsidRPr="00D239AF">
          <w:rPr>
            <w:webHidden/>
          </w:rPr>
          <w:fldChar w:fldCharType="separate"/>
        </w:r>
        <w:r w:rsidRPr="00D239AF">
          <w:rPr>
            <w:webHidden/>
          </w:rPr>
          <w:t>16-1</w:t>
        </w:r>
        <w:r w:rsidRPr="00D239AF">
          <w:rPr>
            <w:webHidden/>
          </w:rPr>
          <w:fldChar w:fldCharType="end"/>
        </w:r>
      </w:hyperlink>
    </w:p>
    <w:p w14:paraId="08CEF9DD" w14:textId="77777777" w:rsidR="00D239AF" w:rsidRPr="00D239AF" w:rsidRDefault="00D239AF">
      <w:pPr>
        <w:pStyle w:val="TOC3"/>
        <w:rPr>
          <w:rFonts w:eastAsiaTheme="minorEastAsia"/>
          <w:i w:val="0"/>
          <w:iCs w:val="0"/>
          <w:noProof/>
        </w:rPr>
      </w:pPr>
      <w:hyperlink w:anchor="_Toc34728451" w:history="1">
        <w:r w:rsidRPr="00D239AF">
          <w:rPr>
            <w:rStyle w:val="Hyperlink"/>
            <w:i w:val="0"/>
            <w:noProof/>
          </w:rPr>
          <w:t>16.1.1</w:t>
        </w:r>
        <w:r w:rsidRPr="00D239AF">
          <w:rPr>
            <w:rFonts w:eastAsiaTheme="minorEastAsia"/>
            <w:i w:val="0"/>
            <w:iCs w:val="0"/>
            <w:noProof/>
          </w:rPr>
          <w:tab/>
        </w:r>
        <w:r w:rsidRPr="00D239AF">
          <w:rPr>
            <w:rStyle w:val="Hyperlink"/>
            <w:i w:val="0"/>
            <w:noProof/>
          </w:rPr>
          <w:t>Re-Registration as a Market Participant</w:t>
        </w:r>
        <w:r w:rsidRPr="00D239AF">
          <w:rPr>
            <w:i w:val="0"/>
            <w:noProof/>
            <w:webHidden/>
          </w:rPr>
          <w:tab/>
        </w:r>
        <w:r w:rsidRPr="00D239AF">
          <w:rPr>
            <w:i w:val="0"/>
            <w:noProof/>
            <w:webHidden/>
          </w:rPr>
          <w:fldChar w:fldCharType="begin"/>
        </w:r>
        <w:r w:rsidRPr="00D239AF">
          <w:rPr>
            <w:i w:val="0"/>
            <w:noProof/>
            <w:webHidden/>
          </w:rPr>
          <w:instrText xml:space="preserve"> PAGEREF _Toc34728451 \h </w:instrText>
        </w:r>
        <w:r w:rsidRPr="00D239AF">
          <w:rPr>
            <w:i w:val="0"/>
            <w:noProof/>
            <w:webHidden/>
          </w:rPr>
        </w:r>
        <w:r w:rsidRPr="00D239AF">
          <w:rPr>
            <w:i w:val="0"/>
            <w:noProof/>
            <w:webHidden/>
          </w:rPr>
          <w:fldChar w:fldCharType="separate"/>
        </w:r>
        <w:r w:rsidRPr="00D239AF">
          <w:rPr>
            <w:i w:val="0"/>
            <w:noProof/>
            <w:webHidden/>
          </w:rPr>
          <w:t>16-1</w:t>
        </w:r>
        <w:r w:rsidRPr="00D239AF">
          <w:rPr>
            <w:i w:val="0"/>
            <w:noProof/>
            <w:webHidden/>
          </w:rPr>
          <w:fldChar w:fldCharType="end"/>
        </w:r>
      </w:hyperlink>
    </w:p>
    <w:p w14:paraId="07544471" w14:textId="77777777" w:rsidR="00D239AF" w:rsidRPr="00D239AF" w:rsidRDefault="00D239AF">
      <w:pPr>
        <w:pStyle w:val="TOC2"/>
        <w:rPr>
          <w:rFonts w:eastAsiaTheme="minorEastAsia"/>
        </w:rPr>
      </w:pPr>
      <w:hyperlink w:anchor="_Toc34728452" w:history="1">
        <w:r w:rsidRPr="00D239AF">
          <w:rPr>
            <w:rStyle w:val="Hyperlink"/>
          </w:rPr>
          <w:t>16.2</w:t>
        </w:r>
        <w:r w:rsidRPr="00D239AF">
          <w:rPr>
            <w:rFonts w:eastAsiaTheme="minorEastAsia"/>
          </w:rPr>
          <w:tab/>
        </w:r>
        <w:r w:rsidRPr="00D239AF">
          <w:rPr>
            <w:rStyle w:val="Hyperlink"/>
          </w:rPr>
          <w:t>Registration and Qualification of Qualified Scheduling Entities</w:t>
        </w:r>
        <w:r w:rsidRPr="00D239AF">
          <w:rPr>
            <w:webHidden/>
          </w:rPr>
          <w:tab/>
        </w:r>
        <w:r w:rsidRPr="00D239AF">
          <w:rPr>
            <w:webHidden/>
          </w:rPr>
          <w:fldChar w:fldCharType="begin"/>
        </w:r>
        <w:r w:rsidRPr="00D239AF">
          <w:rPr>
            <w:webHidden/>
          </w:rPr>
          <w:instrText xml:space="preserve"> PAGEREF _Toc34728452 \h </w:instrText>
        </w:r>
        <w:r w:rsidRPr="00D239AF">
          <w:rPr>
            <w:webHidden/>
          </w:rPr>
        </w:r>
        <w:r w:rsidRPr="00D239AF">
          <w:rPr>
            <w:webHidden/>
          </w:rPr>
          <w:fldChar w:fldCharType="separate"/>
        </w:r>
        <w:r w:rsidRPr="00D239AF">
          <w:rPr>
            <w:webHidden/>
          </w:rPr>
          <w:t>16-2</w:t>
        </w:r>
        <w:r w:rsidRPr="00D239AF">
          <w:rPr>
            <w:webHidden/>
          </w:rPr>
          <w:fldChar w:fldCharType="end"/>
        </w:r>
      </w:hyperlink>
    </w:p>
    <w:p w14:paraId="46D25C85" w14:textId="77777777" w:rsidR="00D239AF" w:rsidRPr="00D239AF" w:rsidRDefault="00D239AF">
      <w:pPr>
        <w:pStyle w:val="TOC3"/>
        <w:rPr>
          <w:rFonts w:eastAsiaTheme="minorEastAsia"/>
          <w:i w:val="0"/>
          <w:iCs w:val="0"/>
          <w:noProof/>
        </w:rPr>
      </w:pPr>
      <w:hyperlink w:anchor="_Toc34728453" w:history="1">
        <w:r w:rsidRPr="00D239AF">
          <w:rPr>
            <w:rStyle w:val="Hyperlink"/>
            <w:i w:val="0"/>
            <w:noProof/>
          </w:rPr>
          <w:t>16.2.1</w:t>
        </w:r>
        <w:r w:rsidRPr="00D239AF">
          <w:rPr>
            <w:rFonts w:eastAsiaTheme="minorEastAsia"/>
            <w:i w:val="0"/>
            <w:iCs w:val="0"/>
            <w:noProof/>
          </w:rPr>
          <w:tab/>
        </w:r>
        <w:r w:rsidRPr="00D239AF">
          <w:rPr>
            <w:rStyle w:val="Hyperlink"/>
            <w:i w:val="0"/>
            <w:noProof/>
          </w:rPr>
          <w:t>Criteria for Qualification as a Qualified Scheduling Entity</w:t>
        </w:r>
        <w:r w:rsidRPr="00D239AF">
          <w:rPr>
            <w:i w:val="0"/>
            <w:noProof/>
            <w:webHidden/>
          </w:rPr>
          <w:tab/>
        </w:r>
        <w:r w:rsidRPr="00D239AF">
          <w:rPr>
            <w:i w:val="0"/>
            <w:noProof/>
            <w:webHidden/>
          </w:rPr>
          <w:fldChar w:fldCharType="begin"/>
        </w:r>
        <w:r w:rsidRPr="00D239AF">
          <w:rPr>
            <w:i w:val="0"/>
            <w:noProof/>
            <w:webHidden/>
          </w:rPr>
          <w:instrText xml:space="preserve"> PAGEREF _Toc34728453 \h </w:instrText>
        </w:r>
        <w:r w:rsidRPr="00D239AF">
          <w:rPr>
            <w:i w:val="0"/>
            <w:noProof/>
            <w:webHidden/>
          </w:rPr>
        </w:r>
        <w:r w:rsidRPr="00D239AF">
          <w:rPr>
            <w:i w:val="0"/>
            <w:noProof/>
            <w:webHidden/>
          </w:rPr>
          <w:fldChar w:fldCharType="separate"/>
        </w:r>
        <w:r w:rsidRPr="00D239AF">
          <w:rPr>
            <w:i w:val="0"/>
            <w:noProof/>
            <w:webHidden/>
          </w:rPr>
          <w:t>16-2</w:t>
        </w:r>
        <w:r w:rsidRPr="00D239AF">
          <w:rPr>
            <w:i w:val="0"/>
            <w:noProof/>
            <w:webHidden/>
          </w:rPr>
          <w:fldChar w:fldCharType="end"/>
        </w:r>
      </w:hyperlink>
    </w:p>
    <w:p w14:paraId="0F34405F" w14:textId="77777777" w:rsidR="00D239AF" w:rsidRPr="00D239AF" w:rsidRDefault="00D239AF">
      <w:pPr>
        <w:pStyle w:val="TOC4"/>
        <w:rPr>
          <w:rFonts w:eastAsiaTheme="minorEastAsia"/>
          <w:sz w:val="20"/>
          <w:szCs w:val="20"/>
        </w:rPr>
      </w:pPr>
      <w:hyperlink w:anchor="_Toc34728454" w:history="1">
        <w:r w:rsidRPr="00D239AF">
          <w:rPr>
            <w:rStyle w:val="Hyperlink"/>
            <w:sz w:val="20"/>
            <w:szCs w:val="20"/>
          </w:rPr>
          <w:t>16.2.1.1</w:t>
        </w:r>
        <w:r w:rsidRPr="00D239AF">
          <w:rPr>
            <w:rFonts w:eastAsiaTheme="minorEastAsia"/>
            <w:sz w:val="20"/>
            <w:szCs w:val="20"/>
          </w:rPr>
          <w:tab/>
        </w:r>
        <w:r w:rsidRPr="00D239AF">
          <w:rPr>
            <w:rStyle w:val="Hyperlink"/>
            <w:sz w:val="20"/>
            <w:szCs w:val="20"/>
          </w:rPr>
          <w:t>Data Agent-Only Qualified Scheduling Entities</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_Toc34728454 \h </w:instrText>
        </w:r>
        <w:r w:rsidRPr="00D239AF">
          <w:rPr>
            <w:webHidden/>
            <w:sz w:val="20"/>
            <w:szCs w:val="20"/>
          </w:rPr>
        </w:r>
        <w:r w:rsidRPr="00D239AF">
          <w:rPr>
            <w:webHidden/>
            <w:sz w:val="20"/>
            <w:szCs w:val="20"/>
          </w:rPr>
          <w:fldChar w:fldCharType="separate"/>
        </w:r>
        <w:r w:rsidRPr="00D239AF">
          <w:rPr>
            <w:webHidden/>
            <w:sz w:val="20"/>
            <w:szCs w:val="20"/>
          </w:rPr>
          <w:t>16-3</w:t>
        </w:r>
        <w:r w:rsidRPr="00D239AF">
          <w:rPr>
            <w:webHidden/>
            <w:sz w:val="20"/>
            <w:szCs w:val="20"/>
          </w:rPr>
          <w:fldChar w:fldCharType="end"/>
        </w:r>
      </w:hyperlink>
    </w:p>
    <w:p w14:paraId="62963F1F" w14:textId="77777777" w:rsidR="00D239AF" w:rsidRPr="00D239AF" w:rsidRDefault="00D239AF">
      <w:pPr>
        <w:pStyle w:val="TOC3"/>
        <w:rPr>
          <w:rFonts w:eastAsiaTheme="minorEastAsia"/>
          <w:i w:val="0"/>
          <w:iCs w:val="0"/>
          <w:noProof/>
        </w:rPr>
      </w:pPr>
      <w:hyperlink w:anchor="_Toc34728455" w:history="1">
        <w:r w:rsidRPr="00D239AF">
          <w:rPr>
            <w:rStyle w:val="Hyperlink"/>
            <w:i w:val="0"/>
            <w:noProof/>
          </w:rPr>
          <w:t>16.2.2</w:t>
        </w:r>
        <w:r w:rsidRPr="00D239AF">
          <w:rPr>
            <w:rFonts w:eastAsiaTheme="minorEastAsia"/>
            <w:i w:val="0"/>
            <w:iCs w:val="0"/>
            <w:noProof/>
          </w:rPr>
          <w:tab/>
        </w:r>
        <w:r w:rsidRPr="00D239AF">
          <w:rPr>
            <w:rStyle w:val="Hyperlink"/>
            <w:i w:val="0"/>
            <w:noProof/>
          </w:rPr>
          <w:t>QSE Application Process</w:t>
        </w:r>
        <w:r w:rsidRPr="00D239AF">
          <w:rPr>
            <w:i w:val="0"/>
            <w:noProof/>
            <w:webHidden/>
          </w:rPr>
          <w:tab/>
        </w:r>
        <w:r w:rsidRPr="00D239AF">
          <w:rPr>
            <w:i w:val="0"/>
            <w:noProof/>
            <w:webHidden/>
          </w:rPr>
          <w:fldChar w:fldCharType="begin"/>
        </w:r>
        <w:r w:rsidRPr="00D239AF">
          <w:rPr>
            <w:i w:val="0"/>
            <w:noProof/>
            <w:webHidden/>
          </w:rPr>
          <w:instrText xml:space="preserve"> PAGEREF _Toc34728455 \h </w:instrText>
        </w:r>
        <w:r w:rsidRPr="00D239AF">
          <w:rPr>
            <w:i w:val="0"/>
            <w:noProof/>
            <w:webHidden/>
          </w:rPr>
        </w:r>
        <w:r w:rsidRPr="00D239AF">
          <w:rPr>
            <w:i w:val="0"/>
            <w:noProof/>
            <w:webHidden/>
          </w:rPr>
          <w:fldChar w:fldCharType="separate"/>
        </w:r>
        <w:r w:rsidRPr="00D239AF">
          <w:rPr>
            <w:i w:val="0"/>
            <w:noProof/>
            <w:webHidden/>
          </w:rPr>
          <w:t>16-5</w:t>
        </w:r>
        <w:r w:rsidRPr="00D239AF">
          <w:rPr>
            <w:i w:val="0"/>
            <w:noProof/>
            <w:webHidden/>
          </w:rPr>
          <w:fldChar w:fldCharType="end"/>
        </w:r>
      </w:hyperlink>
    </w:p>
    <w:p w14:paraId="39007475" w14:textId="77777777" w:rsidR="00D239AF" w:rsidRPr="00D239AF" w:rsidRDefault="00D239AF">
      <w:pPr>
        <w:pStyle w:val="TOC4"/>
        <w:rPr>
          <w:rFonts w:eastAsiaTheme="minorEastAsia"/>
          <w:sz w:val="20"/>
          <w:szCs w:val="20"/>
        </w:rPr>
      </w:pPr>
      <w:hyperlink w:anchor="_Toc34728456" w:history="1">
        <w:r w:rsidRPr="00D239AF">
          <w:rPr>
            <w:rStyle w:val="Hyperlink"/>
            <w:sz w:val="20"/>
            <w:szCs w:val="20"/>
          </w:rPr>
          <w:t>16.2.2.1</w:t>
        </w:r>
        <w:r w:rsidRPr="00D239AF">
          <w:rPr>
            <w:rFonts w:eastAsiaTheme="minorEastAsia"/>
            <w:sz w:val="20"/>
            <w:szCs w:val="20"/>
          </w:rPr>
          <w:tab/>
        </w:r>
        <w:r w:rsidRPr="00D239AF">
          <w:rPr>
            <w:rStyle w:val="Hyperlink"/>
            <w:sz w:val="20"/>
            <w:szCs w:val="20"/>
          </w:rPr>
          <w:t>Notice of Receipt of Qualified Scheduling Entity Application</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_Toc34728456 \h </w:instrText>
        </w:r>
        <w:r w:rsidRPr="00D239AF">
          <w:rPr>
            <w:webHidden/>
            <w:sz w:val="20"/>
            <w:szCs w:val="20"/>
          </w:rPr>
        </w:r>
        <w:r w:rsidRPr="00D239AF">
          <w:rPr>
            <w:webHidden/>
            <w:sz w:val="20"/>
            <w:szCs w:val="20"/>
          </w:rPr>
          <w:fldChar w:fldCharType="separate"/>
        </w:r>
        <w:r w:rsidRPr="00D239AF">
          <w:rPr>
            <w:webHidden/>
            <w:sz w:val="20"/>
            <w:szCs w:val="20"/>
          </w:rPr>
          <w:t>16-5</w:t>
        </w:r>
        <w:r w:rsidRPr="00D239AF">
          <w:rPr>
            <w:webHidden/>
            <w:sz w:val="20"/>
            <w:szCs w:val="20"/>
          </w:rPr>
          <w:fldChar w:fldCharType="end"/>
        </w:r>
      </w:hyperlink>
    </w:p>
    <w:p w14:paraId="6180916E" w14:textId="77777777" w:rsidR="00D239AF" w:rsidRPr="00D239AF" w:rsidRDefault="00D239AF">
      <w:pPr>
        <w:pStyle w:val="TOC4"/>
        <w:rPr>
          <w:rFonts w:eastAsiaTheme="minorEastAsia"/>
          <w:sz w:val="20"/>
          <w:szCs w:val="20"/>
        </w:rPr>
      </w:pPr>
      <w:hyperlink w:anchor="_Toc34728457" w:history="1">
        <w:r w:rsidRPr="00D239AF">
          <w:rPr>
            <w:rStyle w:val="Hyperlink"/>
            <w:sz w:val="20"/>
            <w:szCs w:val="20"/>
          </w:rPr>
          <w:t>16.2.2.2</w:t>
        </w:r>
        <w:r w:rsidRPr="00D239AF">
          <w:rPr>
            <w:rFonts w:eastAsiaTheme="minorEastAsia"/>
            <w:sz w:val="20"/>
            <w:szCs w:val="20"/>
          </w:rPr>
          <w:tab/>
        </w:r>
        <w:r w:rsidRPr="00D239AF">
          <w:rPr>
            <w:rStyle w:val="Hyperlink"/>
            <w:sz w:val="20"/>
            <w:szCs w:val="20"/>
          </w:rPr>
          <w:t>Incomplete Applications</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_Toc34728457 \h </w:instrText>
        </w:r>
        <w:r w:rsidRPr="00D239AF">
          <w:rPr>
            <w:webHidden/>
            <w:sz w:val="20"/>
            <w:szCs w:val="20"/>
          </w:rPr>
        </w:r>
        <w:r w:rsidRPr="00D239AF">
          <w:rPr>
            <w:webHidden/>
            <w:sz w:val="20"/>
            <w:szCs w:val="20"/>
          </w:rPr>
          <w:fldChar w:fldCharType="separate"/>
        </w:r>
        <w:r w:rsidRPr="00D239AF">
          <w:rPr>
            <w:webHidden/>
            <w:sz w:val="20"/>
            <w:szCs w:val="20"/>
          </w:rPr>
          <w:t>16-5</w:t>
        </w:r>
        <w:r w:rsidRPr="00D239AF">
          <w:rPr>
            <w:webHidden/>
            <w:sz w:val="20"/>
            <w:szCs w:val="20"/>
          </w:rPr>
          <w:fldChar w:fldCharType="end"/>
        </w:r>
      </w:hyperlink>
    </w:p>
    <w:p w14:paraId="1C581C81" w14:textId="77777777" w:rsidR="00D239AF" w:rsidRPr="00D239AF" w:rsidRDefault="00D239AF">
      <w:pPr>
        <w:pStyle w:val="TOC4"/>
        <w:rPr>
          <w:rFonts w:eastAsiaTheme="minorEastAsia"/>
          <w:sz w:val="20"/>
          <w:szCs w:val="20"/>
        </w:rPr>
      </w:pPr>
      <w:hyperlink w:anchor="_Toc34728458" w:history="1">
        <w:r w:rsidRPr="00D239AF">
          <w:rPr>
            <w:rStyle w:val="Hyperlink"/>
            <w:sz w:val="20"/>
            <w:szCs w:val="20"/>
          </w:rPr>
          <w:t>16.2.2.3</w:t>
        </w:r>
        <w:r w:rsidRPr="00D239AF">
          <w:rPr>
            <w:rFonts w:eastAsiaTheme="minorEastAsia"/>
            <w:sz w:val="20"/>
            <w:szCs w:val="20"/>
          </w:rPr>
          <w:tab/>
        </w:r>
        <w:r w:rsidRPr="00D239AF">
          <w:rPr>
            <w:rStyle w:val="Hyperlink"/>
            <w:sz w:val="20"/>
            <w:szCs w:val="20"/>
          </w:rPr>
          <w:t>ERCOT Approval or Rejection of Qualified Scheduling Entity Application</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_Toc34728458 \h </w:instrText>
        </w:r>
        <w:r w:rsidRPr="00D239AF">
          <w:rPr>
            <w:webHidden/>
            <w:sz w:val="20"/>
            <w:szCs w:val="20"/>
          </w:rPr>
        </w:r>
        <w:r w:rsidRPr="00D239AF">
          <w:rPr>
            <w:webHidden/>
            <w:sz w:val="20"/>
            <w:szCs w:val="20"/>
          </w:rPr>
          <w:fldChar w:fldCharType="separate"/>
        </w:r>
        <w:r w:rsidRPr="00D239AF">
          <w:rPr>
            <w:webHidden/>
            <w:sz w:val="20"/>
            <w:szCs w:val="20"/>
          </w:rPr>
          <w:t>16-6</w:t>
        </w:r>
        <w:r w:rsidRPr="00D239AF">
          <w:rPr>
            <w:webHidden/>
            <w:sz w:val="20"/>
            <w:szCs w:val="20"/>
          </w:rPr>
          <w:fldChar w:fldCharType="end"/>
        </w:r>
      </w:hyperlink>
    </w:p>
    <w:p w14:paraId="7B4A37C8" w14:textId="77777777" w:rsidR="00D239AF" w:rsidRPr="00D239AF" w:rsidRDefault="00D239AF">
      <w:pPr>
        <w:pStyle w:val="TOC3"/>
        <w:rPr>
          <w:rFonts w:eastAsiaTheme="minorEastAsia"/>
          <w:i w:val="0"/>
          <w:iCs w:val="0"/>
          <w:noProof/>
        </w:rPr>
      </w:pPr>
      <w:hyperlink w:anchor="_Toc34728459" w:history="1">
        <w:r w:rsidRPr="00D239AF">
          <w:rPr>
            <w:rStyle w:val="Hyperlink"/>
            <w:i w:val="0"/>
            <w:noProof/>
          </w:rPr>
          <w:t>16.2.3</w:t>
        </w:r>
        <w:r w:rsidRPr="00D239AF">
          <w:rPr>
            <w:rFonts w:eastAsiaTheme="minorEastAsia"/>
            <w:i w:val="0"/>
            <w:iCs w:val="0"/>
            <w:noProof/>
          </w:rPr>
          <w:tab/>
        </w:r>
        <w:r w:rsidRPr="00D239AF">
          <w:rPr>
            <w:rStyle w:val="Hyperlink"/>
            <w:i w:val="0"/>
            <w:noProof/>
          </w:rPr>
          <w:t>Remaining Steps for Qualified Scheduling Entity Registration</w:t>
        </w:r>
        <w:r w:rsidRPr="00D239AF">
          <w:rPr>
            <w:i w:val="0"/>
            <w:noProof/>
            <w:webHidden/>
          </w:rPr>
          <w:tab/>
        </w:r>
        <w:r w:rsidRPr="00D239AF">
          <w:rPr>
            <w:i w:val="0"/>
            <w:noProof/>
            <w:webHidden/>
          </w:rPr>
          <w:fldChar w:fldCharType="begin"/>
        </w:r>
        <w:r w:rsidRPr="00D239AF">
          <w:rPr>
            <w:i w:val="0"/>
            <w:noProof/>
            <w:webHidden/>
          </w:rPr>
          <w:instrText xml:space="preserve"> PAGEREF _Toc34728459 \h </w:instrText>
        </w:r>
        <w:r w:rsidRPr="00D239AF">
          <w:rPr>
            <w:i w:val="0"/>
            <w:noProof/>
            <w:webHidden/>
          </w:rPr>
        </w:r>
        <w:r w:rsidRPr="00D239AF">
          <w:rPr>
            <w:i w:val="0"/>
            <w:noProof/>
            <w:webHidden/>
          </w:rPr>
          <w:fldChar w:fldCharType="separate"/>
        </w:r>
        <w:r w:rsidRPr="00D239AF">
          <w:rPr>
            <w:i w:val="0"/>
            <w:noProof/>
            <w:webHidden/>
          </w:rPr>
          <w:t>16-6</w:t>
        </w:r>
        <w:r w:rsidRPr="00D239AF">
          <w:rPr>
            <w:i w:val="0"/>
            <w:noProof/>
            <w:webHidden/>
          </w:rPr>
          <w:fldChar w:fldCharType="end"/>
        </w:r>
      </w:hyperlink>
    </w:p>
    <w:p w14:paraId="694AF953" w14:textId="77777777" w:rsidR="00D239AF" w:rsidRPr="00D239AF" w:rsidRDefault="00D239AF">
      <w:pPr>
        <w:pStyle w:val="TOC4"/>
        <w:rPr>
          <w:rFonts w:eastAsiaTheme="minorEastAsia"/>
          <w:sz w:val="20"/>
          <w:szCs w:val="20"/>
        </w:rPr>
      </w:pPr>
      <w:hyperlink w:anchor="_Toc34728460" w:history="1">
        <w:r w:rsidRPr="00D239AF">
          <w:rPr>
            <w:rStyle w:val="Hyperlink"/>
            <w:sz w:val="20"/>
            <w:szCs w:val="20"/>
          </w:rPr>
          <w:t>16.2.3.1</w:t>
        </w:r>
        <w:r w:rsidRPr="00D239AF">
          <w:rPr>
            <w:rFonts w:eastAsiaTheme="minorEastAsia"/>
            <w:sz w:val="20"/>
            <w:szCs w:val="20"/>
          </w:rPr>
          <w:tab/>
        </w:r>
        <w:r w:rsidRPr="00D239AF">
          <w:rPr>
            <w:rStyle w:val="Hyperlink"/>
            <w:sz w:val="20"/>
            <w:szCs w:val="20"/>
          </w:rPr>
          <w:t>Process to Gain Approval to Follow DSR Load</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_Toc34728460 \h </w:instrText>
        </w:r>
        <w:r w:rsidRPr="00D239AF">
          <w:rPr>
            <w:webHidden/>
            <w:sz w:val="20"/>
            <w:szCs w:val="20"/>
          </w:rPr>
        </w:r>
        <w:r w:rsidRPr="00D239AF">
          <w:rPr>
            <w:webHidden/>
            <w:sz w:val="20"/>
            <w:szCs w:val="20"/>
          </w:rPr>
          <w:fldChar w:fldCharType="separate"/>
        </w:r>
        <w:r w:rsidRPr="00D239AF">
          <w:rPr>
            <w:webHidden/>
            <w:sz w:val="20"/>
            <w:szCs w:val="20"/>
          </w:rPr>
          <w:t>16-7</w:t>
        </w:r>
        <w:r w:rsidRPr="00D239AF">
          <w:rPr>
            <w:webHidden/>
            <w:sz w:val="20"/>
            <w:szCs w:val="20"/>
          </w:rPr>
          <w:fldChar w:fldCharType="end"/>
        </w:r>
      </w:hyperlink>
    </w:p>
    <w:p w14:paraId="7C4BE726" w14:textId="77777777" w:rsidR="00D239AF" w:rsidRPr="00D239AF" w:rsidRDefault="00D239AF">
      <w:pPr>
        <w:pStyle w:val="TOC4"/>
        <w:rPr>
          <w:rFonts w:eastAsiaTheme="minorEastAsia"/>
          <w:sz w:val="20"/>
          <w:szCs w:val="20"/>
        </w:rPr>
      </w:pPr>
      <w:hyperlink w:anchor="_Toc34728461" w:history="1">
        <w:r w:rsidRPr="00D239AF">
          <w:rPr>
            <w:rStyle w:val="Hyperlink"/>
            <w:sz w:val="20"/>
            <w:szCs w:val="20"/>
          </w:rPr>
          <w:t>16.2.3.2</w:t>
        </w:r>
        <w:r w:rsidRPr="00D239AF">
          <w:rPr>
            <w:rFonts w:eastAsiaTheme="minorEastAsia"/>
            <w:sz w:val="20"/>
            <w:szCs w:val="20"/>
          </w:rPr>
          <w:tab/>
        </w:r>
        <w:r w:rsidRPr="00D239AF">
          <w:rPr>
            <w:rStyle w:val="Hyperlink"/>
            <w:sz w:val="20"/>
            <w:szCs w:val="20"/>
          </w:rPr>
          <w:t>Maintaining and Updating QSE Information</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_Toc34728461 \h </w:instrText>
        </w:r>
        <w:r w:rsidRPr="00D239AF">
          <w:rPr>
            <w:webHidden/>
            <w:sz w:val="20"/>
            <w:szCs w:val="20"/>
          </w:rPr>
        </w:r>
        <w:r w:rsidRPr="00D239AF">
          <w:rPr>
            <w:webHidden/>
            <w:sz w:val="20"/>
            <w:szCs w:val="20"/>
          </w:rPr>
          <w:fldChar w:fldCharType="separate"/>
        </w:r>
        <w:r w:rsidRPr="00D239AF">
          <w:rPr>
            <w:webHidden/>
            <w:sz w:val="20"/>
            <w:szCs w:val="20"/>
          </w:rPr>
          <w:t>16-7</w:t>
        </w:r>
        <w:r w:rsidRPr="00D239AF">
          <w:rPr>
            <w:webHidden/>
            <w:sz w:val="20"/>
            <w:szCs w:val="20"/>
          </w:rPr>
          <w:fldChar w:fldCharType="end"/>
        </w:r>
      </w:hyperlink>
    </w:p>
    <w:p w14:paraId="06EFA2A1" w14:textId="77777777" w:rsidR="00D239AF" w:rsidRPr="00D239AF" w:rsidRDefault="00D239AF">
      <w:pPr>
        <w:pStyle w:val="TOC4"/>
        <w:rPr>
          <w:rFonts w:eastAsiaTheme="minorEastAsia"/>
          <w:sz w:val="20"/>
          <w:szCs w:val="20"/>
        </w:rPr>
      </w:pPr>
      <w:hyperlink w:anchor="_Toc34728462" w:history="1">
        <w:r w:rsidRPr="00D239AF">
          <w:rPr>
            <w:rStyle w:val="Hyperlink"/>
            <w:sz w:val="20"/>
            <w:szCs w:val="20"/>
          </w:rPr>
          <w:t>16.2.3.3</w:t>
        </w:r>
        <w:r w:rsidRPr="00D239AF">
          <w:rPr>
            <w:rFonts w:eastAsiaTheme="minorEastAsia"/>
            <w:sz w:val="20"/>
            <w:szCs w:val="20"/>
          </w:rPr>
          <w:tab/>
        </w:r>
        <w:r w:rsidRPr="00D239AF">
          <w:rPr>
            <w:rStyle w:val="Hyperlink"/>
            <w:sz w:val="20"/>
            <w:szCs w:val="20"/>
          </w:rPr>
          <w:t>Qualified Scheduling Entity Service Termination</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_Toc34728462 \h </w:instrText>
        </w:r>
        <w:r w:rsidRPr="00D239AF">
          <w:rPr>
            <w:webHidden/>
            <w:sz w:val="20"/>
            <w:szCs w:val="20"/>
          </w:rPr>
        </w:r>
        <w:r w:rsidRPr="00D239AF">
          <w:rPr>
            <w:webHidden/>
            <w:sz w:val="20"/>
            <w:szCs w:val="20"/>
          </w:rPr>
          <w:fldChar w:fldCharType="separate"/>
        </w:r>
        <w:r w:rsidRPr="00D239AF">
          <w:rPr>
            <w:webHidden/>
            <w:sz w:val="20"/>
            <w:szCs w:val="20"/>
          </w:rPr>
          <w:t>16-7</w:t>
        </w:r>
        <w:r w:rsidRPr="00D239AF">
          <w:rPr>
            <w:webHidden/>
            <w:sz w:val="20"/>
            <w:szCs w:val="20"/>
          </w:rPr>
          <w:fldChar w:fldCharType="end"/>
        </w:r>
      </w:hyperlink>
    </w:p>
    <w:p w14:paraId="323EBDDA" w14:textId="77777777" w:rsidR="00D239AF" w:rsidRPr="00D239AF" w:rsidRDefault="00D239AF">
      <w:pPr>
        <w:pStyle w:val="TOC3"/>
        <w:rPr>
          <w:rFonts w:eastAsiaTheme="minorEastAsia"/>
          <w:i w:val="0"/>
          <w:iCs w:val="0"/>
          <w:noProof/>
        </w:rPr>
      </w:pPr>
      <w:hyperlink w:anchor="_Toc34728463" w:history="1">
        <w:r w:rsidRPr="00D239AF">
          <w:rPr>
            <w:rStyle w:val="Hyperlink"/>
            <w:i w:val="0"/>
            <w:noProof/>
          </w:rPr>
          <w:t>16.2.4</w:t>
        </w:r>
        <w:r w:rsidRPr="00D239AF">
          <w:rPr>
            <w:rFonts w:eastAsiaTheme="minorEastAsia"/>
            <w:i w:val="0"/>
            <w:iCs w:val="0"/>
            <w:noProof/>
          </w:rPr>
          <w:tab/>
        </w:r>
        <w:r w:rsidRPr="00D239AF">
          <w:rPr>
            <w:rStyle w:val="Hyperlink"/>
            <w:i w:val="0"/>
            <w:noProof/>
          </w:rPr>
          <w:t>Posting of Qualified Scheduling Entity List</w:t>
        </w:r>
        <w:r w:rsidRPr="00D239AF">
          <w:rPr>
            <w:i w:val="0"/>
            <w:noProof/>
            <w:webHidden/>
          </w:rPr>
          <w:tab/>
        </w:r>
        <w:r w:rsidRPr="00D239AF">
          <w:rPr>
            <w:i w:val="0"/>
            <w:noProof/>
            <w:webHidden/>
          </w:rPr>
          <w:fldChar w:fldCharType="begin"/>
        </w:r>
        <w:r w:rsidRPr="00D239AF">
          <w:rPr>
            <w:i w:val="0"/>
            <w:noProof/>
            <w:webHidden/>
          </w:rPr>
          <w:instrText xml:space="preserve"> PAGEREF _Toc34728463 \h </w:instrText>
        </w:r>
        <w:r w:rsidRPr="00D239AF">
          <w:rPr>
            <w:i w:val="0"/>
            <w:noProof/>
            <w:webHidden/>
          </w:rPr>
        </w:r>
        <w:r w:rsidRPr="00D239AF">
          <w:rPr>
            <w:i w:val="0"/>
            <w:noProof/>
            <w:webHidden/>
          </w:rPr>
          <w:fldChar w:fldCharType="separate"/>
        </w:r>
        <w:r w:rsidRPr="00D239AF">
          <w:rPr>
            <w:i w:val="0"/>
            <w:noProof/>
            <w:webHidden/>
          </w:rPr>
          <w:t>16-8</w:t>
        </w:r>
        <w:r w:rsidRPr="00D239AF">
          <w:rPr>
            <w:i w:val="0"/>
            <w:noProof/>
            <w:webHidden/>
          </w:rPr>
          <w:fldChar w:fldCharType="end"/>
        </w:r>
      </w:hyperlink>
    </w:p>
    <w:p w14:paraId="2C0612FD" w14:textId="77777777" w:rsidR="00D239AF" w:rsidRPr="00D239AF" w:rsidRDefault="00D239AF">
      <w:pPr>
        <w:pStyle w:val="TOC3"/>
        <w:rPr>
          <w:rFonts w:eastAsiaTheme="minorEastAsia"/>
          <w:i w:val="0"/>
          <w:iCs w:val="0"/>
          <w:noProof/>
        </w:rPr>
      </w:pPr>
      <w:hyperlink w:anchor="_Toc34728464" w:history="1">
        <w:r w:rsidRPr="00D239AF">
          <w:rPr>
            <w:rStyle w:val="Hyperlink"/>
            <w:i w:val="0"/>
            <w:noProof/>
          </w:rPr>
          <w:t>16.2.5</w:t>
        </w:r>
        <w:r w:rsidRPr="00D239AF">
          <w:rPr>
            <w:rFonts w:eastAsiaTheme="minorEastAsia"/>
            <w:i w:val="0"/>
            <w:iCs w:val="0"/>
            <w:noProof/>
          </w:rPr>
          <w:tab/>
        </w:r>
        <w:r w:rsidRPr="00D239AF">
          <w:rPr>
            <w:rStyle w:val="Hyperlink"/>
            <w:i w:val="0"/>
            <w:noProof/>
          </w:rPr>
          <w:t>Suspended Qualified Scheduling Entity – Notification to LSEs and Resource Entities Represented</w:t>
        </w:r>
        <w:r w:rsidRPr="00D239AF">
          <w:rPr>
            <w:i w:val="0"/>
            <w:noProof/>
            <w:webHidden/>
          </w:rPr>
          <w:tab/>
        </w:r>
        <w:r w:rsidRPr="00D239AF">
          <w:rPr>
            <w:i w:val="0"/>
            <w:noProof/>
            <w:webHidden/>
          </w:rPr>
          <w:fldChar w:fldCharType="begin"/>
        </w:r>
        <w:r w:rsidRPr="00D239AF">
          <w:rPr>
            <w:i w:val="0"/>
            <w:noProof/>
            <w:webHidden/>
          </w:rPr>
          <w:instrText xml:space="preserve"> PAGEREF _Toc34728464 \h </w:instrText>
        </w:r>
        <w:r w:rsidRPr="00D239AF">
          <w:rPr>
            <w:i w:val="0"/>
            <w:noProof/>
            <w:webHidden/>
          </w:rPr>
        </w:r>
        <w:r w:rsidRPr="00D239AF">
          <w:rPr>
            <w:i w:val="0"/>
            <w:noProof/>
            <w:webHidden/>
          </w:rPr>
          <w:fldChar w:fldCharType="separate"/>
        </w:r>
        <w:r w:rsidRPr="00D239AF">
          <w:rPr>
            <w:i w:val="0"/>
            <w:noProof/>
            <w:webHidden/>
          </w:rPr>
          <w:t>16-8</w:t>
        </w:r>
        <w:r w:rsidRPr="00D239AF">
          <w:rPr>
            <w:i w:val="0"/>
            <w:noProof/>
            <w:webHidden/>
          </w:rPr>
          <w:fldChar w:fldCharType="end"/>
        </w:r>
      </w:hyperlink>
    </w:p>
    <w:p w14:paraId="00132FA2" w14:textId="77777777" w:rsidR="00D239AF" w:rsidRPr="00D239AF" w:rsidRDefault="00D239AF">
      <w:pPr>
        <w:pStyle w:val="TOC3"/>
        <w:rPr>
          <w:rFonts w:eastAsiaTheme="minorEastAsia"/>
          <w:i w:val="0"/>
          <w:iCs w:val="0"/>
          <w:noProof/>
        </w:rPr>
      </w:pPr>
      <w:hyperlink w:anchor="_Toc34728465" w:history="1">
        <w:r w:rsidRPr="00D239AF">
          <w:rPr>
            <w:rStyle w:val="Hyperlink"/>
            <w:i w:val="0"/>
            <w:noProof/>
          </w:rPr>
          <w:t>16.2.6</w:t>
        </w:r>
        <w:r w:rsidRPr="00D239AF">
          <w:rPr>
            <w:rFonts w:eastAsiaTheme="minorEastAsia"/>
            <w:i w:val="0"/>
            <w:iCs w:val="0"/>
            <w:noProof/>
          </w:rPr>
          <w:tab/>
        </w:r>
        <w:r w:rsidRPr="00D239AF">
          <w:rPr>
            <w:rStyle w:val="Hyperlink"/>
            <w:i w:val="0"/>
            <w:noProof/>
          </w:rPr>
          <w:t>Emergency Qualified Scheduling Entity</w:t>
        </w:r>
        <w:r w:rsidRPr="00D239AF">
          <w:rPr>
            <w:i w:val="0"/>
            <w:noProof/>
            <w:webHidden/>
          </w:rPr>
          <w:tab/>
        </w:r>
        <w:r w:rsidRPr="00D239AF">
          <w:rPr>
            <w:i w:val="0"/>
            <w:noProof/>
            <w:webHidden/>
          </w:rPr>
          <w:fldChar w:fldCharType="begin"/>
        </w:r>
        <w:r w:rsidRPr="00D239AF">
          <w:rPr>
            <w:i w:val="0"/>
            <w:noProof/>
            <w:webHidden/>
          </w:rPr>
          <w:instrText xml:space="preserve"> PAGEREF _Toc34728465 \h </w:instrText>
        </w:r>
        <w:r w:rsidRPr="00D239AF">
          <w:rPr>
            <w:i w:val="0"/>
            <w:noProof/>
            <w:webHidden/>
          </w:rPr>
        </w:r>
        <w:r w:rsidRPr="00D239AF">
          <w:rPr>
            <w:i w:val="0"/>
            <w:noProof/>
            <w:webHidden/>
          </w:rPr>
          <w:fldChar w:fldCharType="separate"/>
        </w:r>
        <w:r w:rsidRPr="00D239AF">
          <w:rPr>
            <w:i w:val="0"/>
            <w:noProof/>
            <w:webHidden/>
          </w:rPr>
          <w:t>16-8</w:t>
        </w:r>
        <w:r w:rsidRPr="00D239AF">
          <w:rPr>
            <w:i w:val="0"/>
            <w:noProof/>
            <w:webHidden/>
          </w:rPr>
          <w:fldChar w:fldCharType="end"/>
        </w:r>
      </w:hyperlink>
    </w:p>
    <w:p w14:paraId="7B170468" w14:textId="77777777" w:rsidR="00D239AF" w:rsidRPr="00D239AF" w:rsidRDefault="00D239AF">
      <w:pPr>
        <w:pStyle w:val="TOC4"/>
        <w:rPr>
          <w:rFonts w:eastAsiaTheme="minorEastAsia"/>
          <w:sz w:val="20"/>
          <w:szCs w:val="20"/>
        </w:rPr>
      </w:pPr>
      <w:hyperlink w:anchor="_Toc34728466" w:history="1">
        <w:r w:rsidRPr="00D239AF">
          <w:rPr>
            <w:rStyle w:val="Hyperlink"/>
            <w:sz w:val="20"/>
            <w:szCs w:val="20"/>
          </w:rPr>
          <w:t>16.2.6.1</w:t>
        </w:r>
        <w:r w:rsidRPr="00D239AF">
          <w:rPr>
            <w:rFonts w:eastAsiaTheme="minorEastAsia"/>
            <w:sz w:val="20"/>
            <w:szCs w:val="20"/>
          </w:rPr>
          <w:tab/>
        </w:r>
        <w:r w:rsidRPr="00D239AF">
          <w:rPr>
            <w:rStyle w:val="Hyperlink"/>
            <w:sz w:val="20"/>
            <w:szCs w:val="20"/>
          </w:rPr>
          <w:t>Designation as an Emergency Qualified Scheduling Entity or Virtual Qualified Scheduling Entity</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_Toc34728466 \h </w:instrText>
        </w:r>
        <w:r w:rsidRPr="00D239AF">
          <w:rPr>
            <w:webHidden/>
            <w:sz w:val="20"/>
            <w:szCs w:val="20"/>
          </w:rPr>
        </w:r>
        <w:r w:rsidRPr="00D239AF">
          <w:rPr>
            <w:webHidden/>
            <w:sz w:val="20"/>
            <w:szCs w:val="20"/>
          </w:rPr>
          <w:fldChar w:fldCharType="separate"/>
        </w:r>
        <w:r w:rsidRPr="00D239AF">
          <w:rPr>
            <w:webHidden/>
            <w:sz w:val="20"/>
            <w:szCs w:val="20"/>
          </w:rPr>
          <w:t>16-8</w:t>
        </w:r>
        <w:r w:rsidRPr="00D239AF">
          <w:rPr>
            <w:webHidden/>
            <w:sz w:val="20"/>
            <w:szCs w:val="20"/>
          </w:rPr>
          <w:fldChar w:fldCharType="end"/>
        </w:r>
      </w:hyperlink>
    </w:p>
    <w:p w14:paraId="3D111094" w14:textId="77777777" w:rsidR="00D239AF" w:rsidRPr="00D239AF" w:rsidRDefault="00D239AF">
      <w:pPr>
        <w:pStyle w:val="TOC4"/>
        <w:rPr>
          <w:rFonts w:eastAsiaTheme="minorEastAsia"/>
          <w:sz w:val="20"/>
          <w:szCs w:val="20"/>
        </w:rPr>
      </w:pPr>
      <w:hyperlink w:anchor="_Toc34728467" w:history="1">
        <w:r w:rsidRPr="00D239AF">
          <w:rPr>
            <w:rStyle w:val="Hyperlink"/>
            <w:sz w:val="20"/>
            <w:szCs w:val="20"/>
          </w:rPr>
          <w:t>16.2.6.2</w:t>
        </w:r>
        <w:r w:rsidRPr="00D239AF">
          <w:rPr>
            <w:rFonts w:eastAsiaTheme="minorEastAsia"/>
            <w:sz w:val="20"/>
            <w:szCs w:val="20"/>
          </w:rPr>
          <w:tab/>
        </w:r>
        <w:r w:rsidRPr="00D239AF">
          <w:rPr>
            <w:rStyle w:val="Hyperlink"/>
            <w:sz w:val="20"/>
            <w:szCs w:val="20"/>
          </w:rPr>
          <w:t>Market Participation by an Emergency Qualified Scheduling Entity or a Virtual Qualified Scheduling Entity</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_Toc34728467 \h </w:instrText>
        </w:r>
        <w:r w:rsidRPr="00D239AF">
          <w:rPr>
            <w:webHidden/>
            <w:sz w:val="20"/>
            <w:szCs w:val="20"/>
          </w:rPr>
        </w:r>
        <w:r w:rsidRPr="00D239AF">
          <w:rPr>
            <w:webHidden/>
            <w:sz w:val="20"/>
            <w:szCs w:val="20"/>
          </w:rPr>
          <w:fldChar w:fldCharType="separate"/>
        </w:r>
        <w:r w:rsidRPr="00D239AF">
          <w:rPr>
            <w:webHidden/>
            <w:sz w:val="20"/>
            <w:szCs w:val="20"/>
          </w:rPr>
          <w:t>16-10</w:t>
        </w:r>
        <w:r w:rsidRPr="00D239AF">
          <w:rPr>
            <w:webHidden/>
            <w:sz w:val="20"/>
            <w:szCs w:val="20"/>
          </w:rPr>
          <w:fldChar w:fldCharType="end"/>
        </w:r>
      </w:hyperlink>
    </w:p>
    <w:p w14:paraId="52B5DC8D" w14:textId="77777777" w:rsidR="00D239AF" w:rsidRPr="00D239AF" w:rsidRDefault="00D239AF">
      <w:pPr>
        <w:pStyle w:val="TOC4"/>
        <w:rPr>
          <w:rFonts w:eastAsiaTheme="minorEastAsia"/>
          <w:sz w:val="20"/>
          <w:szCs w:val="20"/>
        </w:rPr>
      </w:pPr>
      <w:hyperlink w:anchor="_Toc34728468" w:history="1">
        <w:r w:rsidRPr="00D239AF">
          <w:rPr>
            <w:rStyle w:val="Hyperlink"/>
            <w:sz w:val="20"/>
            <w:szCs w:val="20"/>
          </w:rPr>
          <w:t>16.2.6.3</w:t>
        </w:r>
        <w:r w:rsidRPr="00D239AF">
          <w:rPr>
            <w:rFonts w:eastAsiaTheme="minorEastAsia"/>
            <w:sz w:val="20"/>
            <w:szCs w:val="20"/>
          </w:rPr>
          <w:tab/>
        </w:r>
        <w:r w:rsidRPr="00D239AF">
          <w:rPr>
            <w:rStyle w:val="Hyperlink"/>
            <w:sz w:val="20"/>
            <w:szCs w:val="20"/>
          </w:rPr>
          <w:t>Requirement to Obtain New Qualified Scheduling Entity or Qualified Scheduling Entity Qualification</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_Toc34728468 \h </w:instrText>
        </w:r>
        <w:r w:rsidRPr="00D239AF">
          <w:rPr>
            <w:webHidden/>
            <w:sz w:val="20"/>
            <w:szCs w:val="20"/>
          </w:rPr>
        </w:r>
        <w:r w:rsidRPr="00D239AF">
          <w:rPr>
            <w:webHidden/>
            <w:sz w:val="20"/>
            <w:szCs w:val="20"/>
          </w:rPr>
          <w:fldChar w:fldCharType="separate"/>
        </w:r>
        <w:r w:rsidRPr="00D239AF">
          <w:rPr>
            <w:webHidden/>
            <w:sz w:val="20"/>
            <w:szCs w:val="20"/>
          </w:rPr>
          <w:t>16-10</w:t>
        </w:r>
        <w:r w:rsidRPr="00D239AF">
          <w:rPr>
            <w:webHidden/>
            <w:sz w:val="20"/>
            <w:szCs w:val="20"/>
          </w:rPr>
          <w:fldChar w:fldCharType="end"/>
        </w:r>
      </w:hyperlink>
    </w:p>
    <w:p w14:paraId="25DADE72" w14:textId="77777777" w:rsidR="00D239AF" w:rsidRPr="00D239AF" w:rsidRDefault="00D239AF">
      <w:pPr>
        <w:pStyle w:val="TOC3"/>
        <w:rPr>
          <w:rFonts w:eastAsiaTheme="minorEastAsia"/>
          <w:i w:val="0"/>
          <w:iCs w:val="0"/>
          <w:noProof/>
        </w:rPr>
      </w:pPr>
      <w:hyperlink w:anchor="_Toc34728469" w:history="1">
        <w:r w:rsidRPr="00D239AF">
          <w:rPr>
            <w:rStyle w:val="Hyperlink"/>
            <w:i w:val="0"/>
            <w:noProof/>
          </w:rPr>
          <w:t>16.2.7</w:t>
        </w:r>
        <w:r w:rsidRPr="00D239AF">
          <w:rPr>
            <w:rFonts w:eastAsiaTheme="minorEastAsia"/>
            <w:i w:val="0"/>
            <w:iCs w:val="0"/>
            <w:noProof/>
          </w:rPr>
          <w:tab/>
        </w:r>
        <w:r w:rsidRPr="00D239AF">
          <w:rPr>
            <w:rStyle w:val="Hyperlink"/>
            <w:i w:val="0"/>
            <w:noProof/>
          </w:rPr>
          <w:t>Acceleration</w:t>
        </w:r>
        <w:r w:rsidRPr="00D239AF">
          <w:rPr>
            <w:i w:val="0"/>
            <w:noProof/>
            <w:webHidden/>
          </w:rPr>
          <w:tab/>
        </w:r>
        <w:r w:rsidRPr="00D239AF">
          <w:rPr>
            <w:i w:val="0"/>
            <w:noProof/>
            <w:webHidden/>
          </w:rPr>
          <w:fldChar w:fldCharType="begin"/>
        </w:r>
        <w:r w:rsidRPr="00D239AF">
          <w:rPr>
            <w:i w:val="0"/>
            <w:noProof/>
            <w:webHidden/>
          </w:rPr>
          <w:instrText xml:space="preserve"> PAGEREF _Toc34728469 \h </w:instrText>
        </w:r>
        <w:r w:rsidRPr="00D239AF">
          <w:rPr>
            <w:i w:val="0"/>
            <w:noProof/>
            <w:webHidden/>
          </w:rPr>
        </w:r>
        <w:r w:rsidRPr="00D239AF">
          <w:rPr>
            <w:i w:val="0"/>
            <w:noProof/>
            <w:webHidden/>
          </w:rPr>
          <w:fldChar w:fldCharType="separate"/>
        </w:r>
        <w:r w:rsidRPr="00D239AF">
          <w:rPr>
            <w:i w:val="0"/>
            <w:noProof/>
            <w:webHidden/>
          </w:rPr>
          <w:t>16-11</w:t>
        </w:r>
        <w:r w:rsidRPr="00D239AF">
          <w:rPr>
            <w:i w:val="0"/>
            <w:noProof/>
            <w:webHidden/>
          </w:rPr>
          <w:fldChar w:fldCharType="end"/>
        </w:r>
      </w:hyperlink>
    </w:p>
    <w:p w14:paraId="5894915B" w14:textId="77777777" w:rsidR="00D239AF" w:rsidRPr="00D239AF" w:rsidRDefault="00D239AF">
      <w:pPr>
        <w:pStyle w:val="TOC2"/>
        <w:rPr>
          <w:rFonts w:eastAsiaTheme="minorEastAsia"/>
        </w:rPr>
      </w:pPr>
      <w:hyperlink w:anchor="_Toc34728470" w:history="1">
        <w:r w:rsidRPr="00D239AF">
          <w:rPr>
            <w:rStyle w:val="Hyperlink"/>
          </w:rPr>
          <w:t>16.3</w:t>
        </w:r>
        <w:r w:rsidRPr="00D239AF">
          <w:rPr>
            <w:rFonts w:eastAsiaTheme="minorEastAsia"/>
          </w:rPr>
          <w:tab/>
        </w:r>
        <w:r w:rsidRPr="00D239AF">
          <w:rPr>
            <w:rStyle w:val="Hyperlink"/>
          </w:rPr>
          <w:t>Registration of Load Serving Entities</w:t>
        </w:r>
        <w:r w:rsidRPr="00D239AF">
          <w:rPr>
            <w:webHidden/>
          </w:rPr>
          <w:tab/>
        </w:r>
        <w:r w:rsidRPr="00D239AF">
          <w:rPr>
            <w:webHidden/>
          </w:rPr>
          <w:fldChar w:fldCharType="begin"/>
        </w:r>
        <w:r w:rsidRPr="00D239AF">
          <w:rPr>
            <w:webHidden/>
          </w:rPr>
          <w:instrText xml:space="preserve"> PAGEREF _Toc34728470 \h </w:instrText>
        </w:r>
        <w:r w:rsidRPr="00D239AF">
          <w:rPr>
            <w:webHidden/>
          </w:rPr>
        </w:r>
        <w:r w:rsidRPr="00D239AF">
          <w:rPr>
            <w:webHidden/>
          </w:rPr>
          <w:fldChar w:fldCharType="separate"/>
        </w:r>
        <w:r w:rsidRPr="00D239AF">
          <w:rPr>
            <w:webHidden/>
          </w:rPr>
          <w:t>16-11</w:t>
        </w:r>
        <w:r w:rsidRPr="00D239AF">
          <w:rPr>
            <w:webHidden/>
          </w:rPr>
          <w:fldChar w:fldCharType="end"/>
        </w:r>
      </w:hyperlink>
    </w:p>
    <w:p w14:paraId="56993702" w14:textId="77777777" w:rsidR="00D239AF" w:rsidRPr="00D239AF" w:rsidRDefault="00D239AF">
      <w:pPr>
        <w:pStyle w:val="TOC3"/>
        <w:rPr>
          <w:rFonts w:eastAsiaTheme="minorEastAsia"/>
          <w:i w:val="0"/>
          <w:iCs w:val="0"/>
          <w:noProof/>
        </w:rPr>
      </w:pPr>
      <w:hyperlink w:anchor="_Toc34728471" w:history="1">
        <w:r w:rsidRPr="00D239AF">
          <w:rPr>
            <w:rStyle w:val="Hyperlink"/>
            <w:i w:val="0"/>
            <w:noProof/>
          </w:rPr>
          <w:t>16.3.1</w:t>
        </w:r>
        <w:r w:rsidRPr="00D239AF">
          <w:rPr>
            <w:rFonts w:eastAsiaTheme="minorEastAsia"/>
            <w:i w:val="0"/>
            <w:iCs w:val="0"/>
            <w:noProof/>
          </w:rPr>
          <w:tab/>
        </w:r>
        <w:r w:rsidRPr="00D239AF">
          <w:rPr>
            <w:rStyle w:val="Hyperlink"/>
            <w:i w:val="0"/>
            <w:noProof/>
          </w:rPr>
          <w:t>Technical and Managerial Requirements for LSE Applicants</w:t>
        </w:r>
        <w:r w:rsidRPr="00D239AF">
          <w:rPr>
            <w:i w:val="0"/>
            <w:noProof/>
            <w:webHidden/>
          </w:rPr>
          <w:tab/>
        </w:r>
        <w:r w:rsidRPr="00D239AF">
          <w:rPr>
            <w:i w:val="0"/>
            <w:noProof/>
            <w:webHidden/>
          </w:rPr>
          <w:fldChar w:fldCharType="begin"/>
        </w:r>
        <w:r w:rsidRPr="00D239AF">
          <w:rPr>
            <w:i w:val="0"/>
            <w:noProof/>
            <w:webHidden/>
          </w:rPr>
          <w:instrText xml:space="preserve"> PAGEREF _Toc34728471 \h </w:instrText>
        </w:r>
        <w:r w:rsidRPr="00D239AF">
          <w:rPr>
            <w:i w:val="0"/>
            <w:noProof/>
            <w:webHidden/>
          </w:rPr>
        </w:r>
        <w:r w:rsidRPr="00D239AF">
          <w:rPr>
            <w:i w:val="0"/>
            <w:noProof/>
            <w:webHidden/>
          </w:rPr>
          <w:fldChar w:fldCharType="separate"/>
        </w:r>
        <w:r w:rsidRPr="00D239AF">
          <w:rPr>
            <w:i w:val="0"/>
            <w:noProof/>
            <w:webHidden/>
          </w:rPr>
          <w:t>16-11</w:t>
        </w:r>
        <w:r w:rsidRPr="00D239AF">
          <w:rPr>
            <w:i w:val="0"/>
            <w:noProof/>
            <w:webHidden/>
          </w:rPr>
          <w:fldChar w:fldCharType="end"/>
        </w:r>
      </w:hyperlink>
    </w:p>
    <w:p w14:paraId="4EE03798" w14:textId="77777777" w:rsidR="00D239AF" w:rsidRPr="00D239AF" w:rsidRDefault="00D239AF">
      <w:pPr>
        <w:pStyle w:val="TOC4"/>
        <w:rPr>
          <w:rFonts w:eastAsiaTheme="minorEastAsia"/>
          <w:sz w:val="20"/>
          <w:szCs w:val="20"/>
        </w:rPr>
      </w:pPr>
      <w:hyperlink w:anchor="_Toc34728472" w:history="1">
        <w:r w:rsidRPr="00D239AF">
          <w:rPr>
            <w:rStyle w:val="Hyperlink"/>
            <w:sz w:val="20"/>
            <w:szCs w:val="20"/>
          </w:rPr>
          <w:t>16.3.1.1</w:t>
        </w:r>
        <w:r w:rsidRPr="00D239AF">
          <w:rPr>
            <w:rFonts w:eastAsiaTheme="minorEastAsia"/>
            <w:sz w:val="20"/>
            <w:szCs w:val="20"/>
          </w:rPr>
          <w:tab/>
        </w:r>
        <w:r w:rsidRPr="00D239AF">
          <w:rPr>
            <w:rStyle w:val="Hyperlink"/>
            <w:sz w:val="20"/>
            <w:szCs w:val="20"/>
          </w:rPr>
          <w:t>Designation of a Qualified Scheduling Entity</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_Toc34728472 \h </w:instrText>
        </w:r>
        <w:r w:rsidRPr="00D239AF">
          <w:rPr>
            <w:webHidden/>
            <w:sz w:val="20"/>
            <w:szCs w:val="20"/>
          </w:rPr>
        </w:r>
        <w:r w:rsidRPr="00D239AF">
          <w:rPr>
            <w:webHidden/>
            <w:sz w:val="20"/>
            <w:szCs w:val="20"/>
          </w:rPr>
          <w:fldChar w:fldCharType="separate"/>
        </w:r>
        <w:r w:rsidRPr="00D239AF">
          <w:rPr>
            <w:webHidden/>
            <w:sz w:val="20"/>
            <w:szCs w:val="20"/>
          </w:rPr>
          <w:t>16-12</w:t>
        </w:r>
        <w:r w:rsidRPr="00D239AF">
          <w:rPr>
            <w:webHidden/>
            <w:sz w:val="20"/>
            <w:szCs w:val="20"/>
          </w:rPr>
          <w:fldChar w:fldCharType="end"/>
        </w:r>
      </w:hyperlink>
    </w:p>
    <w:p w14:paraId="0AC1A354" w14:textId="77777777" w:rsidR="00D239AF" w:rsidRPr="00D239AF" w:rsidRDefault="00D239AF">
      <w:pPr>
        <w:pStyle w:val="TOC3"/>
        <w:rPr>
          <w:rFonts w:eastAsiaTheme="minorEastAsia"/>
          <w:i w:val="0"/>
          <w:iCs w:val="0"/>
          <w:noProof/>
        </w:rPr>
      </w:pPr>
      <w:hyperlink w:anchor="_Toc34728473" w:history="1">
        <w:r w:rsidRPr="00D239AF">
          <w:rPr>
            <w:rStyle w:val="Hyperlink"/>
            <w:i w:val="0"/>
            <w:noProof/>
          </w:rPr>
          <w:t>16.3.2</w:t>
        </w:r>
        <w:r w:rsidRPr="00D239AF">
          <w:rPr>
            <w:rFonts w:eastAsiaTheme="minorEastAsia"/>
            <w:i w:val="0"/>
            <w:iCs w:val="0"/>
            <w:noProof/>
          </w:rPr>
          <w:tab/>
        </w:r>
        <w:r w:rsidRPr="00D239AF">
          <w:rPr>
            <w:rStyle w:val="Hyperlink"/>
            <w:i w:val="0"/>
            <w:noProof/>
          </w:rPr>
          <w:t>Registration Process for Load Serving Entities</w:t>
        </w:r>
        <w:r w:rsidRPr="00D239AF">
          <w:rPr>
            <w:i w:val="0"/>
            <w:noProof/>
            <w:webHidden/>
          </w:rPr>
          <w:tab/>
        </w:r>
        <w:r w:rsidRPr="00D239AF">
          <w:rPr>
            <w:i w:val="0"/>
            <w:noProof/>
            <w:webHidden/>
          </w:rPr>
          <w:fldChar w:fldCharType="begin"/>
        </w:r>
        <w:r w:rsidRPr="00D239AF">
          <w:rPr>
            <w:i w:val="0"/>
            <w:noProof/>
            <w:webHidden/>
          </w:rPr>
          <w:instrText xml:space="preserve"> PAGEREF _Toc34728473 \h </w:instrText>
        </w:r>
        <w:r w:rsidRPr="00D239AF">
          <w:rPr>
            <w:i w:val="0"/>
            <w:noProof/>
            <w:webHidden/>
          </w:rPr>
        </w:r>
        <w:r w:rsidRPr="00D239AF">
          <w:rPr>
            <w:i w:val="0"/>
            <w:noProof/>
            <w:webHidden/>
          </w:rPr>
          <w:fldChar w:fldCharType="separate"/>
        </w:r>
        <w:r w:rsidRPr="00D239AF">
          <w:rPr>
            <w:i w:val="0"/>
            <w:noProof/>
            <w:webHidden/>
          </w:rPr>
          <w:t>16-12</w:t>
        </w:r>
        <w:r w:rsidRPr="00D239AF">
          <w:rPr>
            <w:i w:val="0"/>
            <w:noProof/>
            <w:webHidden/>
          </w:rPr>
          <w:fldChar w:fldCharType="end"/>
        </w:r>
      </w:hyperlink>
    </w:p>
    <w:p w14:paraId="41A39094" w14:textId="77777777" w:rsidR="00D239AF" w:rsidRPr="00D239AF" w:rsidRDefault="00D239AF">
      <w:pPr>
        <w:pStyle w:val="TOC4"/>
        <w:rPr>
          <w:rFonts w:eastAsiaTheme="minorEastAsia"/>
          <w:sz w:val="20"/>
          <w:szCs w:val="20"/>
        </w:rPr>
      </w:pPr>
      <w:hyperlink w:anchor="_Toc34728474" w:history="1">
        <w:r w:rsidRPr="00D239AF">
          <w:rPr>
            <w:rStyle w:val="Hyperlink"/>
            <w:sz w:val="20"/>
            <w:szCs w:val="20"/>
          </w:rPr>
          <w:t>16.3.2.1</w:t>
        </w:r>
        <w:r w:rsidRPr="00D239AF">
          <w:rPr>
            <w:rFonts w:eastAsiaTheme="minorEastAsia"/>
            <w:sz w:val="20"/>
            <w:szCs w:val="20"/>
          </w:rPr>
          <w:tab/>
        </w:r>
        <w:r w:rsidRPr="00D239AF">
          <w:rPr>
            <w:rStyle w:val="Hyperlink"/>
            <w:sz w:val="20"/>
            <w:szCs w:val="20"/>
          </w:rPr>
          <w:t>Notice of Receipt of Load Serving Entity Application</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_Toc34728474 \h </w:instrText>
        </w:r>
        <w:r w:rsidRPr="00D239AF">
          <w:rPr>
            <w:webHidden/>
            <w:sz w:val="20"/>
            <w:szCs w:val="20"/>
          </w:rPr>
        </w:r>
        <w:r w:rsidRPr="00D239AF">
          <w:rPr>
            <w:webHidden/>
            <w:sz w:val="20"/>
            <w:szCs w:val="20"/>
          </w:rPr>
          <w:fldChar w:fldCharType="separate"/>
        </w:r>
        <w:r w:rsidRPr="00D239AF">
          <w:rPr>
            <w:webHidden/>
            <w:sz w:val="20"/>
            <w:szCs w:val="20"/>
          </w:rPr>
          <w:t>16-12</w:t>
        </w:r>
        <w:r w:rsidRPr="00D239AF">
          <w:rPr>
            <w:webHidden/>
            <w:sz w:val="20"/>
            <w:szCs w:val="20"/>
          </w:rPr>
          <w:fldChar w:fldCharType="end"/>
        </w:r>
      </w:hyperlink>
    </w:p>
    <w:p w14:paraId="3AEE470C" w14:textId="77777777" w:rsidR="00D239AF" w:rsidRPr="00D239AF" w:rsidRDefault="00D239AF">
      <w:pPr>
        <w:pStyle w:val="TOC4"/>
        <w:rPr>
          <w:rFonts w:eastAsiaTheme="minorEastAsia"/>
          <w:sz w:val="20"/>
          <w:szCs w:val="20"/>
        </w:rPr>
      </w:pPr>
      <w:hyperlink w:anchor="_Toc34728475" w:history="1">
        <w:r w:rsidRPr="00D239AF">
          <w:rPr>
            <w:rStyle w:val="Hyperlink"/>
            <w:sz w:val="20"/>
            <w:szCs w:val="20"/>
          </w:rPr>
          <w:t>16.3.2.2</w:t>
        </w:r>
        <w:r w:rsidRPr="00D239AF">
          <w:rPr>
            <w:rFonts w:eastAsiaTheme="minorEastAsia"/>
            <w:sz w:val="20"/>
            <w:szCs w:val="20"/>
          </w:rPr>
          <w:tab/>
        </w:r>
        <w:r w:rsidRPr="00D239AF">
          <w:rPr>
            <w:rStyle w:val="Hyperlink"/>
            <w:sz w:val="20"/>
            <w:szCs w:val="20"/>
          </w:rPr>
          <w:t>Incomplete Load Serving Entity Applications</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_Toc34728475 \h </w:instrText>
        </w:r>
        <w:r w:rsidRPr="00D239AF">
          <w:rPr>
            <w:webHidden/>
            <w:sz w:val="20"/>
            <w:szCs w:val="20"/>
          </w:rPr>
        </w:r>
        <w:r w:rsidRPr="00D239AF">
          <w:rPr>
            <w:webHidden/>
            <w:sz w:val="20"/>
            <w:szCs w:val="20"/>
          </w:rPr>
          <w:fldChar w:fldCharType="separate"/>
        </w:r>
        <w:r w:rsidRPr="00D239AF">
          <w:rPr>
            <w:webHidden/>
            <w:sz w:val="20"/>
            <w:szCs w:val="20"/>
          </w:rPr>
          <w:t>16-13</w:t>
        </w:r>
        <w:r w:rsidRPr="00D239AF">
          <w:rPr>
            <w:webHidden/>
            <w:sz w:val="20"/>
            <w:szCs w:val="20"/>
          </w:rPr>
          <w:fldChar w:fldCharType="end"/>
        </w:r>
      </w:hyperlink>
    </w:p>
    <w:p w14:paraId="6228638F" w14:textId="77777777" w:rsidR="00D239AF" w:rsidRPr="00D239AF" w:rsidRDefault="00D239AF">
      <w:pPr>
        <w:pStyle w:val="TOC4"/>
        <w:rPr>
          <w:rFonts w:eastAsiaTheme="minorEastAsia"/>
          <w:sz w:val="20"/>
          <w:szCs w:val="20"/>
        </w:rPr>
      </w:pPr>
      <w:hyperlink w:anchor="_Toc34728476" w:history="1">
        <w:r w:rsidRPr="00D239AF">
          <w:rPr>
            <w:rStyle w:val="Hyperlink"/>
            <w:sz w:val="20"/>
            <w:szCs w:val="20"/>
          </w:rPr>
          <w:t>16.3.2.3</w:t>
        </w:r>
        <w:r w:rsidRPr="00D239AF">
          <w:rPr>
            <w:rFonts w:eastAsiaTheme="minorEastAsia"/>
            <w:sz w:val="20"/>
            <w:szCs w:val="20"/>
          </w:rPr>
          <w:tab/>
        </w:r>
        <w:r w:rsidRPr="00D239AF">
          <w:rPr>
            <w:rStyle w:val="Hyperlink"/>
            <w:sz w:val="20"/>
            <w:szCs w:val="20"/>
          </w:rPr>
          <w:t>ERCOT Approval or Rejection of Load Serving Entity Application</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_Toc34728476 \h </w:instrText>
        </w:r>
        <w:r w:rsidRPr="00D239AF">
          <w:rPr>
            <w:webHidden/>
            <w:sz w:val="20"/>
            <w:szCs w:val="20"/>
          </w:rPr>
        </w:r>
        <w:r w:rsidRPr="00D239AF">
          <w:rPr>
            <w:webHidden/>
            <w:sz w:val="20"/>
            <w:szCs w:val="20"/>
          </w:rPr>
          <w:fldChar w:fldCharType="separate"/>
        </w:r>
        <w:r w:rsidRPr="00D239AF">
          <w:rPr>
            <w:webHidden/>
            <w:sz w:val="20"/>
            <w:szCs w:val="20"/>
          </w:rPr>
          <w:t>16-13</w:t>
        </w:r>
        <w:r w:rsidRPr="00D239AF">
          <w:rPr>
            <w:webHidden/>
            <w:sz w:val="20"/>
            <w:szCs w:val="20"/>
          </w:rPr>
          <w:fldChar w:fldCharType="end"/>
        </w:r>
      </w:hyperlink>
    </w:p>
    <w:p w14:paraId="42805ABD" w14:textId="77777777" w:rsidR="00D239AF" w:rsidRPr="00D239AF" w:rsidRDefault="00D239AF">
      <w:pPr>
        <w:pStyle w:val="TOC3"/>
        <w:rPr>
          <w:rFonts w:eastAsiaTheme="minorEastAsia"/>
          <w:i w:val="0"/>
          <w:iCs w:val="0"/>
          <w:noProof/>
        </w:rPr>
      </w:pPr>
      <w:hyperlink w:anchor="_Toc34728477" w:history="1">
        <w:r w:rsidRPr="00D239AF">
          <w:rPr>
            <w:rStyle w:val="Hyperlink"/>
            <w:i w:val="0"/>
            <w:noProof/>
          </w:rPr>
          <w:t xml:space="preserve">16.3.3 </w:t>
        </w:r>
        <w:r w:rsidRPr="00D239AF">
          <w:rPr>
            <w:rFonts w:eastAsiaTheme="minorEastAsia"/>
            <w:i w:val="0"/>
            <w:iCs w:val="0"/>
            <w:noProof/>
          </w:rPr>
          <w:tab/>
        </w:r>
        <w:r w:rsidRPr="00D239AF">
          <w:rPr>
            <w:rStyle w:val="Hyperlink"/>
            <w:i w:val="0"/>
            <w:noProof/>
          </w:rPr>
          <w:t>Changing QSE Designation</w:t>
        </w:r>
        <w:r w:rsidRPr="00D239AF">
          <w:rPr>
            <w:i w:val="0"/>
            <w:noProof/>
            <w:webHidden/>
          </w:rPr>
          <w:tab/>
        </w:r>
        <w:r w:rsidRPr="00D239AF">
          <w:rPr>
            <w:i w:val="0"/>
            <w:noProof/>
            <w:webHidden/>
          </w:rPr>
          <w:fldChar w:fldCharType="begin"/>
        </w:r>
        <w:r w:rsidRPr="00D239AF">
          <w:rPr>
            <w:i w:val="0"/>
            <w:noProof/>
            <w:webHidden/>
          </w:rPr>
          <w:instrText xml:space="preserve"> PAGEREF _Toc34728477 \h </w:instrText>
        </w:r>
        <w:r w:rsidRPr="00D239AF">
          <w:rPr>
            <w:i w:val="0"/>
            <w:noProof/>
            <w:webHidden/>
          </w:rPr>
        </w:r>
        <w:r w:rsidRPr="00D239AF">
          <w:rPr>
            <w:i w:val="0"/>
            <w:noProof/>
            <w:webHidden/>
          </w:rPr>
          <w:fldChar w:fldCharType="separate"/>
        </w:r>
        <w:r w:rsidRPr="00D239AF">
          <w:rPr>
            <w:i w:val="0"/>
            <w:noProof/>
            <w:webHidden/>
          </w:rPr>
          <w:t>16-14</w:t>
        </w:r>
        <w:r w:rsidRPr="00D239AF">
          <w:rPr>
            <w:i w:val="0"/>
            <w:noProof/>
            <w:webHidden/>
          </w:rPr>
          <w:fldChar w:fldCharType="end"/>
        </w:r>
      </w:hyperlink>
    </w:p>
    <w:p w14:paraId="5125CCD1" w14:textId="77777777" w:rsidR="00D239AF" w:rsidRPr="00D239AF" w:rsidRDefault="00D239AF">
      <w:pPr>
        <w:pStyle w:val="TOC3"/>
        <w:rPr>
          <w:rFonts w:eastAsiaTheme="minorEastAsia"/>
          <w:i w:val="0"/>
          <w:iCs w:val="0"/>
          <w:noProof/>
        </w:rPr>
      </w:pPr>
      <w:hyperlink w:anchor="_Toc34728478" w:history="1">
        <w:r w:rsidRPr="00D239AF">
          <w:rPr>
            <w:rStyle w:val="Hyperlink"/>
            <w:i w:val="0"/>
            <w:noProof/>
          </w:rPr>
          <w:t>16.3.4</w:t>
        </w:r>
        <w:r w:rsidRPr="00D239AF">
          <w:rPr>
            <w:rFonts w:eastAsiaTheme="minorEastAsia"/>
            <w:i w:val="0"/>
            <w:iCs w:val="0"/>
            <w:noProof/>
          </w:rPr>
          <w:tab/>
        </w:r>
        <w:r w:rsidRPr="00D239AF">
          <w:rPr>
            <w:rStyle w:val="Hyperlink"/>
            <w:i w:val="0"/>
            <w:noProof/>
          </w:rPr>
          <w:t>Maintaining and Updating LSE Information</w:t>
        </w:r>
        <w:r w:rsidRPr="00D239AF">
          <w:rPr>
            <w:i w:val="0"/>
            <w:noProof/>
            <w:webHidden/>
          </w:rPr>
          <w:tab/>
        </w:r>
        <w:r w:rsidRPr="00D239AF">
          <w:rPr>
            <w:i w:val="0"/>
            <w:noProof/>
            <w:webHidden/>
          </w:rPr>
          <w:fldChar w:fldCharType="begin"/>
        </w:r>
        <w:r w:rsidRPr="00D239AF">
          <w:rPr>
            <w:i w:val="0"/>
            <w:noProof/>
            <w:webHidden/>
          </w:rPr>
          <w:instrText xml:space="preserve"> PAGEREF _Toc34728478 \h </w:instrText>
        </w:r>
        <w:r w:rsidRPr="00D239AF">
          <w:rPr>
            <w:i w:val="0"/>
            <w:noProof/>
            <w:webHidden/>
          </w:rPr>
        </w:r>
        <w:r w:rsidRPr="00D239AF">
          <w:rPr>
            <w:i w:val="0"/>
            <w:noProof/>
            <w:webHidden/>
          </w:rPr>
          <w:fldChar w:fldCharType="separate"/>
        </w:r>
        <w:r w:rsidRPr="00D239AF">
          <w:rPr>
            <w:i w:val="0"/>
            <w:noProof/>
            <w:webHidden/>
          </w:rPr>
          <w:t>16-14</w:t>
        </w:r>
        <w:r w:rsidRPr="00D239AF">
          <w:rPr>
            <w:i w:val="0"/>
            <w:noProof/>
            <w:webHidden/>
          </w:rPr>
          <w:fldChar w:fldCharType="end"/>
        </w:r>
      </w:hyperlink>
    </w:p>
    <w:p w14:paraId="322F44B2" w14:textId="77777777" w:rsidR="00D239AF" w:rsidRPr="00D239AF" w:rsidRDefault="00D239AF">
      <w:pPr>
        <w:pStyle w:val="TOC2"/>
        <w:rPr>
          <w:rFonts w:eastAsiaTheme="minorEastAsia"/>
        </w:rPr>
      </w:pPr>
      <w:hyperlink w:anchor="_Toc34728479" w:history="1">
        <w:r w:rsidRPr="00D239AF">
          <w:rPr>
            <w:rStyle w:val="Hyperlink"/>
          </w:rPr>
          <w:t>16.4</w:t>
        </w:r>
        <w:r w:rsidRPr="00D239AF">
          <w:rPr>
            <w:rFonts w:eastAsiaTheme="minorEastAsia"/>
          </w:rPr>
          <w:tab/>
        </w:r>
        <w:r w:rsidRPr="00D239AF">
          <w:rPr>
            <w:rStyle w:val="Hyperlink"/>
          </w:rPr>
          <w:t>Registration of Transmission and Distribution Service Providers</w:t>
        </w:r>
        <w:r w:rsidRPr="00D239AF">
          <w:rPr>
            <w:webHidden/>
          </w:rPr>
          <w:tab/>
        </w:r>
        <w:r w:rsidRPr="00D239AF">
          <w:rPr>
            <w:webHidden/>
          </w:rPr>
          <w:fldChar w:fldCharType="begin"/>
        </w:r>
        <w:r w:rsidRPr="00D239AF">
          <w:rPr>
            <w:webHidden/>
          </w:rPr>
          <w:instrText xml:space="preserve"> PAGEREF _Toc34728479 \h </w:instrText>
        </w:r>
        <w:r w:rsidRPr="00D239AF">
          <w:rPr>
            <w:webHidden/>
          </w:rPr>
        </w:r>
        <w:r w:rsidRPr="00D239AF">
          <w:rPr>
            <w:webHidden/>
          </w:rPr>
          <w:fldChar w:fldCharType="separate"/>
        </w:r>
        <w:r w:rsidRPr="00D239AF">
          <w:rPr>
            <w:webHidden/>
          </w:rPr>
          <w:t>16-14</w:t>
        </w:r>
        <w:r w:rsidRPr="00D239AF">
          <w:rPr>
            <w:webHidden/>
          </w:rPr>
          <w:fldChar w:fldCharType="end"/>
        </w:r>
      </w:hyperlink>
    </w:p>
    <w:p w14:paraId="5A6B212D" w14:textId="77777777" w:rsidR="00D239AF" w:rsidRPr="00D239AF" w:rsidRDefault="00D239AF">
      <w:pPr>
        <w:pStyle w:val="TOC2"/>
        <w:rPr>
          <w:rFonts w:eastAsiaTheme="minorEastAsia"/>
        </w:rPr>
      </w:pPr>
      <w:hyperlink w:anchor="_Toc34728480" w:history="1">
        <w:r w:rsidRPr="00D239AF">
          <w:rPr>
            <w:rStyle w:val="Hyperlink"/>
          </w:rPr>
          <w:t>16.5</w:t>
        </w:r>
        <w:r w:rsidRPr="00D239AF">
          <w:rPr>
            <w:rFonts w:eastAsiaTheme="minorEastAsia"/>
          </w:rPr>
          <w:tab/>
        </w:r>
        <w:r w:rsidRPr="00D239AF">
          <w:rPr>
            <w:rStyle w:val="Hyperlink"/>
          </w:rPr>
          <w:t>Registration of a Resource Entity</w:t>
        </w:r>
        <w:r w:rsidRPr="00D239AF">
          <w:rPr>
            <w:webHidden/>
          </w:rPr>
          <w:tab/>
        </w:r>
        <w:r w:rsidRPr="00D239AF">
          <w:rPr>
            <w:webHidden/>
          </w:rPr>
          <w:fldChar w:fldCharType="begin"/>
        </w:r>
        <w:r w:rsidRPr="00D239AF">
          <w:rPr>
            <w:webHidden/>
          </w:rPr>
          <w:instrText xml:space="preserve"> PAGEREF _Toc34728480 \h </w:instrText>
        </w:r>
        <w:r w:rsidRPr="00D239AF">
          <w:rPr>
            <w:webHidden/>
          </w:rPr>
        </w:r>
        <w:r w:rsidRPr="00D239AF">
          <w:rPr>
            <w:webHidden/>
          </w:rPr>
          <w:fldChar w:fldCharType="separate"/>
        </w:r>
        <w:r w:rsidRPr="00D239AF">
          <w:rPr>
            <w:webHidden/>
          </w:rPr>
          <w:t>16-15</w:t>
        </w:r>
        <w:r w:rsidRPr="00D239AF">
          <w:rPr>
            <w:webHidden/>
          </w:rPr>
          <w:fldChar w:fldCharType="end"/>
        </w:r>
      </w:hyperlink>
    </w:p>
    <w:p w14:paraId="5AE4A43F" w14:textId="77777777" w:rsidR="00D239AF" w:rsidRPr="00D239AF" w:rsidRDefault="00D239AF">
      <w:pPr>
        <w:pStyle w:val="TOC3"/>
        <w:rPr>
          <w:rFonts w:eastAsiaTheme="minorEastAsia"/>
          <w:i w:val="0"/>
          <w:iCs w:val="0"/>
          <w:noProof/>
        </w:rPr>
      </w:pPr>
      <w:hyperlink w:anchor="_Toc34728481" w:history="1">
        <w:r w:rsidRPr="00D239AF">
          <w:rPr>
            <w:rStyle w:val="Hyperlink"/>
            <w:i w:val="0"/>
            <w:noProof/>
          </w:rPr>
          <w:t>16.5.1</w:t>
        </w:r>
        <w:r w:rsidRPr="00D239AF">
          <w:rPr>
            <w:rFonts w:eastAsiaTheme="minorEastAsia"/>
            <w:i w:val="0"/>
            <w:iCs w:val="0"/>
            <w:noProof/>
          </w:rPr>
          <w:tab/>
        </w:r>
        <w:r w:rsidRPr="00D239AF">
          <w:rPr>
            <w:rStyle w:val="Hyperlink"/>
            <w:i w:val="0"/>
            <w:noProof/>
          </w:rPr>
          <w:t>Technical and Managerial Requirements for Resource Entity Applicants</w:t>
        </w:r>
        <w:r w:rsidRPr="00D239AF">
          <w:rPr>
            <w:i w:val="0"/>
            <w:noProof/>
            <w:webHidden/>
          </w:rPr>
          <w:tab/>
        </w:r>
        <w:r w:rsidRPr="00D239AF">
          <w:rPr>
            <w:i w:val="0"/>
            <w:noProof/>
            <w:webHidden/>
          </w:rPr>
          <w:fldChar w:fldCharType="begin"/>
        </w:r>
        <w:r w:rsidRPr="00D239AF">
          <w:rPr>
            <w:i w:val="0"/>
            <w:noProof/>
            <w:webHidden/>
          </w:rPr>
          <w:instrText xml:space="preserve"> PAGEREF _Toc34728481 \h </w:instrText>
        </w:r>
        <w:r w:rsidRPr="00D239AF">
          <w:rPr>
            <w:i w:val="0"/>
            <w:noProof/>
            <w:webHidden/>
          </w:rPr>
        </w:r>
        <w:r w:rsidRPr="00D239AF">
          <w:rPr>
            <w:i w:val="0"/>
            <w:noProof/>
            <w:webHidden/>
          </w:rPr>
          <w:fldChar w:fldCharType="separate"/>
        </w:r>
        <w:r w:rsidRPr="00D239AF">
          <w:rPr>
            <w:i w:val="0"/>
            <w:noProof/>
            <w:webHidden/>
          </w:rPr>
          <w:t>16-16</w:t>
        </w:r>
        <w:r w:rsidRPr="00D239AF">
          <w:rPr>
            <w:i w:val="0"/>
            <w:noProof/>
            <w:webHidden/>
          </w:rPr>
          <w:fldChar w:fldCharType="end"/>
        </w:r>
      </w:hyperlink>
    </w:p>
    <w:p w14:paraId="107DEA1E" w14:textId="77777777" w:rsidR="00D239AF" w:rsidRPr="00D239AF" w:rsidRDefault="00D239AF">
      <w:pPr>
        <w:pStyle w:val="TOC4"/>
        <w:rPr>
          <w:rFonts w:eastAsiaTheme="minorEastAsia"/>
          <w:sz w:val="20"/>
          <w:szCs w:val="20"/>
        </w:rPr>
      </w:pPr>
      <w:hyperlink w:anchor="_Toc34728482" w:history="1">
        <w:r w:rsidRPr="00D239AF">
          <w:rPr>
            <w:rStyle w:val="Hyperlink"/>
            <w:sz w:val="20"/>
            <w:szCs w:val="20"/>
          </w:rPr>
          <w:t>16.5.1.1</w:t>
        </w:r>
        <w:r w:rsidRPr="00D239AF">
          <w:rPr>
            <w:rFonts w:eastAsiaTheme="minorEastAsia"/>
            <w:sz w:val="20"/>
            <w:szCs w:val="20"/>
          </w:rPr>
          <w:tab/>
        </w:r>
        <w:r w:rsidRPr="00D239AF">
          <w:rPr>
            <w:rStyle w:val="Hyperlink"/>
            <w:sz w:val="20"/>
            <w:szCs w:val="20"/>
          </w:rPr>
          <w:t>Designation of a Qualified Scheduling Entity</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_Toc34728482 \h </w:instrText>
        </w:r>
        <w:r w:rsidRPr="00D239AF">
          <w:rPr>
            <w:webHidden/>
            <w:sz w:val="20"/>
            <w:szCs w:val="20"/>
          </w:rPr>
        </w:r>
        <w:r w:rsidRPr="00D239AF">
          <w:rPr>
            <w:webHidden/>
            <w:sz w:val="20"/>
            <w:szCs w:val="20"/>
          </w:rPr>
          <w:fldChar w:fldCharType="separate"/>
        </w:r>
        <w:r w:rsidRPr="00D239AF">
          <w:rPr>
            <w:webHidden/>
            <w:sz w:val="20"/>
            <w:szCs w:val="20"/>
          </w:rPr>
          <w:t>16-16</w:t>
        </w:r>
        <w:r w:rsidRPr="00D239AF">
          <w:rPr>
            <w:webHidden/>
            <w:sz w:val="20"/>
            <w:szCs w:val="20"/>
          </w:rPr>
          <w:fldChar w:fldCharType="end"/>
        </w:r>
      </w:hyperlink>
    </w:p>
    <w:p w14:paraId="498B4396" w14:textId="77777777" w:rsidR="00D239AF" w:rsidRPr="00D239AF" w:rsidRDefault="00D239AF">
      <w:pPr>
        <w:pStyle w:val="TOC4"/>
        <w:rPr>
          <w:rFonts w:eastAsiaTheme="minorEastAsia"/>
          <w:sz w:val="20"/>
          <w:szCs w:val="20"/>
        </w:rPr>
      </w:pPr>
      <w:hyperlink w:anchor="_Toc34728483" w:history="1">
        <w:r w:rsidRPr="00D239AF">
          <w:rPr>
            <w:rStyle w:val="Hyperlink"/>
            <w:sz w:val="20"/>
            <w:szCs w:val="20"/>
          </w:rPr>
          <w:t>16.5.1.2</w:t>
        </w:r>
        <w:r w:rsidRPr="00D239AF">
          <w:rPr>
            <w:rFonts w:eastAsiaTheme="minorEastAsia"/>
            <w:sz w:val="20"/>
            <w:szCs w:val="20"/>
          </w:rPr>
          <w:tab/>
        </w:r>
        <w:r w:rsidRPr="00D239AF">
          <w:rPr>
            <w:rStyle w:val="Hyperlink"/>
            <w:sz w:val="20"/>
            <w:szCs w:val="20"/>
          </w:rPr>
          <w:t>Waiver for Federal Hydroelectric Facilities</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_Toc34728483 \h </w:instrText>
        </w:r>
        <w:r w:rsidRPr="00D239AF">
          <w:rPr>
            <w:webHidden/>
            <w:sz w:val="20"/>
            <w:szCs w:val="20"/>
          </w:rPr>
        </w:r>
        <w:r w:rsidRPr="00D239AF">
          <w:rPr>
            <w:webHidden/>
            <w:sz w:val="20"/>
            <w:szCs w:val="20"/>
          </w:rPr>
          <w:fldChar w:fldCharType="separate"/>
        </w:r>
        <w:r w:rsidRPr="00D239AF">
          <w:rPr>
            <w:webHidden/>
            <w:sz w:val="20"/>
            <w:szCs w:val="20"/>
          </w:rPr>
          <w:t>16-17</w:t>
        </w:r>
        <w:r w:rsidRPr="00D239AF">
          <w:rPr>
            <w:webHidden/>
            <w:sz w:val="20"/>
            <w:szCs w:val="20"/>
          </w:rPr>
          <w:fldChar w:fldCharType="end"/>
        </w:r>
      </w:hyperlink>
    </w:p>
    <w:p w14:paraId="7EAC9E4A" w14:textId="77777777" w:rsidR="00D239AF" w:rsidRPr="00D239AF" w:rsidRDefault="00D239AF">
      <w:pPr>
        <w:pStyle w:val="TOC4"/>
        <w:rPr>
          <w:rFonts w:eastAsiaTheme="minorEastAsia"/>
          <w:sz w:val="20"/>
          <w:szCs w:val="20"/>
        </w:rPr>
      </w:pPr>
      <w:hyperlink w:anchor="_Toc34728484" w:history="1">
        <w:r w:rsidRPr="00D239AF">
          <w:rPr>
            <w:rStyle w:val="Hyperlink"/>
            <w:sz w:val="20"/>
            <w:szCs w:val="20"/>
          </w:rPr>
          <w:t>16.5.1.3</w:t>
        </w:r>
        <w:r w:rsidRPr="00D239AF">
          <w:rPr>
            <w:rFonts w:eastAsiaTheme="minorEastAsia"/>
            <w:sz w:val="20"/>
            <w:szCs w:val="20"/>
          </w:rPr>
          <w:tab/>
        </w:r>
        <w:r w:rsidRPr="00D239AF">
          <w:rPr>
            <w:rStyle w:val="Hyperlink"/>
            <w:sz w:val="20"/>
            <w:szCs w:val="20"/>
          </w:rPr>
          <w:t>Waiver for Block Load Transfer Resources</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_Toc34728484 \h </w:instrText>
        </w:r>
        <w:r w:rsidRPr="00D239AF">
          <w:rPr>
            <w:webHidden/>
            <w:sz w:val="20"/>
            <w:szCs w:val="20"/>
          </w:rPr>
        </w:r>
        <w:r w:rsidRPr="00D239AF">
          <w:rPr>
            <w:webHidden/>
            <w:sz w:val="20"/>
            <w:szCs w:val="20"/>
          </w:rPr>
          <w:fldChar w:fldCharType="separate"/>
        </w:r>
        <w:r w:rsidRPr="00D239AF">
          <w:rPr>
            <w:webHidden/>
            <w:sz w:val="20"/>
            <w:szCs w:val="20"/>
          </w:rPr>
          <w:t>16-17</w:t>
        </w:r>
        <w:r w:rsidRPr="00D239AF">
          <w:rPr>
            <w:webHidden/>
            <w:sz w:val="20"/>
            <w:szCs w:val="20"/>
          </w:rPr>
          <w:fldChar w:fldCharType="end"/>
        </w:r>
      </w:hyperlink>
    </w:p>
    <w:p w14:paraId="3F41840E" w14:textId="77777777" w:rsidR="00D239AF" w:rsidRPr="00D239AF" w:rsidRDefault="00D239AF">
      <w:pPr>
        <w:pStyle w:val="TOC3"/>
        <w:rPr>
          <w:rFonts w:eastAsiaTheme="minorEastAsia"/>
          <w:i w:val="0"/>
          <w:iCs w:val="0"/>
          <w:noProof/>
        </w:rPr>
      </w:pPr>
      <w:hyperlink w:anchor="_Toc34728485" w:history="1">
        <w:r w:rsidRPr="00D239AF">
          <w:rPr>
            <w:rStyle w:val="Hyperlink"/>
            <w:i w:val="0"/>
            <w:noProof/>
          </w:rPr>
          <w:t>16.5.2</w:t>
        </w:r>
        <w:r w:rsidRPr="00D239AF">
          <w:rPr>
            <w:rFonts w:eastAsiaTheme="minorEastAsia"/>
            <w:i w:val="0"/>
            <w:iCs w:val="0"/>
            <w:noProof/>
          </w:rPr>
          <w:tab/>
        </w:r>
        <w:r w:rsidRPr="00D239AF">
          <w:rPr>
            <w:rStyle w:val="Hyperlink"/>
            <w:i w:val="0"/>
            <w:noProof/>
          </w:rPr>
          <w:t>Registration Process for a Resource Entity</w:t>
        </w:r>
        <w:r w:rsidRPr="00D239AF">
          <w:rPr>
            <w:i w:val="0"/>
            <w:noProof/>
            <w:webHidden/>
          </w:rPr>
          <w:tab/>
        </w:r>
        <w:r w:rsidRPr="00D239AF">
          <w:rPr>
            <w:i w:val="0"/>
            <w:noProof/>
            <w:webHidden/>
          </w:rPr>
          <w:fldChar w:fldCharType="begin"/>
        </w:r>
        <w:r w:rsidRPr="00D239AF">
          <w:rPr>
            <w:i w:val="0"/>
            <w:noProof/>
            <w:webHidden/>
          </w:rPr>
          <w:instrText xml:space="preserve"> PAGEREF _Toc34728485 \h </w:instrText>
        </w:r>
        <w:r w:rsidRPr="00D239AF">
          <w:rPr>
            <w:i w:val="0"/>
            <w:noProof/>
            <w:webHidden/>
          </w:rPr>
        </w:r>
        <w:r w:rsidRPr="00D239AF">
          <w:rPr>
            <w:i w:val="0"/>
            <w:noProof/>
            <w:webHidden/>
          </w:rPr>
          <w:fldChar w:fldCharType="separate"/>
        </w:r>
        <w:r w:rsidRPr="00D239AF">
          <w:rPr>
            <w:i w:val="0"/>
            <w:noProof/>
            <w:webHidden/>
          </w:rPr>
          <w:t>16-18</w:t>
        </w:r>
        <w:r w:rsidRPr="00D239AF">
          <w:rPr>
            <w:i w:val="0"/>
            <w:noProof/>
            <w:webHidden/>
          </w:rPr>
          <w:fldChar w:fldCharType="end"/>
        </w:r>
      </w:hyperlink>
    </w:p>
    <w:p w14:paraId="4F73DAA3" w14:textId="77777777" w:rsidR="00D239AF" w:rsidRPr="00D239AF" w:rsidRDefault="00D239AF">
      <w:pPr>
        <w:pStyle w:val="TOC4"/>
        <w:rPr>
          <w:rFonts w:eastAsiaTheme="minorEastAsia"/>
          <w:sz w:val="20"/>
          <w:szCs w:val="20"/>
        </w:rPr>
      </w:pPr>
      <w:hyperlink w:anchor="_Toc34728486" w:history="1">
        <w:r w:rsidRPr="00D239AF">
          <w:rPr>
            <w:rStyle w:val="Hyperlink"/>
            <w:sz w:val="20"/>
            <w:szCs w:val="20"/>
          </w:rPr>
          <w:t>16.5.2.1</w:t>
        </w:r>
        <w:r w:rsidRPr="00D239AF">
          <w:rPr>
            <w:rFonts w:eastAsiaTheme="minorEastAsia"/>
            <w:sz w:val="20"/>
            <w:szCs w:val="20"/>
          </w:rPr>
          <w:tab/>
        </w:r>
        <w:r w:rsidRPr="00D239AF">
          <w:rPr>
            <w:rStyle w:val="Hyperlink"/>
            <w:sz w:val="20"/>
            <w:szCs w:val="20"/>
          </w:rPr>
          <w:t>Notice of Receipt of Resource Entity Application</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_Toc34728486 \h </w:instrText>
        </w:r>
        <w:r w:rsidRPr="00D239AF">
          <w:rPr>
            <w:webHidden/>
            <w:sz w:val="20"/>
            <w:szCs w:val="20"/>
          </w:rPr>
        </w:r>
        <w:r w:rsidRPr="00D239AF">
          <w:rPr>
            <w:webHidden/>
            <w:sz w:val="20"/>
            <w:szCs w:val="20"/>
          </w:rPr>
          <w:fldChar w:fldCharType="separate"/>
        </w:r>
        <w:r w:rsidRPr="00D239AF">
          <w:rPr>
            <w:webHidden/>
            <w:sz w:val="20"/>
            <w:szCs w:val="20"/>
          </w:rPr>
          <w:t>16-18</w:t>
        </w:r>
        <w:r w:rsidRPr="00D239AF">
          <w:rPr>
            <w:webHidden/>
            <w:sz w:val="20"/>
            <w:szCs w:val="20"/>
          </w:rPr>
          <w:fldChar w:fldCharType="end"/>
        </w:r>
      </w:hyperlink>
    </w:p>
    <w:p w14:paraId="2A9778FB" w14:textId="77777777" w:rsidR="00D239AF" w:rsidRPr="00D239AF" w:rsidRDefault="00D239AF">
      <w:pPr>
        <w:pStyle w:val="TOC4"/>
        <w:rPr>
          <w:rFonts w:eastAsiaTheme="minorEastAsia"/>
          <w:sz w:val="20"/>
          <w:szCs w:val="20"/>
        </w:rPr>
      </w:pPr>
      <w:hyperlink w:anchor="_Toc34728487" w:history="1">
        <w:r w:rsidRPr="00D239AF">
          <w:rPr>
            <w:rStyle w:val="Hyperlink"/>
            <w:sz w:val="20"/>
            <w:szCs w:val="20"/>
          </w:rPr>
          <w:t>16.5.2.2</w:t>
        </w:r>
        <w:r w:rsidRPr="00D239AF">
          <w:rPr>
            <w:rFonts w:eastAsiaTheme="minorEastAsia"/>
            <w:sz w:val="20"/>
            <w:szCs w:val="20"/>
          </w:rPr>
          <w:tab/>
        </w:r>
        <w:r w:rsidRPr="00D239AF">
          <w:rPr>
            <w:rStyle w:val="Hyperlink"/>
            <w:sz w:val="20"/>
            <w:szCs w:val="20"/>
          </w:rPr>
          <w:t>Incomplete Resource Entity Applications</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_Toc34728487 \h </w:instrText>
        </w:r>
        <w:r w:rsidRPr="00D239AF">
          <w:rPr>
            <w:webHidden/>
            <w:sz w:val="20"/>
            <w:szCs w:val="20"/>
          </w:rPr>
        </w:r>
        <w:r w:rsidRPr="00D239AF">
          <w:rPr>
            <w:webHidden/>
            <w:sz w:val="20"/>
            <w:szCs w:val="20"/>
          </w:rPr>
          <w:fldChar w:fldCharType="separate"/>
        </w:r>
        <w:r w:rsidRPr="00D239AF">
          <w:rPr>
            <w:webHidden/>
            <w:sz w:val="20"/>
            <w:szCs w:val="20"/>
          </w:rPr>
          <w:t>16-18</w:t>
        </w:r>
        <w:r w:rsidRPr="00D239AF">
          <w:rPr>
            <w:webHidden/>
            <w:sz w:val="20"/>
            <w:szCs w:val="20"/>
          </w:rPr>
          <w:fldChar w:fldCharType="end"/>
        </w:r>
      </w:hyperlink>
    </w:p>
    <w:p w14:paraId="1008FFE4" w14:textId="77777777" w:rsidR="00D239AF" w:rsidRPr="00D239AF" w:rsidRDefault="00D239AF">
      <w:pPr>
        <w:pStyle w:val="TOC3"/>
        <w:rPr>
          <w:rFonts w:eastAsiaTheme="minorEastAsia"/>
          <w:i w:val="0"/>
          <w:iCs w:val="0"/>
          <w:noProof/>
        </w:rPr>
      </w:pPr>
      <w:hyperlink w:anchor="_Toc34728488" w:history="1">
        <w:r w:rsidRPr="00D239AF">
          <w:rPr>
            <w:rStyle w:val="Hyperlink"/>
            <w:i w:val="0"/>
            <w:noProof/>
          </w:rPr>
          <w:t>16.5.3</w:t>
        </w:r>
        <w:r w:rsidRPr="00D239AF">
          <w:rPr>
            <w:rFonts w:eastAsiaTheme="minorEastAsia"/>
            <w:i w:val="0"/>
            <w:iCs w:val="0"/>
            <w:noProof/>
          </w:rPr>
          <w:tab/>
        </w:r>
        <w:r w:rsidRPr="00D239AF">
          <w:rPr>
            <w:rStyle w:val="Hyperlink"/>
            <w:i w:val="0"/>
            <w:noProof/>
          </w:rPr>
          <w:t>Changing QSE Designation</w:t>
        </w:r>
        <w:r w:rsidRPr="00D239AF">
          <w:rPr>
            <w:i w:val="0"/>
            <w:noProof/>
            <w:webHidden/>
          </w:rPr>
          <w:tab/>
        </w:r>
        <w:r w:rsidRPr="00D239AF">
          <w:rPr>
            <w:i w:val="0"/>
            <w:noProof/>
            <w:webHidden/>
          </w:rPr>
          <w:fldChar w:fldCharType="begin"/>
        </w:r>
        <w:r w:rsidRPr="00D239AF">
          <w:rPr>
            <w:i w:val="0"/>
            <w:noProof/>
            <w:webHidden/>
          </w:rPr>
          <w:instrText xml:space="preserve"> PAGEREF _Toc34728488 \h </w:instrText>
        </w:r>
        <w:r w:rsidRPr="00D239AF">
          <w:rPr>
            <w:i w:val="0"/>
            <w:noProof/>
            <w:webHidden/>
          </w:rPr>
        </w:r>
        <w:r w:rsidRPr="00D239AF">
          <w:rPr>
            <w:i w:val="0"/>
            <w:noProof/>
            <w:webHidden/>
          </w:rPr>
          <w:fldChar w:fldCharType="separate"/>
        </w:r>
        <w:r w:rsidRPr="00D239AF">
          <w:rPr>
            <w:i w:val="0"/>
            <w:noProof/>
            <w:webHidden/>
          </w:rPr>
          <w:t>16-19</w:t>
        </w:r>
        <w:r w:rsidRPr="00D239AF">
          <w:rPr>
            <w:i w:val="0"/>
            <w:noProof/>
            <w:webHidden/>
          </w:rPr>
          <w:fldChar w:fldCharType="end"/>
        </w:r>
      </w:hyperlink>
    </w:p>
    <w:p w14:paraId="444D84FA" w14:textId="77777777" w:rsidR="00D239AF" w:rsidRPr="00D239AF" w:rsidRDefault="00D239AF">
      <w:pPr>
        <w:pStyle w:val="TOC3"/>
        <w:rPr>
          <w:rFonts w:eastAsiaTheme="minorEastAsia"/>
          <w:i w:val="0"/>
          <w:iCs w:val="0"/>
          <w:noProof/>
        </w:rPr>
      </w:pPr>
      <w:hyperlink w:anchor="_Toc34728489" w:history="1">
        <w:r w:rsidRPr="00D239AF">
          <w:rPr>
            <w:rStyle w:val="Hyperlink"/>
            <w:i w:val="0"/>
            <w:noProof/>
          </w:rPr>
          <w:t>16.5.4</w:t>
        </w:r>
        <w:r w:rsidRPr="00D239AF">
          <w:rPr>
            <w:rFonts w:eastAsiaTheme="minorEastAsia"/>
            <w:i w:val="0"/>
            <w:iCs w:val="0"/>
            <w:noProof/>
          </w:rPr>
          <w:tab/>
        </w:r>
        <w:r w:rsidRPr="00D239AF">
          <w:rPr>
            <w:rStyle w:val="Hyperlink"/>
            <w:i w:val="0"/>
            <w:noProof/>
          </w:rPr>
          <w:t>Maintaining and Updating Resource Entity Information</w:t>
        </w:r>
        <w:r w:rsidRPr="00D239AF">
          <w:rPr>
            <w:i w:val="0"/>
            <w:noProof/>
            <w:webHidden/>
          </w:rPr>
          <w:tab/>
        </w:r>
        <w:r w:rsidRPr="00D239AF">
          <w:rPr>
            <w:i w:val="0"/>
            <w:noProof/>
            <w:webHidden/>
          </w:rPr>
          <w:fldChar w:fldCharType="begin"/>
        </w:r>
        <w:r w:rsidRPr="00D239AF">
          <w:rPr>
            <w:i w:val="0"/>
            <w:noProof/>
            <w:webHidden/>
          </w:rPr>
          <w:instrText xml:space="preserve"> PAGEREF _Toc34728489 \h </w:instrText>
        </w:r>
        <w:r w:rsidRPr="00D239AF">
          <w:rPr>
            <w:i w:val="0"/>
            <w:noProof/>
            <w:webHidden/>
          </w:rPr>
        </w:r>
        <w:r w:rsidRPr="00D239AF">
          <w:rPr>
            <w:i w:val="0"/>
            <w:noProof/>
            <w:webHidden/>
          </w:rPr>
          <w:fldChar w:fldCharType="separate"/>
        </w:r>
        <w:r w:rsidRPr="00D239AF">
          <w:rPr>
            <w:i w:val="0"/>
            <w:noProof/>
            <w:webHidden/>
          </w:rPr>
          <w:t>16-20</w:t>
        </w:r>
        <w:r w:rsidRPr="00D239AF">
          <w:rPr>
            <w:i w:val="0"/>
            <w:noProof/>
            <w:webHidden/>
          </w:rPr>
          <w:fldChar w:fldCharType="end"/>
        </w:r>
      </w:hyperlink>
    </w:p>
    <w:p w14:paraId="6CF338AB" w14:textId="77777777" w:rsidR="00D239AF" w:rsidRPr="00D239AF" w:rsidRDefault="00D239AF">
      <w:pPr>
        <w:pStyle w:val="TOC2"/>
        <w:rPr>
          <w:rFonts w:eastAsiaTheme="minorEastAsia"/>
        </w:rPr>
      </w:pPr>
      <w:hyperlink w:anchor="_Toc34728490" w:history="1">
        <w:r w:rsidRPr="00D239AF">
          <w:rPr>
            <w:rStyle w:val="Hyperlink"/>
          </w:rPr>
          <w:t>16.6</w:t>
        </w:r>
        <w:r w:rsidRPr="00D239AF">
          <w:rPr>
            <w:rFonts w:eastAsiaTheme="minorEastAsia"/>
          </w:rPr>
          <w:tab/>
        </w:r>
        <w:r w:rsidRPr="00D239AF">
          <w:rPr>
            <w:rStyle w:val="Hyperlink"/>
          </w:rPr>
          <w:t>Registration of Municipally Owned Utilities and Electric Cooperatives in the ERCOT Region</w:t>
        </w:r>
        <w:r w:rsidRPr="00D239AF">
          <w:rPr>
            <w:webHidden/>
          </w:rPr>
          <w:tab/>
        </w:r>
        <w:r w:rsidRPr="00D239AF">
          <w:rPr>
            <w:webHidden/>
          </w:rPr>
          <w:fldChar w:fldCharType="begin"/>
        </w:r>
        <w:r w:rsidRPr="00D239AF">
          <w:rPr>
            <w:webHidden/>
          </w:rPr>
          <w:instrText xml:space="preserve"> PAGEREF _Toc34728490 \h </w:instrText>
        </w:r>
        <w:r w:rsidRPr="00D239AF">
          <w:rPr>
            <w:webHidden/>
          </w:rPr>
        </w:r>
        <w:r w:rsidRPr="00D239AF">
          <w:rPr>
            <w:webHidden/>
          </w:rPr>
          <w:fldChar w:fldCharType="separate"/>
        </w:r>
        <w:r w:rsidRPr="00D239AF">
          <w:rPr>
            <w:webHidden/>
          </w:rPr>
          <w:t>16-21</w:t>
        </w:r>
        <w:r w:rsidRPr="00D239AF">
          <w:rPr>
            <w:webHidden/>
          </w:rPr>
          <w:fldChar w:fldCharType="end"/>
        </w:r>
      </w:hyperlink>
    </w:p>
    <w:p w14:paraId="49D1EDC2" w14:textId="77777777" w:rsidR="00D239AF" w:rsidRPr="00D239AF" w:rsidRDefault="00D239AF">
      <w:pPr>
        <w:pStyle w:val="TOC2"/>
        <w:rPr>
          <w:rFonts w:eastAsiaTheme="minorEastAsia"/>
        </w:rPr>
      </w:pPr>
      <w:hyperlink w:anchor="_Toc34728491" w:history="1">
        <w:r w:rsidRPr="00D239AF">
          <w:rPr>
            <w:rStyle w:val="Hyperlink"/>
          </w:rPr>
          <w:t>16.7</w:t>
        </w:r>
        <w:r w:rsidRPr="00D239AF">
          <w:rPr>
            <w:rFonts w:eastAsiaTheme="minorEastAsia"/>
          </w:rPr>
          <w:tab/>
        </w:r>
        <w:r w:rsidRPr="00D239AF">
          <w:rPr>
            <w:rStyle w:val="Hyperlink"/>
          </w:rPr>
          <w:t>Registration of Renewable Energy Credit Account Holders</w:t>
        </w:r>
        <w:r w:rsidRPr="00D239AF">
          <w:rPr>
            <w:webHidden/>
          </w:rPr>
          <w:tab/>
        </w:r>
        <w:r w:rsidRPr="00D239AF">
          <w:rPr>
            <w:webHidden/>
          </w:rPr>
          <w:fldChar w:fldCharType="begin"/>
        </w:r>
        <w:r w:rsidRPr="00D239AF">
          <w:rPr>
            <w:webHidden/>
          </w:rPr>
          <w:instrText xml:space="preserve"> PAGEREF _Toc34728491 \h </w:instrText>
        </w:r>
        <w:r w:rsidRPr="00D239AF">
          <w:rPr>
            <w:webHidden/>
          </w:rPr>
        </w:r>
        <w:r w:rsidRPr="00D239AF">
          <w:rPr>
            <w:webHidden/>
          </w:rPr>
          <w:fldChar w:fldCharType="separate"/>
        </w:r>
        <w:r w:rsidRPr="00D239AF">
          <w:rPr>
            <w:webHidden/>
          </w:rPr>
          <w:t>16-21</w:t>
        </w:r>
        <w:r w:rsidRPr="00D239AF">
          <w:rPr>
            <w:webHidden/>
          </w:rPr>
          <w:fldChar w:fldCharType="end"/>
        </w:r>
      </w:hyperlink>
    </w:p>
    <w:p w14:paraId="159B0C36" w14:textId="77777777" w:rsidR="00D239AF" w:rsidRPr="00D239AF" w:rsidRDefault="00D239AF">
      <w:pPr>
        <w:pStyle w:val="TOC2"/>
        <w:rPr>
          <w:rFonts w:eastAsiaTheme="minorEastAsia"/>
        </w:rPr>
      </w:pPr>
      <w:hyperlink w:anchor="_Toc34728492" w:history="1">
        <w:r w:rsidRPr="00D239AF">
          <w:rPr>
            <w:rStyle w:val="Hyperlink"/>
          </w:rPr>
          <w:t>16.8</w:t>
        </w:r>
        <w:r w:rsidRPr="00D239AF">
          <w:rPr>
            <w:rFonts w:eastAsiaTheme="minorEastAsia"/>
          </w:rPr>
          <w:tab/>
        </w:r>
        <w:r w:rsidRPr="00D239AF">
          <w:rPr>
            <w:rStyle w:val="Hyperlink"/>
          </w:rPr>
          <w:t>Registration and Qualification of Congestion Revenue Rights Account Holders</w:t>
        </w:r>
        <w:r w:rsidRPr="00D239AF">
          <w:rPr>
            <w:webHidden/>
          </w:rPr>
          <w:tab/>
        </w:r>
        <w:r w:rsidRPr="00D239AF">
          <w:rPr>
            <w:webHidden/>
          </w:rPr>
          <w:fldChar w:fldCharType="begin"/>
        </w:r>
        <w:r w:rsidRPr="00D239AF">
          <w:rPr>
            <w:webHidden/>
          </w:rPr>
          <w:instrText xml:space="preserve"> PAGEREF _Toc34728492 \h </w:instrText>
        </w:r>
        <w:r w:rsidRPr="00D239AF">
          <w:rPr>
            <w:webHidden/>
          </w:rPr>
        </w:r>
        <w:r w:rsidRPr="00D239AF">
          <w:rPr>
            <w:webHidden/>
          </w:rPr>
          <w:fldChar w:fldCharType="separate"/>
        </w:r>
        <w:r w:rsidRPr="00D239AF">
          <w:rPr>
            <w:webHidden/>
          </w:rPr>
          <w:t>16-21</w:t>
        </w:r>
        <w:r w:rsidRPr="00D239AF">
          <w:rPr>
            <w:webHidden/>
          </w:rPr>
          <w:fldChar w:fldCharType="end"/>
        </w:r>
      </w:hyperlink>
    </w:p>
    <w:p w14:paraId="78303A32" w14:textId="77777777" w:rsidR="00D239AF" w:rsidRPr="00D239AF" w:rsidRDefault="00D239AF">
      <w:pPr>
        <w:pStyle w:val="TOC3"/>
        <w:rPr>
          <w:rFonts w:eastAsiaTheme="minorEastAsia"/>
          <w:i w:val="0"/>
          <w:iCs w:val="0"/>
          <w:noProof/>
        </w:rPr>
      </w:pPr>
      <w:hyperlink w:anchor="_Toc34728493" w:history="1">
        <w:r w:rsidRPr="00D239AF">
          <w:rPr>
            <w:rStyle w:val="Hyperlink"/>
            <w:i w:val="0"/>
            <w:noProof/>
          </w:rPr>
          <w:t>16.8.1</w:t>
        </w:r>
        <w:r w:rsidRPr="00D239AF">
          <w:rPr>
            <w:rFonts w:eastAsiaTheme="minorEastAsia"/>
            <w:i w:val="0"/>
            <w:iCs w:val="0"/>
            <w:noProof/>
          </w:rPr>
          <w:tab/>
        </w:r>
        <w:r w:rsidRPr="00D239AF">
          <w:rPr>
            <w:rStyle w:val="Hyperlink"/>
            <w:i w:val="0"/>
            <w:noProof/>
          </w:rPr>
          <w:t>Criteria for Qualification as a CRR Account Holder</w:t>
        </w:r>
        <w:r w:rsidRPr="00D239AF">
          <w:rPr>
            <w:i w:val="0"/>
            <w:noProof/>
            <w:webHidden/>
          </w:rPr>
          <w:tab/>
        </w:r>
        <w:r w:rsidRPr="00D239AF">
          <w:rPr>
            <w:i w:val="0"/>
            <w:noProof/>
            <w:webHidden/>
          </w:rPr>
          <w:fldChar w:fldCharType="begin"/>
        </w:r>
        <w:r w:rsidRPr="00D239AF">
          <w:rPr>
            <w:i w:val="0"/>
            <w:noProof/>
            <w:webHidden/>
          </w:rPr>
          <w:instrText xml:space="preserve"> PAGEREF _Toc34728493 \h </w:instrText>
        </w:r>
        <w:r w:rsidRPr="00D239AF">
          <w:rPr>
            <w:i w:val="0"/>
            <w:noProof/>
            <w:webHidden/>
          </w:rPr>
        </w:r>
        <w:r w:rsidRPr="00D239AF">
          <w:rPr>
            <w:i w:val="0"/>
            <w:noProof/>
            <w:webHidden/>
          </w:rPr>
          <w:fldChar w:fldCharType="separate"/>
        </w:r>
        <w:r w:rsidRPr="00D239AF">
          <w:rPr>
            <w:i w:val="0"/>
            <w:noProof/>
            <w:webHidden/>
          </w:rPr>
          <w:t>16-21</w:t>
        </w:r>
        <w:r w:rsidRPr="00D239AF">
          <w:rPr>
            <w:i w:val="0"/>
            <w:noProof/>
            <w:webHidden/>
          </w:rPr>
          <w:fldChar w:fldCharType="end"/>
        </w:r>
      </w:hyperlink>
    </w:p>
    <w:p w14:paraId="6D359469" w14:textId="77777777" w:rsidR="00D239AF" w:rsidRPr="00D239AF" w:rsidRDefault="00D239AF">
      <w:pPr>
        <w:pStyle w:val="TOC3"/>
        <w:rPr>
          <w:rFonts w:eastAsiaTheme="minorEastAsia"/>
          <w:i w:val="0"/>
          <w:iCs w:val="0"/>
          <w:noProof/>
        </w:rPr>
      </w:pPr>
      <w:hyperlink w:anchor="_Toc34728494" w:history="1">
        <w:r w:rsidRPr="00D239AF">
          <w:rPr>
            <w:rStyle w:val="Hyperlink"/>
            <w:i w:val="0"/>
            <w:noProof/>
          </w:rPr>
          <w:t>16.8.2</w:t>
        </w:r>
        <w:r w:rsidRPr="00D239AF">
          <w:rPr>
            <w:rFonts w:eastAsiaTheme="minorEastAsia"/>
            <w:i w:val="0"/>
            <w:iCs w:val="0"/>
            <w:noProof/>
          </w:rPr>
          <w:tab/>
        </w:r>
        <w:r w:rsidRPr="00D239AF">
          <w:rPr>
            <w:rStyle w:val="Hyperlink"/>
            <w:i w:val="0"/>
            <w:noProof/>
          </w:rPr>
          <w:t>CRR Account Holder Application Process</w:t>
        </w:r>
        <w:r w:rsidRPr="00D239AF">
          <w:rPr>
            <w:i w:val="0"/>
            <w:noProof/>
            <w:webHidden/>
          </w:rPr>
          <w:tab/>
        </w:r>
        <w:r w:rsidRPr="00D239AF">
          <w:rPr>
            <w:i w:val="0"/>
            <w:noProof/>
            <w:webHidden/>
          </w:rPr>
          <w:fldChar w:fldCharType="begin"/>
        </w:r>
        <w:r w:rsidRPr="00D239AF">
          <w:rPr>
            <w:i w:val="0"/>
            <w:noProof/>
            <w:webHidden/>
          </w:rPr>
          <w:instrText xml:space="preserve"> PAGEREF _Toc34728494 \h </w:instrText>
        </w:r>
        <w:r w:rsidRPr="00D239AF">
          <w:rPr>
            <w:i w:val="0"/>
            <w:noProof/>
            <w:webHidden/>
          </w:rPr>
        </w:r>
        <w:r w:rsidRPr="00D239AF">
          <w:rPr>
            <w:i w:val="0"/>
            <w:noProof/>
            <w:webHidden/>
          </w:rPr>
          <w:fldChar w:fldCharType="separate"/>
        </w:r>
        <w:r w:rsidRPr="00D239AF">
          <w:rPr>
            <w:i w:val="0"/>
            <w:noProof/>
            <w:webHidden/>
          </w:rPr>
          <w:t>16-22</w:t>
        </w:r>
        <w:r w:rsidRPr="00D239AF">
          <w:rPr>
            <w:i w:val="0"/>
            <w:noProof/>
            <w:webHidden/>
          </w:rPr>
          <w:fldChar w:fldCharType="end"/>
        </w:r>
      </w:hyperlink>
    </w:p>
    <w:p w14:paraId="3B8B70EA" w14:textId="77777777" w:rsidR="00D239AF" w:rsidRPr="00D239AF" w:rsidRDefault="00D239AF">
      <w:pPr>
        <w:pStyle w:val="TOC4"/>
        <w:rPr>
          <w:rFonts w:eastAsiaTheme="minorEastAsia"/>
          <w:sz w:val="20"/>
          <w:szCs w:val="20"/>
        </w:rPr>
      </w:pPr>
      <w:hyperlink w:anchor="_Toc34728495" w:history="1">
        <w:r w:rsidRPr="00D239AF">
          <w:rPr>
            <w:rStyle w:val="Hyperlink"/>
            <w:sz w:val="20"/>
            <w:szCs w:val="20"/>
          </w:rPr>
          <w:t>16.8.2.1</w:t>
        </w:r>
        <w:r w:rsidRPr="00D239AF">
          <w:rPr>
            <w:rFonts w:eastAsiaTheme="minorEastAsia"/>
            <w:sz w:val="20"/>
            <w:szCs w:val="20"/>
          </w:rPr>
          <w:tab/>
        </w:r>
        <w:r w:rsidRPr="00D239AF">
          <w:rPr>
            <w:rStyle w:val="Hyperlink"/>
            <w:sz w:val="20"/>
            <w:szCs w:val="20"/>
          </w:rPr>
          <w:t>Notice of Receipt of CRR Account Holder Application</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_Toc34728495 \h </w:instrText>
        </w:r>
        <w:r w:rsidRPr="00D239AF">
          <w:rPr>
            <w:webHidden/>
            <w:sz w:val="20"/>
            <w:szCs w:val="20"/>
          </w:rPr>
        </w:r>
        <w:r w:rsidRPr="00D239AF">
          <w:rPr>
            <w:webHidden/>
            <w:sz w:val="20"/>
            <w:szCs w:val="20"/>
          </w:rPr>
          <w:fldChar w:fldCharType="separate"/>
        </w:r>
        <w:r w:rsidRPr="00D239AF">
          <w:rPr>
            <w:webHidden/>
            <w:sz w:val="20"/>
            <w:szCs w:val="20"/>
          </w:rPr>
          <w:t>16-23</w:t>
        </w:r>
        <w:r w:rsidRPr="00D239AF">
          <w:rPr>
            <w:webHidden/>
            <w:sz w:val="20"/>
            <w:szCs w:val="20"/>
          </w:rPr>
          <w:fldChar w:fldCharType="end"/>
        </w:r>
      </w:hyperlink>
    </w:p>
    <w:p w14:paraId="6F7782B8" w14:textId="77777777" w:rsidR="00D239AF" w:rsidRPr="00D239AF" w:rsidRDefault="00D239AF">
      <w:pPr>
        <w:pStyle w:val="TOC4"/>
        <w:rPr>
          <w:rFonts w:eastAsiaTheme="minorEastAsia"/>
          <w:sz w:val="20"/>
          <w:szCs w:val="20"/>
        </w:rPr>
      </w:pPr>
      <w:hyperlink w:anchor="_Toc34728496" w:history="1">
        <w:r w:rsidRPr="00D239AF">
          <w:rPr>
            <w:rStyle w:val="Hyperlink"/>
            <w:sz w:val="20"/>
            <w:szCs w:val="20"/>
          </w:rPr>
          <w:t>16.8.2.2</w:t>
        </w:r>
        <w:r w:rsidRPr="00D239AF">
          <w:rPr>
            <w:rFonts w:eastAsiaTheme="minorEastAsia"/>
            <w:sz w:val="20"/>
            <w:szCs w:val="20"/>
          </w:rPr>
          <w:tab/>
        </w:r>
        <w:r w:rsidRPr="00D239AF">
          <w:rPr>
            <w:rStyle w:val="Hyperlink"/>
            <w:sz w:val="20"/>
            <w:szCs w:val="20"/>
          </w:rPr>
          <w:t>Incomplete Applications</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_Toc34728496 \h </w:instrText>
        </w:r>
        <w:r w:rsidRPr="00D239AF">
          <w:rPr>
            <w:webHidden/>
            <w:sz w:val="20"/>
            <w:szCs w:val="20"/>
          </w:rPr>
        </w:r>
        <w:r w:rsidRPr="00D239AF">
          <w:rPr>
            <w:webHidden/>
            <w:sz w:val="20"/>
            <w:szCs w:val="20"/>
          </w:rPr>
          <w:fldChar w:fldCharType="separate"/>
        </w:r>
        <w:r w:rsidRPr="00D239AF">
          <w:rPr>
            <w:webHidden/>
            <w:sz w:val="20"/>
            <w:szCs w:val="20"/>
          </w:rPr>
          <w:t>16-23</w:t>
        </w:r>
        <w:r w:rsidRPr="00D239AF">
          <w:rPr>
            <w:webHidden/>
            <w:sz w:val="20"/>
            <w:szCs w:val="20"/>
          </w:rPr>
          <w:fldChar w:fldCharType="end"/>
        </w:r>
      </w:hyperlink>
    </w:p>
    <w:p w14:paraId="56DEB225" w14:textId="77777777" w:rsidR="00D239AF" w:rsidRPr="00D239AF" w:rsidRDefault="00D239AF">
      <w:pPr>
        <w:pStyle w:val="TOC4"/>
        <w:rPr>
          <w:rFonts w:eastAsiaTheme="minorEastAsia"/>
          <w:sz w:val="20"/>
          <w:szCs w:val="20"/>
        </w:rPr>
      </w:pPr>
      <w:hyperlink w:anchor="_Toc34728497" w:history="1">
        <w:r w:rsidRPr="00D239AF">
          <w:rPr>
            <w:rStyle w:val="Hyperlink"/>
            <w:sz w:val="20"/>
            <w:szCs w:val="20"/>
          </w:rPr>
          <w:t>16.8.2.3</w:t>
        </w:r>
        <w:r w:rsidRPr="00D239AF">
          <w:rPr>
            <w:rFonts w:eastAsiaTheme="minorEastAsia"/>
            <w:sz w:val="20"/>
            <w:szCs w:val="20"/>
          </w:rPr>
          <w:tab/>
        </w:r>
        <w:r w:rsidRPr="00D239AF">
          <w:rPr>
            <w:rStyle w:val="Hyperlink"/>
            <w:sz w:val="20"/>
            <w:szCs w:val="20"/>
          </w:rPr>
          <w:t>ERCOT Approval or Rejection of CRR Account Holder Application</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_Toc34728497 \h </w:instrText>
        </w:r>
        <w:r w:rsidRPr="00D239AF">
          <w:rPr>
            <w:webHidden/>
            <w:sz w:val="20"/>
            <w:szCs w:val="20"/>
          </w:rPr>
        </w:r>
        <w:r w:rsidRPr="00D239AF">
          <w:rPr>
            <w:webHidden/>
            <w:sz w:val="20"/>
            <w:szCs w:val="20"/>
          </w:rPr>
          <w:fldChar w:fldCharType="separate"/>
        </w:r>
        <w:r w:rsidRPr="00D239AF">
          <w:rPr>
            <w:webHidden/>
            <w:sz w:val="20"/>
            <w:szCs w:val="20"/>
          </w:rPr>
          <w:t>16-23</w:t>
        </w:r>
        <w:r w:rsidRPr="00D239AF">
          <w:rPr>
            <w:webHidden/>
            <w:sz w:val="20"/>
            <w:szCs w:val="20"/>
          </w:rPr>
          <w:fldChar w:fldCharType="end"/>
        </w:r>
      </w:hyperlink>
    </w:p>
    <w:p w14:paraId="38652576" w14:textId="77777777" w:rsidR="00D239AF" w:rsidRPr="00D239AF" w:rsidRDefault="00D239AF">
      <w:pPr>
        <w:pStyle w:val="TOC3"/>
        <w:rPr>
          <w:rFonts w:eastAsiaTheme="minorEastAsia"/>
          <w:i w:val="0"/>
          <w:iCs w:val="0"/>
          <w:noProof/>
        </w:rPr>
      </w:pPr>
      <w:hyperlink w:anchor="_Toc34728498" w:history="1">
        <w:r w:rsidRPr="00D239AF">
          <w:rPr>
            <w:rStyle w:val="Hyperlink"/>
            <w:i w:val="0"/>
            <w:noProof/>
          </w:rPr>
          <w:t>16.8.3</w:t>
        </w:r>
        <w:r w:rsidRPr="00D239AF">
          <w:rPr>
            <w:rFonts w:eastAsiaTheme="minorEastAsia"/>
            <w:i w:val="0"/>
            <w:iCs w:val="0"/>
            <w:noProof/>
          </w:rPr>
          <w:tab/>
        </w:r>
        <w:r w:rsidRPr="00D239AF">
          <w:rPr>
            <w:rStyle w:val="Hyperlink"/>
            <w:i w:val="0"/>
            <w:noProof/>
          </w:rPr>
          <w:t>Remaining Steps for CRR Account Holder Registration</w:t>
        </w:r>
        <w:r w:rsidRPr="00D239AF">
          <w:rPr>
            <w:i w:val="0"/>
            <w:noProof/>
            <w:webHidden/>
          </w:rPr>
          <w:tab/>
        </w:r>
        <w:r w:rsidRPr="00D239AF">
          <w:rPr>
            <w:i w:val="0"/>
            <w:noProof/>
            <w:webHidden/>
          </w:rPr>
          <w:fldChar w:fldCharType="begin"/>
        </w:r>
        <w:r w:rsidRPr="00D239AF">
          <w:rPr>
            <w:i w:val="0"/>
            <w:noProof/>
            <w:webHidden/>
          </w:rPr>
          <w:instrText xml:space="preserve"> PAGEREF _Toc34728498 \h </w:instrText>
        </w:r>
        <w:r w:rsidRPr="00D239AF">
          <w:rPr>
            <w:i w:val="0"/>
            <w:noProof/>
            <w:webHidden/>
          </w:rPr>
        </w:r>
        <w:r w:rsidRPr="00D239AF">
          <w:rPr>
            <w:i w:val="0"/>
            <w:noProof/>
            <w:webHidden/>
          </w:rPr>
          <w:fldChar w:fldCharType="separate"/>
        </w:r>
        <w:r w:rsidRPr="00D239AF">
          <w:rPr>
            <w:i w:val="0"/>
            <w:noProof/>
            <w:webHidden/>
          </w:rPr>
          <w:t>16-24</w:t>
        </w:r>
        <w:r w:rsidRPr="00D239AF">
          <w:rPr>
            <w:i w:val="0"/>
            <w:noProof/>
            <w:webHidden/>
          </w:rPr>
          <w:fldChar w:fldCharType="end"/>
        </w:r>
      </w:hyperlink>
    </w:p>
    <w:p w14:paraId="1B5AE88D" w14:textId="77777777" w:rsidR="00D239AF" w:rsidRPr="00D239AF" w:rsidRDefault="00D239AF">
      <w:pPr>
        <w:pStyle w:val="TOC4"/>
        <w:rPr>
          <w:rFonts w:eastAsiaTheme="minorEastAsia"/>
          <w:sz w:val="20"/>
          <w:szCs w:val="20"/>
        </w:rPr>
      </w:pPr>
      <w:hyperlink w:anchor="_Toc34728499" w:history="1">
        <w:r w:rsidRPr="00D239AF">
          <w:rPr>
            <w:rStyle w:val="Hyperlink"/>
            <w:sz w:val="20"/>
            <w:szCs w:val="20"/>
          </w:rPr>
          <w:t>16.8.3.1</w:t>
        </w:r>
        <w:r w:rsidRPr="00D239AF">
          <w:rPr>
            <w:rFonts w:eastAsiaTheme="minorEastAsia"/>
            <w:sz w:val="20"/>
            <w:szCs w:val="20"/>
          </w:rPr>
          <w:tab/>
        </w:r>
        <w:r w:rsidRPr="00D239AF">
          <w:rPr>
            <w:rStyle w:val="Hyperlink"/>
            <w:sz w:val="20"/>
            <w:szCs w:val="20"/>
          </w:rPr>
          <w:t>Maintaining and Updating CRR Account Holder Information</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_Toc34728499 \h </w:instrText>
        </w:r>
        <w:r w:rsidRPr="00D239AF">
          <w:rPr>
            <w:webHidden/>
            <w:sz w:val="20"/>
            <w:szCs w:val="20"/>
          </w:rPr>
        </w:r>
        <w:r w:rsidRPr="00D239AF">
          <w:rPr>
            <w:webHidden/>
            <w:sz w:val="20"/>
            <w:szCs w:val="20"/>
          </w:rPr>
          <w:fldChar w:fldCharType="separate"/>
        </w:r>
        <w:r w:rsidRPr="00D239AF">
          <w:rPr>
            <w:webHidden/>
            <w:sz w:val="20"/>
            <w:szCs w:val="20"/>
          </w:rPr>
          <w:t>16-24</w:t>
        </w:r>
        <w:r w:rsidRPr="00D239AF">
          <w:rPr>
            <w:webHidden/>
            <w:sz w:val="20"/>
            <w:szCs w:val="20"/>
          </w:rPr>
          <w:fldChar w:fldCharType="end"/>
        </w:r>
      </w:hyperlink>
    </w:p>
    <w:p w14:paraId="0998240C" w14:textId="77777777" w:rsidR="00D239AF" w:rsidRPr="00D239AF" w:rsidRDefault="00D239AF">
      <w:pPr>
        <w:pStyle w:val="TOC2"/>
        <w:rPr>
          <w:rFonts w:eastAsiaTheme="minorEastAsia"/>
        </w:rPr>
      </w:pPr>
      <w:hyperlink w:anchor="_Toc34728500" w:history="1">
        <w:r w:rsidRPr="00D239AF">
          <w:rPr>
            <w:rStyle w:val="Hyperlink"/>
          </w:rPr>
          <w:t>16.9</w:t>
        </w:r>
        <w:r w:rsidRPr="00D239AF">
          <w:rPr>
            <w:rFonts w:eastAsiaTheme="minorEastAsia"/>
          </w:rPr>
          <w:tab/>
        </w:r>
        <w:r w:rsidRPr="00D239AF">
          <w:rPr>
            <w:rStyle w:val="Hyperlink"/>
          </w:rPr>
          <w:t>Resources Providing Reliability Must-Run Service</w:t>
        </w:r>
        <w:r w:rsidRPr="00D239AF">
          <w:rPr>
            <w:webHidden/>
          </w:rPr>
          <w:tab/>
        </w:r>
        <w:r w:rsidRPr="00D239AF">
          <w:rPr>
            <w:webHidden/>
          </w:rPr>
          <w:fldChar w:fldCharType="begin"/>
        </w:r>
        <w:r w:rsidRPr="00D239AF">
          <w:rPr>
            <w:webHidden/>
          </w:rPr>
          <w:instrText xml:space="preserve"> PAGEREF _Toc34728500 \h </w:instrText>
        </w:r>
        <w:r w:rsidRPr="00D239AF">
          <w:rPr>
            <w:webHidden/>
          </w:rPr>
        </w:r>
        <w:r w:rsidRPr="00D239AF">
          <w:rPr>
            <w:webHidden/>
          </w:rPr>
          <w:fldChar w:fldCharType="separate"/>
        </w:r>
        <w:r w:rsidRPr="00D239AF">
          <w:rPr>
            <w:webHidden/>
          </w:rPr>
          <w:t>16-25</w:t>
        </w:r>
        <w:r w:rsidRPr="00D239AF">
          <w:rPr>
            <w:webHidden/>
          </w:rPr>
          <w:fldChar w:fldCharType="end"/>
        </w:r>
      </w:hyperlink>
    </w:p>
    <w:p w14:paraId="2CAB8407" w14:textId="77777777" w:rsidR="00D239AF" w:rsidRPr="00D239AF" w:rsidRDefault="00D239AF">
      <w:pPr>
        <w:pStyle w:val="TOC2"/>
        <w:rPr>
          <w:rFonts w:eastAsiaTheme="minorEastAsia"/>
        </w:rPr>
      </w:pPr>
      <w:hyperlink w:anchor="_Toc34728501" w:history="1">
        <w:r w:rsidRPr="00D239AF">
          <w:rPr>
            <w:rStyle w:val="Hyperlink"/>
          </w:rPr>
          <w:t>16.10</w:t>
        </w:r>
        <w:r w:rsidRPr="00D239AF">
          <w:rPr>
            <w:rFonts w:eastAsiaTheme="minorEastAsia"/>
          </w:rPr>
          <w:tab/>
        </w:r>
        <w:r w:rsidRPr="00D239AF">
          <w:rPr>
            <w:rStyle w:val="Hyperlink"/>
          </w:rPr>
          <w:t>Resources Providing Black Start Service</w:t>
        </w:r>
        <w:r w:rsidRPr="00D239AF">
          <w:rPr>
            <w:webHidden/>
          </w:rPr>
          <w:tab/>
        </w:r>
        <w:r w:rsidRPr="00D239AF">
          <w:rPr>
            <w:webHidden/>
          </w:rPr>
          <w:fldChar w:fldCharType="begin"/>
        </w:r>
        <w:r w:rsidRPr="00D239AF">
          <w:rPr>
            <w:webHidden/>
          </w:rPr>
          <w:instrText xml:space="preserve"> PAGEREF _Toc34728501 \h </w:instrText>
        </w:r>
        <w:r w:rsidRPr="00D239AF">
          <w:rPr>
            <w:webHidden/>
          </w:rPr>
        </w:r>
        <w:r w:rsidRPr="00D239AF">
          <w:rPr>
            <w:webHidden/>
          </w:rPr>
          <w:fldChar w:fldCharType="separate"/>
        </w:r>
        <w:r w:rsidRPr="00D239AF">
          <w:rPr>
            <w:webHidden/>
          </w:rPr>
          <w:t>16-25</w:t>
        </w:r>
        <w:r w:rsidRPr="00D239AF">
          <w:rPr>
            <w:webHidden/>
          </w:rPr>
          <w:fldChar w:fldCharType="end"/>
        </w:r>
      </w:hyperlink>
    </w:p>
    <w:p w14:paraId="4AF4C5B4" w14:textId="77777777" w:rsidR="00D239AF" w:rsidRPr="00D239AF" w:rsidRDefault="00D239AF">
      <w:pPr>
        <w:pStyle w:val="TOC2"/>
        <w:rPr>
          <w:rFonts w:eastAsiaTheme="minorEastAsia"/>
        </w:rPr>
      </w:pPr>
      <w:hyperlink w:anchor="_Toc34728502" w:history="1">
        <w:r w:rsidRPr="00D239AF">
          <w:rPr>
            <w:rStyle w:val="Hyperlink"/>
          </w:rPr>
          <w:t>16.11</w:t>
        </w:r>
        <w:r w:rsidRPr="00D239AF">
          <w:rPr>
            <w:rFonts w:eastAsiaTheme="minorEastAsia"/>
          </w:rPr>
          <w:tab/>
        </w:r>
        <w:r w:rsidRPr="00D239AF">
          <w:rPr>
            <w:rStyle w:val="Hyperlink"/>
          </w:rPr>
          <w:t>Financial Security for Counter-Parties</w:t>
        </w:r>
        <w:r w:rsidRPr="00D239AF">
          <w:rPr>
            <w:webHidden/>
          </w:rPr>
          <w:tab/>
        </w:r>
        <w:r w:rsidRPr="00D239AF">
          <w:rPr>
            <w:webHidden/>
          </w:rPr>
          <w:fldChar w:fldCharType="begin"/>
        </w:r>
        <w:r w:rsidRPr="00D239AF">
          <w:rPr>
            <w:webHidden/>
          </w:rPr>
          <w:instrText xml:space="preserve"> PAGEREF _Toc34728502 \h </w:instrText>
        </w:r>
        <w:r w:rsidRPr="00D239AF">
          <w:rPr>
            <w:webHidden/>
          </w:rPr>
        </w:r>
        <w:r w:rsidRPr="00D239AF">
          <w:rPr>
            <w:webHidden/>
          </w:rPr>
          <w:fldChar w:fldCharType="separate"/>
        </w:r>
        <w:r w:rsidRPr="00D239AF">
          <w:rPr>
            <w:webHidden/>
          </w:rPr>
          <w:t>16-25</w:t>
        </w:r>
        <w:r w:rsidRPr="00D239AF">
          <w:rPr>
            <w:webHidden/>
          </w:rPr>
          <w:fldChar w:fldCharType="end"/>
        </w:r>
      </w:hyperlink>
    </w:p>
    <w:p w14:paraId="2B5156F8" w14:textId="77777777" w:rsidR="00D239AF" w:rsidRPr="00D239AF" w:rsidRDefault="00D239AF">
      <w:pPr>
        <w:pStyle w:val="TOC3"/>
        <w:rPr>
          <w:rFonts w:eastAsiaTheme="minorEastAsia"/>
          <w:i w:val="0"/>
          <w:iCs w:val="0"/>
          <w:noProof/>
        </w:rPr>
      </w:pPr>
      <w:hyperlink w:anchor="_Toc34728503" w:history="1">
        <w:r w:rsidRPr="00D239AF">
          <w:rPr>
            <w:rStyle w:val="Hyperlink"/>
            <w:i w:val="0"/>
            <w:noProof/>
          </w:rPr>
          <w:t>16.11.1</w:t>
        </w:r>
        <w:r w:rsidRPr="00D239AF">
          <w:rPr>
            <w:rFonts w:eastAsiaTheme="minorEastAsia"/>
            <w:i w:val="0"/>
            <w:iCs w:val="0"/>
            <w:noProof/>
          </w:rPr>
          <w:tab/>
        </w:r>
        <w:r w:rsidRPr="00D239AF">
          <w:rPr>
            <w:rStyle w:val="Hyperlink"/>
            <w:i w:val="0"/>
            <w:noProof/>
          </w:rPr>
          <w:t>ERCOT Creditworthiness Requirements for Counter-Parties</w:t>
        </w:r>
        <w:r w:rsidRPr="00D239AF">
          <w:rPr>
            <w:i w:val="0"/>
            <w:noProof/>
            <w:webHidden/>
          </w:rPr>
          <w:tab/>
        </w:r>
        <w:r w:rsidRPr="00D239AF">
          <w:rPr>
            <w:i w:val="0"/>
            <w:noProof/>
            <w:webHidden/>
          </w:rPr>
          <w:fldChar w:fldCharType="begin"/>
        </w:r>
        <w:r w:rsidRPr="00D239AF">
          <w:rPr>
            <w:i w:val="0"/>
            <w:noProof/>
            <w:webHidden/>
          </w:rPr>
          <w:instrText xml:space="preserve"> PAGEREF _Toc34728503 \h </w:instrText>
        </w:r>
        <w:r w:rsidRPr="00D239AF">
          <w:rPr>
            <w:i w:val="0"/>
            <w:noProof/>
            <w:webHidden/>
          </w:rPr>
        </w:r>
        <w:r w:rsidRPr="00D239AF">
          <w:rPr>
            <w:i w:val="0"/>
            <w:noProof/>
            <w:webHidden/>
          </w:rPr>
          <w:fldChar w:fldCharType="separate"/>
        </w:r>
        <w:r w:rsidRPr="00D239AF">
          <w:rPr>
            <w:i w:val="0"/>
            <w:noProof/>
            <w:webHidden/>
          </w:rPr>
          <w:t>16-25</w:t>
        </w:r>
        <w:r w:rsidRPr="00D239AF">
          <w:rPr>
            <w:i w:val="0"/>
            <w:noProof/>
            <w:webHidden/>
          </w:rPr>
          <w:fldChar w:fldCharType="end"/>
        </w:r>
      </w:hyperlink>
    </w:p>
    <w:p w14:paraId="6A8233FE" w14:textId="77777777" w:rsidR="00D239AF" w:rsidRPr="00D239AF" w:rsidRDefault="00D239AF">
      <w:pPr>
        <w:pStyle w:val="TOC3"/>
        <w:rPr>
          <w:rFonts w:eastAsiaTheme="minorEastAsia"/>
          <w:i w:val="0"/>
          <w:iCs w:val="0"/>
          <w:noProof/>
        </w:rPr>
      </w:pPr>
      <w:hyperlink w:anchor="_Toc34728504" w:history="1">
        <w:r w:rsidRPr="00D239AF">
          <w:rPr>
            <w:rStyle w:val="Hyperlink"/>
            <w:i w:val="0"/>
            <w:noProof/>
          </w:rPr>
          <w:t>16.11.2</w:t>
        </w:r>
        <w:r w:rsidRPr="00D239AF">
          <w:rPr>
            <w:rFonts w:eastAsiaTheme="minorEastAsia"/>
            <w:i w:val="0"/>
            <w:iCs w:val="0"/>
            <w:noProof/>
          </w:rPr>
          <w:tab/>
        </w:r>
        <w:r w:rsidRPr="00D239AF">
          <w:rPr>
            <w:rStyle w:val="Hyperlink"/>
            <w:i w:val="0"/>
            <w:noProof/>
          </w:rPr>
          <w:t>Requirements for Setting a Counter-Party’s Unsecured Credit Limit</w:t>
        </w:r>
        <w:r w:rsidRPr="00D239AF">
          <w:rPr>
            <w:i w:val="0"/>
            <w:noProof/>
            <w:webHidden/>
          </w:rPr>
          <w:tab/>
        </w:r>
        <w:r w:rsidRPr="00D239AF">
          <w:rPr>
            <w:i w:val="0"/>
            <w:noProof/>
            <w:webHidden/>
          </w:rPr>
          <w:fldChar w:fldCharType="begin"/>
        </w:r>
        <w:r w:rsidRPr="00D239AF">
          <w:rPr>
            <w:i w:val="0"/>
            <w:noProof/>
            <w:webHidden/>
          </w:rPr>
          <w:instrText xml:space="preserve"> PAGEREF _Toc34728504 \h </w:instrText>
        </w:r>
        <w:r w:rsidRPr="00D239AF">
          <w:rPr>
            <w:i w:val="0"/>
            <w:noProof/>
            <w:webHidden/>
          </w:rPr>
        </w:r>
        <w:r w:rsidRPr="00D239AF">
          <w:rPr>
            <w:i w:val="0"/>
            <w:noProof/>
            <w:webHidden/>
          </w:rPr>
          <w:fldChar w:fldCharType="separate"/>
        </w:r>
        <w:r w:rsidRPr="00D239AF">
          <w:rPr>
            <w:i w:val="0"/>
            <w:noProof/>
            <w:webHidden/>
          </w:rPr>
          <w:t>16-26</w:t>
        </w:r>
        <w:r w:rsidRPr="00D239AF">
          <w:rPr>
            <w:i w:val="0"/>
            <w:noProof/>
            <w:webHidden/>
          </w:rPr>
          <w:fldChar w:fldCharType="end"/>
        </w:r>
      </w:hyperlink>
    </w:p>
    <w:p w14:paraId="2011978E" w14:textId="77777777" w:rsidR="00D239AF" w:rsidRPr="00D239AF" w:rsidRDefault="00D239AF">
      <w:pPr>
        <w:pStyle w:val="TOC3"/>
        <w:rPr>
          <w:rFonts w:eastAsiaTheme="minorEastAsia"/>
          <w:i w:val="0"/>
          <w:iCs w:val="0"/>
          <w:noProof/>
        </w:rPr>
      </w:pPr>
      <w:hyperlink w:anchor="_Toc34728505" w:history="1">
        <w:r w:rsidRPr="00D239AF">
          <w:rPr>
            <w:rStyle w:val="Hyperlink"/>
            <w:i w:val="0"/>
            <w:noProof/>
          </w:rPr>
          <w:t>16.11.3</w:t>
        </w:r>
        <w:r w:rsidRPr="00D239AF">
          <w:rPr>
            <w:rFonts w:eastAsiaTheme="minorEastAsia"/>
            <w:i w:val="0"/>
            <w:iCs w:val="0"/>
            <w:noProof/>
          </w:rPr>
          <w:tab/>
        </w:r>
        <w:r w:rsidRPr="00D239AF">
          <w:rPr>
            <w:rStyle w:val="Hyperlink"/>
            <w:i w:val="0"/>
            <w:noProof/>
          </w:rPr>
          <w:t>Alternative Means of Satisfying ERCOT Creditworthiness Requirements</w:t>
        </w:r>
        <w:r w:rsidRPr="00D239AF">
          <w:rPr>
            <w:i w:val="0"/>
            <w:noProof/>
            <w:webHidden/>
          </w:rPr>
          <w:tab/>
        </w:r>
        <w:r w:rsidRPr="00D239AF">
          <w:rPr>
            <w:i w:val="0"/>
            <w:noProof/>
            <w:webHidden/>
          </w:rPr>
          <w:fldChar w:fldCharType="begin"/>
        </w:r>
        <w:r w:rsidRPr="00D239AF">
          <w:rPr>
            <w:i w:val="0"/>
            <w:noProof/>
            <w:webHidden/>
          </w:rPr>
          <w:instrText xml:space="preserve"> PAGEREF _Toc34728505 \h </w:instrText>
        </w:r>
        <w:r w:rsidRPr="00D239AF">
          <w:rPr>
            <w:i w:val="0"/>
            <w:noProof/>
            <w:webHidden/>
          </w:rPr>
        </w:r>
        <w:r w:rsidRPr="00D239AF">
          <w:rPr>
            <w:i w:val="0"/>
            <w:noProof/>
            <w:webHidden/>
          </w:rPr>
          <w:fldChar w:fldCharType="separate"/>
        </w:r>
        <w:r w:rsidRPr="00D239AF">
          <w:rPr>
            <w:i w:val="0"/>
            <w:noProof/>
            <w:webHidden/>
          </w:rPr>
          <w:t>16-29</w:t>
        </w:r>
        <w:r w:rsidRPr="00D239AF">
          <w:rPr>
            <w:i w:val="0"/>
            <w:noProof/>
            <w:webHidden/>
          </w:rPr>
          <w:fldChar w:fldCharType="end"/>
        </w:r>
      </w:hyperlink>
    </w:p>
    <w:p w14:paraId="5DEFD4DC" w14:textId="77777777" w:rsidR="00D239AF" w:rsidRPr="00D239AF" w:rsidRDefault="00D239AF">
      <w:pPr>
        <w:pStyle w:val="TOC3"/>
        <w:rPr>
          <w:rFonts w:eastAsiaTheme="minorEastAsia"/>
          <w:i w:val="0"/>
          <w:iCs w:val="0"/>
          <w:noProof/>
        </w:rPr>
      </w:pPr>
      <w:hyperlink w:anchor="_Toc34728506" w:history="1">
        <w:r w:rsidRPr="00D239AF">
          <w:rPr>
            <w:rStyle w:val="Hyperlink"/>
            <w:i w:val="0"/>
            <w:noProof/>
          </w:rPr>
          <w:t>16.11.4</w:t>
        </w:r>
        <w:r w:rsidRPr="00D239AF">
          <w:rPr>
            <w:rFonts w:eastAsiaTheme="minorEastAsia"/>
            <w:i w:val="0"/>
            <w:iCs w:val="0"/>
            <w:noProof/>
          </w:rPr>
          <w:tab/>
        </w:r>
        <w:r w:rsidRPr="00D239AF">
          <w:rPr>
            <w:rStyle w:val="Hyperlink"/>
            <w:i w:val="0"/>
            <w:noProof/>
          </w:rPr>
          <w:t>Determination and Monitoring of Counter-Party Credit Exposure</w:t>
        </w:r>
        <w:r w:rsidRPr="00D239AF">
          <w:rPr>
            <w:i w:val="0"/>
            <w:noProof/>
            <w:webHidden/>
          </w:rPr>
          <w:tab/>
        </w:r>
        <w:r w:rsidRPr="00D239AF">
          <w:rPr>
            <w:i w:val="0"/>
            <w:noProof/>
            <w:webHidden/>
          </w:rPr>
          <w:fldChar w:fldCharType="begin"/>
        </w:r>
        <w:r w:rsidRPr="00D239AF">
          <w:rPr>
            <w:i w:val="0"/>
            <w:noProof/>
            <w:webHidden/>
          </w:rPr>
          <w:instrText xml:space="preserve"> PAGEREF _Toc34728506 \h </w:instrText>
        </w:r>
        <w:r w:rsidRPr="00D239AF">
          <w:rPr>
            <w:i w:val="0"/>
            <w:noProof/>
            <w:webHidden/>
          </w:rPr>
        </w:r>
        <w:r w:rsidRPr="00D239AF">
          <w:rPr>
            <w:i w:val="0"/>
            <w:noProof/>
            <w:webHidden/>
          </w:rPr>
          <w:fldChar w:fldCharType="separate"/>
        </w:r>
        <w:r w:rsidRPr="00D239AF">
          <w:rPr>
            <w:i w:val="0"/>
            <w:noProof/>
            <w:webHidden/>
          </w:rPr>
          <w:t>16-32</w:t>
        </w:r>
        <w:r w:rsidRPr="00D239AF">
          <w:rPr>
            <w:i w:val="0"/>
            <w:noProof/>
            <w:webHidden/>
          </w:rPr>
          <w:fldChar w:fldCharType="end"/>
        </w:r>
      </w:hyperlink>
    </w:p>
    <w:p w14:paraId="54C5F78D" w14:textId="77777777" w:rsidR="00D239AF" w:rsidRPr="00D239AF" w:rsidRDefault="00D239AF">
      <w:pPr>
        <w:pStyle w:val="TOC4"/>
        <w:rPr>
          <w:rFonts w:eastAsiaTheme="minorEastAsia"/>
          <w:sz w:val="20"/>
          <w:szCs w:val="20"/>
        </w:rPr>
      </w:pPr>
      <w:hyperlink w:anchor="_Toc34728507" w:history="1">
        <w:r w:rsidRPr="00D239AF">
          <w:rPr>
            <w:rStyle w:val="Hyperlink"/>
            <w:bCs/>
            <w:sz w:val="20"/>
            <w:szCs w:val="20"/>
          </w:rPr>
          <w:t>16.11.4.1</w:t>
        </w:r>
        <w:r w:rsidRPr="00D239AF">
          <w:rPr>
            <w:rFonts w:eastAsiaTheme="minorEastAsia"/>
            <w:sz w:val="20"/>
            <w:szCs w:val="20"/>
          </w:rPr>
          <w:tab/>
        </w:r>
        <w:r w:rsidRPr="00D239AF">
          <w:rPr>
            <w:rStyle w:val="Hyperlink"/>
            <w:bCs/>
            <w:sz w:val="20"/>
            <w:szCs w:val="20"/>
          </w:rPr>
          <w:t>Determination of Total Potential Exposure for a Counter-Party</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_Toc34728507 \h </w:instrText>
        </w:r>
        <w:r w:rsidRPr="00D239AF">
          <w:rPr>
            <w:webHidden/>
            <w:sz w:val="20"/>
            <w:szCs w:val="20"/>
          </w:rPr>
        </w:r>
        <w:r w:rsidRPr="00D239AF">
          <w:rPr>
            <w:webHidden/>
            <w:sz w:val="20"/>
            <w:szCs w:val="20"/>
          </w:rPr>
          <w:fldChar w:fldCharType="separate"/>
        </w:r>
        <w:r w:rsidRPr="00D239AF">
          <w:rPr>
            <w:webHidden/>
            <w:sz w:val="20"/>
            <w:szCs w:val="20"/>
          </w:rPr>
          <w:t>16-32</w:t>
        </w:r>
        <w:r w:rsidRPr="00D239AF">
          <w:rPr>
            <w:webHidden/>
            <w:sz w:val="20"/>
            <w:szCs w:val="20"/>
          </w:rPr>
          <w:fldChar w:fldCharType="end"/>
        </w:r>
      </w:hyperlink>
    </w:p>
    <w:p w14:paraId="49B6D12F" w14:textId="77777777" w:rsidR="00D239AF" w:rsidRPr="00D239AF" w:rsidRDefault="00D239AF">
      <w:pPr>
        <w:pStyle w:val="TOC4"/>
        <w:rPr>
          <w:rFonts w:eastAsiaTheme="minorEastAsia"/>
          <w:sz w:val="20"/>
          <w:szCs w:val="20"/>
        </w:rPr>
      </w:pPr>
      <w:hyperlink w:anchor="_Toc34728508" w:history="1">
        <w:r w:rsidRPr="00D239AF">
          <w:rPr>
            <w:rStyle w:val="Hyperlink"/>
            <w:sz w:val="20"/>
            <w:szCs w:val="20"/>
          </w:rPr>
          <w:t>16.11.4.2</w:t>
        </w:r>
        <w:r w:rsidRPr="00D239AF">
          <w:rPr>
            <w:rFonts w:eastAsiaTheme="minorEastAsia"/>
            <w:sz w:val="20"/>
            <w:szCs w:val="20"/>
          </w:rPr>
          <w:tab/>
        </w:r>
        <w:r w:rsidRPr="00D239AF">
          <w:rPr>
            <w:rStyle w:val="Hyperlink"/>
            <w:sz w:val="20"/>
            <w:szCs w:val="20"/>
          </w:rPr>
          <w:t>Determination of Counter-Party Initial Estimated Liability</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_Toc34728508 \h </w:instrText>
        </w:r>
        <w:r w:rsidRPr="00D239AF">
          <w:rPr>
            <w:webHidden/>
            <w:sz w:val="20"/>
            <w:szCs w:val="20"/>
          </w:rPr>
        </w:r>
        <w:r w:rsidRPr="00D239AF">
          <w:rPr>
            <w:webHidden/>
            <w:sz w:val="20"/>
            <w:szCs w:val="20"/>
          </w:rPr>
          <w:fldChar w:fldCharType="separate"/>
        </w:r>
        <w:r w:rsidRPr="00D239AF">
          <w:rPr>
            <w:webHidden/>
            <w:sz w:val="20"/>
            <w:szCs w:val="20"/>
          </w:rPr>
          <w:t>16-36</w:t>
        </w:r>
        <w:r w:rsidRPr="00D239AF">
          <w:rPr>
            <w:webHidden/>
            <w:sz w:val="20"/>
            <w:szCs w:val="20"/>
          </w:rPr>
          <w:fldChar w:fldCharType="end"/>
        </w:r>
      </w:hyperlink>
    </w:p>
    <w:p w14:paraId="0583E6AC" w14:textId="77777777" w:rsidR="00D239AF" w:rsidRPr="00D239AF" w:rsidRDefault="00D239AF">
      <w:pPr>
        <w:pStyle w:val="TOC4"/>
        <w:rPr>
          <w:rFonts w:eastAsiaTheme="minorEastAsia"/>
          <w:sz w:val="20"/>
          <w:szCs w:val="20"/>
        </w:rPr>
      </w:pPr>
      <w:hyperlink w:anchor="_Toc34728509" w:history="1">
        <w:r w:rsidRPr="00D239AF">
          <w:rPr>
            <w:rStyle w:val="Hyperlink"/>
            <w:bCs/>
            <w:sz w:val="20"/>
            <w:szCs w:val="20"/>
          </w:rPr>
          <w:t>16.11.4.3</w:t>
        </w:r>
        <w:r w:rsidRPr="00D239AF">
          <w:rPr>
            <w:rFonts w:eastAsiaTheme="minorEastAsia"/>
            <w:sz w:val="20"/>
            <w:szCs w:val="20"/>
          </w:rPr>
          <w:tab/>
        </w:r>
        <w:r w:rsidRPr="00D239AF">
          <w:rPr>
            <w:rStyle w:val="Hyperlink"/>
            <w:bCs/>
            <w:sz w:val="20"/>
            <w:szCs w:val="20"/>
          </w:rPr>
          <w:t>Determination of Counter-Party Estimated Aggregate Liability</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_Toc34728509 \h </w:instrText>
        </w:r>
        <w:r w:rsidRPr="00D239AF">
          <w:rPr>
            <w:webHidden/>
            <w:sz w:val="20"/>
            <w:szCs w:val="20"/>
          </w:rPr>
        </w:r>
        <w:r w:rsidRPr="00D239AF">
          <w:rPr>
            <w:webHidden/>
            <w:sz w:val="20"/>
            <w:szCs w:val="20"/>
          </w:rPr>
          <w:fldChar w:fldCharType="separate"/>
        </w:r>
        <w:r w:rsidRPr="00D239AF">
          <w:rPr>
            <w:webHidden/>
            <w:sz w:val="20"/>
            <w:szCs w:val="20"/>
          </w:rPr>
          <w:t>16-38</w:t>
        </w:r>
        <w:r w:rsidRPr="00D239AF">
          <w:rPr>
            <w:webHidden/>
            <w:sz w:val="20"/>
            <w:szCs w:val="20"/>
          </w:rPr>
          <w:fldChar w:fldCharType="end"/>
        </w:r>
      </w:hyperlink>
    </w:p>
    <w:p w14:paraId="30350BDC" w14:textId="77777777" w:rsidR="00D239AF" w:rsidRPr="00D239AF" w:rsidRDefault="00D239AF">
      <w:pPr>
        <w:pStyle w:val="TOC5"/>
        <w:tabs>
          <w:tab w:val="left" w:pos="3614"/>
        </w:tabs>
        <w:rPr>
          <w:rFonts w:eastAsiaTheme="minorEastAsia"/>
          <w:i w:val="0"/>
          <w:sz w:val="20"/>
          <w:szCs w:val="20"/>
        </w:rPr>
      </w:pPr>
      <w:hyperlink w:anchor="_Toc34728510" w:history="1">
        <w:r w:rsidRPr="00D239AF">
          <w:rPr>
            <w:rStyle w:val="Hyperlink"/>
            <w:bCs/>
            <w:i w:val="0"/>
            <w:iCs/>
            <w:sz w:val="20"/>
            <w:szCs w:val="20"/>
          </w:rPr>
          <w:t>16.11.4.3.1</w:t>
        </w:r>
        <w:r w:rsidRPr="00D239AF">
          <w:rPr>
            <w:rFonts w:eastAsiaTheme="minorEastAsia"/>
            <w:i w:val="0"/>
            <w:sz w:val="20"/>
            <w:szCs w:val="20"/>
          </w:rPr>
          <w:tab/>
        </w:r>
        <w:r w:rsidRPr="00D239AF">
          <w:rPr>
            <w:rStyle w:val="Hyperlink"/>
            <w:bCs/>
            <w:i w:val="0"/>
            <w:iCs/>
            <w:sz w:val="20"/>
            <w:szCs w:val="20"/>
          </w:rPr>
          <w:t>Day-Ahead Liability Estimate</w:t>
        </w:r>
        <w:r w:rsidRPr="00D239AF">
          <w:rPr>
            <w:i w:val="0"/>
            <w:webHidden/>
            <w:sz w:val="20"/>
            <w:szCs w:val="20"/>
          </w:rPr>
          <w:tab/>
        </w:r>
        <w:r w:rsidRPr="00D239AF">
          <w:rPr>
            <w:i w:val="0"/>
            <w:webHidden/>
            <w:sz w:val="20"/>
            <w:szCs w:val="20"/>
          </w:rPr>
          <w:fldChar w:fldCharType="begin"/>
        </w:r>
        <w:r w:rsidRPr="00D239AF">
          <w:rPr>
            <w:i w:val="0"/>
            <w:webHidden/>
            <w:sz w:val="20"/>
            <w:szCs w:val="20"/>
          </w:rPr>
          <w:instrText xml:space="preserve"> PAGEREF _Toc34728510 \h </w:instrText>
        </w:r>
        <w:r w:rsidRPr="00D239AF">
          <w:rPr>
            <w:i w:val="0"/>
            <w:webHidden/>
            <w:sz w:val="20"/>
            <w:szCs w:val="20"/>
          </w:rPr>
        </w:r>
        <w:r w:rsidRPr="00D239AF">
          <w:rPr>
            <w:i w:val="0"/>
            <w:webHidden/>
            <w:sz w:val="20"/>
            <w:szCs w:val="20"/>
          </w:rPr>
          <w:fldChar w:fldCharType="separate"/>
        </w:r>
        <w:r w:rsidRPr="00D239AF">
          <w:rPr>
            <w:i w:val="0"/>
            <w:webHidden/>
            <w:sz w:val="20"/>
            <w:szCs w:val="20"/>
          </w:rPr>
          <w:t>16-45</w:t>
        </w:r>
        <w:r w:rsidRPr="00D239AF">
          <w:rPr>
            <w:i w:val="0"/>
            <w:webHidden/>
            <w:sz w:val="20"/>
            <w:szCs w:val="20"/>
          </w:rPr>
          <w:fldChar w:fldCharType="end"/>
        </w:r>
      </w:hyperlink>
    </w:p>
    <w:p w14:paraId="7E14B350" w14:textId="77777777" w:rsidR="00D239AF" w:rsidRPr="00D239AF" w:rsidRDefault="00D239AF">
      <w:pPr>
        <w:pStyle w:val="TOC5"/>
        <w:tabs>
          <w:tab w:val="left" w:pos="3614"/>
        </w:tabs>
        <w:rPr>
          <w:rFonts w:eastAsiaTheme="minorEastAsia"/>
          <w:i w:val="0"/>
          <w:sz w:val="20"/>
          <w:szCs w:val="20"/>
        </w:rPr>
      </w:pPr>
      <w:hyperlink w:anchor="_Toc34728511" w:history="1">
        <w:r w:rsidRPr="00D239AF">
          <w:rPr>
            <w:rStyle w:val="Hyperlink"/>
            <w:bCs/>
            <w:i w:val="0"/>
            <w:iCs/>
            <w:sz w:val="20"/>
            <w:szCs w:val="20"/>
          </w:rPr>
          <w:t>16.11.4.3.2</w:t>
        </w:r>
        <w:r w:rsidRPr="00D239AF">
          <w:rPr>
            <w:rFonts w:eastAsiaTheme="minorEastAsia"/>
            <w:i w:val="0"/>
            <w:sz w:val="20"/>
            <w:szCs w:val="20"/>
          </w:rPr>
          <w:tab/>
        </w:r>
        <w:r w:rsidRPr="00D239AF">
          <w:rPr>
            <w:rStyle w:val="Hyperlink"/>
            <w:bCs/>
            <w:i w:val="0"/>
            <w:iCs/>
            <w:sz w:val="20"/>
            <w:szCs w:val="20"/>
          </w:rPr>
          <w:t>Real-Time Liability Estimate</w:t>
        </w:r>
        <w:r w:rsidRPr="00D239AF">
          <w:rPr>
            <w:i w:val="0"/>
            <w:webHidden/>
            <w:sz w:val="20"/>
            <w:szCs w:val="20"/>
          </w:rPr>
          <w:tab/>
        </w:r>
        <w:r w:rsidRPr="00D239AF">
          <w:rPr>
            <w:i w:val="0"/>
            <w:webHidden/>
            <w:sz w:val="20"/>
            <w:szCs w:val="20"/>
          </w:rPr>
          <w:fldChar w:fldCharType="begin"/>
        </w:r>
        <w:r w:rsidRPr="00D239AF">
          <w:rPr>
            <w:i w:val="0"/>
            <w:webHidden/>
            <w:sz w:val="20"/>
            <w:szCs w:val="20"/>
          </w:rPr>
          <w:instrText xml:space="preserve"> PAGEREF _Toc34728511 \h </w:instrText>
        </w:r>
        <w:r w:rsidRPr="00D239AF">
          <w:rPr>
            <w:i w:val="0"/>
            <w:webHidden/>
            <w:sz w:val="20"/>
            <w:szCs w:val="20"/>
          </w:rPr>
        </w:r>
        <w:r w:rsidRPr="00D239AF">
          <w:rPr>
            <w:i w:val="0"/>
            <w:webHidden/>
            <w:sz w:val="20"/>
            <w:szCs w:val="20"/>
          </w:rPr>
          <w:fldChar w:fldCharType="separate"/>
        </w:r>
        <w:r w:rsidRPr="00D239AF">
          <w:rPr>
            <w:i w:val="0"/>
            <w:webHidden/>
            <w:sz w:val="20"/>
            <w:szCs w:val="20"/>
          </w:rPr>
          <w:t>16-46</w:t>
        </w:r>
        <w:r w:rsidRPr="00D239AF">
          <w:rPr>
            <w:i w:val="0"/>
            <w:webHidden/>
            <w:sz w:val="20"/>
            <w:szCs w:val="20"/>
          </w:rPr>
          <w:fldChar w:fldCharType="end"/>
        </w:r>
      </w:hyperlink>
    </w:p>
    <w:p w14:paraId="7B2FED55" w14:textId="77777777" w:rsidR="00D239AF" w:rsidRPr="00D239AF" w:rsidRDefault="00D239AF">
      <w:pPr>
        <w:pStyle w:val="TOC5"/>
        <w:tabs>
          <w:tab w:val="left" w:pos="3614"/>
        </w:tabs>
        <w:rPr>
          <w:rFonts w:eastAsiaTheme="minorEastAsia"/>
          <w:i w:val="0"/>
          <w:sz w:val="20"/>
          <w:szCs w:val="20"/>
        </w:rPr>
      </w:pPr>
      <w:hyperlink w:anchor="_Toc34728512" w:history="1">
        <w:r w:rsidRPr="00D239AF">
          <w:rPr>
            <w:rStyle w:val="Hyperlink"/>
            <w:bCs/>
            <w:i w:val="0"/>
            <w:iCs/>
            <w:sz w:val="20"/>
            <w:szCs w:val="20"/>
          </w:rPr>
          <w:t>16.11.4.3.3</w:t>
        </w:r>
        <w:r w:rsidRPr="00D239AF">
          <w:rPr>
            <w:rFonts w:eastAsiaTheme="minorEastAsia"/>
            <w:i w:val="0"/>
            <w:sz w:val="20"/>
            <w:szCs w:val="20"/>
          </w:rPr>
          <w:tab/>
        </w:r>
        <w:r w:rsidRPr="00D239AF">
          <w:rPr>
            <w:rStyle w:val="Hyperlink"/>
            <w:bCs/>
            <w:i w:val="0"/>
            <w:iCs/>
            <w:sz w:val="20"/>
            <w:szCs w:val="20"/>
          </w:rPr>
          <w:t>Forward Adjustment Factors</w:t>
        </w:r>
        <w:r w:rsidRPr="00D239AF">
          <w:rPr>
            <w:i w:val="0"/>
            <w:webHidden/>
            <w:sz w:val="20"/>
            <w:szCs w:val="20"/>
          </w:rPr>
          <w:tab/>
        </w:r>
        <w:r w:rsidRPr="00D239AF">
          <w:rPr>
            <w:i w:val="0"/>
            <w:webHidden/>
            <w:sz w:val="20"/>
            <w:szCs w:val="20"/>
          </w:rPr>
          <w:fldChar w:fldCharType="begin"/>
        </w:r>
        <w:r w:rsidRPr="00D239AF">
          <w:rPr>
            <w:i w:val="0"/>
            <w:webHidden/>
            <w:sz w:val="20"/>
            <w:szCs w:val="20"/>
          </w:rPr>
          <w:instrText xml:space="preserve"> PAGEREF _Toc34728512 \h </w:instrText>
        </w:r>
        <w:r w:rsidRPr="00D239AF">
          <w:rPr>
            <w:i w:val="0"/>
            <w:webHidden/>
            <w:sz w:val="20"/>
            <w:szCs w:val="20"/>
          </w:rPr>
        </w:r>
        <w:r w:rsidRPr="00D239AF">
          <w:rPr>
            <w:i w:val="0"/>
            <w:webHidden/>
            <w:sz w:val="20"/>
            <w:szCs w:val="20"/>
          </w:rPr>
          <w:fldChar w:fldCharType="separate"/>
        </w:r>
        <w:r w:rsidRPr="00D239AF">
          <w:rPr>
            <w:i w:val="0"/>
            <w:webHidden/>
            <w:sz w:val="20"/>
            <w:szCs w:val="20"/>
          </w:rPr>
          <w:t>16-46</w:t>
        </w:r>
        <w:r w:rsidRPr="00D239AF">
          <w:rPr>
            <w:i w:val="0"/>
            <w:webHidden/>
            <w:sz w:val="20"/>
            <w:szCs w:val="20"/>
          </w:rPr>
          <w:fldChar w:fldCharType="end"/>
        </w:r>
      </w:hyperlink>
    </w:p>
    <w:p w14:paraId="78B0DE05" w14:textId="77777777" w:rsidR="00D239AF" w:rsidRPr="00D239AF" w:rsidRDefault="00D239AF">
      <w:pPr>
        <w:pStyle w:val="TOC4"/>
        <w:rPr>
          <w:rFonts w:eastAsiaTheme="minorEastAsia"/>
          <w:sz w:val="20"/>
          <w:szCs w:val="20"/>
        </w:rPr>
      </w:pPr>
      <w:hyperlink w:anchor="_Toc34728513" w:history="1">
        <w:r w:rsidRPr="00D239AF">
          <w:rPr>
            <w:rStyle w:val="Hyperlink"/>
            <w:sz w:val="20"/>
            <w:szCs w:val="20"/>
          </w:rPr>
          <w:t>16.11.4.4</w:t>
        </w:r>
        <w:r w:rsidRPr="00D239AF">
          <w:rPr>
            <w:rFonts w:eastAsiaTheme="minorEastAsia"/>
            <w:sz w:val="20"/>
            <w:szCs w:val="20"/>
          </w:rPr>
          <w:tab/>
        </w:r>
        <w:r w:rsidRPr="00D239AF">
          <w:rPr>
            <w:rStyle w:val="Hyperlink"/>
            <w:sz w:val="20"/>
            <w:szCs w:val="20"/>
          </w:rPr>
          <w:t>[RESERVED]</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_Toc34728513 \h </w:instrText>
        </w:r>
        <w:r w:rsidRPr="00D239AF">
          <w:rPr>
            <w:webHidden/>
            <w:sz w:val="20"/>
            <w:szCs w:val="20"/>
          </w:rPr>
        </w:r>
        <w:r w:rsidRPr="00D239AF">
          <w:rPr>
            <w:webHidden/>
            <w:sz w:val="20"/>
            <w:szCs w:val="20"/>
          </w:rPr>
          <w:fldChar w:fldCharType="separate"/>
        </w:r>
        <w:r w:rsidRPr="00D239AF">
          <w:rPr>
            <w:webHidden/>
            <w:sz w:val="20"/>
            <w:szCs w:val="20"/>
          </w:rPr>
          <w:t>16-49</w:t>
        </w:r>
        <w:r w:rsidRPr="00D239AF">
          <w:rPr>
            <w:webHidden/>
            <w:sz w:val="20"/>
            <w:szCs w:val="20"/>
          </w:rPr>
          <w:fldChar w:fldCharType="end"/>
        </w:r>
      </w:hyperlink>
    </w:p>
    <w:p w14:paraId="344267AB" w14:textId="77777777" w:rsidR="00D239AF" w:rsidRPr="00D239AF" w:rsidRDefault="00D239AF">
      <w:pPr>
        <w:pStyle w:val="TOC4"/>
        <w:rPr>
          <w:rFonts w:eastAsiaTheme="minorEastAsia"/>
          <w:sz w:val="20"/>
          <w:szCs w:val="20"/>
        </w:rPr>
      </w:pPr>
      <w:hyperlink w:anchor="_Toc34728514" w:history="1">
        <w:r w:rsidRPr="00D239AF">
          <w:rPr>
            <w:rStyle w:val="Hyperlink"/>
            <w:bCs/>
            <w:snapToGrid w:val="0"/>
            <w:sz w:val="20"/>
            <w:szCs w:val="20"/>
          </w:rPr>
          <w:t>16.11.4.5</w:t>
        </w:r>
        <w:r w:rsidRPr="00D239AF">
          <w:rPr>
            <w:rFonts w:eastAsiaTheme="minorEastAsia"/>
            <w:sz w:val="20"/>
            <w:szCs w:val="20"/>
          </w:rPr>
          <w:tab/>
        </w:r>
        <w:r w:rsidRPr="00D239AF">
          <w:rPr>
            <w:rStyle w:val="Hyperlink"/>
            <w:bCs/>
            <w:snapToGrid w:val="0"/>
            <w:sz w:val="20"/>
            <w:szCs w:val="20"/>
          </w:rPr>
          <w:t>Determination of the Counter-Party Future Credit Exposure</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_Toc34728514 \h </w:instrText>
        </w:r>
        <w:r w:rsidRPr="00D239AF">
          <w:rPr>
            <w:webHidden/>
            <w:sz w:val="20"/>
            <w:szCs w:val="20"/>
          </w:rPr>
        </w:r>
        <w:r w:rsidRPr="00D239AF">
          <w:rPr>
            <w:webHidden/>
            <w:sz w:val="20"/>
            <w:szCs w:val="20"/>
          </w:rPr>
          <w:fldChar w:fldCharType="separate"/>
        </w:r>
        <w:r w:rsidRPr="00D239AF">
          <w:rPr>
            <w:webHidden/>
            <w:sz w:val="20"/>
            <w:szCs w:val="20"/>
          </w:rPr>
          <w:t>16-49</w:t>
        </w:r>
        <w:r w:rsidRPr="00D239AF">
          <w:rPr>
            <w:webHidden/>
            <w:sz w:val="20"/>
            <w:szCs w:val="20"/>
          </w:rPr>
          <w:fldChar w:fldCharType="end"/>
        </w:r>
      </w:hyperlink>
    </w:p>
    <w:p w14:paraId="728FDCB7" w14:textId="77777777" w:rsidR="00D239AF" w:rsidRPr="00D239AF" w:rsidRDefault="00D239AF">
      <w:pPr>
        <w:pStyle w:val="TOC4"/>
        <w:rPr>
          <w:rFonts w:eastAsiaTheme="minorEastAsia"/>
          <w:sz w:val="20"/>
          <w:szCs w:val="20"/>
        </w:rPr>
      </w:pPr>
      <w:hyperlink w:anchor="_Toc34728515" w:history="1">
        <w:r w:rsidRPr="00D239AF">
          <w:rPr>
            <w:rStyle w:val="Hyperlink"/>
            <w:bCs/>
            <w:sz w:val="20"/>
            <w:szCs w:val="20"/>
          </w:rPr>
          <w:t>16.11.4.6</w:t>
        </w:r>
        <w:r w:rsidRPr="00D239AF">
          <w:rPr>
            <w:rFonts w:eastAsiaTheme="minorEastAsia"/>
            <w:sz w:val="20"/>
            <w:szCs w:val="20"/>
          </w:rPr>
          <w:tab/>
        </w:r>
        <w:r w:rsidRPr="00D239AF">
          <w:rPr>
            <w:rStyle w:val="Hyperlink"/>
            <w:bCs/>
            <w:sz w:val="20"/>
            <w:szCs w:val="20"/>
          </w:rPr>
          <w:t>Determination of Counter-Party Available Credit Limits</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_Toc34728515 \h </w:instrText>
        </w:r>
        <w:r w:rsidRPr="00D239AF">
          <w:rPr>
            <w:webHidden/>
            <w:sz w:val="20"/>
            <w:szCs w:val="20"/>
          </w:rPr>
        </w:r>
        <w:r w:rsidRPr="00D239AF">
          <w:rPr>
            <w:webHidden/>
            <w:sz w:val="20"/>
            <w:szCs w:val="20"/>
          </w:rPr>
          <w:fldChar w:fldCharType="separate"/>
        </w:r>
        <w:r w:rsidRPr="00D239AF">
          <w:rPr>
            <w:webHidden/>
            <w:sz w:val="20"/>
            <w:szCs w:val="20"/>
          </w:rPr>
          <w:t>16-51</w:t>
        </w:r>
        <w:r w:rsidRPr="00D239AF">
          <w:rPr>
            <w:webHidden/>
            <w:sz w:val="20"/>
            <w:szCs w:val="20"/>
          </w:rPr>
          <w:fldChar w:fldCharType="end"/>
        </w:r>
      </w:hyperlink>
    </w:p>
    <w:p w14:paraId="14135145" w14:textId="77777777" w:rsidR="00D239AF" w:rsidRPr="00D239AF" w:rsidRDefault="00D239AF">
      <w:pPr>
        <w:pStyle w:val="TOC5"/>
        <w:tabs>
          <w:tab w:val="left" w:pos="3614"/>
        </w:tabs>
        <w:rPr>
          <w:rFonts w:eastAsiaTheme="minorEastAsia"/>
          <w:i w:val="0"/>
          <w:sz w:val="20"/>
          <w:szCs w:val="20"/>
        </w:rPr>
      </w:pPr>
      <w:hyperlink w:anchor="_Toc34728516" w:history="1">
        <w:r w:rsidRPr="00D239AF">
          <w:rPr>
            <w:rStyle w:val="Hyperlink"/>
            <w:i w:val="0"/>
            <w:sz w:val="20"/>
            <w:szCs w:val="20"/>
          </w:rPr>
          <w:t>16.11.4.6.1</w:t>
        </w:r>
        <w:r w:rsidRPr="00D239AF">
          <w:rPr>
            <w:rFonts w:eastAsiaTheme="minorEastAsia"/>
            <w:i w:val="0"/>
            <w:sz w:val="20"/>
            <w:szCs w:val="20"/>
          </w:rPr>
          <w:tab/>
        </w:r>
        <w:r w:rsidRPr="00D239AF">
          <w:rPr>
            <w:rStyle w:val="Hyperlink"/>
            <w:i w:val="0"/>
            <w:sz w:val="20"/>
            <w:szCs w:val="20"/>
          </w:rPr>
          <w:t>Credit Requirements for CRR Auction Participation</w:t>
        </w:r>
        <w:r w:rsidRPr="00D239AF">
          <w:rPr>
            <w:i w:val="0"/>
            <w:webHidden/>
            <w:sz w:val="20"/>
            <w:szCs w:val="20"/>
          </w:rPr>
          <w:tab/>
        </w:r>
        <w:r w:rsidRPr="00D239AF">
          <w:rPr>
            <w:i w:val="0"/>
            <w:webHidden/>
            <w:sz w:val="20"/>
            <w:szCs w:val="20"/>
          </w:rPr>
          <w:fldChar w:fldCharType="begin"/>
        </w:r>
        <w:r w:rsidRPr="00D239AF">
          <w:rPr>
            <w:i w:val="0"/>
            <w:webHidden/>
            <w:sz w:val="20"/>
            <w:szCs w:val="20"/>
          </w:rPr>
          <w:instrText xml:space="preserve"> PAGEREF _Toc34728516 \h </w:instrText>
        </w:r>
        <w:r w:rsidRPr="00D239AF">
          <w:rPr>
            <w:i w:val="0"/>
            <w:webHidden/>
            <w:sz w:val="20"/>
            <w:szCs w:val="20"/>
          </w:rPr>
        </w:r>
        <w:r w:rsidRPr="00D239AF">
          <w:rPr>
            <w:i w:val="0"/>
            <w:webHidden/>
            <w:sz w:val="20"/>
            <w:szCs w:val="20"/>
          </w:rPr>
          <w:fldChar w:fldCharType="separate"/>
        </w:r>
        <w:r w:rsidRPr="00D239AF">
          <w:rPr>
            <w:i w:val="0"/>
            <w:webHidden/>
            <w:sz w:val="20"/>
            <w:szCs w:val="20"/>
          </w:rPr>
          <w:t>16-52</w:t>
        </w:r>
        <w:r w:rsidRPr="00D239AF">
          <w:rPr>
            <w:i w:val="0"/>
            <w:webHidden/>
            <w:sz w:val="20"/>
            <w:szCs w:val="20"/>
          </w:rPr>
          <w:fldChar w:fldCharType="end"/>
        </w:r>
      </w:hyperlink>
    </w:p>
    <w:p w14:paraId="4421700D" w14:textId="77777777" w:rsidR="00D239AF" w:rsidRPr="00D239AF" w:rsidRDefault="00D239AF">
      <w:pPr>
        <w:pStyle w:val="TOC5"/>
        <w:tabs>
          <w:tab w:val="left" w:pos="3614"/>
        </w:tabs>
        <w:rPr>
          <w:rFonts w:eastAsiaTheme="minorEastAsia"/>
          <w:i w:val="0"/>
          <w:sz w:val="20"/>
          <w:szCs w:val="20"/>
        </w:rPr>
      </w:pPr>
      <w:hyperlink w:anchor="_Toc34728517" w:history="1">
        <w:r w:rsidRPr="00D239AF">
          <w:rPr>
            <w:rStyle w:val="Hyperlink"/>
            <w:i w:val="0"/>
            <w:sz w:val="20"/>
            <w:szCs w:val="20"/>
          </w:rPr>
          <w:t>16.11.4.6.2</w:t>
        </w:r>
        <w:r w:rsidRPr="00D239AF">
          <w:rPr>
            <w:rFonts w:eastAsiaTheme="minorEastAsia"/>
            <w:i w:val="0"/>
            <w:sz w:val="20"/>
            <w:szCs w:val="20"/>
          </w:rPr>
          <w:tab/>
        </w:r>
        <w:r w:rsidRPr="00D239AF">
          <w:rPr>
            <w:rStyle w:val="Hyperlink"/>
            <w:i w:val="0"/>
            <w:sz w:val="20"/>
            <w:szCs w:val="20"/>
          </w:rPr>
          <w:t>Credit Requirements for DAM Participation</w:t>
        </w:r>
        <w:r w:rsidRPr="00D239AF">
          <w:rPr>
            <w:i w:val="0"/>
            <w:webHidden/>
            <w:sz w:val="20"/>
            <w:szCs w:val="20"/>
          </w:rPr>
          <w:tab/>
        </w:r>
        <w:r w:rsidRPr="00D239AF">
          <w:rPr>
            <w:i w:val="0"/>
            <w:webHidden/>
            <w:sz w:val="20"/>
            <w:szCs w:val="20"/>
          </w:rPr>
          <w:fldChar w:fldCharType="begin"/>
        </w:r>
        <w:r w:rsidRPr="00D239AF">
          <w:rPr>
            <w:i w:val="0"/>
            <w:webHidden/>
            <w:sz w:val="20"/>
            <w:szCs w:val="20"/>
          </w:rPr>
          <w:instrText xml:space="preserve"> PAGEREF _Toc34728517 \h </w:instrText>
        </w:r>
        <w:r w:rsidRPr="00D239AF">
          <w:rPr>
            <w:i w:val="0"/>
            <w:webHidden/>
            <w:sz w:val="20"/>
            <w:szCs w:val="20"/>
          </w:rPr>
        </w:r>
        <w:r w:rsidRPr="00D239AF">
          <w:rPr>
            <w:i w:val="0"/>
            <w:webHidden/>
            <w:sz w:val="20"/>
            <w:szCs w:val="20"/>
          </w:rPr>
          <w:fldChar w:fldCharType="separate"/>
        </w:r>
        <w:r w:rsidRPr="00D239AF">
          <w:rPr>
            <w:i w:val="0"/>
            <w:webHidden/>
            <w:sz w:val="20"/>
            <w:szCs w:val="20"/>
          </w:rPr>
          <w:t>16-53</w:t>
        </w:r>
        <w:r w:rsidRPr="00D239AF">
          <w:rPr>
            <w:i w:val="0"/>
            <w:webHidden/>
            <w:sz w:val="20"/>
            <w:szCs w:val="20"/>
          </w:rPr>
          <w:fldChar w:fldCharType="end"/>
        </w:r>
      </w:hyperlink>
    </w:p>
    <w:p w14:paraId="51D46E1A" w14:textId="77777777" w:rsidR="00D239AF" w:rsidRPr="00D239AF" w:rsidRDefault="00D239AF">
      <w:pPr>
        <w:pStyle w:val="TOC4"/>
        <w:rPr>
          <w:rFonts w:eastAsiaTheme="minorEastAsia"/>
          <w:sz w:val="20"/>
          <w:szCs w:val="20"/>
        </w:rPr>
      </w:pPr>
      <w:hyperlink w:anchor="_Toc34728518" w:history="1">
        <w:r w:rsidRPr="00D239AF">
          <w:rPr>
            <w:rStyle w:val="Hyperlink"/>
            <w:sz w:val="20"/>
            <w:szCs w:val="20"/>
          </w:rPr>
          <w:t>16.11.4.7</w:t>
        </w:r>
        <w:r w:rsidRPr="00D239AF">
          <w:rPr>
            <w:rFonts w:eastAsiaTheme="minorEastAsia"/>
            <w:sz w:val="20"/>
            <w:szCs w:val="20"/>
          </w:rPr>
          <w:tab/>
        </w:r>
        <w:r w:rsidRPr="00D239AF">
          <w:rPr>
            <w:rStyle w:val="Hyperlink"/>
            <w:sz w:val="20"/>
            <w:szCs w:val="20"/>
          </w:rPr>
          <w:t>Credit Monitoring and Management Reports</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_Toc34728518 \h </w:instrText>
        </w:r>
        <w:r w:rsidRPr="00D239AF">
          <w:rPr>
            <w:webHidden/>
            <w:sz w:val="20"/>
            <w:szCs w:val="20"/>
          </w:rPr>
        </w:r>
        <w:r w:rsidRPr="00D239AF">
          <w:rPr>
            <w:webHidden/>
            <w:sz w:val="20"/>
            <w:szCs w:val="20"/>
          </w:rPr>
          <w:fldChar w:fldCharType="separate"/>
        </w:r>
        <w:r w:rsidRPr="00D239AF">
          <w:rPr>
            <w:webHidden/>
            <w:sz w:val="20"/>
            <w:szCs w:val="20"/>
          </w:rPr>
          <w:t>16-54</w:t>
        </w:r>
        <w:r w:rsidRPr="00D239AF">
          <w:rPr>
            <w:webHidden/>
            <w:sz w:val="20"/>
            <w:szCs w:val="20"/>
          </w:rPr>
          <w:fldChar w:fldCharType="end"/>
        </w:r>
      </w:hyperlink>
    </w:p>
    <w:p w14:paraId="5D90AAF1" w14:textId="77777777" w:rsidR="00D239AF" w:rsidRPr="00D239AF" w:rsidRDefault="00D239AF">
      <w:pPr>
        <w:pStyle w:val="TOC3"/>
        <w:rPr>
          <w:rFonts w:eastAsiaTheme="minorEastAsia"/>
          <w:i w:val="0"/>
          <w:iCs w:val="0"/>
          <w:noProof/>
        </w:rPr>
      </w:pPr>
      <w:hyperlink w:anchor="_Toc34728519" w:history="1">
        <w:r w:rsidRPr="00D239AF">
          <w:rPr>
            <w:rStyle w:val="Hyperlink"/>
            <w:i w:val="0"/>
            <w:noProof/>
          </w:rPr>
          <w:t>16.11.5</w:t>
        </w:r>
        <w:r w:rsidRPr="00D239AF">
          <w:rPr>
            <w:rFonts w:eastAsiaTheme="minorEastAsia"/>
            <w:i w:val="0"/>
            <w:iCs w:val="0"/>
            <w:noProof/>
          </w:rPr>
          <w:tab/>
        </w:r>
        <w:r w:rsidRPr="00D239AF">
          <w:rPr>
            <w:rStyle w:val="Hyperlink"/>
            <w:i w:val="0"/>
            <w:noProof/>
          </w:rPr>
          <w:t>Monitoring of a Counter-Party’s Creditworthiness and Credit Exposure by ERCOT</w:t>
        </w:r>
        <w:r w:rsidRPr="00D239AF">
          <w:rPr>
            <w:i w:val="0"/>
            <w:noProof/>
            <w:webHidden/>
          </w:rPr>
          <w:tab/>
        </w:r>
        <w:r w:rsidRPr="00D239AF">
          <w:rPr>
            <w:i w:val="0"/>
            <w:noProof/>
            <w:webHidden/>
          </w:rPr>
          <w:fldChar w:fldCharType="begin"/>
        </w:r>
        <w:r w:rsidRPr="00D239AF">
          <w:rPr>
            <w:i w:val="0"/>
            <w:noProof/>
            <w:webHidden/>
          </w:rPr>
          <w:instrText xml:space="preserve"> PAGEREF _Toc34728519 \h </w:instrText>
        </w:r>
        <w:r w:rsidRPr="00D239AF">
          <w:rPr>
            <w:i w:val="0"/>
            <w:noProof/>
            <w:webHidden/>
          </w:rPr>
        </w:r>
        <w:r w:rsidRPr="00D239AF">
          <w:rPr>
            <w:i w:val="0"/>
            <w:noProof/>
            <w:webHidden/>
          </w:rPr>
          <w:fldChar w:fldCharType="separate"/>
        </w:r>
        <w:r w:rsidRPr="00D239AF">
          <w:rPr>
            <w:i w:val="0"/>
            <w:noProof/>
            <w:webHidden/>
          </w:rPr>
          <w:t>16-54</w:t>
        </w:r>
        <w:r w:rsidRPr="00D239AF">
          <w:rPr>
            <w:i w:val="0"/>
            <w:noProof/>
            <w:webHidden/>
          </w:rPr>
          <w:fldChar w:fldCharType="end"/>
        </w:r>
      </w:hyperlink>
    </w:p>
    <w:p w14:paraId="11FAD50B" w14:textId="77777777" w:rsidR="00D239AF" w:rsidRPr="00D239AF" w:rsidRDefault="00D239AF">
      <w:pPr>
        <w:pStyle w:val="TOC3"/>
        <w:rPr>
          <w:rFonts w:eastAsiaTheme="minorEastAsia"/>
          <w:i w:val="0"/>
          <w:iCs w:val="0"/>
          <w:noProof/>
        </w:rPr>
      </w:pPr>
      <w:hyperlink w:anchor="_Toc34728520" w:history="1">
        <w:r w:rsidRPr="00D239AF">
          <w:rPr>
            <w:rStyle w:val="Hyperlink"/>
            <w:i w:val="0"/>
            <w:noProof/>
          </w:rPr>
          <w:t>16.11.6</w:t>
        </w:r>
        <w:r w:rsidRPr="00D239AF">
          <w:rPr>
            <w:rFonts w:eastAsiaTheme="minorEastAsia"/>
            <w:i w:val="0"/>
            <w:iCs w:val="0"/>
            <w:noProof/>
          </w:rPr>
          <w:tab/>
        </w:r>
        <w:r w:rsidRPr="00D239AF">
          <w:rPr>
            <w:rStyle w:val="Hyperlink"/>
            <w:i w:val="0"/>
            <w:noProof/>
          </w:rPr>
          <w:t>Payment Breach and Late Payments by Market Participants</w:t>
        </w:r>
        <w:r w:rsidRPr="00D239AF">
          <w:rPr>
            <w:i w:val="0"/>
            <w:noProof/>
            <w:webHidden/>
          </w:rPr>
          <w:tab/>
        </w:r>
        <w:r w:rsidRPr="00D239AF">
          <w:rPr>
            <w:i w:val="0"/>
            <w:noProof/>
            <w:webHidden/>
          </w:rPr>
          <w:fldChar w:fldCharType="begin"/>
        </w:r>
        <w:r w:rsidRPr="00D239AF">
          <w:rPr>
            <w:i w:val="0"/>
            <w:noProof/>
            <w:webHidden/>
          </w:rPr>
          <w:instrText xml:space="preserve"> PAGEREF _Toc34728520 \h </w:instrText>
        </w:r>
        <w:r w:rsidRPr="00D239AF">
          <w:rPr>
            <w:i w:val="0"/>
            <w:noProof/>
            <w:webHidden/>
          </w:rPr>
        </w:r>
        <w:r w:rsidRPr="00D239AF">
          <w:rPr>
            <w:i w:val="0"/>
            <w:noProof/>
            <w:webHidden/>
          </w:rPr>
          <w:fldChar w:fldCharType="separate"/>
        </w:r>
        <w:r w:rsidRPr="00D239AF">
          <w:rPr>
            <w:i w:val="0"/>
            <w:noProof/>
            <w:webHidden/>
          </w:rPr>
          <w:t>16-57</w:t>
        </w:r>
        <w:r w:rsidRPr="00D239AF">
          <w:rPr>
            <w:i w:val="0"/>
            <w:noProof/>
            <w:webHidden/>
          </w:rPr>
          <w:fldChar w:fldCharType="end"/>
        </w:r>
      </w:hyperlink>
    </w:p>
    <w:p w14:paraId="5ECBB347" w14:textId="77777777" w:rsidR="00D239AF" w:rsidRPr="00D239AF" w:rsidRDefault="00D239AF">
      <w:pPr>
        <w:pStyle w:val="TOC4"/>
        <w:rPr>
          <w:rFonts w:eastAsiaTheme="minorEastAsia"/>
          <w:sz w:val="20"/>
          <w:szCs w:val="20"/>
        </w:rPr>
      </w:pPr>
      <w:hyperlink w:anchor="_Toc34728521" w:history="1">
        <w:r w:rsidRPr="00D239AF">
          <w:rPr>
            <w:rStyle w:val="Hyperlink"/>
            <w:sz w:val="20"/>
            <w:szCs w:val="20"/>
          </w:rPr>
          <w:t>16.11.6.1</w:t>
        </w:r>
        <w:r w:rsidRPr="00D239AF">
          <w:rPr>
            <w:rFonts w:eastAsiaTheme="minorEastAsia"/>
            <w:sz w:val="20"/>
            <w:szCs w:val="20"/>
          </w:rPr>
          <w:tab/>
        </w:r>
        <w:r w:rsidRPr="00D239AF">
          <w:rPr>
            <w:rStyle w:val="Hyperlink"/>
            <w:sz w:val="20"/>
            <w:szCs w:val="20"/>
          </w:rPr>
          <w:t>ERCOT’s Remedies</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_Toc34728521 \h </w:instrText>
        </w:r>
        <w:r w:rsidRPr="00D239AF">
          <w:rPr>
            <w:webHidden/>
            <w:sz w:val="20"/>
            <w:szCs w:val="20"/>
          </w:rPr>
        </w:r>
        <w:r w:rsidRPr="00D239AF">
          <w:rPr>
            <w:webHidden/>
            <w:sz w:val="20"/>
            <w:szCs w:val="20"/>
          </w:rPr>
          <w:fldChar w:fldCharType="separate"/>
        </w:r>
        <w:r w:rsidRPr="00D239AF">
          <w:rPr>
            <w:webHidden/>
            <w:sz w:val="20"/>
            <w:szCs w:val="20"/>
          </w:rPr>
          <w:t>16-58</w:t>
        </w:r>
        <w:r w:rsidRPr="00D239AF">
          <w:rPr>
            <w:webHidden/>
            <w:sz w:val="20"/>
            <w:szCs w:val="20"/>
          </w:rPr>
          <w:fldChar w:fldCharType="end"/>
        </w:r>
      </w:hyperlink>
    </w:p>
    <w:p w14:paraId="47A9920B" w14:textId="77777777" w:rsidR="00D239AF" w:rsidRPr="00D239AF" w:rsidRDefault="00D239AF">
      <w:pPr>
        <w:pStyle w:val="TOC5"/>
        <w:tabs>
          <w:tab w:val="left" w:pos="3614"/>
        </w:tabs>
        <w:rPr>
          <w:rFonts w:eastAsiaTheme="minorEastAsia"/>
          <w:i w:val="0"/>
          <w:sz w:val="20"/>
          <w:szCs w:val="20"/>
        </w:rPr>
      </w:pPr>
      <w:hyperlink w:anchor="_Toc34728522" w:history="1">
        <w:r w:rsidRPr="00D239AF">
          <w:rPr>
            <w:rStyle w:val="Hyperlink"/>
            <w:i w:val="0"/>
            <w:sz w:val="20"/>
            <w:szCs w:val="20"/>
          </w:rPr>
          <w:t>16.11.6.1.1</w:t>
        </w:r>
        <w:r w:rsidRPr="00D239AF">
          <w:rPr>
            <w:rFonts w:eastAsiaTheme="minorEastAsia"/>
            <w:i w:val="0"/>
            <w:sz w:val="20"/>
            <w:szCs w:val="20"/>
          </w:rPr>
          <w:tab/>
        </w:r>
        <w:r w:rsidRPr="00D239AF">
          <w:rPr>
            <w:rStyle w:val="Hyperlink"/>
            <w:i w:val="0"/>
            <w:sz w:val="20"/>
            <w:szCs w:val="20"/>
          </w:rPr>
          <w:t>No Payments by ERCOT to Market Participant</w:t>
        </w:r>
        <w:r w:rsidRPr="00D239AF">
          <w:rPr>
            <w:i w:val="0"/>
            <w:webHidden/>
            <w:sz w:val="20"/>
            <w:szCs w:val="20"/>
          </w:rPr>
          <w:tab/>
        </w:r>
        <w:r w:rsidRPr="00D239AF">
          <w:rPr>
            <w:i w:val="0"/>
            <w:webHidden/>
            <w:sz w:val="20"/>
            <w:szCs w:val="20"/>
          </w:rPr>
          <w:fldChar w:fldCharType="begin"/>
        </w:r>
        <w:r w:rsidRPr="00D239AF">
          <w:rPr>
            <w:i w:val="0"/>
            <w:webHidden/>
            <w:sz w:val="20"/>
            <w:szCs w:val="20"/>
          </w:rPr>
          <w:instrText xml:space="preserve"> PAGEREF _Toc34728522 \h </w:instrText>
        </w:r>
        <w:r w:rsidRPr="00D239AF">
          <w:rPr>
            <w:i w:val="0"/>
            <w:webHidden/>
            <w:sz w:val="20"/>
            <w:szCs w:val="20"/>
          </w:rPr>
        </w:r>
        <w:r w:rsidRPr="00D239AF">
          <w:rPr>
            <w:i w:val="0"/>
            <w:webHidden/>
            <w:sz w:val="20"/>
            <w:szCs w:val="20"/>
          </w:rPr>
          <w:fldChar w:fldCharType="separate"/>
        </w:r>
        <w:r w:rsidRPr="00D239AF">
          <w:rPr>
            <w:i w:val="0"/>
            <w:webHidden/>
            <w:sz w:val="20"/>
            <w:szCs w:val="20"/>
          </w:rPr>
          <w:t>16-59</w:t>
        </w:r>
        <w:r w:rsidRPr="00D239AF">
          <w:rPr>
            <w:i w:val="0"/>
            <w:webHidden/>
            <w:sz w:val="20"/>
            <w:szCs w:val="20"/>
          </w:rPr>
          <w:fldChar w:fldCharType="end"/>
        </w:r>
      </w:hyperlink>
    </w:p>
    <w:p w14:paraId="4F549560" w14:textId="77777777" w:rsidR="00D239AF" w:rsidRPr="00D239AF" w:rsidRDefault="00D239AF">
      <w:pPr>
        <w:pStyle w:val="TOC5"/>
        <w:tabs>
          <w:tab w:val="left" w:pos="3614"/>
        </w:tabs>
        <w:rPr>
          <w:rFonts w:eastAsiaTheme="minorEastAsia"/>
          <w:i w:val="0"/>
          <w:sz w:val="20"/>
          <w:szCs w:val="20"/>
        </w:rPr>
      </w:pPr>
      <w:hyperlink w:anchor="_Toc34728523" w:history="1">
        <w:r w:rsidRPr="00D239AF">
          <w:rPr>
            <w:rStyle w:val="Hyperlink"/>
            <w:i w:val="0"/>
            <w:sz w:val="20"/>
            <w:szCs w:val="20"/>
          </w:rPr>
          <w:t>16.11.6.1.2</w:t>
        </w:r>
        <w:r w:rsidRPr="00D239AF">
          <w:rPr>
            <w:rFonts w:eastAsiaTheme="minorEastAsia"/>
            <w:i w:val="0"/>
            <w:sz w:val="20"/>
            <w:szCs w:val="20"/>
          </w:rPr>
          <w:tab/>
        </w:r>
        <w:r w:rsidRPr="00D239AF">
          <w:rPr>
            <w:rStyle w:val="Hyperlink"/>
            <w:i w:val="0"/>
            <w:sz w:val="20"/>
            <w:szCs w:val="20"/>
          </w:rPr>
          <w:t>ERCOT May Draw On, Hold or Distribute Funds</w:t>
        </w:r>
        <w:r w:rsidRPr="00D239AF">
          <w:rPr>
            <w:i w:val="0"/>
            <w:webHidden/>
            <w:sz w:val="20"/>
            <w:szCs w:val="20"/>
          </w:rPr>
          <w:tab/>
        </w:r>
        <w:r w:rsidRPr="00D239AF">
          <w:rPr>
            <w:i w:val="0"/>
            <w:webHidden/>
            <w:sz w:val="20"/>
            <w:szCs w:val="20"/>
          </w:rPr>
          <w:fldChar w:fldCharType="begin"/>
        </w:r>
        <w:r w:rsidRPr="00D239AF">
          <w:rPr>
            <w:i w:val="0"/>
            <w:webHidden/>
            <w:sz w:val="20"/>
            <w:szCs w:val="20"/>
          </w:rPr>
          <w:instrText xml:space="preserve"> PAGEREF _Toc34728523 \h </w:instrText>
        </w:r>
        <w:r w:rsidRPr="00D239AF">
          <w:rPr>
            <w:i w:val="0"/>
            <w:webHidden/>
            <w:sz w:val="20"/>
            <w:szCs w:val="20"/>
          </w:rPr>
        </w:r>
        <w:r w:rsidRPr="00D239AF">
          <w:rPr>
            <w:i w:val="0"/>
            <w:webHidden/>
            <w:sz w:val="20"/>
            <w:szCs w:val="20"/>
          </w:rPr>
          <w:fldChar w:fldCharType="separate"/>
        </w:r>
        <w:r w:rsidRPr="00D239AF">
          <w:rPr>
            <w:i w:val="0"/>
            <w:webHidden/>
            <w:sz w:val="20"/>
            <w:szCs w:val="20"/>
          </w:rPr>
          <w:t>16-59</w:t>
        </w:r>
        <w:r w:rsidRPr="00D239AF">
          <w:rPr>
            <w:i w:val="0"/>
            <w:webHidden/>
            <w:sz w:val="20"/>
            <w:szCs w:val="20"/>
          </w:rPr>
          <w:fldChar w:fldCharType="end"/>
        </w:r>
      </w:hyperlink>
    </w:p>
    <w:p w14:paraId="7AF3547F" w14:textId="77777777" w:rsidR="00D239AF" w:rsidRPr="00D239AF" w:rsidRDefault="00D239AF">
      <w:pPr>
        <w:pStyle w:val="TOC5"/>
        <w:tabs>
          <w:tab w:val="left" w:pos="3614"/>
        </w:tabs>
        <w:rPr>
          <w:rFonts w:eastAsiaTheme="minorEastAsia"/>
          <w:i w:val="0"/>
          <w:sz w:val="20"/>
          <w:szCs w:val="20"/>
        </w:rPr>
      </w:pPr>
      <w:hyperlink w:anchor="_Toc34728524" w:history="1">
        <w:r w:rsidRPr="00D239AF">
          <w:rPr>
            <w:rStyle w:val="Hyperlink"/>
            <w:i w:val="0"/>
            <w:sz w:val="20"/>
            <w:szCs w:val="20"/>
          </w:rPr>
          <w:t>16.11.6.1.3</w:t>
        </w:r>
        <w:r w:rsidRPr="00D239AF">
          <w:rPr>
            <w:rFonts w:eastAsiaTheme="minorEastAsia"/>
            <w:i w:val="0"/>
            <w:sz w:val="20"/>
            <w:szCs w:val="20"/>
          </w:rPr>
          <w:tab/>
        </w:r>
        <w:r w:rsidRPr="00D239AF">
          <w:rPr>
            <w:rStyle w:val="Hyperlink"/>
            <w:i w:val="0"/>
            <w:sz w:val="20"/>
            <w:szCs w:val="20"/>
          </w:rPr>
          <w:t>Aggregate Amount Owed by Breaching Market Participant Immediately Due</w:t>
        </w:r>
        <w:r w:rsidRPr="00D239AF">
          <w:rPr>
            <w:i w:val="0"/>
            <w:webHidden/>
            <w:sz w:val="20"/>
            <w:szCs w:val="20"/>
          </w:rPr>
          <w:tab/>
        </w:r>
        <w:r w:rsidRPr="00D239AF">
          <w:rPr>
            <w:i w:val="0"/>
            <w:webHidden/>
            <w:sz w:val="20"/>
            <w:szCs w:val="20"/>
          </w:rPr>
          <w:fldChar w:fldCharType="begin"/>
        </w:r>
        <w:r w:rsidRPr="00D239AF">
          <w:rPr>
            <w:i w:val="0"/>
            <w:webHidden/>
            <w:sz w:val="20"/>
            <w:szCs w:val="20"/>
          </w:rPr>
          <w:instrText xml:space="preserve"> PAGEREF _Toc34728524 \h </w:instrText>
        </w:r>
        <w:r w:rsidRPr="00D239AF">
          <w:rPr>
            <w:i w:val="0"/>
            <w:webHidden/>
            <w:sz w:val="20"/>
            <w:szCs w:val="20"/>
          </w:rPr>
        </w:r>
        <w:r w:rsidRPr="00D239AF">
          <w:rPr>
            <w:i w:val="0"/>
            <w:webHidden/>
            <w:sz w:val="20"/>
            <w:szCs w:val="20"/>
          </w:rPr>
          <w:fldChar w:fldCharType="separate"/>
        </w:r>
        <w:r w:rsidRPr="00D239AF">
          <w:rPr>
            <w:i w:val="0"/>
            <w:webHidden/>
            <w:sz w:val="20"/>
            <w:szCs w:val="20"/>
          </w:rPr>
          <w:t>16-59</w:t>
        </w:r>
        <w:r w:rsidRPr="00D239AF">
          <w:rPr>
            <w:i w:val="0"/>
            <w:webHidden/>
            <w:sz w:val="20"/>
            <w:szCs w:val="20"/>
          </w:rPr>
          <w:fldChar w:fldCharType="end"/>
        </w:r>
      </w:hyperlink>
    </w:p>
    <w:p w14:paraId="63FD770F" w14:textId="77777777" w:rsidR="00D239AF" w:rsidRPr="00D239AF" w:rsidRDefault="00D239AF">
      <w:pPr>
        <w:pStyle w:val="TOC5"/>
        <w:tabs>
          <w:tab w:val="left" w:pos="3614"/>
        </w:tabs>
        <w:rPr>
          <w:rFonts w:eastAsiaTheme="minorEastAsia"/>
          <w:i w:val="0"/>
          <w:sz w:val="20"/>
          <w:szCs w:val="20"/>
        </w:rPr>
      </w:pPr>
      <w:hyperlink w:anchor="_Toc34728525" w:history="1">
        <w:r w:rsidRPr="00D239AF">
          <w:rPr>
            <w:rStyle w:val="Hyperlink"/>
            <w:i w:val="0"/>
            <w:sz w:val="20"/>
            <w:szCs w:val="20"/>
          </w:rPr>
          <w:t>16.11.6.1.4</w:t>
        </w:r>
        <w:r w:rsidRPr="00D239AF">
          <w:rPr>
            <w:rFonts w:eastAsiaTheme="minorEastAsia"/>
            <w:i w:val="0"/>
            <w:sz w:val="20"/>
            <w:szCs w:val="20"/>
          </w:rPr>
          <w:tab/>
        </w:r>
        <w:r w:rsidRPr="00D239AF">
          <w:rPr>
            <w:rStyle w:val="Hyperlink"/>
            <w:i w:val="0"/>
            <w:sz w:val="20"/>
            <w:szCs w:val="20"/>
          </w:rPr>
          <w:t>Repossession of CRRs by ERCOT</w:t>
        </w:r>
        <w:r w:rsidRPr="00D239AF">
          <w:rPr>
            <w:i w:val="0"/>
            <w:webHidden/>
            <w:sz w:val="20"/>
            <w:szCs w:val="20"/>
          </w:rPr>
          <w:tab/>
        </w:r>
        <w:r w:rsidRPr="00D239AF">
          <w:rPr>
            <w:i w:val="0"/>
            <w:webHidden/>
            <w:sz w:val="20"/>
            <w:szCs w:val="20"/>
          </w:rPr>
          <w:fldChar w:fldCharType="begin"/>
        </w:r>
        <w:r w:rsidRPr="00D239AF">
          <w:rPr>
            <w:i w:val="0"/>
            <w:webHidden/>
            <w:sz w:val="20"/>
            <w:szCs w:val="20"/>
          </w:rPr>
          <w:instrText xml:space="preserve"> PAGEREF _Toc34728525 \h </w:instrText>
        </w:r>
        <w:r w:rsidRPr="00D239AF">
          <w:rPr>
            <w:i w:val="0"/>
            <w:webHidden/>
            <w:sz w:val="20"/>
            <w:szCs w:val="20"/>
          </w:rPr>
        </w:r>
        <w:r w:rsidRPr="00D239AF">
          <w:rPr>
            <w:i w:val="0"/>
            <w:webHidden/>
            <w:sz w:val="20"/>
            <w:szCs w:val="20"/>
          </w:rPr>
          <w:fldChar w:fldCharType="separate"/>
        </w:r>
        <w:r w:rsidRPr="00D239AF">
          <w:rPr>
            <w:i w:val="0"/>
            <w:webHidden/>
            <w:sz w:val="20"/>
            <w:szCs w:val="20"/>
          </w:rPr>
          <w:t>16-59</w:t>
        </w:r>
        <w:r w:rsidRPr="00D239AF">
          <w:rPr>
            <w:i w:val="0"/>
            <w:webHidden/>
            <w:sz w:val="20"/>
            <w:szCs w:val="20"/>
          </w:rPr>
          <w:fldChar w:fldCharType="end"/>
        </w:r>
      </w:hyperlink>
    </w:p>
    <w:p w14:paraId="0DCD5C16" w14:textId="77777777" w:rsidR="00D239AF" w:rsidRPr="00D239AF" w:rsidRDefault="00D239AF">
      <w:pPr>
        <w:pStyle w:val="TOC5"/>
        <w:tabs>
          <w:tab w:val="left" w:pos="3614"/>
        </w:tabs>
        <w:rPr>
          <w:rFonts w:eastAsiaTheme="minorEastAsia"/>
          <w:i w:val="0"/>
          <w:sz w:val="20"/>
          <w:szCs w:val="20"/>
        </w:rPr>
      </w:pPr>
      <w:hyperlink w:anchor="_Toc34728526" w:history="1">
        <w:r w:rsidRPr="00D239AF">
          <w:rPr>
            <w:rStyle w:val="Hyperlink"/>
            <w:i w:val="0"/>
            <w:sz w:val="20"/>
            <w:szCs w:val="20"/>
          </w:rPr>
          <w:t>16.11.6.1.5</w:t>
        </w:r>
        <w:r w:rsidRPr="00D239AF">
          <w:rPr>
            <w:rFonts w:eastAsiaTheme="minorEastAsia"/>
            <w:i w:val="0"/>
            <w:sz w:val="20"/>
            <w:szCs w:val="20"/>
          </w:rPr>
          <w:tab/>
        </w:r>
        <w:r w:rsidRPr="00D239AF">
          <w:rPr>
            <w:rStyle w:val="Hyperlink"/>
            <w:i w:val="0"/>
            <w:sz w:val="20"/>
            <w:szCs w:val="20"/>
          </w:rPr>
          <w:t>Declaration of Forfeit of CRRs</w:t>
        </w:r>
        <w:r w:rsidRPr="00D239AF">
          <w:rPr>
            <w:i w:val="0"/>
            <w:webHidden/>
            <w:sz w:val="20"/>
            <w:szCs w:val="20"/>
          </w:rPr>
          <w:tab/>
        </w:r>
        <w:r w:rsidRPr="00D239AF">
          <w:rPr>
            <w:i w:val="0"/>
            <w:webHidden/>
            <w:sz w:val="20"/>
            <w:szCs w:val="20"/>
          </w:rPr>
          <w:fldChar w:fldCharType="begin"/>
        </w:r>
        <w:r w:rsidRPr="00D239AF">
          <w:rPr>
            <w:i w:val="0"/>
            <w:webHidden/>
            <w:sz w:val="20"/>
            <w:szCs w:val="20"/>
          </w:rPr>
          <w:instrText xml:space="preserve"> PAGEREF _Toc34728526 \h </w:instrText>
        </w:r>
        <w:r w:rsidRPr="00D239AF">
          <w:rPr>
            <w:i w:val="0"/>
            <w:webHidden/>
            <w:sz w:val="20"/>
            <w:szCs w:val="20"/>
          </w:rPr>
        </w:r>
        <w:r w:rsidRPr="00D239AF">
          <w:rPr>
            <w:i w:val="0"/>
            <w:webHidden/>
            <w:sz w:val="20"/>
            <w:szCs w:val="20"/>
          </w:rPr>
          <w:fldChar w:fldCharType="separate"/>
        </w:r>
        <w:r w:rsidRPr="00D239AF">
          <w:rPr>
            <w:i w:val="0"/>
            <w:webHidden/>
            <w:sz w:val="20"/>
            <w:szCs w:val="20"/>
          </w:rPr>
          <w:t>16-60</w:t>
        </w:r>
        <w:r w:rsidRPr="00D239AF">
          <w:rPr>
            <w:i w:val="0"/>
            <w:webHidden/>
            <w:sz w:val="20"/>
            <w:szCs w:val="20"/>
          </w:rPr>
          <w:fldChar w:fldCharType="end"/>
        </w:r>
      </w:hyperlink>
    </w:p>
    <w:p w14:paraId="1A525F1B" w14:textId="77777777" w:rsidR="00D239AF" w:rsidRPr="00D239AF" w:rsidRDefault="00D239AF">
      <w:pPr>
        <w:pStyle w:val="TOC5"/>
        <w:tabs>
          <w:tab w:val="left" w:pos="3614"/>
        </w:tabs>
        <w:rPr>
          <w:rFonts w:eastAsiaTheme="minorEastAsia"/>
          <w:i w:val="0"/>
          <w:sz w:val="20"/>
          <w:szCs w:val="20"/>
        </w:rPr>
      </w:pPr>
      <w:hyperlink w:anchor="_Toc34728527" w:history="1">
        <w:r w:rsidRPr="00D239AF">
          <w:rPr>
            <w:rStyle w:val="Hyperlink"/>
            <w:i w:val="0"/>
            <w:sz w:val="20"/>
            <w:szCs w:val="20"/>
          </w:rPr>
          <w:t>16.11.6.1.6</w:t>
        </w:r>
        <w:r w:rsidRPr="00D239AF">
          <w:rPr>
            <w:rFonts w:eastAsiaTheme="minorEastAsia"/>
            <w:i w:val="0"/>
            <w:sz w:val="20"/>
            <w:szCs w:val="20"/>
          </w:rPr>
          <w:tab/>
        </w:r>
        <w:r w:rsidRPr="00D239AF">
          <w:rPr>
            <w:rStyle w:val="Hyperlink"/>
            <w:i w:val="0"/>
            <w:sz w:val="20"/>
            <w:szCs w:val="20"/>
          </w:rPr>
          <w:t>Revocation of a Market Participant’s Rights and Termination of Agreements</w:t>
        </w:r>
        <w:r w:rsidRPr="00D239AF">
          <w:rPr>
            <w:i w:val="0"/>
            <w:webHidden/>
            <w:sz w:val="20"/>
            <w:szCs w:val="20"/>
          </w:rPr>
          <w:tab/>
        </w:r>
        <w:r w:rsidRPr="00D239AF">
          <w:rPr>
            <w:i w:val="0"/>
            <w:webHidden/>
            <w:sz w:val="20"/>
            <w:szCs w:val="20"/>
          </w:rPr>
          <w:fldChar w:fldCharType="begin"/>
        </w:r>
        <w:r w:rsidRPr="00D239AF">
          <w:rPr>
            <w:i w:val="0"/>
            <w:webHidden/>
            <w:sz w:val="20"/>
            <w:szCs w:val="20"/>
          </w:rPr>
          <w:instrText xml:space="preserve"> PAGEREF _Toc34728527 \h </w:instrText>
        </w:r>
        <w:r w:rsidRPr="00D239AF">
          <w:rPr>
            <w:i w:val="0"/>
            <w:webHidden/>
            <w:sz w:val="20"/>
            <w:szCs w:val="20"/>
          </w:rPr>
        </w:r>
        <w:r w:rsidRPr="00D239AF">
          <w:rPr>
            <w:i w:val="0"/>
            <w:webHidden/>
            <w:sz w:val="20"/>
            <w:szCs w:val="20"/>
          </w:rPr>
          <w:fldChar w:fldCharType="separate"/>
        </w:r>
        <w:r w:rsidRPr="00D239AF">
          <w:rPr>
            <w:i w:val="0"/>
            <w:webHidden/>
            <w:sz w:val="20"/>
            <w:szCs w:val="20"/>
          </w:rPr>
          <w:t>16-60</w:t>
        </w:r>
        <w:r w:rsidRPr="00D239AF">
          <w:rPr>
            <w:i w:val="0"/>
            <w:webHidden/>
            <w:sz w:val="20"/>
            <w:szCs w:val="20"/>
          </w:rPr>
          <w:fldChar w:fldCharType="end"/>
        </w:r>
      </w:hyperlink>
    </w:p>
    <w:p w14:paraId="6517619A" w14:textId="77777777" w:rsidR="00D239AF" w:rsidRPr="00D239AF" w:rsidRDefault="00D239AF">
      <w:pPr>
        <w:pStyle w:val="TOC4"/>
        <w:rPr>
          <w:rFonts w:eastAsiaTheme="minorEastAsia"/>
          <w:sz w:val="20"/>
          <w:szCs w:val="20"/>
        </w:rPr>
      </w:pPr>
      <w:hyperlink w:anchor="_Toc34728528" w:history="1">
        <w:r w:rsidRPr="00D239AF">
          <w:rPr>
            <w:rStyle w:val="Hyperlink"/>
            <w:sz w:val="20"/>
            <w:szCs w:val="20"/>
          </w:rPr>
          <w:t>16.11.6.2</w:t>
        </w:r>
        <w:r w:rsidRPr="00D239AF">
          <w:rPr>
            <w:rFonts w:eastAsiaTheme="minorEastAsia"/>
            <w:sz w:val="20"/>
            <w:szCs w:val="20"/>
          </w:rPr>
          <w:tab/>
        </w:r>
        <w:r w:rsidRPr="00D239AF">
          <w:rPr>
            <w:rStyle w:val="Hyperlink"/>
            <w:sz w:val="20"/>
            <w:szCs w:val="20"/>
          </w:rPr>
          <w:t>ERCOT’s Remedies for Late Payments by a Market Participant</w:t>
        </w:r>
        <w:r w:rsidRPr="00D239AF">
          <w:rPr>
            <w:webHidden/>
            <w:sz w:val="20"/>
            <w:szCs w:val="20"/>
          </w:rPr>
          <w:tab/>
        </w:r>
        <w:r w:rsidRPr="00D239AF">
          <w:rPr>
            <w:webHidden/>
            <w:sz w:val="20"/>
            <w:szCs w:val="20"/>
          </w:rPr>
          <w:fldChar w:fldCharType="begin"/>
        </w:r>
        <w:r w:rsidRPr="00D239AF">
          <w:rPr>
            <w:webHidden/>
            <w:sz w:val="20"/>
            <w:szCs w:val="20"/>
          </w:rPr>
          <w:instrText xml:space="preserve"> PAGEREF _Toc34728528 \h </w:instrText>
        </w:r>
        <w:r w:rsidRPr="00D239AF">
          <w:rPr>
            <w:webHidden/>
            <w:sz w:val="20"/>
            <w:szCs w:val="20"/>
          </w:rPr>
        </w:r>
        <w:r w:rsidRPr="00D239AF">
          <w:rPr>
            <w:webHidden/>
            <w:sz w:val="20"/>
            <w:szCs w:val="20"/>
          </w:rPr>
          <w:fldChar w:fldCharType="separate"/>
        </w:r>
        <w:r w:rsidRPr="00D239AF">
          <w:rPr>
            <w:webHidden/>
            <w:sz w:val="20"/>
            <w:szCs w:val="20"/>
          </w:rPr>
          <w:t>16-61</w:t>
        </w:r>
        <w:r w:rsidRPr="00D239AF">
          <w:rPr>
            <w:webHidden/>
            <w:sz w:val="20"/>
            <w:szCs w:val="20"/>
          </w:rPr>
          <w:fldChar w:fldCharType="end"/>
        </w:r>
      </w:hyperlink>
    </w:p>
    <w:p w14:paraId="4D084622" w14:textId="77777777" w:rsidR="00D239AF" w:rsidRPr="00D239AF" w:rsidRDefault="00D239AF">
      <w:pPr>
        <w:pStyle w:val="TOC5"/>
        <w:tabs>
          <w:tab w:val="left" w:pos="3614"/>
        </w:tabs>
        <w:rPr>
          <w:rFonts w:eastAsiaTheme="minorEastAsia"/>
          <w:i w:val="0"/>
          <w:sz w:val="20"/>
          <w:szCs w:val="20"/>
        </w:rPr>
      </w:pPr>
      <w:hyperlink w:anchor="_Toc34728529" w:history="1">
        <w:r w:rsidRPr="00D239AF">
          <w:rPr>
            <w:rStyle w:val="Hyperlink"/>
            <w:i w:val="0"/>
            <w:sz w:val="20"/>
            <w:szCs w:val="20"/>
          </w:rPr>
          <w:t>16.11.6.2.1</w:t>
        </w:r>
        <w:r w:rsidRPr="00D239AF">
          <w:rPr>
            <w:rFonts w:eastAsiaTheme="minorEastAsia"/>
            <w:i w:val="0"/>
            <w:sz w:val="20"/>
            <w:szCs w:val="20"/>
          </w:rPr>
          <w:tab/>
        </w:r>
        <w:r w:rsidRPr="00D239AF">
          <w:rPr>
            <w:rStyle w:val="Hyperlink"/>
            <w:i w:val="0"/>
            <w:sz w:val="20"/>
            <w:szCs w:val="20"/>
          </w:rPr>
          <w:t>First Late Payment in Any Rolling 12-Month Period</w:t>
        </w:r>
        <w:r w:rsidRPr="00D239AF">
          <w:rPr>
            <w:i w:val="0"/>
            <w:webHidden/>
            <w:sz w:val="20"/>
            <w:szCs w:val="20"/>
          </w:rPr>
          <w:tab/>
        </w:r>
        <w:r w:rsidRPr="00D239AF">
          <w:rPr>
            <w:i w:val="0"/>
            <w:webHidden/>
            <w:sz w:val="20"/>
            <w:szCs w:val="20"/>
          </w:rPr>
          <w:fldChar w:fldCharType="begin"/>
        </w:r>
        <w:r w:rsidRPr="00D239AF">
          <w:rPr>
            <w:i w:val="0"/>
            <w:webHidden/>
            <w:sz w:val="20"/>
            <w:szCs w:val="20"/>
          </w:rPr>
          <w:instrText xml:space="preserve"> PAGEREF _Toc34728529 \h </w:instrText>
        </w:r>
        <w:r w:rsidRPr="00D239AF">
          <w:rPr>
            <w:i w:val="0"/>
            <w:webHidden/>
            <w:sz w:val="20"/>
            <w:szCs w:val="20"/>
          </w:rPr>
        </w:r>
        <w:r w:rsidRPr="00D239AF">
          <w:rPr>
            <w:i w:val="0"/>
            <w:webHidden/>
            <w:sz w:val="20"/>
            <w:szCs w:val="20"/>
          </w:rPr>
          <w:fldChar w:fldCharType="separate"/>
        </w:r>
        <w:r w:rsidRPr="00D239AF">
          <w:rPr>
            <w:i w:val="0"/>
            <w:webHidden/>
            <w:sz w:val="20"/>
            <w:szCs w:val="20"/>
          </w:rPr>
          <w:t>16-61</w:t>
        </w:r>
        <w:r w:rsidRPr="00D239AF">
          <w:rPr>
            <w:i w:val="0"/>
            <w:webHidden/>
            <w:sz w:val="20"/>
            <w:szCs w:val="20"/>
          </w:rPr>
          <w:fldChar w:fldCharType="end"/>
        </w:r>
      </w:hyperlink>
    </w:p>
    <w:p w14:paraId="5177637D" w14:textId="77777777" w:rsidR="00D239AF" w:rsidRPr="00D239AF" w:rsidRDefault="00D239AF">
      <w:pPr>
        <w:pStyle w:val="TOC5"/>
        <w:tabs>
          <w:tab w:val="left" w:pos="3614"/>
        </w:tabs>
        <w:rPr>
          <w:rFonts w:eastAsiaTheme="minorEastAsia"/>
          <w:i w:val="0"/>
          <w:sz w:val="20"/>
          <w:szCs w:val="20"/>
        </w:rPr>
      </w:pPr>
      <w:hyperlink w:anchor="_Toc34728530" w:history="1">
        <w:r w:rsidRPr="00D239AF">
          <w:rPr>
            <w:rStyle w:val="Hyperlink"/>
            <w:i w:val="0"/>
            <w:sz w:val="20"/>
            <w:szCs w:val="20"/>
          </w:rPr>
          <w:t>16.11.6.2.2</w:t>
        </w:r>
        <w:r w:rsidRPr="00D239AF">
          <w:rPr>
            <w:rFonts w:eastAsiaTheme="minorEastAsia"/>
            <w:i w:val="0"/>
            <w:sz w:val="20"/>
            <w:szCs w:val="20"/>
          </w:rPr>
          <w:tab/>
        </w:r>
        <w:r w:rsidRPr="00D239AF">
          <w:rPr>
            <w:rStyle w:val="Hyperlink"/>
            <w:i w:val="0"/>
            <w:sz w:val="20"/>
            <w:szCs w:val="20"/>
          </w:rPr>
          <w:t>Second Late Payment in Any Rolling 12-Month Period</w:t>
        </w:r>
        <w:r w:rsidRPr="00D239AF">
          <w:rPr>
            <w:i w:val="0"/>
            <w:webHidden/>
            <w:sz w:val="20"/>
            <w:szCs w:val="20"/>
          </w:rPr>
          <w:tab/>
        </w:r>
        <w:r w:rsidRPr="00D239AF">
          <w:rPr>
            <w:i w:val="0"/>
            <w:webHidden/>
            <w:sz w:val="20"/>
            <w:szCs w:val="20"/>
          </w:rPr>
          <w:fldChar w:fldCharType="begin"/>
        </w:r>
        <w:r w:rsidRPr="00D239AF">
          <w:rPr>
            <w:i w:val="0"/>
            <w:webHidden/>
            <w:sz w:val="20"/>
            <w:szCs w:val="20"/>
          </w:rPr>
          <w:instrText xml:space="preserve"> PAGEREF _Toc34728530 \h </w:instrText>
        </w:r>
        <w:r w:rsidRPr="00D239AF">
          <w:rPr>
            <w:i w:val="0"/>
            <w:webHidden/>
            <w:sz w:val="20"/>
            <w:szCs w:val="20"/>
          </w:rPr>
        </w:r>
        <w:r w:rsidRPr="00D239AF">
          <w:rPr>
            <w:i w:val="0"/>
            <w:webHidden/>
            <w:sz w:val="20"/>
            <w:szCs w:val="20"/>
          </w:rPr>
          <w:fldChar w:fldCharType="separate"/>
        </w:r>
        <w:r w:rsidRPr="00D239AF">
          <w:rPr>
            <w:i w:val="0"/>
            <w:webHidden/>
            <w:sz w:val="20"/>
            <w:szCs w:val="20"/>
          </w:rPr>
          <w:t>16-62</w:t>
        </w:r>
        <w:r w:rsidRPr="00D239AF">
          <w:rPr>
            <w:i w:val="0"/>
            <w:webHidden/>
            <w:sz w:val="20"/>
            <w:szCs w:val="20"/>
          </w:rPr>
          <w:fldChar w:fldCharType="end"/>
        </w:r>
      </w:hyperlink>
    </w:p>
    <w:p w14:paraId="6C3083C8" w14:textId="77777777" w:rsidR="00D239AF" w:rsidRPr="00D239AF" w:rsidRDefault="00D239AF">
      <w:pPr>
        <w:pStyle w:val="TOC5"/>
        <w:tabs>
          <w:tab w:val="left" w:pos="3614"/>
        </w:tabs>
        <w:rPr>
          <w:rFonts w:eastAsiaTheme="minorEastAsia"/>
          <w:i w:val="0"/>
          <w:sz w:val="20"/>
          <w:szCs w:val="20"/>
        </w:rPr>
      </w:pPr>
      <w:hyperlink w:anchor="_Toc34728531" w:history="1">
        <w:r w:rsidRPr="00D239AF">
          <w:rPr>
            <w:rStyle w:val="Hyperlink"/>
            <w:i w:val="0"/>
            <w:sz w:val="20"/>
            <w:szCs w:val="20"/>
          </w:rPr>
          <w:t>16.11.6.2.3</w:t>
        </w:r>
        <w:r w:rsidRPr="00D239AF">
          <w:rPr>
            <w:rFonts w:eastAsiaTheme="minorEastAsia"/>
            <w:i w:val="0"/>
            <w:sz w:val="20"/>
            <w:szCs w:val="20"/>
          </w:rPr>
          <w:tab/>
        </w:r>
        <w:r w:rsidRPr="00D239AF">
          <w:rPr>
            <w:rStyle w:val="Hyperlink"/>
            <w:i w:val="0"/>
            <w:sz w:val="20"/>
            <w:szCs w:val="20"/>
          </w:rPr>
          <w:t>Third Late Payment in Any Rolling 12-Month Period</w:t>
        </w:r>
        <w:r w:rsidRPr="00D239AF">
          <w:rPr>
            <w:i w:val="0"/>
            <w:webHidden/>
            <w:sz w:val="20"/>
            <w:szCs w:val="20"/>
          </w:rPr>
          <w:tab/>
        </w:r>
        <w:r w:rsidRPr="00D239AF">
          <w:rPr>
            <w:i w:val="0"/>
            <w:webHidden/>
            <w:sz w:val="20"/>
            <w:szCs w:val="20"/>
          </w:rPr>
          <w:fldChar w:fldCharType="begin"/>
        </w:r>
        <w:r w:rsidRPr="00D239AF">
          <w:rPr>
            <w:i w:val="0"/>
            <w:webHidden/>
            <w:sz w:val="20"/>
            <w:szCs w:val="20"/>
          </w:rPr>
          <w:instrText xml:space="preserve"> PAGEREF _Toc34728531 \h </w:instrText>
        </w:r>
        <w:r w:rsidRPr="00D239AF">
          <w:rPr>
            <w:i w:val="0"/>
            <w:webHidden/>
            <w:sz w:val="20"/>
            <w:szCs w:val="20"/>
          </w:rPr>
        </w:r>
        <w:r w:rsidRPr="00D239AF">
          <w:rPr>
            <w:i w:val="0"/>
            <w:webHidden/>
            <w:sz w:val="20"/>
            <w:szCs w:val="20"/>
          </w:rPr>
          <w:fldChar w:fldCharType="separate"/>
        </w:r>
        <w:r w:rsidRPr="00D239AF">
          <w:rPr>
            <w:i w:val="0"/>
            <w:webHidden/>
            <w:sz w:val="20"/>
            <w:szCs w:val="20"/>
          </w:rPr>
          <w:t>16-62</w:t>
        </w:r>
        <w:r w:rsidRPr="00D239AF">
          <w:rPr>
            <w:i w:val="0"/>
            <w:webHidden/>
            <w:sz w:val="20"/>
            <w:szCs w:val="20"/>
          </w:rPr>
          <w:fldChar w:fldCharType="end"/>
        </w:r>
      </w:hyperlink>
    </w:p>
    <w:p w14:paraId="1C3C738A" w14:textId="77777777" w:rsidR="00D239AF" w:rsidRPr="00D239AF" w:rsidRDefault="00D239AF">
      <w:pPr>
        <w:pStyle w:val="TOC5"/>
        <w:tabs>
          <w:tab w:val="left" w:pos="3614"/>
        </w:tabs>
        <w:rPr>
          <w:rFonts w:eastAsiaTheme="minorEastAsia"/>
          <w:i w:val="0"/>
          <w:sz w:val="20"/>
          <w:szCs w:val="20"/>
        </w:rPr>
      </w:pPr>
      <w:hyperlink w:anchor="_Toc34728532" w:history="1">
        <w:r w:rsidRPr="00D239AF">
          <w:rPr>
            <w:rStyle w:val="Hyperlink"/>
            <w:i w:val="0"/>
            <w:sz w:val="20"/>
            <w:szCs w:val="20"/>
          </w:rPr>
          <w:t>16.11.6.2.4</w:t>
        </w:r>
        <w:r w:rsidRPr="00D239AF">
          <w:rPr>
            <w:rFonts w:eastAsiaTheme="minorEastAsia"/>
            <w:i w:val="0"/>
            <w:sz w:val="20"/>
            <w:szCs w:val="20"/>
          </w:rPr>
          <w:tab/>
        </w:r>
        <w:r w:rsidRPr="00D239AF">
          <w:rPr>
            <w:rStyle w:val="Hyperlink"/>
            <w:i w:val="0"/>
            <w:sz w:val="20"/>
            <w:szCs w:val="20"/>
          </w:rPr>
          <w:t>Fourth Late Payment in Any Rolling 12-Month Period</w:t>
        </w:r>
        <w:r w:rsidRPr="00D239AF">
          <w:rPr>
            <w:i w:val="0"/>
            <w:webHidden/>
            <w:sz w:val="20"/>
            <w:szCs w:val="20"/>
          </w:rPr>
          <w:tab/>
        </w:r>
        <w:r w:rsidRPr="00D239AF">
          <w:rPr>
            <w:i w:val="0"/>
            <w:webHidden/>
            <w:sz w:val="20"/>
            <w:szCs w:val="20"/>
          </w:rPr>
          <w:fldChar w:fldCharType="begin"/>
        </w:r>
        <w:r w:rsidRPr="00D239AF">
          <w:rPr>
            <w:i w:val="0"/>
            <w:webHidden/>
            <w:sz w:val="20"/>
            <w:szCs w:val="20"/>
          </w:rPr>
          <w:instrText xml:space="preserve"> PAGEREF _Toc34728532 \h </w:instrText>
        </w:r>
        <w:r w:rsidRPr="00D239AF">
          <w:rPr>
            <w:i w:val="0"/>
            <w:webHidden/>
            <w:sz w:val="20"/>
            <w:szCs w:val="20"/>
          </w:rPr>
        </w:r>
        <w:r w:rsidRPr="00D239AF">
          <w:rPr>
            <w:i w:val="0"/>
            <w:webHidden/>
            <w:sz w:val="20"/>
            <w:szCs w:val="20"/>
          </w:rPr>
          <w:fldChar w:fldCharType="separate"/>
        </w:r>
        <w:r w:rsidRPr="00D239AF">
          <w:rPr>
            <w:i w:val="0"/>
            <w:webHidden/>
            <w:sz w:val="20"/>
            <w:szCs w:val="20"/>
          </w:rPr>
          <w:t>16-62</w:t>
        </w:r>
        <w:r w:rsidRPr="00D239AF">
          <w:rPr>
            <w:i w:val="0"/>
            <w:webHidden/>
            <w:sz w:val="20"/>
            <w:szCs w:val="20"/>
          </w:rPr>
          <w:fldChar w:fldCharType="end"/>
        </w:r>
      </w:hyperlink>
    </w:p>
    <w:p w14:paraId="56292D8E" w14:textId="77777777" w:rsidR="00D239AF" w:rsidRPr="00D239AF" w:rsidRDefault="00D239AF">
      <w:pPr>
        <w:pStyle w:val="TOC5"/>
        <w:tabs>
          <w:tab w:val="left" w:pos="3614"/>
        </w:tabs>
        <w:rPr>
          <w:rFonts w:eastAsiaTheme="minorEastAsia"/>
          <w:i w:val="0"/>
          <w:sz w:val="20"/>
          <w:szCs w:val="20"/>
        </w:rPr>
      </w:pPr>
      <w:hyperlink w:anchor="_Toc34728533" w:history="1">
        <w:r w:rsidRPr="00D239AF">
          <w:rPr>
            <w:rStyle w:val="Hyperlink"/>
            <w:i w:val="0"/>
            <w:sz w:val="20"/>
            <w:szCs w:val="20"/>
          </w:rPr>
          <w:t>16.11.6.2.5</w:t>
        </w:r>
        <w:r w:rsidRPr="00D239AF">
          <w:rPr>
            <w:rFonts w:eastAsiaTheme="minorEastAsia"/>
            <w:i w:val="0"/>
            <w:sz w:val="20"/>
            <w:szCs w:val="20"/>
          </w:rPr>
          <w:tab/>
        </w:r>
        <w:r w:rsidRPr="00D239AF">
          <w:rPr>
            <w:rStyle w:val="Hyperlink"/>
            <w:i w:val="0"/>
            <w:sz w:val="20"/>
            <w:szCs w:val="20"/>
          </w:rPr>
          <w:t>Level I Enforcement</w:t>
        </w:r>
        <w:r w:rsidRPr="00D239AF">
          <w:rPr>
            <w:i w:val="0"/>
            <w:webHidden/>
            <w:sz w:val="20"/>
            <w:szCs w:val="20"/>
          </w:rPr>
          <w:tab/>
        </w:r>
        <w:r w:rsidRPr="00D239AF">
          <w:rPr>
            <w:i w:val="0"/>
            <w:webHidden/>
            <w:sz w:val="20"/>
            <w:szCs w:val="20"/>
          </w:rPr>
          <w:fldChar w:fldCharType="begin"/>
        </w:r>
        <w:r w:rsidRPr="00D239AF">
          <w:rPr>
            <w:i w:val="0"/>
            <w:webHidden/>
            <w:sz w:val="20"/>
            <w:szCs w:val="20"/>
          </w:rPr>
          <w:instrText xml:space="preserve"> PAGEREF _Toc34728533 \h </w:instrText>
        </w:r>
        <w:r w:rsidRPr="00D239AF">
          <w:rPr>
            <w:i w:val="0"/>
            <w:webHidden/>
            <w:sz w:val="20"/>
            <w:szCs w:val="20"/>
          </w:rPr>
        </w:r>
        <w:r w:rsidRPr="00D239AF">
          <w:rPr>
            <w:i w:val="0"/>
            <w:webHidden/>
            <w:sz w:val="20"/>
            <w:szCs w:val="20"/>
          </w:rPr>
          <w:fldChar w:fldCharType="separate"/>
        </w:r>
        <w:r w:rsidRPr="00D239AF">
          <w:rPr>
            <w:i w:val="0"/>
            <w:webHidden/>
            <w:sz w:val="20"/>
            <w:szCs w:val="20"/>
          </w:rPr>
          <w:t>16-63</w:t>
        </w:r>
        <w:r w:rsidRPr="00D239AF">
          <w:rPr>
            <w:i w:val="0"/>
            <w:webHidden/>
            <w:sz w:val="20"/>
            <w:szCs w:val="20"/>
          </w:rPr>
          <w:fldChar w:fldCharType="end"/>
        </w:r>
      </w:hyperlink>
    </w:p>
    <w:p w14:paraId="04C571D0" w14:textId="77777777" w:rsidR="00D239AF" w:rsidRPr="00D239AF" w:rsidRDefault="00D239AF">
      <w:pPr>
        <w:pStyle w:val="TOC5"/>
        <w:tabs>
          <w:tab w:val="left" w:pos="3614"/>
        </w:tabs>
        <w:rPr>
          <w:rFonts w:eastAsiaTheme="minorEastAsia"/>
          <w:i w:val="0"/>
          <w:sz w:val="20"/>
          <w:szCs w:val="20"/>
        </w:rPr>
      </w:pPr>
      <w:hyperlink w:anchor="_Toc34728534" w:history="1">
        <w:r w:rsidRPr="00D239AF">
          <w:rPr>
            <w:rStyle w:val="Hyperlink"/>
            <w:i w:val="0"/>
            <w:sz w:val="20"/>
            <w:szCs w:val="20"/>
          </w:rPr>
          <w:t>16.11.6.2.6</w:t>
        </w:r>
        <w:r w:rsidRPr="00D239AF">
          <w:rPr>
            <w:rFonts w:eastAsiaTheme="minorEastAsia"/>
            <w:i w:val="0"/>
            <w:sz w:val="20"/>
            <w:szCs w:val="20"/>
          </w:rPr>
          <w:tab/>
        </w:r>
        <w:r w:rsidRPr="00D239AF">
          <w:rPr>
            <w:rStyle w:val="Hyperlink"/>
            <w:i w:val="0"/>
            <w:sz w:val="20"/>
            <w:szCs w:val="20"/>
          </w:rPr>
          <w:t>Level II Enforcement</w:t>
        </w:r>
        <w:r w:rsidRPr="00D239AF">
          <w:rPr>
            <w:i w:val="0"/>
            <w:webHidden/>
            <w:sz w:val="20"/>
            <w:szCs w:val="20"/>
          </w:rPr>
          <w:tab/>
        </w:r>
        <w:r w:rsidRPr="00D239AF">
          <w:rPr>
            <w:i w:val="0"/>
            <w:webHidden/>
            <w:sz w:val="20"/>
            <w:szCs w:val="20"/>
          </w:rPr>
          <w:fldChar w:fldCharType="begin"/>
        </w:r>
        <w:r w:rsidRPr="00D239AF">
          <w:rPr>
            <w:i w:val="0"/>
            <w:webHidden/>
            <w:sz w:val="20"/>
            <w:szCs w:val="20"/>
          </w:rPr>
          <w:instrText xml:space="preserve"> PAGEREF _Toc34728534 \h </w:instrText>
        </w:r>
        <w:r w:rsidRPr="00D239AF">
          <w:rPr>
            <w:i w:val="0"/>
            <w:webHidden/>
            <w:sz w:val="20"/>
            <w:szCs w:val="20"/>
          </w:rPr>
        </w:r>
        <w:r w:rsidRPr="00D239AF">
          <w:rPr>
            <w:i w:val="0"/>
            <w:webHidden/>
            <w:sz w:val="20"/>
            <w:szCs w:val="20"/>
          </w:rPr>
          <w:fldChar w:fldCharType="separate"/>
        </w:r>
        <w:r w:rsidRPr="00D239AF">
          <w:rPr>
            <w:i w:val="0"/>
            <w:webHidden/>
            <w:sz w:val="20"/>
            <w:szCs w:val="20"/>
          </w:rPr>
          <w:t>16-63</w:t>
        </w:r>
        <w:r w:rsidRPr="00D239AF">
          <w:rPr>
            <w:i w:val="0"/>
            <w:webHidden/>
            <w:sz w:val="20"/>
            <w:szCs w:val="20"/>
          </w:rPr>
          <w:fldChar w:fldCharType="end"/>
        </w:r>
      </w:hyperlink>
    </w:p>
    <w:p w14:paraId="25ABE825" w14:textId="77777777" w:rsidR="00D239AF" w:rsidRPr="00D239AF" w:rsidRDefault="00D239AF">
      <w:pPr>
        <w:pStyle w:val="TOC5"/>
        <w:tabs>
          <w:tab w:val="left" w:pos="3614"/>
        </w:tabs>
        <w:rPr>
          <w:rFonts w:eastAsiaTheme="minorEastAsia"/>
          <w:i w:val="0"/>
          <w:sz w:val="20"/>
          <w:szCs w:val="20"/>
        </w:rPr>
      </w:pPr>
      <w:hyperlink w:anchor="_Toc34728535" w:history="1">
        <w:r w:rsidRPr="00D239AF">
          <w:rPr>
            <w:rStyle w:val="Hyperlink"/>
            <w:i w:val="0"/>
            <w:sz w:val="20"/>
            <w:szCs w:val="20"/>
          </w:rPr>
          <w:t>16.11.6.2.7</w:t>
        </w:r>
        <w:r w:rsidRPr="00D239AF">
          <w:rPr>
            <w:rFonts w:eastAsiaTheme="minorEastAsia"/>
            <w:i w:val="0"/>
            <w:sz w:val="20"/>
            <w:szCs w:val="20"/>
          </w:rPr>
          <w:tab/>
        </w:r>
        <w:r w:rsidRPr="00D239AF">
          <w:rPr>
            <w:rStyle w:val="Hyperlink"/>
            <w:i w:val="0"/>
            <w:sz w:val="20"/>
            <w:szCs w:val="20"/>
          </w:rPr>
          <w:t>Level III Enforcement</w:t>
        </w:r>
        <w:r w:rsidRPr="00D239AF">
          <w:rPr>
            <w:i w:val="0"/>
            <w:webHidden/>
            <w:sz w:val="20"/>
            <w:szCs w:val="20"/>
          </w:rPr>
          <w:tab/>
        </w:r>
        <w:r w:rsidRPr="00D239AF">
          <w:rPr>
            <w:i w:val="0"/>
            <w:webHidden/>
            <w:sz w:val="20"/>
            <w:szCs w:val="20"/>
          </w:rPr>
          <w:fldChar w:fldCharType="begin"/>
        </w:r>
        <w:r w:rsidRPr="00D239AF">
          <w:rPr>
            <w:i w:val="0"/>
            <w:webHidden/>
            <w:sz w:val="20"/>
            <w:szCs w:val="20"/>
          </w:rPr>
          <w:instrText xml:space="preserve"> PAGEREF _Toc34728535 \h </w:instrText>
        </w:r>
        <w:r w:rsidRPr="00D239AF">
          <w:rPr>
            <w:i w:val="0"/>
            <w:webHidden/>
            <w:sz w:val="20"/>
            <w:szCs w:val="20"/>
          </w:rPr>
        </w:r>
        <w:r w:rsidRPr="00D239AF">
          <w:rPr>
            <w:i w:val="0"/>
            <w:webHidden/>
            <w:sz w:val="20"/>
            <w:szCs w:val="20"/>
          </w:rPr>
          <w:fldChar w:fldCharType="separate"/>
        </w:r>
        <w:r w:rsidRPr="00D239AF">
          <w:rPr>
            <w:i w:val="0"/>
            <w:webHidden/>
            <w:sz w:val="20"/>
            <w:szCs w:val="20"/>
          </w:rPr>
          <w:t>16-63</w:t>
        </w:r>
        <w:r w:rsidRPr="00D239AF">
          <w:rPr>
            <w:i w:val="0"/>
            <w:webHidden/>
            <w:sz w:val="20"/>
            <w:szCs w:val="20"/>
          </w:rPr>
          <w:fldChar w:fldCharType="end"/>
        </w:r>
      </w:hyperlink>
    </w:p>
    <w:p w14:paraId="4EF59407" w14:textId="77777777" w:rsidR="00D239AF" w:rsidRPr="00D239AF" w:rsidRDefault="00D239AF">
      <w:pPr>
        <w:pStyle w:val="TOC3"/>
        <w:rPr>
          <w:rFonts w:eastAsiaTheme="minorEastAsia"/>
          <w:i w:val="0"/>
          <w:iCs w:val="0"/>
          <w:noProof/>
        </w:rPr>
      </w:pPr>
      <w:hyperlink w:anchor="_Toc34728536" w:history="1">
        <w:r w:rsidRPr="00D239AF">
          <w:rPr>
            <w:rStyle w:val="Hyperlink"/>
            <w:i w:val="0"/>
            <w:noProof/>
          </w:rPr>
          <w:t>16.11.7</w:t>
        </w:r>
        <w:r w:rsidRPr="00D239AF">
          <w:rPr>
            <w:rFonts w:eastAsiaTheme="minorEastAsia"/>
            <w:i w:val="0"/>
            <w:iCs w:val="0"/>
            <w:noProof/>
          </w:rPr>
          <w:tab/>
        </w:r>
        <w:r w:rsidRPr="00D239AF">
          <w:rPr>
            <w:rStyle w:val="Hyperlink"/>
            <w:i w:val="0"/>
            <w:noProof/>
          </w:rPr>
          <w:t>Release of Market Participant’s Financial Security Requirement</w:t>
        </w:r>
        <w:r w:rsidRPr="00D239AF">
          <w:rPr>
            <w:i w:val="0"/>
            <w:noProof/>
            <w:webHidden/>
          </w:rPr>
          <w:tab/>
        </w:r>
        <w:r w:rsidRPr="00D239AF">
          <w:rPr>
            <w:i w:val="0"/>
            <w:noProof/>
            <w:webHidden/>
          </w:rPr>
          <w:fldChar w:fldCharType="begin"/>
        </w:r>
        <w:r w:rsidRPr="00D239AF">
          <w:rPr>
            <w:i w:val="0"/>
            <w:noProof/>
            <w:webHidden/>
          </w:rPr>
          <w:instrText xml:space="preserve"> PAGEREF _Toc34728536 \h </w:instrText>
        </w:r>
        <w:r w:rsidRPr="00D239AF">
          <w:rPr>
            <w:i w:val="0"/>
            <w:noProof/>
            <w:webHidden/>
          </w:rPr>
        </w:r>
        <w:r w:rsidRPr="00D239AF">
          <w:rPr>
            <w:i w:val="0"/>
            <w:noProof/>
            <w:webHidden/>
          </w:rPr>
          <w:fldChar w:fldCharType="separate"/>
        </w:r>
        <w:r w:rsidRPr="00D239AF">
          <w:rPr>
            <w:i w:val="0"/>
            <w:noProof/>
            <w:webHidden/>
          </w:rPr>
          <w:t>16-64</w:t>
        </w:r>
        <w:r w:rsidRPr="00D239AF">
          <w:rPr>
            <w:i w:val="0"/>
            <w:noProof/>
            <w:webHidden/>
          </w:rPr>
          <w:fldChar w:fldCharType="end"/>
        </w:r>
      </w:hyperlink>
    </w:p>
    <w:p w14:paraId="3E3CC069" w14:textId="77777777" w:rsidR="00D239AF" w:rsidRPr="00D239AF" w:rsidRDefault="00D239AF">
      <w:pPr>
        <w:pStyle w:val="TOC3"/>
        <w:rPr>
          <w:rFonts w:eastAsiaTheme="minorEastAsia"/>
          <w:i w:val="0"/>
          <w:iCs w:val="0"/>
          <w:noProof/>
        </w:rPr>
      </w:pPr>
      <w:hyperlink w:anchor="_Toc34728537" w:history="1">
        <w:r w:rsidRPr="00D239AF">
          <w:rPr>
            <w:rStyle w:val="Hyperlink"/>
            <w:i w:val="0"/>
            <w:noProof/>
          </w:rPr>
          <w:t>16.11.8</w:t>
        </w:r>
        <w:r w:rsidRPr="00D239AF">
          <w:rPr>
            <w:rFonts w:eastAsiaTheme="minorEastAsia"/>
            <w:i w:val="0"/>
            <w:iCs w:val="0"/>
            <w:noProof/>
          </w:rPr>
          <w:tab/>
        </w:r>
        <w:r w:rsidRPr="00D239AF">
          <w:rPr>
            <w:rStyle w:val="Hyperlink"/>
            <w:i w:val="0"/>
            <w:noProof/>
          </w:rPr>
          <w:t>Acceleration</w:t>
        </w:r>
        <w:r w:rsidRPr="00D239AF">
          <w:rPr>
            <w:i w:val="0"/>
            <w:noProof/>
            <w:webHidden/>
          </w:rPr>
          <w:tab/>
        </w:r>
        <w:r w:rsidRPr="00D239AF">
          <w:rPr>
            <w:i w:val="0"/>
            <w:noProof/>
            <w:webHidden/>
          </w:rPr>
          <w:fldChar w:fldCharType="begin"/>
        </w:r>
        <w:r w:rsidRPr="00D239AF">
          <w:rPr>
            <w:i w:val="0"/>
            <w:noProof/>
            <w:webHidden/>
          </w:rPr>
          <w:instrText xml:space="preserve"> PAGEREF _Toc34728537 \h </w:instrText>
        </w:r>
        <w:r w:rsidRPr="00D239AF">
          <w:rPr>
            <w:i w:val="0"/>
            <w:noProof/>
            <w:webHidden/>
          </w:rPr>
        </w:r>
        <w:r w:rsidRPr="00D239AF">
          <w:rPr>
            <w:i w:val="0"/>
            <w:noProof/>
            <w:webHidden/>
          </w:rPr>
          <w:fldChar w:fldCharType="separate"/>
        </w:r>
        <w:r w:rsidRPr="00D239AF">
          <w:rPr>
            <w:i w:val="0"/>
            <w:noProof/>
            <w:webHidden/>
          </w:rPr>
          <w:t>16-64</w:t>
        </w:r>
        <w:r w:rsidRPr="00D239AF">
          <w:rPr>
            <w:i w:val="0"/>
            <w:noProof/>
            <w:webHidden/>
          </w:rPr>
          <w:fldChar w:fldCharType="end"/>
        </w:r>
      </w:hyperlink>
    </w:p>
    <w:p w14:paraId="3BAE5D41" w14:textId="77777777" w:rsidR="00D239AF" w:rsidRPr="00D239AF" w:rsidRDefault="00D239AF">
      <w:pPr>
        <w:pStyle w:val="TOC2"/>
        <w:rPr>
          <w:rFonts w:eastAsiaTheme="minorEastAsia"/>
        </w:rPr>
      </w:pPr>
      <w:hyperlink w:anchor="_Toc34728538" w:history="1">
        <w:r w:rsidRPr="00D239AF">
          <w:rPr>
            <w:rStyle w:val="Hyperlink"/>
          </w:rPr>
          <w:t>16.12</w:t>
        </w:r>
        <w:r w:rsidRPr="00D239AF">
          <w:rPr>
            <w:rFonts w:eastAsiaTheme="minorEastAsia"/>
          </w:rPr>
          <w:tab/>
        </w:r>
        <w:r w:rsidRPr="00D239AF">
          <w:rPr>
            <w:rStyle w:val="Hyperlink"/>
          </w:rPr>
          <w:t>User Security Administrator and Digital Certificates</w:t>
        </w:r>
        <w:r w:rsidRPr="00D239AF">
          <w:rPr>
            <w:webHidden/>
          </w:rPr>
          <w:tab/>
        </w:r>
        <w:r w:rsidRPr="00D239AF">
          <w:rPr>
            <w:webHidden/>
          </w:rPr>
          <w:fldChar w:fldCharType="begin"/>
        </w:r>
        <w:r w:rsidRPr="00D239AF">
          <w:rPr>
            <w:webHidden/>
          </w:rPr>
          <w:instrText xml:space="preserve"> PAGEREF _Toc34728538 \h </w:instrText>
        </w:r>
        <w:r w:rsidRPr="00D239AF">
          <w:rPr>
            <w:webHidden/>
          </w:rPr>
        </w:r>
        <w:r w:rsidRPr="00D239AF">
          <w:rPr>
            <w:webHidden/>
          </w:rPr>
          <w:fldChar w:fldCharType="separate"/>
        </w:r>
        <w:r w:rsidRPr="00D239AF">
          <w:rPr>
            <w:webHidden/>
          </w:rPr>
          <w:t>16-64</w:t>
        </w:r>
        <w:r w:rsidRPr="00D239AF">
          <w:rPr>
            <w:webHidden/>
          </w:rPr>
          <w:fldChar w:fldCharType="end"/>
        </w:r>
      </w:hyperlink>
    </w:p>
    <w:p w14:paraId="2B3C49AD" w14:textId="77777777" w:rsidR="00D239AF" w:rsidRPr="00D239AF" w:rsidRDefault="00D239AF">
      <w:pPr>
        <w:pStyle w:val="TOC3"/>
        <w:rPr>
          <w:rFonts w:eastAsiaTheme="minorEastAsia"/>
          <w:i w:val="0"/>
          <w:iCs w:val="0"/>
          <w:noProof/>
        </w:rPr>
      </w:pPr>
      <w:hyperlink w:anchor="_Toc34728539" w:history="1">
        <w:r w:rsidRPr="00D239AF">
          <w:rPr>
            <w:rStyle w:val="Hyperlink"/>
            <w:i w:val="0"/>
            <w:noProof/>
          </w:rPr>
          <w:t>16.12.1</w:t>
        </w:r>
        <w:r w:rsidRPr="00D239AF">
          <w:rPr>
            <w:rFonts w:eastAsiaTheme="minorEastAsia"/>
            <w:i w:val="0"/>
            <w:iCs w:val="0"/>
            <w:noProof/>
          </w:rPr>
          <w:tab/>
        </w:r>
        <w:r w:rsidRPr="00D239AF">
          <w:rPr>
            <w:rStyle w:val="Hyperlink"/>
            <w:i w:val="0"/>
            <w:noProof/>
          </w:rPr>
          <w:t>USA Responsibilities and Qualifications for Digital Certificate Holders</w:t>
        </w:r>
        <w:r w:rsidRPr="00D239AF">
          <w:rPr>
            <w:i w:val="0"/>
            <w:noProof/>
            <w:webHidden/>
          </w:rPr>
          <w:tab/>
        </w:r>
        <w:r w:rsidRPr="00D239AF">
          <w:rPr>
            <w:i w:val="0"/>
            <w:noProof/>
            <w:webHidden/>
          </w:rPr>
          <w:fldChar w:fldCharType="begin"/>
        </w:r>
        <w:r w:rsidRPr="00D239AF">
          <w:rPr>
            <w:i w:val="0"/>
            <w:noProof/>
            <w:webHidden/>
          </w:rPr>
          <w:instrText xml:space="preserve"> PAGEREF _Toc34728539 \h </w:instrText>
        </w:r>
        <w:r w:rsidRPr="00D239AF">
          <w:rPr>
            <w:i w:val="0"/>
            <w:noProof/>
            <w:webHidden/>
          </w:rPr>
        </w:r>
        <w:r w:rsidRPr="00D239AF">
          <w:rPr>
            <w:i w:val="0"/>
            <w:noProof/>
            <w:webHidden/>
          </w:rPr>
          <w:fldChar w:fldCharType="separate"/>
        </w:r>
        <w:r w:rsidRPr="00D239AF">
          <w:rPr>
            <w:i w:val="0"/>
            <w:noProof/>
            <w:webHidden/>
          </w:rPr>
          <w:t>16-66</w:t>
        </w:r>
        <w:r w:rsidRPr="00D239AF">
          <w:rPr>
            <w:i w:val="0"/>
            <w:noProof/>
            <w:webHidden/>
          </w:rPr>
          <w:fldChar w:fldCharType="end"/>
        </w:r>
      </w:hyperlink>
    </w:p>
    <w:p w14:paraId="42E33B21" w14:textId="77777777" w:rsidR="00D239AF" w:rsidRPr="00D239AF" w:rsidRDefault="00D239AF">
      <w:pPr>
        <w:pStyle w:val="TOC3"/>
        <w:rPr>
          <w:rFonts w:eastAsiaTheme="minorEastAsia"/>
          <w:i w:val="0"/>
          <w:iCs w:val="0"/>
          <w:noProof/>
        </w:rPr>
      </w:pPr>
      <w:hyperlink w:anchor="_Toc34728540" w:history="1">
        <w:r w:rsidRPr="00D239AF">
          <w:rPr>
            <w:rStyle w:val="Hyperlink"/>
            <w:i w:val="0"/>
            <w:noProof/>
          </w:rPr>
          <w:t>16.12.2</w:t>
        </w:r>
        <w:r w:rsidRPr="00D239AF">
          <w:rPr>
            <w:rFonts w:eastAsiaTheme="minorEastAsia"/>
            <w:i w:val="0"/>
            <w:iCs w:val="0"/>
            <w:noProof/>
          </w:rPr>
          <w:tab/>
        </w:r>
        <w:r w:rsidRPr="00D239AF">
          <w:rPr>
            <w:rStyle w:val="Hyperlink"/>
            <w:i w:val="0"/>
            <w:noProof/>
          </w:rPr>
          <w:t>Requirements for Use of Digital Certificates</w:t>
        </w:r>
        <w:r w:rsidRPr="00D239AF">
          <w:rPr>
            <w:i w:val="0"/>
            <w:noProof/>
            <w:webHidden/>
          </w:rPr>
          <w:tab/>
        </w:r>
        <w:r w:rsidRPr="00D239AF">
          <w:rPr>
            <w:i w:val="0"/>
            <w:noProof/>
            <w:webHidden/>
          </w:rPr>
          <w:fldChar w:fldCharType="begin"/>
        </w:r>
        <w:r w:rsidRPr="00D239AF">
          <w:rPr>
            <w:i w:val="0"/>
            <w:noProof/>
            <w:webHidden/>
          </w:rPr>
          <w:instrText xml:space="preserve"> PAGEREF _Toc34728540 \h </w:instrText>
        </w:r>
        <w:r w:rsidRPr="00D239AF">
          <w:rPr>
            <w:i w:val="0"/>
            <w:noProof/>
            <w:webHidden/>
          </w:rPr>
        </w:r>
        <w:r w:rsidRPr="00D239AF">
          <w:rPr>
            <w:i w:val="0"/>
            <w:noProof/>
            <w:webHidden/>
          </w:rPr>
          <w:fldChar w:fldCharType="separate"/>
        </w:r>
        <w:r w:rsidRPr="00D239AF">
          <w:rPr>
            <w:i w:val="0"/>
            <w:noProof/>
            <w:webHidden/>
          </w:rPr>
          <w:t>16-68</w:t>
        </w:r>
        <w:r w:rsidRPr="00D239AF">
          <w:rPr>
            <w:i w:val="0"/>
            <w:noProof/>
            <w:webHidden/>
          </w:rPr>
          <w:fldChar w:fldCharType="end"/>
        </w:r>
      </w:hyperlink>
    </w:p>
    <w:p w14:paraId="22602D31" w14:textId="77777777" w:rsidR="00D239AF" w:rsidRPr="00D239AF" w:rsidRDefault="00D239AF">
      <w:pPr>
        <w:pStyle w:val="TOC3"/>
        <w:rPr>
          <w:rFonts w:eastAsiaTheme="minorEastAsia"/>
          <w:i w:val="0"/>
          <w:iCs w:val="0"/>
          <w:noProof/>
        </w:rPr>
      </w:pPr>
      <w:hyperlink w:anchor="_Toc34728541" w:history="1">
        <w:r w:rsidRPr="00D239AF">
          <w:rPr>
            <w:rStyle w:val="Hyperlink"/>
            <w:i w:val="0"/>
            <w:noProof/>
          </w:rPr>
          <w:t>16.12.3</w:t>
        </w:r>
        <w:r w:rsidRPr="00D239AF">
          <w:rPr>
            <w:rFonts w:eastAsiaTheme="minorEastAsia"/>
            <w:i w:val="0"/>
            <w:iCs w:val="0"/>
            <w:noProof/>
          </w:rPr>
          <w:tab/>
        </w:r>
        <w:r w:rsidRPr="00D239AF">
          <w:rPr>
            <w:rStyle w:val="Hyperlink"/>
            <w:i w:val="0"/>
            <w:noProof/>
          </w:rPr>
          <w:t>Market Participant Audits of User Security Administrators and Digital Certificates</w:t>
        </w:r>
        <w:r w:rsidRPr="00D239AF">
          <w:rPr>
            <w:i w:val="0"/>
            <w:noProof/>
            <w:webHidden/>
          </w:rPr>
          <w:tab/>
        </w:r>
        <w:r w:rsidRPr="00D239AF">
          <w:rPr>
            <w:i w:val="0"/>
            <w:noProof/>
            <w:webHidden/>
          </w:rPr>
          <w:fldChar w:fldCharType="begin"/>
        </w:r>
        <w:r w:rsidRPr="00D239AF">
          <w:rPr>
            <w:i w:val="0"/>
            <w:noProof/>
            <w:webHidden/>
          </w:rPr>
          <w:instrText xml:space="preserve"> PAGEREF _Toc34728541 \h </w:instrText>
        </w:r>
        <w:r w:rsidRPr="00D239AF">
          <w:rPr>
            <w:i w:val="0"/>
            <w:noProof/>
            <w:webHidden/>
          </w:rPr>
        </w:r>
        <w:r w:rsidRPr="00D239AF">
          <w:rPr>
            <w:i w:val="0"/>
            <w:noProof/>
            <w:webHidden/>
          </w:rPr>
          <w:fldChar w:fldCharType="separate"/>
        </w:r>
        <w:r w:rsidRPr="00D239AF">
          <w:rPr>
            <w:i w:val="0"/>
            <w:noProof/>
            <w:webHidden/>
          </w:rPr>
          <w:t>16-68</w:t>
        </w:r>
        <w:r w:rsidRPr="00D239AF">
          <w:rPr>
            <w:i w:val="0"/>
            <w:noProof/>
            <w:webHidden/>
          </w:rPr>
          <w:fldChar w:fldCharType="end"/>
        </w:r>
      </w:hyperlink>
    </w:p>
    <w:p w14:paraId="5EB28039" w14:textId="77777777" w:rsidR="00D239AF" w:rsidRPr="00D239AF" w:rsidRDefault="00D239AF">
      <w:pPr>
        <w:pStyle w:val="TOC2"/>
        <w:rPr>
          <w:rFonts w:eastAsiaTheme="minorEastAsia"/>
        </w:rPr>
      </w:pPr>
      <w:hyperlink w:anchor="_Toc34728542" w:history="1">
        <w:r w:rsidRPr="00D239AF">
          <w:rPr>
            <w:rStyle w:val="Hyperlink"/>
          </w:rPr>
          <w:t>16.13</w:t>
        </w:r>
        <w:r w:rsidRPr="00D239AF">
          <w:rPr>
            <w:rFonts w:eastAsiaTheme="minorEastAsia"/>
          </w:rPr>
          <w:tab/>
        </w:r>
        <w:r w:rsidRPr="00D239AF">
          <w:rPr>
            <w:rStyle w:val="Hyperlink"/>
          </w:rPr>
          <w:t>Registration of Emergency Response Service Resources</w:t>
        </w:r>
        <w:r w:rsidRPr="00D239AF">
          <w:rPr>
            <w:webHidden/>
          </w:rPr>
          <w:tab/>
        </w:r>
        <w:r w:rsidRPr="00D239AF">
          <w:rPr>
            <w:webHidden/>
          </w:rPr>
          <w:fldChar w:fldCharType="begin"/>
        </w:r>
        <w:r w:rsidRPr="00D239AF">
          <w:rPr>
            <w:webHidden/>
          </w:rPr>
          <w:instrText xml:space="preserve"> PAGEREF _Toc34728542 \h </w:instrText>
        </w:r>
        <w:r w:rsidRPr="00D239AF">
          <w:rPr>
            <w:webHidden/>
          </w:rPr>
        </w:r>
        <w:r w:rsidRPr="00D239AF">
          <w:rPr>
            <w:webHidden/>
          </w:rPr>
          <w:fldChar w:fldCharType="separate"/>
        </w:r>
        <w:r w:rsidRPr="00D239AF">
          <w:rPr>
            <w:webHidden/>
          </w:rPr>
          <w:t>16-70</w:t>
        </w:r>
        <w:r w:rsidRPr="00D239AF">
          <w:rPr>
            <w:webHidden/>
          </w:rPr>
          <w:fldChar w:fldCharType="end"/>
        </w:r>
      </w:hyperlink>
    </w:p>
    <w:p w14:paraId="00EDF93B" w14:textId="77777777" w:rsidR="00D239AF" w:rsidRPr="00D239AF" w:rsidRDefault="00D239AF">
      <w:pPr>
        <w:pStyle w:val="TOC2"/>
        <w:rPr>
          <w:rFonts w:eastAsiaTheme="minorEastAsia"/>
        </w:rPr>
      </w:pPr>
      <w:hyperlink w:anchor="_Toc34728543" w:history="1">
        <w:r w:rsidRPr="00D239AF">
          <w:rPr>
            <w:rStyle w:val="Hyperlink"/>
          </w:rPr>
          <w:t>16.14</w:t>
        </w:r>
        <w:r w:rsidRPr="00D239AF">
          <w:rPr>
            <w:rFonts w:eastAsiaTheme="minorEastAsia"/>
          </w:rPr>
          <w:tab/>
        </w:r>
        <w:r w:rsidRPr="00D239AF">
          <w:rPr>
            <w:rStyle w:val="Hyperlink"/>
          </w:rPr>
          <w:t>Termination of Access Privileges to Restricted Computer Systems and Control Systems</w:t>
        </w:r>
        <w:r w:rsidRPr="00D239AF">
          <w:rPr>
            <w:webHidden/>
          </w:rPr>
          <w:tab/>
        </w:r>
        <w:r w:rsidRPr="00D239AF">
          <w:rPr>
            <w:webHidden/>
          </w:rPr>
          <w:fldChar w:fldCharType="begin"/>
        </w:r>
        <w:r w:rsidRPr="00D239AF">
          <w:rPr>
            <w:webHidden/>
          </w:rPr>
          <w:instrText xml:space="preserve"> PAGEREF _Toc34728543 \h </w:instrText>
        </w:r>
        <w:r w:rsidRPr="00D239AF">
          <w:rPr>
            <w:webHidden/>
          </w:rPr>
        </w:r>
        <w:r w:rsidRPr="00D239AF">
          <w:rPr>
            <w:webHidden/>
          </w:rPr>
          <w:fldChar w:fldCharType="separate"/>
        </w:r>
        <w:r w:rsidRPr="00D239AF">
          <w:rPr>
            <w:webHidden/>
          </w:rPr>
          <w:t>16-70</w:t>
        </w:r>
        <w:r w:rsidRPr="00D239AF">
          <w:rPr>
            <w:webHidden/>
          </w:rPr>
          <w:fldChar w:fldCharType="end"/>
        </w:r>
      </w:hyperlink>
    </w:p>
    <w:p w14:paraId="447EFCD6" w14:textId="77777777" w:rsidR="00D239AF" w:rsidRPr="00D239AF" w:rsidRDefault="00D239AF">
      <w:pPr>
        <w:pStyle w:val="TOC2"/>
        <w:rPr>
          <w:rFonts w:eastAsiaTheme="minorEastAsia"/>
        </w:rPr>
      </w:pPr>
      <w:hyperlink w:anchor="_Toc34728544" w:history="1">
        <w:r w:rsidRPr="00D239AF">
          <w:rPr>
            <w:rStyle w:val="Hyperlink"/>
          </w:rPr>
          <w:t>16.15</w:t>
        </w:r>
        <w:r w:rsidRPr="00D239AF">
          <w:rPr>
            <w:rFonts w:eastAsiaTheme="minorEastAsia"/>
          </w:rPr>
          <w:tab/>
        </w:r>
        <w:r w:rsidRPr="00D239AF">
          <w:rPr>
            <w:rStyle w:val="Hyperlink"/>
          </w:rPr>
          <w:t>Registration of Independent Market Information System Registered Entity</w:t>
        </w:r>
        <w:r w:rsidRPr="00D239AF">
          <w:rPr>
            <w:webHidden/>
          </w:rPr>
          <w:tab/>
        </w:r>
        <w:r w:rsidRPr="00D239AF">
          <w:rPr>
            <w:webHidden/>
          </w:rPr>
          <w:fldChar w:fldCharType="begin"/>
        </w:r>
        <w:r w:rsidRPr="00D239AF">
          <w:rPr>
            <w:webHidden/>
          </w:rPr>
          <w:instrText xml:space="preserve"> PAGEREF _Toc34728544 \h </w:instrText>
        </w:r>
        <w:r w:rsidRPr="00D239AF">
          <w:rPr>
            <w:webHidden/>
          </w:rPr>
        </w:r>
        <w:r w:rsidRPr="00D239AF">
          <w:rPr>
            <w:webHidden/>
          </w:rPr>
          <w:fldChar w:fldCharType="separate"/>
        </w:r>
        <w:r w:rsidRPr="00D239AF">
          <w:rPr>
            <w:webHidden/>
          </w:rPr>
          <w:t>16-71</w:t>
        </w:r>
        <w:r w:rsidRPr="00D239AF">
          <w:rPr>
            <w:webHidden/>
          </w:rPr>
          <w:fldChar w:fldCharType="end"/>
        </w:r>
      </w:hyperlink>
    </w:p>
    <w:p w14:paraId="56B6849E" w14:textId="77777777" w:rsidR="00D239AF" w:rsidRPr="00D239AF" w:rsidRDefault="00D239AF">
      <w:pPr>
        <w:pStyle w:val="TOC2"/>
        <w:rPr>
          <w:rFonts w:eastAsiaTheme="minorEastAsia"/>
        </w:rPr>
      </w:pPr>
      <w:hyperlink w:anchor="_Toc34728545" w:history="1">
        <w:r w:rsidRPr="00D239AF">
          <w:rPr>
            <w:rStyle w:val="Hyperlink"/>
          </w:rPr>
          <w:t>16.16</w:t>
        </w:r>
        <w:r w:rsidRPr="00D239AF">
          <w:rPr>
            <w:rFonts w:eastAsiaTheme="minorEastAsia"/>
          </w:rPr>
          <w:tab/>
        </w:r>
        <w:r w:rsidRPr="00D239AF">
          <w:rPr>
            <w:rStyle w:val="Hyperlink"/>
          </w:rPr>
          <w:t>Additional Counter-Party Qualification Requirements</w:t>
        </w:r>
        <w:r w:rsidRPr="00D239AF">
          <w:rPr>
            <w:webHidden/>
          </w:rPr>
          <w:tab/>
        </w:r>
        <w:r w:rsidRPr="00D239AF">
          <w:rPr>
            <w:webHidden/>
          </w:rPr>
          <w:fldChar w:fldCharType="begin"/>
        </w:r>
        <w:r w:rsidRPr="00D239AF">
          <w:rPr>
            <w:webHidden/>
          </w:rPr>
          <w:instrText xml:space="preserve"> PAGEREF _Toc34728545 \h </w:instrText>
        </w:r>
        <w:r w:rsidRPr="00D239AF">
          <w:rPr>
            <w:webHidden/>
          </w:rPr>
        </w:r>
        <w:r w:rsidRPr="00D239AF">
          <w:rPr>
            <w:webHidden/>
          </w:rPr>
          <w:fldChar w:fldCharType="separate"/>
        </w:r>
        <w:r w:rsidRPr="00D239AF">
          <w:rPr>
            <w:webHidden/>
          </w:rPr>
          <w:t>16-72</w:t>
        </w:r>
        <w:r w:rsidRPr="00D239AF">
          <w:rPr>
            <w:webHidden/>
          </w:rPr>
          <w:fldChar w:fldCharType="end"/>
        </w:r>
      </w:hyperlink>
    </w:p>
    <w:p w14:paraId="330A95C3" w14:textId="77777777" w:rsidR="00D239AF" w:rsidRPr="00D239AF" w:rsidRDefault="00D239AF">
      <w:pPr>
        <w:pStyle w:val="TOC3"/>
        <w:rPr>
          <w:rFonts w:eastAsiaTheme="minorEastAsia"/>
          <w:i w:val="0"/>
          <w:iCs w:val="0"/>
          <w:noProof/>
        </w:rPr>
      </w:pPr>
      <w:hyperlink w:anchor="_Toc34728546" w:history="1">
        <w:r w:rsidRPr="00D239AF">
          <w:rPr>
            <w:rStyle w:val="Hyperlink"/>
            <w:i w:val="0"/>
            <w:noProof/>
          </w:rPr>
          <w:t>16.16.1</w:t>
        </w:r>
        <w:r w:rsidRPr="00D239AF">
          <w:rPr>
            <w:rFonts w:eastAsiaTheme="minorEastAsia"/>
            <w:i w:val="0"/>
            <w:iCs w:val="0"/>
            <w:noProof/>
          </w:rPr>
          <w:tab/>
        </w:r>
        <w:r w:rsidRPr="00D239AF">
          <w:rPr>
            <w:rStyle w:val="Hyperlink"/>
            <w:i w:val="0"/>
            <w:noProof/>
          </w:rPr>
          <w:t>Counter-Party Criteria</w:t>
        </w:r>
        <w:r w:rsidRPr="00D239AF">
          <w:rPr>
            <w:i w:val="0"/>
            <w:noProof/>
            <w:webHidden/>
          </w:rPr>
          <w:tab/>
        </w:r>
        <w:r w:rsidRPr="00D239AF">
          <w:rPr>
            <w:i w:val="0"/>
            <w:noProof/>
            <w:webHidden/>
          </w:rPr>
          <w:fldChar w:fldCharType="begin"/>
        </w:r>
        <w:r w:rsidRPr="00D239AF">
          <w:rPr>
            <w:i w:val="0"/>
            <w:noProof/>
            <w:webHidden/>
          </w:rPr>
          <w:instrText xml:space="preserve"> PAGEREF _Toc34728546 \h </w:instrText>
        </w:r>
        <w:r w:rsidRPr="00D239AF">
          <w:rPr>
            <w:i w:val="0"/>
            <w:noProof/>
            <w:webHidden/>
          </w:rPr>
        </w:r>
        <w:r w:rsidRPr="00D239AF">
          <w:rPr>
            <w:i w:val="0"/>
            <w:noProof/>
            <w:webHidden/>
          </w:rPr>
          <w:fldChar w:fldCharType="separate"/>
        </w:r>
        <w:r w:rsidRPr="00D239AF">
          <w:rPr>
            <w:i w:val="0"/>
            <w:noProof/>
            <w:webHidden/>
          </w:rPr>
          <w:t>16-72</w:t>
        </w:r>
        <w:r w:rsidRPr="00D239AF">
          <w:rPr>
            <w:i w:val="0"/>
            <w:noProof/>
            <w:webHidden/>
          </w:rPr>
          <w:fldChar w:fldCharType="end"/>
        </w:r>
      </w:hyperlink>
    </w:p>
    <w:p w14:paraId="3820370D" w14:textId="77777777" w:rsidR="00D239AF" w:rsidRPr="00D239AF" w:rsidRDefault="00D239AF">
      <w:pPr>
        <w:pStyle w:val="TOC3"/>
        <w:rPr>
          <w:rFonts w:eastAsiaTheme="minorEastAsia"/>
          <w:i w:val="0"/>
          <w:iCs w:val="0"/>
          <w:noProof/>
        </w:rPr>
      </w:pPr>
      <w:hyperlink w:anchor="_Toc34728547" w:history="1">
        <w:r w:rsidRPr="00D239AF">
          <w:rPr>
            <w:rStyle w:val="Hyperlink"/>
            <w:i w:val="0"/>
            <w:noProof/>
          </w:rPr>
          <w:t>16.16.2</w:t>
        </w:r>
        <w:r w:rsidRPr="00D239AF">
          <w:rPr>
            <w:rFonts w:eastAsiaTheme="minorEastAsia"/>
            <w:i w:val="0"/>
            <w:iCs w:val="0"/>
            <w:noProof/>
          </w:rPr>
          <w:tab/>
        </w:r>
        <w:r w:rsidRPr="00D239AF">
          <w:rPr>
            <w:rStyle w:val="Hyperlink"/>
            <w:i w:val="0"/>
            <w:noProof/>
          </w:rPr>
          <w:t>Annual Certification</w:t>
        </w:r>
        <w:r w:rsidRPr="00D239AF">
          <w:rPr>
            <w:i w:val="0"/>
            <w:noProof/>
            <w:webHidden/>
          </w:rPr>
          <w:tab/>
        </w:r>
        <w:r w:rsidRPr="00D239AF">
          <w:rPr>
            <w:i w:val="0"/>
            <w:noProof/>
            <w:webHidden/>
          </w:rPr>
          <w:fldChar w:fldCharType="begin"/>
        </w:r>
        <w:r w:rsidRPr="00D239AF">
          <w:rPr>
            <w:i w:val="0"/>
            <w:noProof/>
            <w:webHidden/>
          </w:rPr>
          <w:instrText xml:space="preserve"> PAGEREF _Toc34728547 \h </w:instrText>
        </w:r>
        <w:r w:rsidRPr="00D239AF">
          <w:rPr>
            <w:i w:val="0"/>
            <w:noProof/>
            <w:webHidden/>
          </w:rPr>
        </w:r>
        <w:r w:rsidRPr="00D239AF">
          <w:rPr>
            <w:i w:val="0"/>
            <w:noProof/>
            <w:webHidden/>
          </w:rPr>
          <w:fldChar w:fldCharType="separate"/>
        </w:r>
        <w:r w:rsidRPr="00D239AF">
          <w:rPr>
            <w:i w:val="0"/>
            <w:noProof/>
            <w:webHidden/>
          </w:rPr>
          <w:t>16-74</w:t>
        </w:r>
        <w:r w:rsidRPr="00D239AF">
          <w:rPr>
            <w:i w:val="0"/>
            <w:noProof/>
            <w:webHidden/>
          </w:rPr>
          <w:fldChar w:fldCharType="end"/>
        </w:r>
      </w:hyperlink>
    </w:p>
    <w:p w14:paraId="46ECC610" w14:textId="77777777" w:rsidR="00D239AF" w:rsidRPr="00D239AF" w:rsidRDefault="00D239AF">
      <w:pPr>
        <w:pStyle w:val="TOC3"/>
        <w:rPr>
          <w:rFonts w:eastAsiaTheme="minorEastAsia"/>
          <w:i w:val="0"/>
          <w:iCs w:val="0"/>
          <w:noProof/>
        </w:rPr>
      </w:pPr>
      <w:hyperlink w:anchor="_Toc34728548" w:history="1">
        <w:r w:rsidRPr="00D239AF">
          <w:rPr>
            <w:rStyle w:val="Hyperlink"/>
            <w:i w:val="0"/>
            <w:noProof/>
          </w:rPr>
          <w:t>16.16.3</w:t>
        </w:r>
        <w:r w:rsidRPr="00D239AF">
          <w:rPr>
            <w:rFonts w:eastAsiaTheme="minorEastAsia"/>
            <w:i w:val="0"/>
            <w:iCs w:val="0"/>
            <w:noProof/>
          </w:rPr>
          <w:tab/>
        </w:r>
        <w:r w:rsidRPr="00D239AF">
          <w:rPr>
            <w:rStyle w:val="Hyperlink"/>
            <w:i w:val="0"/>
            <w:noProof/>
          </w:rPr>
          <w:t>Verification of Risk Management Framework</w:t>
        </w:r>
        <w:r w:rsidRPr="00D239AF">
          <w:rPr>
            <w:i w:val="0"/>
            <w:noProof/>
            <w:webHidden/>
          </w:rPr>
          <w:tab/>
        </w:r>
        <w:r w:rsidRPr="00D239AF">
          <w:rPr>
            <w:i w:val="0"/>
            <w:noProof/>
            <w:webHidden/>
          </w:rPr>
          <w:fldChar w:fldCharType="begin"/>
        </w:r>
        <w:r w:rsidRPr="00D239AF">
          <w:rPr>
            <w:i w:val="0"/>
            <w:noProof/>
            <w:webHidden/>
          </w:rPr>
          <w:instrText xml:space="preserve"> PAGEREF _Toc34728548 \h </w:instrText>
        </w:r>
        <w:r w:rsidRPr="00D239AF">
          <w:rPr>
            <w:i w:val="0"/>
            <w:noProof/>
            <w:webHidden/>
          </w:rPr>
        </w:r>
        <w:r w:rsidRPr="00D239AF">
          <w:rPr>
            <w:i w:val="0"/>
            <w:noProof/>
            <w:webHidden/>
          </w:rPr>
          <w:fldChar w:fldCharType="separate"/>
        </w:r>
        <w:r w:rsidRPr="00D239AF">
          <w:rPr>
            <w:i w:val="0"/>
            <w:noProof/>
            <w:webHidden/>
          </w:rPr>
          <w:t>16-75</w:t>
        </w:r>
        <w:r w:rsidRPr="00D239AF">
          <w:rPr>
            <w:i w:val="0"/>
            <w:noProof/>
            <w:webHidden/>
          </w:rPr>
          <w:fldChar w:fldCharType="end"/>
        </w:r>
      </w:hyperlink>
    </w:p>
    <w:p w14:paraId="04773393" w14:textId="77777777" w:rsidR="00D239AF" w:rsidRPr="00D239AF" w:rsidRDefault="00D239AF">
      <w:pPr>
        <w:pStyle w:val="TOC2"/>
        <w:rPr>
          <w:rFonts w:eastAsiaTheme="minorEastAsia"/>
        </w:rPr>
      </w:pPr>
      <w:hyperlink w:anchor="_Toc34728549" w:history="1">
        <w:r w:rsidRPr="00D239AF">
          <w:rPr>
            <w:rStyle w:val="Hyperlink"/>
          </w:rPr>
          <w:t xml:space="preserve">16.17 </w:t>
        </w:r>
        <w:r w:rsidRPr="00D239AF">
          <w:rPr>
            <w:rFonts w:eastAsiaTheme="minorEastAsia"/>
          </w:rPr>
          <w:tab/>
        </w:r>
        <w:r w:rsidRPr="00D239AF">
          <w:rPr>
            <w:rStyle w:val="Hyperlink"/>
          </w:rPr>
          <w:t>Exemption for Qualified Scheduling Entities Participating Only in Emergency Response Service</w:t>
        </w:r>
        <w:r w:rsidRPr="00D239AF">
          <w:rPr>
            <w:webHidden/>
          </w:rPr>
          <w:tab/>
        </w:r>
        <w:r w:rsidRPr="00D239AF">
          <w:rPr>
            <w:webHidden/>
          </w:rPr>
          <w:fldChar w:fldCharType="begin"/>
        </w:r>
        <w:r w:rsidRPr="00D239AF">
          <w:rPr>
            <w:webHidden/>
          </w:rPr>
          <w:instrText xml:space="preserve"> PAGEREF _Toc34728549 \h </w:instrText>
        </w:r>
        <w:r w:rsidRPr="00D239AF">
          <w:rPr>
            <w:webHidden/>
          </w:rPr>
        </w:r>
        <w:r w:rsidRPr="00D239AF">
          <w:rPr>
            <w:webHidden/>
          </w:rPr>
          <w:fldChar w:fldCharType="separate"/>
        </w:r>
        <w:r w:rsidRPr="00D239AF">
          <w:rPr>
            <w:webHidden/>
          </w:rPr>
          <w:t>16-77</w:t>
        </w:r>
        <w:r w:rsidRPr="00D239AF">
          <w:rPr>
            <w:webHidden/>
          </w:rPr>
          <w:fldChar w:fldCharType="end"/>
        </w:r>
      </w:hyperlink>
    </w:p>
    <w:p w14:paraId="2E6F5D5C" w14:textId="77777777" w:rsidR="00D239AF" w:rsidRPr="00D239AF" w:rsidRDefault="00D239AF">
      <w:pPr>
        <w:pStyle w:val="TOC2"/>
        <w:rPr>
          <w:rFonts w:eastAsiaTheme="minorEastAsia"/>
        </w:rPr>
      </w:pPr>
      <w:hyperlink w:anchor="_Toc34728551" w:history="1">
        <w:r w:rsidRPr="00D239AF">
          <w:rPr>
            <w:rStyle w:val="Hyperlink"/>
          </w:rPr>
          <w:t>16.18</w:t>
        </w:r>
        <w:r w:rsidRPr="00D239AF">
          <w:rPr>
            <w:rFonts w:eastAsiaTheme="minorEastAsia"/>
          </w:rPr>
          <w:tab/>
        </w:r>
        <w:r w:rsidRPr="00D239AF">
          <w:rPr>
            <w:rStyle w:val="Hyperlink"/>
          </w:rPr>
          <w:t>Cybersecurity Incident Notification</w:t>
        </w:r>
        <w:r w:rsidRPr="00D239AF">
          <w:rPr>
            <w:webHidden/>
          </w:rPr>
          <w:tab/>
        </w:r>
        <w:r w:rsidRPr="00D239AF">
          <w:rPr>
            <w:webHidden/>
          </w:rPr>
          <w:fldChar w:fldCharType="begin"/>
        </w:r>
        <w:r w:rsidRPr="00D239AF">
          <w:rPr>
            <w:webHidden/>
          </w:rPr>
          <w:instrText xml:space="preserve"> PAGEREF _Toc34728551 \h </w:instrText>
        </w:r>
        <w:r w:rsidRPr="00D239AF">
          <w:rPr>
            <w:webHidden/>
          </w:rPr>
        </w:r>
        <w:r w:rsidRPr="00D239AF">
          <w:rPr>
            <w:webHidden/>
          </w:rPr>
          <w:fldChar w:fldCharType="separate"/>
        </w:r>
        <w:r w:rsidRPr="00D239AF">
          <w:rPr>
            <w:webHidden/>
          </w:rPr>
          <w:t>16-79</w:t>
        </w:r>
        <w:r w:rsidRPr="00D239AF">
          <w:rPr>
            <w:webHidden/>
          </w:rPr>
          <w:fldChar w:fldCharType="end"/>
        </w:r>
      </w:hyperlink>
    </w:p>
    <w:p w14:paraId="5217AED2" w14:textId="77777777"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5250EA">
        <w:rPr>
          <w:b w:val="0"/>
          <w:szCs w:val="24"/>
        </w:rPr>
        <w:fldChar w:fldCharType="end"/>
      </w:r>
    </w:p>
    <w:p w14:paraId="719A87FA" w14:textId="77777777" w:rsidR="00FC1C5F" w:rsidRDefault="00727E32">
      <w:pPr>
        <w:pStyle w:val="Heading1"/>
      </w:pPr>
      <w:bookmarkStart w:id="1" w:name="_Toc71369169"/>
      <w:bookmarkStart w:id="2" w:name="_Toc71539385"/>
      <w:bookmarkStart w:id="3" w:name="_Toc390438909"/>
      <w:bookmarkStart w:id="4" w:name="_Toc405897606"/>
      <w:bookmarkStart w:id="5" w:name="_Toc415055710"/>
      <w:bookmarkStart w:id="6" w:name="_Toc415055836"/>
      <w:bookmarkStart w:id="7" w:name="_Toc415055935"/>
      <w:bookmarkStart w:id="8" w:name="_Toc415056036"/>
      <w:bookmarkStart w:id="9" w:name="_Toc34728449"/>
      <w:r>
        <w:t xml:space="preserve">REGISTRATION </w:t>
      </w:r>
      <w:smartTag w:uri="urn:schemas-microsoft-com:office:smarttags" w:element="stockticker">
        <w:r>
          <w:t>AND</w:t>
        </w:r>
      </w:smartTag>
      <w:r>
        <w:t xml:space="preserve"> QUALIFICATION OF MARKET PARTICIPANTS</w:t>
      </w:r>
      <w:bookmarkEnd w:id="1"/>
      <w:bookmarkEnd w:id="2"/>
      <w:bookmarkEnd w:id="3"/>
      <w:bookmarkEnd w:id="4"/>
      <w:bookmarkEnd w:id="5"/>
      <w:bookmarkEnd w:id="6"/>
      <w:bookmarkEnd w:id="7"/>
      <w:bookmarkEnd w:id="8"/>
      <w:bookmarkEnd w:id="9"/>
      <w:r>
        <w:t xml:space="preserve"> </w:t>
      </w:r>
    </w:p>
    <w:p w14:paraId="505F6BEB" w14:textId="77777777" w:rsidR="00FC1C5F" w:rsidRDefault="00727E32">
      <w:pPr>
        <w:pStyle w:val="H2"/>
      </w:pPr>
      <w:bookmarkStart w:id="10" w:name="_Toc71369170"/>
      <w:bookmarkStart w:id="11" w:name="_Toc71539386"/>
      <w:bookmarkStart w:id="12" w:name="_Toc390438910"/>
      <w:bookmarkStart w:id="13" w:name="_Toc405897607"/>
      <w:bookmarkStart w:id="14" w:name="_Toc415055711"/>
      <w:bookmarkStart w:id="15" w:name="_Toc415055837"/>
      <w:bookmarkStart w:id="16" w:name="_Toc415055936"/>
      <w:bookmarkStart w:id="17" w:name="_Toc415056037"/>
      <w:bookmarkStart w:id="18" w:name="_Toc34728450"/>
      <w:r>
        <w:t>16.1</w:t>
      </w:r>
      <w:r>
        <w:tab/>
        <w:t>Registration and Execution of Agreements</w:t>
      </w:r>
      <w:bookmarkEnd w:id="10"/>
      <w:bookmarkEnd w:id="11"/>
      <w:bookmarkEnd w:id="12"/>
      <w:bookmarkEnd w:id="13"/>
      <w:bookmarkEnd w:id="14"/>
      <w:bookmarkEnd w:id="15"/>
      <w:bookmarkEnd w:id="16"/>
      <w:bookmarkEnd w:id="17"/>
      <w:bookmarkEnd w:id="18"/>
    </w:p>
    <w:p w14:paraId="77BBF800" w14:textId="77777777" w:rsidR="00FC1C5F" w:rsidRDefault="00727E32">
      <w:pPr>
        <w:pStyle w:val="List"/>
        <w:ind w:left="720"/>
      </w:pPr>
      <w:r>
        <w:t>(1)</w:t>
      </w:r>
      <w:r>
        <w:tab/>
        <w:t>ERCOT shall require each Market Participant to register and execute the Standard Form Market Participant Agreement and, as applicable, Reliability Must-Run Agreement</w:t>
      </w:r>
      <w:r w:rsidR="00573E18">
        <w:t xml:space="preserve">, </w:t>
      </w:r>
      <w:r>
        <w:t>and Black Start Agreement.</w:t>
      </w:r>
    </w:p>
    <w:p w14:paraId="01260BD8" w14:textId="77777777" w:rsidR="00FC1C5F" w:rsidRDefault="00727E32">
      <w:pPr>
        <w:pStyle w:val="BodyText"/>
        <w:ind w:left="720" w:hanging="720"/>
      </w:pPr>
      <w:r>
        <w:t>(2)</w:t>
      </w:r>
      <w:r>
        <w:tab/>
        <w:t xml:space="preserve">A Standard Form Market Participant Agreement is in Section 22, </w:t>
      </w:r>
      <w:r w:rsidR="008E0107">
        <w:t>Attachments</w:t>
      </w:r>
      <w:r>
        <w:t>, and ERCOT shall also post this agreement on the Market Information System (MIS) Public Area.</w:t>
      </w:r>
    </w:p>
    <w:p w14:paraId="2BA10A0D" w14:textId="77777777" w:rsidR="00FC1C5F" w:rsidRDefault="00727E32">
      <w:pPr>
        <w:pStyle w:val="BodyText"/>
        <w:ind w:left="720" w:hanging="720"/>
      </w:pPr>
      <w:r>
        <w:t>(3)</w:t>
      </w:r>
      <w:r>
        <w:tab/>
        <w:t>ERCOT shall post on the MIS Public Area all registration procedures and applications necessary to complete registration for any function described in these Protocols.  As part of its registration procedures, ERCOT may require one or more of the following:</w:t>
      </w:r>
    </w:p>
    <w:p w14:paraId="5C0B717C" w14:textId="77777777" w:rsidR="00FC1C5F" w:rsidRDefault="00727E32">
      <w:pPr>
        <w:pStyle w:val="List"/>
      </w:pPr>
      <w:r>
        <w:t>(a)</w:t>
      </w:r>
      <w:r>
        <w:tab/>
        <w:t>Reasonable tests of the ability of a Market Participant to communicate with ERCOT or perform as required under these Protocols;</w:t>
      </w:r>
    </w:p>
    <w:p w14:paraId="3E0D8271" w14:textId="77777777" w:rsidR="00FC1C5F" w:rsidRDefault="00727E32">
      <w:pPr>
        <w:pStyle w:val="List"/>
      </w:pPr>
      <w:r>
        <w:t>(b)</w:t>
      </w:r>
      <w:r>
        <w:tab/>
        <w:t xml:space="preserve">An application fee as determined by the ERCOT Board; </w:t>
      </w:r>
    </w:p>
    <w:p w14:paraId="275209DC" w14:textId="77777777" w:rsidR="00FC1C5F" w:rsidRDefault="00727E32">
      <w:pPr>
        <w:pStyle w:val="List"/>
      </w:pPr>
      <w:r>
        <w:t>(c)</w:t>
      </w:r>
      <w:r>
        <w:tab/>
        <w:t>Related agreements for specific purposes (such as agency designation, meter splitting, or network interconnection) that apply only to some Market Participants</w:t>
      </w:r>
      <w:r w:rsidR="005444D9">
        <w:t>; and</w:t>
      </w:r>
    </w:p>
    <w:p w14:paraId="11510A7A" w14:textId="77777777" w:rsidR="005444D9" w:rsidRDefault="005444D9">
      <w:pPr>
        <w:pStyle w:val="List"/>
      </w:pPr>
      <w:r w:rsidRPr="00C717AD">
        <w:t>(</w:t>
      </w:r>
      <w:r>
        <w:t>d</w:t>
      </w:r>
      <w:r w:rsidRPr="00C717AD">
        <w:t>)</w:t>
      </w:r>
      <w:r w:rsidRPr="00C717AD">
        <w:tab/>
        <w:t xml:space="preserve">A representation to ERCOT that no officer, owner, partner or other equity interest owner of the Entity was CEO or President or collectively held more than a </w:t>
      </w:r>
      <w:r>
        <w:t>1</w:t>
      </w:r>
      <w:r w:rsidRPr="00C717AD">
        <w:t>0% equity interest in (as owner, partner or other equity interest owner) another Entity at the time of a default where the default resulted in amounts owed to ERCOT remaining unpaid on any Agreement with ERCOT.</w:t>
      </w:r>
    </w:p>
    <w:p w14:paraId="6D0B9DB8" w14:textId="77777777" w:rsidR="00271ED3" w:rsidRDefault="00271ED3" w:rsidP="00271ED3">
      <w:pPr>
        <w:pStyle w:val="H3"/>
      </w:pPr>
      <w:bookmarkStart w:id="19" w:name="_Toc390438911"/>
      <w:bookmarkStart w:id="20" w:name="_Toc405897608"/>
      <w:bookmarkStart w:id="21" w:name="_Toc415055712"/>
      <w:bookmarkStart w:id="22" w:name="_Toc415055838"/>
      <w:bookmarkStart w:id="23" w:name="_Toc415055937"/>
      <w:bookmarkStart w:id="24" w:name="_Toc415056038"/>
      <w:bookmarkStart w:id="25" w:name="_Toc71369171"/>
      <w:bookmarkStart w:id="26" w:name="_Toc71539387"/>
      <w:bookmarkStart w:id="27" w:name="_Toc34728451"/>
      <w:r>
        <w:t>16.1.1</w:t>
      </w:r>
      <w:r>
        <w:tab/>
        <w:t>Re-Registration as a Market Participant</w:t>
      </w:r>
      <w:bookmarkEnd w:id="19"/>
      <w:bookmarkEnd w:id="20"/>
      <w:bookmarkEnd w:id="21"/>
      <w:bookmarkEnd w:id="22"/>
      <w:bookmarkEnd w:id="23"/>
      <w:bookmarkEnd w:id="24"/>
      <w:bookmarkEnd w:id="27"/>
    </w:p>
    <w:p w14:paraId="71AE8CE8" w14:textId="77777777" w:rsidR="00271ED3" w:rsidRDefault="00853D39" w:rsidP="009F10FE">
      <w:pPr>
        <w:pStyle w:val="BodyText"/>
        <w:ind w:left="720" w:hanging="720"/>
      </w:pPr>
      <w:r>
        <w:t>(1)</w:t>
      </w:r>
      <w:r>
        <w:tab/>
      </w:r>
      <w:r w:rsidR="00271ED3">
        <w:t>Any M</w:t>
      </w:r>
      <w:r w:rsidR="00FA18C9">
        <w:t xml:space="preserve">arket </w:t>
      </w:r>
      <w:r w:rsidR="00271ED3">
        <w:t>P</w:t>
      </w:r>
      <w:r w:rsidR="00FA18C9">
        <w:t>articipant</w:t>
      </w:r>
      <w:r w:rsidR="00271ED3">
        <w:t xml:space="preserve"> that has had one of the following occur must provide to ERCOT a new DUNS Number (DUNS #) to re-register as a M</w:t>
      </w:r>
      <w:r w:rsidR="00FA18C9">
        <w:t xml:space="preserve">arket </w:t>
      </w:r>
      <w:r w:rsidR="00271ED3">
        <w:t>P</w:t>
      </w:r>
      <w:r w:rsidR="00FA18C9">
        <w:t>articipant</w:t>
      </w:r>
      <w:r w:rsidR="00271ED3">
        <w:t xml:space="preserve"> with ERCOT:</w:t>
      </w:r>
    </w:p>
    <w:p w14:paraId="5060A43B" w14:textId="77777777" w:rsidR="00271ED3" w:rsidRDefault="00271ED3" w:rsidP="00271ED3">
      <w:pPr>
        <w:pStyle w:val="List"/>
      </w:pPr>
      <w:r>
        <w:t>(</w:t>
      </w:r>
      <w:r w:rsidR="00825A48">
        <w:t>a</w:t>
      </w:r>
      <w:r>
        <w:t>)</w:t>
      </w:r>
      <w:r>
        <w:tab/>
        <w:t>Its Agreement with ERCOT terminated;</w:t>
      </w:r>
    </w:p>
    <w:p w14:paraId="26894054" w14:textId="77777777" w:rsidR="00271ED3" w:rsidRDefault="00825A48" w:rsidP="00271ED3">
      <w:pPr>
        <w:pStyle w:val="List"/>
      </w:pPr>
      <w:r>
        <w:t>(b</w:t>
      </w:r>
      <w:r w:rsidR="00271ED3">
        <w:t>)</w:t>
      </w:r>
      <w:r w:rsidR="00271ED3">
        <w:tab/>
        <w:t>Its Customers dropped to the Provider(s) of Last Resort (POLR(s)) pursuant to Section 15.1.3, Mass Transition; or</w:t>
      </w:r>
    </w:p>
    <w:p w14:paraId="7A75A8A2" w14:textId="77777777" w:rsidR="00271ED3" w:rsidRDefault="00825A48" w:rsidP="00271ED3">
      <w:pPr>
        <w:pStyle w:val="List"/>
      </w:pPr>
      <w:r>
        <w:t>(c</w:t>
      </w:r>
      <w:r w:rsidR="00271ED3" w:rsidRPr="00927386">
        <w:t>)</w:t>
      </w:r>
      <w:r w:rsidR="00271ED3" w:rsidRPr="00927386">
        <w:tab/>
        <w:t xml:space="preserve">Its Customers dropped to a gaining </w:t>
      </w:r>
      <w:r w:rsidR="004A501E">
        <w:t>Competitive Retailer (</w:t>
      </w:r>
      <w:r w:rsidR="00271ED3" w:rsidRPr="00927386">
        <w:t>CR</w:t>
      </w:r>
      <w:r w:rsidR="004A501E">
        <w:t>)</w:t>
      </w:r>
      <w:r w:rsidR="00271ED3" w:rsidRPr="00927386">
        <w:t xml:space="preserve"> pursuant to Section 15.1.3.</w:t>
      </w:r>
    </w:p>
    <w:p w14:paraId="0ED3520E" w14:textId="77777777" w:rsidR="00FC1C5F" w:rsidRDefault="00727E32">
      <w:pPr>
        <w:pStyle w:val="H2"/>
        <w:spacing w:after="120"/>
      </w:pPr>
      <w:bookmarkStart w:id="28" w:name="_Toc390438912"/>
      <w:bookmarkStart w:id="29" w:name="_Toc405897609"/>
      <w:bookmarkStart w:id="30" w:name="_Toc415055713"/>
      <w:bookmarkStart w:id="31" w:name="_Toc415055839"/>
      <w:bookmarkStart w:id="32" w:name="_Toc415055938"/>
      <w:bookmarkStart w:id="33" w:name="_Toc415056039"/>
      <w:bookmarkStart w:id="34" w:name="_Toc34728452"/>
      <w:r>
        <w:t>16.2</w:t>
      </w:r>
      <w:r>
        <w:tab/>
        <w:t>Registration and Qualification of Qualified Scheduling Entities</w:t>
      </w:r>
      <w:bookmarkEnd w:id="25"/>
      <w:bookmarkEnd w:id="26"/>
      <w:bookmarkEnd w:id="28"/>
      <w:bookmarkEnd w:id="29"/>
      <w:bookmarkEnd w:id="30"/>
      <w:bookmarkEnd w:id="31"/>
      <w:bookmarkEnd w:id="32"/>
      <w:bookmarkEnd w:id="33"/>
      <w:bookmarkEnd w:id="34"/>
    </w:p>
    <w:p w14:paraId="5BFF98A9" w14:textId="77777777" w:rsidR="00FC1C5F" w:rsidRDefault="00727E32">
      <w:pPr>
        <w:pStyle w:val="H3"/>
      </w:pPr>
      <w:bookmarkStart w:id="35" w:name="_Toc71369172"/>
      <w:bookmarkStart w:id="36" w:name="_Toc71539388"/>
      <w:bookmarkStart w:id="37" w:name="_Toc390438913"/>
      <w:bookmarkStart w:id="38" w:name="_Toc405897610"/>
      <w:bookmarkStart w:id="39" w:name="_Toc415055714"/>
      <w:bookmarkStart w:id="40" w:name="_Toc415055840"/>
      <w:bookmarkStart w:id="41" w:name="_Toc415055939"/>
      <w:bookmarkStart w:id="42" w:name="_Toc415056040"/>
      <w:bookmarkStart w:id="43" w:name="_Toc34728453"/>
      <w:r>
        <w:t>16.2.1</w:t>
      </w:r>
      <w:r>
        <w:tab/>
        <w:t>Criteria for Qualification as a Qualified Scheduling Entity</w:t>
      </w:r>
      <w:bookmarkEnd w:id="35"/>
      <w:bookmarkEnd w:id="36"/>
      <w:bookmarkEnd w:id="37"/>
      <w:bookmarkEnd w:id="38"/>
      <w:bookmarkEnd w:id="39"/>
      <w:bookmarkEnd w:id="40"/>
      <w:bookmarkEnd w:id="41"/>
      <w:bookmarkEnd w:id="42"/>
      <w:bookmarkEnd w:id="43"/>
      <w:r>
        <w:t xml:space="preserve"> </w:t>
      </w:r>
    </w:p>
    <w:p w14:paraId="7790605C" w14:textId="77777777" w:rsidR="00FC1C5F" w:rsidRDefault="00727E32">
      <w:pPr>
        <w:pStyle w:val="BodyText"/>
        <w:ind w:left="720" w:hanging="720"/>
      </w:pPr>
      <w:r>
        <w:t>(1)</w:t>
      </w:r>
      <w:r>
        <w:tab/>
        <w:t xml:space="preserve">To become and remain a </w:t>
      </w:r>
      <w:r w:rsidR="00BD6527">
        <w:t>Qualified Scheduling Entity (</w:t>
      </w:r>
      <w:r>
        <w:t>QSE</w:t>
      </w:r>
      <w:r w:rsidR="00BD6527">
        <w:t>)</w:t>
      </w:r>
      <w:r>
        <w:t>, an Entity must meet the following requirements:</w:t>
      </w:r>
    </w:p>
    <w:p w14:paraId="78CDA8DF" w14:textId="77777777" w:rsidR="00FC1C5F" w:rsidRDefault="00727E32">
      <w:pPr>
        <w:pStyle w:val="List"/>
      </w:pPr>
      <w:r>
        <w:t>(a)</w:t>
      </w:r>
      <w:r>
        <w:tab/>
        <w:t>Submit a properly completed QSE application for qualification, including any applicable fee and including designation of  Authorized Representatives, each of whom is responsible for administrative communications with the QSE and each of whom has enough authority to commit and bind the QSE and the Entities it represents;</w:t>
      </w:r>
    </w:p>
    <w:p w14:paraId="04D4722B" w14:textId="77777777" w:rsidR="00FC1C5F" w:rsidRDefault="00727E32">
      <w:pPr>
        <w:pStyle w:val="List"/>
      </w:pPr>
      <w:r>
        <w:t>(b)</w:t>
      </w:r>
      <w:r>
        <w:tab/>
        <w:t xml:space="preserve">Sign a Standard Form Market Participant Agreement; </w:t>
      </w:r>
    </w:p>
    <w:p w14:paraId="652C9889" w14:textId="77777777" w:rsidR="00FC1C5F" w:rsidRDefault="00727E32">
      <w:pPr>
        <w:pStyle w:val="List"/>
      </w:pPr>
      <w:r>
        <w:t>(c)</w:t>
      </w:r>
      <w:r>
        <w:tab/>
        <w:t>Sign any required Agreements relating to use of the ERCOT network, software, and systems;</w:t>
      </w:r>
    </w:p>
    <w:p w14:paraId="7AE4B375" w14:textId="77777777" w:rsidR="00FC1C5F" w:rsidRDefault="00727E32">
      <w:pPr>
        <w:pStyle w:val="List"/>
      </w:pPr>
      <w:r>
        <w:t>(d)</w:t>
      </w:r>
      <w:r>
        <w:tab/>
        <w:t xml:space="preserve">Demonstrate to ERCOT’s reasonable satisfaction that the Entity is capable of performing the functions of a QSE; </w:t>
      </w:r>
    </w:p>
    <w:p w14:paraId="32C57ABA"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5D0208B6" w14:textId="77777777" w:rsidR="00FC1C5F" w:rsidRDefault="00727E32">
      <w:pPr>
        <w:pStyle w:val="List"/>
      </w:pPr>
      <w:r>
        <w:t>(f)</w:t>
      </w:r>
      <w:r>
        <w:tab/>
      </w:r>
      <w:r w:rsidR="00233DE1"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32151179" w14:textId="77777777" w:rsidR="00FC1C5F" w:rsidRDefault="00727E32" w:rsidP="003C2CC8">
      <w:pPr>
        <w:pStyle w:val="List"/>
      </w:pPr>
      <w:r>
        <w:t>(g)</w:t>
      </w:r>
      <w:r>
        <w:tab/>
        <w:t>Be generally able to pay its debts as they come due</w:t>
      </w:r>
      <w:r w:rsidR="008458E2">
        <w:t>.</w:t>
      </w:r>
      <w:r>
        <w:t xml:space="preserve"> </w:t>
      </w:r>
      <w:r w:rsidR="008458E2">
        <w:t xml:space="preserve"> </w:t>
      </w:r>
      <w:r>
        <w:t>ERCOT may request evidence of compliance with this qualification only if ERCOT reasonably believes that a QSE is failing to comply with it;</w:t>
      </w:r>
    </w:p>
    <w:p w14:paraId="6D4C2340" w14:textId="77777777" w:rsidR="00FC1C5F" w:rsidRDefault="00727E32">
      <w:pPr>
        <w:pStyle w:val="List"/>
      </w:pPr>
      <w:r>
        <w:t>(h)</w:t>
      </w:r>
      <w:r>
        <w:tab/>
        <w:t xml:space="preserve">Provide all necessary bank account information and arrange for </w:t>
      </w:r>
      <w:proofErr w:type="spellStart"/>
      <w:r>
        <w:t>Fedwire</w:t>
      </w:r>
      <w:proofErr w:type="spellEnd"/>
      <w:r>
        <w:t xml:space="preserve"> system transfers for two-way confirmation; </w:t>
      </w:r>
    </w:p>
    <w:p w14:paraId="1CF1355B" w14:textId="77777777" w:rsidR="00FC1C5F" w:rsidRDefault="00727E32">
      <w:pPr>
        <w:pStyle w:val="List"/>
      </w:pPr>
      <w:r>
        <w:t>(</w:t>
      </w:r>
      <w:proofErr w:type="spellStart"/>
      <w:r>
        <w:t>i</w:t>
      </w:r>
      <w:proofErr w:type="spellEnd"/>
      <w:r>
        <w:t>)</w:t>
      </w:r>
      <w:r>
        <w:tab/>
        <w:t xml:space="preserve">Be financially responsible for payment of </w:t>
      </w:r>
      <w:r w:rsidR="007349BB">
        <w:t>S</w:t>
      </w:r>
      <w:r>
        <w:t>ettlement charges for those Entities it represents under these Protocols;</w:t>
      </w:r>
    </w:p>
    <w:p w14:paraId="6C989522" w14:textId="77777777" w:rsidR="00FC1C5F" w:rsidRDefault="00727E32">
      <w:pPr>
        <w:pStyle w:val="List"/>
      </w:pPr>
      <w:r>
        <w:t>(j)</w:t>
      </w:r>
      <w:r>
        <w:tab/>
        <w:t xml:space="preserve">Comply with the backup plan requirements in the Operating Guides; </w:t>
      </w:r>
    </w:p>
    <w:p w14:paraId="349E3895" w14:textId="77777777" w:rsidR="00FC1C5F" w:rsidRDefault="00727E32">
      <w:pPr>
        <w:pStyle w:val="List"/>
        <w:rPr>
          <w:b/>
        </w:rPr>
      </w:pPr>
      <w:r>
        <w:t>(k)</w:t>
      </w:r>
      <w:r>
        <w:tab/>
      </w:r>
      <w:r w:rsidR="00EE1CAB" w:rsidRPr="000021D0">
        <w:t xml:space="preserve">Maintain a 24-hour, seven-day-per-week scheduling center with qualified personnel for the purposes of communicating with ERCOT </w:t>
      </w:r>
      <w:r w:rsidR="00EE1CAB">
        <w:t>relating to</w:t>
      </w:r>
      <w:r w:rsidR="00EE1CAB"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p>
    <w:p w14:paraId="34ED7017" w14:textId="77777777" w:rsidR="00FC1C5F" w:rsidRDefault="00727E32" w:rsidP="00350FB0">
      <w:pPr>
        <w:pStyle w:val="List"/>
      </w:pPr>
      <w:r>
        <w:t>(l)</w:t>
      </w:r>
      <w:r>
        <w:tab/>
        <w:t>Demonstrate and maintain a working functional interface with all required ERCOT computer systems; and</w:t>
      </w:r>
    </w:p>
    <w:p w14:paraId="13F1F288" w14:textId="77777777" w:rsidR="00FC1C5F" w:rsidRDefault="00727E32">
      <w:pPr>
        <w:pStyle w:val="List"/>
      </w:pPr>
      <w:r>
        <w:t>(m)</w:t>
      </w:r>
      <w:r>
        <w:tab/>
        <w:t>Allow ERCOT, upon reasonable notice, to conduct a site visit to verify information provided by the QSE.</w:t>
      </w:r>
    </w:p>
    <w:p w14:paraId="43F20C85" w14:textId="77777777" w:rsidR="00FC1C5F" w:rsidRDefault="00727E32">
      <w:pPr>
        <w:pStyle w:val="BodyTextNumbered"/>
      </w:pPr>
      <w:r>
        <w:t>(2)</w:t>
      </w:r>
      <w:r>
        <w:tab/>
        <w:t xml:space="preserve">If a QSE chooses to use </w:t>
      </w:r>
      <w:r w:rsidR="007349BB">
        <w:t>E</w:t>
      </w:r>
      <w:r>
        <w:t xml:space="preserve">lectronic </w:t>
      </w:r>
      <w:r w:rsidR="007349BB">
        <w:t>D</w:t>
      </w:r>
      <w:r>
        <w:t xml:space="preserve">ata </w:t>
      </w:r>
      <w:r w:rsidR="007349BB">
        <w:t>I</w:t>
      </w:r>
      <w:r>
        <w:t xml:space="preserve">nterchange (EDI) transactions to receive Settlement Statements and Invoices, it must participate in and successfully complete testing as described in Section </w:t>
      </w:r>
      <w:r w:rsidR="007349BB">
        <w:t>19.8</w:t>
      </w:r>
      <w:r>
        <w:t>, Retail Market Testing, before starting operations with ERCOT as a QSE.</w:t>
      </w:r>
    </w:p>
    <w:p w14:paraId="37D71E3D" w14:textId="77777777" w:rsidR="00FC1C5F" w:rsidRDefault="00727E32">
      <w:pPr>
        <w:pStyle w:val="BodyTextNumbered"/>
      </w:pPr>
      <w:r>
        <w:t>(3)</w:t>
      </w:r>
      <w:r>
        <w:tab/>
        <w:t xml:space="preserve">A QSE shall promptly notify ERCOT of any change that materially affects the Entity’s ability to satisfy the criteria set forth above, and of any material change in the information provided by the QSE to ERCOT that may adversely affect the reliability or safety of the ERCOT System or the financial security of ERCOT.  If the QSE fails to so notify ERCOT within one day after the change, then ERCOT may, after providing notice to each Entity represented by the QSE, refuse to allow the QSE to perform as a QSE and may take any other action ERCOT deems appropriate, in its sole discretion, to prevent ERCOT or Market Participants from bearing potential or actual risks, financial or otherwise, arising from those changes, and in accordance with these Protocols. </w:t>
      </w:r>
    </w:p>
    <w:p w14:paraId="52AFCE6B" w14:textId="77777777" w:rsidR="00FC1C5F" w:rsidRDefault="00727E32">
      <w:pPr>
        <w:pStyle w:val="List"/>
        <w:ind w:left="720"/>
      </w:pPr>
      <w:r>
        <w:t>(4)</w:t>
      </w:r>
      <w:r>
        <w:tab/>
        <w:t xml:space="preserve">Subject to the following provisions of this item (4),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3D8ECAEB" w14:textId="77777777" w:rsidR="00FC1C5F" w:rsidRDefault="00727E32">
      <w:pPr>
        <w:pStyle w:val="BodyTextNumbered"/>
      </w:pPr>
      <w:r>
        <w:t>(5)</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2A0B705D" w14:textId="77777777" w:rsidR="00FC1C5F" w:rsidRDefault="00727E32">
      <w:pPr>
        <w:pStyle w:val="BodyTextNumbered"/>
      </w:pPr>
      <w:r>
        <w:t>(6)</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13E27535" w14:textId="77777777" w:rsidR="00EE1CAB" w:rsidRPr="00EE1CAB" w:rsidRDefault="00EE1CAB" w:rsidP="00EE1CAB">
      <w:pPr>
        <w:pStyle w:val="H4"/>
        <w:rPr>
          <w:b/>
        </w:rPr>
      </w:pPr>
      <w:bookmarkStart w:id="44" w:name="_Toc34728454"/>
      <w:r w:rsidRPr="00EE1CAB">
        <w:rPr>
          <w:b/>
        </w:rPr>
        <w:t>16.2.1.1</w:t>
      </w:r>
      <w:r w:rsidRPr="00EE1CAB">
        <w:rPr>
          <w:b/>
        </w:rPr>
        <w:tab/>
        <w:t xml:space="preserve">Data </w:t>
      </w:r>
      <w:r w:rsidRPr="00443D81">
        <w:rPr>
          <w:b/>
        </w:rPr>
        <w:t>Agent</w:t>
      </w:r>
      <w:r w:rsidRPr="00EE1CAB">
        <w:rPr>
          <w:b/>
        </w:rPr>
        <w:t>-Only Qualified Scheduling Entities</w:t>
      </w:r>
      <w:bookmarkEnd w:id="44"/>
    </w:p>
    <w:p w14:paraId="71B7286D" w14:textId="77777777" w:rsidR="00EE1CAB" w:rsidRPr="00443D81" w:rsidRDefault="00EE1CAB" w:rsidP="00EE1CAB">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A96C3F4" w14:textId="77777777" w:rsidR="00EE1CAB" w:rsidRPr="00443D81" w:rsidRDefault="00EE1CAB" w:rsidP="00EE1CAB">
      <w:pPr>
        <w:spacing w:after="240"/>
        <w:ind w:left="720" w:hanging="720"/>
        <w:rPr>
          <w:iCs/>
        </w:rPr>
      </w:pPr>
      <w:r w:rsidRPr="00443D81">
        <w:rPr>
          <w:iCs/>
        </w:rPr>
        <w:t>(2)</w:t>
      </w:r>
      <w:r w:rsidRPr="00443D81">
        <w:rPr>
          <w:iCs/>
        </w:rPr>
        <w:tab/>
        <w:t>An Entity is eligible to register as a Data Agent-Only QSE and maintain that registration if it:</w:t>
      </w:r>
    </w:p>
    <w:p w14:paraId="24E81FEA" w14:textId="77777777" w:rsidR="00EE1CAB" w:rsidRPr="00443D81" w:rsidRDefault="00EE1CAB" w:rsidP="00EE1CAB">
      <w:pPr>
        <w:spacing w:after="240"/>
        <w:ind w:left="1440" w:hanging="720"/>
        <w:rPr>
          <w:iCs/>
        </w:rPr>
      </w:pPr>
      <w:r w:rsidRPr="00443D81">
        <w:rPr>
          <w:iCs/>
        </w:rPr>
        <w:t>(a)</w:t>
      </w:r>
      <w:r w:rsidRPr="00443D81">
        <w:rPr>
          <w:iCs/>
        </w:rPr>
        <w:tab/>
        <w:t>Meets all the eligibility criteria to qualify as a QSE under paragraph (1) of Section 16.2.1, Criteria for Qualification as a Qualified Scheduling Entity, except for items (f), (h), (j), and (k);</w:t>
      </w:r>
    </w:p>
    <w:p w14:paraId="781D174A" w14:textId="77777777" w:rsidR="00EE1CAB" w:rsidRPr="00443D81" w:rsidRDefault="00EE1CAB" w:rsidP="00EE1CAB">
      <w:pPr>
        <w:spacing w:after="240"/>
        <w:ind w:left="1440" w:hanging="720"/>
        <w:rPr>
          <w:iCs/>
        </w:rPr>
      </w:pPr>
      <w:r w:rsidRPr="00443D81">
        <w:rPr>
          <w:iCs/>
        </w:rPr>
        <w:t>(b)</w:t>
      </w:r>
      <w:r w:rsidRPr="00443D81">
        <w:rPr>
          <w:iCs/>
        </w:rPr>
        <w:tab/>
        <w:t>Is not also registered as a Congestion Revenue Right (CRR) Account Holder;</w:t>
      </w:r>
    </w:p>
    <w:p w14:paraId="0F13766F" w14:textId="77777777" w:rsidR="00EE1CAB" w:rsidRPr="00443D81" w:rsidRDefault="00EE1CAB" w:rsidP="00EE1CAB">
      <w:pPr>
        <w:spacing w:after="240"/>
        <w:ind w:left="1440" w:hanging="720"/>
        <w:rPr>
          <w:iCs/>
        </w:rPr>
      </w:pPr>
      <w:r w:rsidRPr="00443D81">
        <w:rPr>
          <w:iCs/>
        </w:rPr>
        <w:t>(c)</w:t>
      </w:r>
      <w:r w:rsidRPr="00443D81">
        <w:rPr>
          <w:iCs/>
        </w:rPr>
        <w:tab/>
        <w:t>Does not participate in the Day-Ahead Market (DAM) or Real-Time Market (RTM);</w:t>
      </w:r>
    </w:p>
    <w:p w14:paraId="78B3403C" w14:textId="77777777" w:rsidR="00EE1CAB" w:rsidRPr="00443D81" w:rsidRDefault="00EE1CAB" w:rsidP="00EE1CAB">
      <w:pPr>
        <w:spacing w:after="240"/>
        <w:ind w:left="1440" w:hanging="720"/>
        <w:rPr>
          <w:iCs/>
        </w:rPr>
      </w:pPr>
      <w:r w:rsidRPr="00443D81">
        <w:rPr>
          <w:iCs/>
        </w:rPr>
        <w:t>(d)</w:t>
      </w:r>
      <w:r w:rsidRPr="00443D81">
        <w:rPr>
          <w:iCs/>
        </w:rPr>
        <w:tab/>
        <w:t>Does not participate in the Emergency Response Service (ERS) market;</w:t>
      </w:r>
    </w:p>
    <w:p w14:paraId="0FB43BAE" w14:textId="77777777" w:rsidR="00EE1CAB" w:rsidRPr="00443D81" w:rsidRDefault="00EE1CAB" w:rsidP="00EE1CAB">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10623BAF" w14:textId="77777777" w:rsidR="00EE1CAB" w:rsidRPr="00443D81" w:rsidRDefault="00EE1CAB" w:rsidP="00EE1CAB">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23986844" w14:textId="77777777" w:rsidR="00EE1CAB" w:rsidRPr="00443D81" w:rsidRDefault="00EE1CAB" w:rsidP="00EE1CAB">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8E4BB51" w14:textId="77777777" w:rsidR="00EE1CAB" w:rsidRPr="00443D81" w:rsidRDefault="00EE1CAB" w:rsidP="00EE1CAB">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69F2D842" w14:textId="77777777" w:rsidR="00EE1CAB" w:rsidRPr="00443D81" w:rsidRDefault="00EE1CAB" w:rsidP="00EE1CAB">
      <w:pPr>
        <w:spacing w:after="240"/>
        <w:ind w:left="1440" w:hanging="720"/>
        <w:rPr>
          <w:iCs/>
        </w:rPr>
      </w:pPr>
      <w:r w:rsidRPr="00443D81">
        <w:rPr>
          <w:iCs/>
        </w:rPr>
        <w:t>(a)</w:t>
      </w:r>
      <w:r w:rsidRPr="00443D81">
        <w:rPr>
          <w:iCs/>
        </w:rPr>
        <w:tab/>
        <w:t>Paragraph (1)(f) of Section 16.2.1;</w:t>
      </w:r>
    </w:p>
    <w:p w14:paraId="245F40E8" w14:textId="77777777" w:rsidR="00EE1CAB" w:rsidRPr="00443D81" w:rsidRDefault="00EE1CAB" w:rsidP="00EE1CAB">
      <w:pPr>
        <w:spacing w:after="240"/>
        <w:ind w:left="1440" w:hanging="720"/>
        <w:rPr>
          <w:iCs/>
        </w:rPr>
      </w:pPr>
      <w:r w:rsidRPr="00443D81">
        <w:rPr>
          <w:iCs/>
        </w:rPr>
        <w:t>(b)</w:t>
      </w:r>
      <w:r w:rsidRPr="00443D81">
        <w:rPr>
          <w:iCs/>
        </w:rPr>
        <w:tab/>
        <w:t>Paragraph (1)(h) of Section 16.2.1;</w:t>
      </w:r>
    </w:p>
    <w:p w14:paraId="7549D174" w14:textId="77777777" w:rsidR="00EE1CAB" w:rsidRPr="00443D81" w:rsidRDefault="00EE1CAB" w:rsidP="00EE1CAB">
      <w:pPr>
        <w:spacing w:after="240"/>
        <w:ind w:left="1440" w:hanging="720"/>
        <w:rPr>
          <w:iCs/>
        </w:rPr>
      </w:pPr>
      <w:r w:rsidRPr="00443D81">
        <w:rPr>
          <w:iCs/>
        </w:rPr>
        <w:t>(c)</w:t>
      </w:r>
      <w:r w:rsidRPr="00443D81">
        <w:rPr>
          <w:iCs/>
        </w:rPr>
        <w:tab/>
        <w:t>Paragraph (1)(j) of Section 16.2.1;</w:t>
      </w:r>
    </w:p>
    <w:p w14:paraId="2BF552CB" w14:textId="77777777" w:rsidR="00EE1CAB" w:rsidRPr="00443D81" w:rsidRDefault="00EE1CAB" w:rsidP="00EE1CAB">
      <w:pPr>
        <w:spacing w:after="240"/>
        <w:ind w:left="1440" w:hanging="720"/>
        <w:rPr>
          <w:iCs/>
        </w:rPr>
      </w:pPr>
      <w:r w:rsidRPr="00443D81">
        <w:rPr>
          <w:iCs/>
        </w:rPr>
        <w:t>(d)</w:t>
      </w:r>
      <w:r w:rsidRPr="00443D81">
        <w:rPr>
          <w:iCs/>
        </w:rPr>
        <w:tab/>
        <w:t>Paragraph (1)(k) of Section 16.2.1;</w:t>
      </w:r>
    </w:p>
    <w:p w14:paraId="7D75EEC3" w14:textId="77777777" w:rsidR="00EE1CAB" w:rsidRPr="00443D81" w:rsidRDefault="00EE1CAB" w:rsidP="00EE1CAB">
      <w:pPr>
        <w:spacing w:after="240"/>
        <w:ind w:left="1440" w:hanging="720"/>
        <w:rPr>
          <w:iCs/>
        </w:rPr>
      </w:pPr>
      <w:r w:rsidRPr="00443D81">
        <w:rPr>
          <w:iCs/>
        </w:rPr>
        <w:t>(e)</w:t>
      </w:r>
      <w:r w:rsidRPr="00443D81">
        <w:rPr>
          <w:iCs/>
        </w:rPr>
        <w:tab/>
        <w:t>Section 16.11, Financial Security for Counter-Parties; and</w:t>
      </w:r>
    </w:p>
    <w:p w14:paraId="3055B7CF" w14:textId="77777777" w:rsidR="00EE1CAB" w:rsidRPr="00443D81" w:rsidRDefault="00EE1CAB" w:rsidP="00EE1CAB">
      <w:pPr>
        <w:spacing w:after="240"/>
        <w:ind w:left="1440" w:hanging="720"/>
        <w:rPr>
          <w:iCs/>
        </w:rPr>
      </w:pPr>
      <w:r w:rsidRPr="00443D81">
        <w:rPr>
          <w:iCs/>
        </w:rPr>
        <w:t>(f)</w:t>
      </w:r>
      <w:r w:rsidRPr="00443D81">
        <w:rPr>
          <w:iCs/>
        </w:rPr>
        <w:tab/>
        <w:t>Section 16.16, Additional Counter-Party Qualification Requirements.</w:t>
      </w:r>
    </w:p>
    <w:p w14:paraId="63795B89" w14:textId="77777777" w:rsidR="00EE1CAB" w:rsidRPr="00443D81" w:rsidRDefault="00EE1CAB" w:rsidP="00EE1CAB">
      <w:pPr>
        <w:spacing w:after="240"/>
        <w:ind w:left="720" w:hanging="720"/>
        <w:rPr>
          <w:iCs/>
        </w:rPr>
      </w:pPr>
      <w:r w:rsidRPr="00443D81">
        <w:rPr>
          <w:iCs/>
        </w:rPr>
        <w:t>(5)</w:t>
      </w:r>
      <w:r w:rsidRPr="00443D81">
        <w:rPr>
          <w:iCs/>
        </w:rPr>
        <w:tab/>
        <w:t>ERCOT will ensure that its systems prevent participation by a Data Agent-Only QSE in the DAM and RTM.</w:t>
      </w:r>
    </w:p>
    <w:p w14:paraId="41B980B8" w14:textId="77777777" w:rsidR="00EE1CAB" w:rsidRPr="00443D81" w:rsidRDefault="00EE1CAB" w:rsidP="00EE1CAB">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048BE68B" w14:textId="36EB2F4E" w:rsidR="00EE1CAB" w:rsidRDefault="00EE1CAB" w:rsidP="00EE1CAB">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61811DB" w14:textId="77777777" w:rsidR="00FC1C5F" w:rsidRDefault="00727E32" w:rsidP="00350FB0">
      <w:pPr>
        <w:pStyle w:val="H3"/>
      </w:pPr>
      <w:bookmarkStart w:id="45" w:name="_Toc390438914"/>
      <w:bookmarkStart w:id="46" w:name="_Toc405897611"/>
      <w:bookmarkStart w:id="47" w:name="_Toc415055715"/>
      <w:bookmarkStart w:id="48" w:name="_Toc415055841"/>
      <w:bookmarkStart w:id="49" w:name="_Toc415055940"/>
      <w:bookmarkStart w:id="50" w:name="_Toc415056041"/>
      <w:bookmarkStart w:id="51" w:name="_Toc71369174"/>
      <w:bookmarkStart w:id="52" w:name="_Toc71539390"/>
      <w:bookmarkStart w:id="53" w:name="_Toc34728455"/>
      <w:r>
        <w:t>16.2.2</w:t>
      </w:r>
      <w:r>
        <w:tab/>
        <w:t>QSE Application Process</w:t>
      </w:r>
      <w:bookmarkEnd w:id="45"/>
      <w:bookmarkEnd w:id="46"/>
      <w:bookmarkEnd w:id="47"/>
      <w:bookmarkEnd w:id="48"/>
      <w:bookmarkEnd w:id="49"/>
      <w:bookmarkEnd w:id="50"/>
      <w:bookmarkEnd w:id="53"/>
      <w:r>
        <w:t xml:space="preserve">  </w:t>
      </w:r>
      <w:bookmarkEnd w:id="51"/>
      <w:bookmarkEnd w:id="52"/>
    </w:p>
    <w:p w14:paraId="6471AA3D" w14:textId="77777777" w:rsidR="00FC1C5F" w:rsidRDefault="00853D39" w:rsidP="009F10FE">
      <w:pPr>
        <w:pStyle w:val="BodyText"/>
        <w:ind w:left="720" w:hanging="720"/>
      </w:pPr>
      <w:r>
        <w:t>(1)</w:t>
      </w:r>
      <w:r>
        <w:tab/>
      </w:r>
      <w:r w:rsidR="00727E32">
        <w:t>To register as a QSE, an applicant must submit to ERCOT a completed QSE application and any applicable fee.  ERCOT shall post on the MIS Public Area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MIS Public Area.  The application must be submitted at least 60 days before the proposed date of commencement of service.</w:t>
      </w:r>
    </w:p>
    <w:p w14:paraId="779CE263" w14:textId="77777777" w:rsidR="00FC1C5F" w:rsidRPr="00D63F95" w:rsidRDefault="00727E32">
      <w:pPr>
        <w:pStyle w:val="H4"/>
        <w:rPr>
          <w:b/>
        </w:rPr>
      </w:pPr>
      <w:bookmarkStart w:id="54" w:name="_Toc390438915"/>
      <w:bookmarkStart w:id="55" w:name="_Toc405897612"/>
      <w:bookmarkStart w:id="56" w:name="_Toc415055716"/>
      <w:bookmarkStart w:id="57" w:name="_Toc415055842"/>
      <w:bookmarkStart w:id="58" w:name="_Toc415055941"/>
      <w:bookmarkStart w:id="59" w:name="_Toc415056042"/>
      <w:bookmarkStart w:id="60" w:name="_Toc34728456"/>
      <w:r w:rsidRPr="00D63F95">
        <w:rPr>
          <w:b/>
        </w:rPr>
        <w:t>16.2.2.1</w:t>
      </w:r>
      <w:r w:rsidRPr="00D63F95">
        <w:rPr>
          <w:b/>
        </w:rPr>
        <w:tab/>
        <w:t>Notice of Receipt of Qualified Scheduling Entity Application</w:t>
      </w:r>
      <w:bookmarkEnd w:id="54"/>
      <w:bookmarkEnd w:id="55"/>
      <w:bookmarkEnd w:id="56"/>
      <w:bookmarkEnd w:id="57"/>
      <w:bookmarkEnd w:id="58"/>
      <w:bookmarkEnd w:id="59"/>
      <w:bookmarkEnd w:id="60"/>
    </w:p>
    <w:p w14:paraId="58A5F64F" w14:textId="77777777" w:rsidR="00FC1C5F" w:rsidRDefault="00853D39" w:rsidP="009F10FE">
      <w:pPr>
        <w:pStyle w:val="BodyText"/>
        <w:ind w:left="720" w:hanging="720"/>
      </w:pPr>
      <w:r>
        <w:t>(1)</w:t>
      </w:r>
      <w:r>
        <w:tab/>
      </w:r>
      <w:r w:rsidR="00727E32">
        <w:t>Within three Business Days after receiving a QSE application, ERCOT shall issue to the applicant a written confirmation that ERCOT has received the QSE application.  ERCOT shall return without review any QSE application that does not include the proper application fee.  The remainder of this Section does not apply to any QSE application returned for failure to include the proper application fee.</w:t>
      </w:r>
    </w:p>
    <w:p w14:paraId="71E728C3" w14:textId="77777777" w:rsidR="00FC1C5F" w:rsidRPr="00D63F95" w:rsidRDefault="00727E32">
      <w:pPr>
        <w:pStyle w:val="H4"/>
        <w:rPr>
          <w:b/>
        </w:rPr>
      </w:pPr>
      <w:bookmarkStart w:id="61" w:name="_Toc390438916"/>
      <w:bookmarkStart w:id="62" w:name="_Toc405897613"/>
      <w:bookmarkStart w:id="63" w:name="_Toc415055717"/>
      <w:bookmarkStart w:id="64" w:name="_Toc415055843"/>
      <w:bookmarkStart w:id="65" w:name="_Toc415055942"/>
      <w:bookmarkStart w:id="66" w:name="_Toc415056043"/>
      <w:bookmarkStart w:id="67" w:name="_Toc34728457"/>
      <w:r w:rsidRPr="00D63F95">
        <w:rPr>
          <w:b/>
        </w:rPr>
        <w:t>16.2.2.2</w:t>
      </w:r>
      <w:r w:rsidRPr="00D63F95">
        <w:rPr>
          <w:b/>
        </w:rPr>
        <w:tab/>
        <w:t>Incomplete Applications</w:t>
      </w:r>
      <w:bookmarkEnd w:id="61"/>
      <w:bookmarkEnd w:id="62"/>
      <w:bookmarkEnd w:id="63"/>
      <w:bookmarkEnd w:id="64"/>
      <w:bookmarkEnd w:id="65"/>
      <w:bookmarkEnd w:id="66"/>
      <w:bookmarkEnd w:id="67"/>
      <w:r w:rsidRPr="00D63F95">
        <w:rPr>
          <w:b/>
        </w:rPr>
        <w:t xml:space="preserve">  </w:t>
      </w:r>
    </w:p>
    <w:p w14:paraId="4C13A88A" w14:textId="77777777" w:rsidR="00FC1C5F" w:rsidRDefault="00727E32">
      <w:pPr>
        <w:pStyle w:val="BodyTextNumbered"/>
      </w:pPr>
      <w:r>
        <w:t>(1)</w:t>
      </w:r>
      <w:r>
        <w:tab/>
        <w:t>Within ten Business Days after receiving a QSE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29359EF6" w14:textId="77777777" w:rsidR="00FC1C5F" w:rsidRDefault="00727E32">
      <w:pPr>
        <w:pStyle w:val="BodyTextNumbered"/>
      </w:pPr>
      <w:r>
        <w:t>(2)</w:t>
      </w:r>
      <w:r>
        <w:tab/>
        <w:t>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If the applicant responds to the notice within the allotted time, then the QSE application is considered complete on the date that ERCOT received the complete additional information from the applicant.</w:t>
      </w:r>
    </w:p>
    <w:p w14:paraId="091FFB44"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2AF72683" w14:textId="77777777" w:rsidR="00FC1C5F" w:rsidRPr="00D63F95" w:rsidRDefault="00727E32">
      <w:pPr>
        <w:pStyle w:val="H4"/>
        <w:rPr>
          <w:b/>
        </w:rPr>
      </w:pPr>
      <w:bookmarkStart w:id="68" w:name="_Toc390438917"/>
      <w:bookmarkStart w:id="69" w:name="_Toc405897614"/>
      <w:bookmarkStart w:id="70" w:name="_Toc415055718"/>
      <w:bookmarkStart w:id="71" w:name="_Toc415055844"/>
      <w:bookmarkStart w:id="72" w:name="_Toc415055943"/>
      <w:bookmarkStart w:id="73" w:name="_Toc415056044"/>
      <w:bookmarkStart w:id="74" w:name="_Toc34728458"/>
      <w:r w:rsidRPr="00D63F95">
        <w:rPr>
          <w:b/>
        </w:rPr>
        <w:t>16.2.2.3</w:t>
      </w:r>
      <w:r w:rsidRPr="00D63F95">
        <w:rPr>
          <w:b/>
        </w:rPr>
        <w:tab/>
        <w:t>ERCOT Approval or Rejection of Qualified Scheduling Entity Application</w:t>
      </w:r>
      <w:bookmarkEnd w:id="68"/>
      <w:bookmarkEnd w:id="69"/>
      <w:bookmarkEnd w:id="70"/>
      <w:bookmarkEnd w:id="71"/>
      <w:bookmarkEnd w:id="72"/>
      <w:bookmarkEnd w:id="73"/>
      <w:bookmarkEnd w:id="74"/>
    </w:p>
    <w:p w14:paraId="668D3C04" w14:textId="77777777" w:rsidR="00FC1C5F" w:rsidRDefault="00727E32">
      <w:pPr>
        <w:pStyle w:val="BodyTextNumbered"/>
      </w:pPr>
      <w:r>
        <w:t>(1)</w:t>
      </w:r>
      <w:r>
        <w:tab/>
        <w:t>ERCOT may reject a QSE application within ten Business Days after the application has been deemed complete in accordance with this Section.  If ERCOT does not reject the QSE application within ten Business days after the application is deemed complete then the application is deemed approved.</w:t>
      </w:r>
    </w:p>
    <w:p w14:paraId="534449C8" w14:textId="77777777" w:rsidR="00FC1C5F" w:rsidRDefault="00727E32">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7DCF5FCF" w14:textId="77777777" w:rsidR="00FC1C5F" w:rsidRDefault="00727E32">
      <w:pPr>
        <w:pStyle w:val="List"/>
        <w:ind w:left="1260" w:hanging="540"/>
      </w:pPr>
      <w:r>
        <w:t>(a)</w:t>
      </w:r>
      <w:r>
        <w:tab/>
        <w:t>Required information is not provided to ERCOT in the allotted time;</w:t>
      </w:r>
    </w:p>
    <w:p w14:paraId="179B8675" w14:textId="77777777" w:rsidR="00FC1C5F" w:rsidRDefault="00727E32">
      <w:pPr>
        <w:pStyle w:val="List"/>
        <w:ind w:left="1260" w:hanging="540"/>
      </w:pPr>
      <w:r>
        <w:t>(b)</w:t>
      </w:r>
      <w:r>
        <w:tab/>
        <w:t>Noncompliance with technical requirements; and</w:t>
      </w:r>
    </w:p>
    <w:p w14:paraId="4481EC87" w14:textId="77777777" w:rsidR="00FC1C5F" w:rsidRDefault="00727E32">
      <w:pPr>
        <w:pStyle w:val="List"/>
        <w:ind w:left="1260" w:hanging="540"/>
      </w:pPr>
      <w:r>
        <w:t>(c)</w:t>
      </w:r>
      <w:r>
        <w:tab/>
        <w:t>Noncompliance with other specific eligibility requirements in this Section or in any other Protocols.</w:t>
      </w:r>
    </w:p>
    <w:p w14:paraId="475BCF75" w14:textId="77777777" w:rsidR="00FC1C5F" w:rsidRDefault="00727E32">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2832A23B" w14:textId="77777777" w:rsidR="00FC1C5F" w:rsidRDefault="00727E32">
      <w:pPr>
        <w:pStyle w:val="BodyText"/>
        <w:ind w:left="720" w:hanging="720"/>
      </w:pPr>
      <w:r>
        <w:t>(4)</w:t>
      </w:r>
      <w:r>
        <w:tab/>
        <w:t>If ERCOT does not reject the QSE application within ten Business Days after the application has been deemed complete under this Section, ERCOT shall send  the applicant, a Standard Form Market Participant Agreement and any other required agreements relating to use of the ERCOT network, software, and systems for the applicant’s signature.</w:t>
      </w:r>
    </w:p>
    <w:p w14:paraId="39868C66" w14:textId="77777777" w:rsidR="00FC1C5F" w:rsidRDefault="00727E32">
      <w:pPr>
        <w:pStyle w:val="H3"/>
      </w:pPr>
      <w:bookmarkStart w:id="75" w:name="_Toc71369175"/>
      <w:bookmarkStart w:id="76" w:name="_Toc71539391"/>
      <w:bookmarkStart w:id="77" w:name="_Toc390438918"/>
      <w:bookmarkStart w:id="78" w:name="_Toc405897615"/>
      <w:bookmarkStart w:id="79" w:name="_Toc415055719"/>
      <w:bookmarkStart w:id="80" w:name="_Toc415055845"/>
      <w:bookmarkStart w:id="81" w:name="_Toc415055944"/>
      <w:bookmarkStart w:id="82" w:name="_Toc415056045"/>
      <w:bookmarkStart w:id="83" w:name="_Toc34728459"/>
      <w:r>
        <w:t>16.2.3</w:t>
      </w:r>
      <w:r>
        <w:tab/>
        <w:t xml:space="preserve">Remaining Steps for Qualified Scheduling Entity </w:t>
      </w:r>
      <w:bookmarkEnd w:id="75"/>
      <w:bookmarkEnd w:id="76"/>
      <w:r>
        <w:t>Registration</w:t>
      </w:r>
      <w:bookmarkEnd w:id="77"/>
      <w:bookmarkEnd w:id="78"/>
      <w:bookmarkEnd w:id="79"/>
      <w:bookmarkEnd w:id="80"/>
      <w:bookmarkEnd w:id="81"/>
      <w:bookmarkEnd w:id="82"/>
      <w:bookmarkEnd w:id="83"/>
    </w:p>
    <w:p w14:paraId="79C4EC29" w14:textId="77777777" w:rsidR="00FC1C5F" w:rsidRDefault="00853D39" w:rsidP="009F10FE">
      <w:pPr>
        <w:pStyle w:val="ListIntroduction"/>
        <w:ind w:left="720" w:hanging="720"/>
      </w:pPr>
      <w:r>
        <w:rPr>
          <w:lang w:val="en-US"/>
        </w:rPr>
        <w:t>(1)</w:t>
      </w:r>
      <w:r>
        <w:rPr>
          <w:lang w:val="en-US"/>
        </w:rPr>
        <w:tab/>
      </w:r>
      <w:r w:rsidR="00727E32">
        <w:t>After a QSE application is deemed approved under Section 16.2.2.3, ERCOT Approval or Rejection of Qualified Scheduling Entity Application, the applicant shall coordinate or perform the following:</w:t>
      </w:r>
    </w:p>
    <w:p w14:paraId="12A4C933" w14:textId="77777777" w:rsidR="00FC1C5F" w:rsidRDefault="00727E32" w:rsidP="00A643DE">
      <w:pPr>
        <w:pStyle w:val="List"/>
      </w:pPr>
      <w:r>
        <w:t>(a)</w:t>
      </w:r>
      <w:r>
        <w:tab/>
        <w:t>Return the signed Standard Form Market Participant Agreement and other related agreements to ERCOT;</w:t>
      </w:r>
    </w:p>
    <w:p w14:paraId="56C75702" w14:textId="77777777" w:rsidR="00FC1C5F" w:rsidRDefault="00727E32" w:rsidP="00A643DE">
      <w:pPr>
        <w:pStyle w:val="List"/>
      </w:pPr>
      <w:r>
        <w:t>(b)</w:t>
      </w:r>
      <w:r>
        <w:tab/>
        <w:t>Coordinate with ERCOT and other Entities, as necessary, to test all communications necessary to participate in the market in the ERCOT Region;</w:t>
      </w:r>
    </w:p>
    <w:p w14:paraId="3861CB62" w14:textId="77777777" w:rsidR="004E6267" w:rsidRDefault="004E6267" w:rsidP="00A643DE">
      <w:pPr>
        <w:pStyle w:val="List"/>
      </w:pPr>
      <w:r>
        <w:t>(c)</w:t>
      </w:r>
      <w:r>
        <w:tab/>
      </w:r>
      <w:r w:rsidRPr="00B64491">
        <w:t>If applicable, a</w:t>
      </w:r>
      <w:r>
        <w:t xml:space="preserve"> QSE offering services in a </w:t>
      </w:r>
      <w:r w:rsidR="00022A2E">
        <w:t>Non-Opt-In Entity (</w:t>
      </w:r>
      <w:r>
        <w:t>NOIE</w:t>
      </w:r>
      <w:r w:rsidR="00022A2E">
        <w:t>)</w:t>
      </w:r>
      <w:r>
        <w:t xml:space="preserve"> service territory must obtain written authorization from the NOIE, and submit such authorization to ERCOT;</w:t>
      </w:r>
      <w:r w:rsidR="00D56D45">
        <w:t xml:space="preserve"> and</w:t>
      </w:r>
    </w:p>
    <w:p w14:paraId="1AC43869" w14:textId="77777777" w:rsidR="00FC1C5F" w:rsidRDefault="00727E32" w:rsidP="00866318">
      <w:pPr>
        <w:pStyle w:val="List"/>
        <w:ind w:left="720" w:firstLine="0"/>
      </w:pPr>
      <w:r>
        <w:t>(</w:t>
      </w:r>
      <w:r w:rsidR="00D56D45">
        <w:t>d</w:t>
      </w:r>
      <w:r>
        <w:t>)</w:t>
      </w:r>
      <w:r>
        <w:tab/>
        <w:t>Demonstrate compliance with security and financial requirements.</w:t>
      </w:r>
    </w:p>
    <w:p w14:paraId="74B4C465" w14:textId="77777777" w:rsidR="00FC1C5F" w:rsidRPr="00D63F95" w:rsidRDefault="00727E32">
      <w:pPr>
        <w:pStyle w:val="H4"/>
        <w:rPr>
          <w:b/>
        </w:rPr>
      </w:pPr>
      <w:bookmarkStart w:id="84" w:name="_Toc390438919"/>
      <w:bookmarkStart w:id="85" w:name="_Toc405897616"/>
      <w:bookmarkStart w:id="86" w:name="_Toc415055720"/>
      <w:bookmarkStart w:id="87" w:name="_Toc415055846"/>
      <w:bookmarkStart w:id="88" w:name="_Toc415055945"/>
      <w:bookmarkStart w:id="89" w:name="_Toc415056046"/>
      <w:bookmarkStart w:id="90" w:name="_Toc34728460"/>
      <w:r w:rsidRPr="00D63F95">
        <w:rPr>
          <w:b/>
        </w:rPr>
        <w:t>16.2.3.</w:t>
      </w:r>
      <w:r w:rsidR="00D56D45">
        <w:rPr>
          <w:b/>
        </w:rPr>
        <w:t>1</w:t>
      </w:r>
      <w:r w:rsidRPr="00D63F95">
        <w:rPr>
          <w:b/>
        </w:rPr>
        <w:tab/>
        <w:t>Process to Gain Approval to Follow DSR Load</w:t>
      </w:r>
      <w:bookmarkEnd w:id="84"/>
      <w:bookmarkEnd w:id="85"/>
      <w:bookmarkEnd w:id="86"/>
      <w:bookmarkEnd w:id="87"/>
      <w:bookmarkEnd w:id="88"/>
      <w:bookmarkEnd w:id="89"/>
      <w:bookmarkEnd w:id="90"/>
    </w:p>
    <w:p w14:paraId="55DF55FE" w14:textId="77777777" w:rsidR="00FC1C5F" w:rsidRDefault="00727E32">
      <w:pPr>
        <w:pStyle w:val="BodyTextNumbered"/>
      </w:pPr>
      <w:r>
        <w:t>(1)</w:t>
      </w:r>
      <w:r>
        <w:tab/>
        <w:t xml:space="preserve">Each QSE wanting to use Resources to follow </w:t>
      </w:r>
      <w:r w:rsidR="00D56D45">
        <w:t>Dynamically Scheduled Resource (</w:t>
      </w:r>
      <w:r>
        <w:t>DSR</w:t>
      </w:r>
      <w:r w:rsidR="00D56D45">
        <w:t>)</w:t>
      </w:r>
      <w:r>
        <w:t xml:space="preserve"> Load shall submit a proposal to ERCOT for analysis of the feasibility and reliability of the telemetry required by the proposal.  ERCOT shall either approve or disapprove that proposal based on ERCOT’s ability to monitor the DSR Load behavior.</w:t>
      </w:r>
    </w:p>
    <w:p w14:paraId="73F2E27D" w14:textId="77777777" w:rsidR="00FC1C5F" w:rsidRDefault="00727E32">
      <w:pPr>
        <w:pStyle w:val="BodyTextNumbered"/>
      </w:pPr>
      <w:r>
        <w:t>(2)</w:t>
      </w:r>
      <w:r>
        <w:tab/>
        <w:t>Each DSR Load must be associated with a Load meter or group of Load meters.  This includes Load that is calculated by subtracting interchange telemetry from actual generation telemetry, appropriately adjusted for Transmission and Distribution Losses.</w:t>
      </w:r>
    </w:p>
    <w:p w14:paraId="47E7C0DB" w14:textId="77777777" w:rsidR="00FC1C5F" w:rsidRDefault="00727E32">
      <w:pPr>
        <w:pStyle w:val="Heading4"/>
        <w:numPr>
          <w:ilvl w:val="0"/>
          <w:numId w:val="0"/>
        </w:numPr>
        <w:tabs>
          <w:tab w:val="left" w:pos="1620"/>
        </w:tabs>
      </w:pPr>
      <w:bookmarkStart w:id="91" w:name="_Toc390438920"/>
      <w:bookmarkStart w:id="92" w:name="_Toc405897617"/>
      <w:bookmarkStart w:id="93" w:name="_Toc415055721"/>
      <w:bookmarkStart w:id="94" w:name="_Toc415055847"/>
      <w:bookmarkStart w:id="95" w:name="_Toc415055946"/>
      <w:bookmarkStart w:id="96" w:name="_Toc415056047"/>
      <w:bookmarkStart w:id="97" w:name="_Toc34728461"/>
      <w:r>
        <w:t>16.2.3.</w:t>
      </w:r>
      <w:r w:rsidR="00D56D45">
        <w:t>2</w:t>
      </w:r>
      <w:r>
        <w:tab/>
        <w:t>Maintaining and Updating QSE Information</w:t>
      </w:r>
      <w:bookmarkEnd w:id="91"/>
      <w:bookmarkEnd w:id="92"/>
      <w:bookmarkEnd w:id="93"/>
      <w:bookmarkEnd w:id="94"/>
      <w:bookmarkEnd w:id="95"/>
      <w:bookmarkEnd w:id="96"/>
      <w:bookmarkEnd w:id="97"/>
      <w:r>
        <w:t xml:space="preserve"> </w:t>
      </w:r>
    </w:p>
    <w:p w14:paraId="20DE7DAF" w14:textId="77777777" w:rsidR="00FC1C5F" w:rsidRDefault="00853D39" w:rsidP="009F10FE">
      <w:pPr>
        <w:pStyle w:val="ListIntroduction"/>
        <w:ind w:left="720" w:hanging="720"/>
      </w:pPr>
      <w:r>
        <w:rPr>
          <w:lang w:val="en-US"/>
        </w:rPr>
        <w:t>(1)</w:t>
      </w:r>
      <w:r>
        <w:rPr>
          <w:lang w:val="en-US"/>
        </w:rPr>
        <w:tab/>
      </w:r>
      <w:r w:rsidR="00727E32">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12885A2D" w14:textId="77777777" w:rsidR="00FC1C5F" w:rsidRDefault="00727E32">
      <w:pPr>
        <w:pStyle w:val="List"/>
      </w:pPr>
      <w:r>
        <w:t>(a)</w:t>
      </w:r>
      <w:r>
        <w:tab/>
        <w:t>The QSE’s addresses;</w:t>
      </w:r>
    </w:p>
    <w:p w14:paraId="13F81B49" w14:textId="77777777" w:rsidR="00FC1C5F" w:rsidRDefault="00727E32">
      <w:pPr>
        <w:pStyle w:val="List"/>
      </w:pPr>
      <w:r>
        <w:t>(b)</w:t>
      </w:r>
      <w:r>
        <w:tab/>
        <w:t>A list of Affiliates; and</w:t>
      </w:r>
    </w:p>
    <w:p w14:paraId="303B7612" w14:textId="77777777" w:rsidR="00FC1C5F" w:rsidRDefault="00727E32">
      <w:pPr>
        <w:pStyle w:val="List"/>
      </w:pPr>
      <w:r>
        <w:t>(c)</w:t>
      </w:r>
      <w:r>
        <w:tab/>
        <w:t xml:space="preserve">Designation of the QSE’s officers, directors, Authorized Representatives, Credit Contacts, and User Security Administrator </w:t>
      </w:r>
      <w:r w:rsidR="002B565A">
        <w:t xml:space="preserve">(USA) </w:t>
      </w:r>
      <w:r>
        <w:t xml:space="preserve">(all per the QSE application) including the addresses (if different), telephone and facsimile numbers, and e-mail addresses for those persons. </w:t>
      </w:r>
    </w:p>
    <w:p w14:paraId="742D4D01" w14:textId="77777777" w:rsidR="00FC1C5F" w:rsidRPr="00D63F95" w:rsidRDefault="00727E32">
      <w:pPr>
        <w:pStyle w:val="H4"/>
        <w:rPr>
          <w:b/>
        </w:rPr>
      </w:pPr>
      <w:bookmarkStart w:id="98" w:name="_Toc390438921"/>
      <w:bookmarkStart w:id="99" w:name="_Toc405897618"/>
      <w:bookmarkStart w:id="100" w:name="_Toc415055722"/>
      <w:bookmarkStart w:id="101" w:name="_Toc415055848"/>
      <w:bookmarkStart w:id="102" w:name="_Toc415055947"/>
      <w:bookmarkStart w:id="103" w:name="_Toc415056048"/>
      <w:bookmarkStart w:id="104" w:name="_Toc34728462"/>
      <w:r w:rsidRPr="00D63F95">
        <w:rPr>
          <w:b/>
        </w:rPr>
        <w:t>16.2.3.</w:t>
      </w:r>
      <w:r w:rsidR="00D56D45">
        <w:rPr>
          <w:b/>
        </w:rPr>
        <w:t>3</w:t>
      </w:r>
      <w:r w:rsidRPr="00D63F95">
        <w:rPr>
          <w:b/>
        </w:rPr>
        <w:tab/>
        <w:t>Qualified Scheduling Entity Service Termination</w:t>
      </w:r>
      <w:bookmarkEnd w:id="98"/>
      <w:bookmarkEnd w:id="99"/>
      <w:bookmarkEnd w:id="100"/>
      <w:bookmarkEnd w:id="101"/>
      <w:bookmarkEnd w:id="102"/>
      <w:bookmarkEnd w:id="103"/>
      <w:bookmarkEnd w:id="104"/>
    </w:p>
    <w:p w14:paraId="08F00F9C" w14:textId="77777777" w:rsidR="00FC1C5F" w:rsidRDefault="00727E32">
      <w:pPr>
        <w:pStyle w:val="BodyTextNumbered"/>
      </w:pPr>
      <w:r>
        <w:t>(1)</w:t>
      </w:r>
      <w:r>
        <w:tab/>
        <w:t xml:space="preserve">If a QSE intends to terminate representation of a </w:t>
      </w:r>
      <w:r w:rsidR="00D56D45">
        <w:t>Load Serving Entity (</w:t>
      </w:r>
      <w:r>
        <w:t>LSE</w:t>
      </w:r>
      <w:r w:rsidR="00D56D45">
        <w:t>)</w:t>
      </w:r>
      <w:r>
        <w:t xml:space="preserve"> or Resource (other than an LSE or Resource serving as its own QSE, in which case this Section does not apply), the QSE shall provide, no less than 12 Business Days before the specified effective termination date (“Termination Date”), written notice to ERCOT and the LSE or Resource.</w:t>
      </w:r>
    </w:p>
    <w:p w14:paraId="7C938B0A" w14:textId="77777777" w:rsidR="00FC1C5F" w:rsidRDefault="00727E32">
      <w:pPr>
        <w:pStyle w:val="BodyTextNumbered"/>
      </w:pPr>
      <w:r>
        <w:t>(2)</w:t>
      </w:r>
      <w:r>
        <w:tab/>
        <w:t xml:space="preserve">Effective at 2400 on the Termination Date specified by the QSE, the QSE may no longer provide QSE services for or represent the terminated LSE or Resource.  The QSE is responsible for settlement obligations that the QSE has incurred on behalf of the terminated LSE or Resource before the termination. The QSE must participate in Real-Time Operations through the Termination Date and provide updates pursuant to these Protocols for the Operating Day which is the Termination Date.  Notwithstanding the foregoing, if, before the Termination Date, the LSE/Resource: </w:t>
      </w:r>
    </w:p>
    <w:p w14:paraId="434A07C0" w14:textId="77777777" w:rsidR="00FC1C5F" w:rsidRDefault="00727E32">
      <w:pPr>
        <w:pStyle w:val="List"/>
      </w:pPr>
      <w:r>
        <w:t>(a)</w:t>
      </w:r>
      <w:r>
        <w:tab/>
        <w:t xml:space="preserve">Affiliates itself with a new QSE, or </w:t>
      </w:r>
    </w:p>
    <w:p w14:paraId="0A183A2D" w14:textId="77777777" w:rsidR="00FC1C5F" w:rsidRDefault="00727E32">
      <w:pPr>
        <w:pStyle w:val="List"/>
      </w:pPr>
      <w:r>
        <w:t>(</w:t>
      </w:r>
      <w:r>
        <w:rPr>
          <w:iCs/>
        </w:rPr>
        <w:t>b</w:t>
      </w:r>
      <w:r>
        <w:t>)</w:t>
      </w:r>
      <w:r>
        <w:tab/>
        <w:t>Fulfills ERCOT’s creditworthiness requirements in order to become an Emergency QSE,</w:t>
      </w:r>
    </w:p>
    <w:p w14:paraId="5E7C99A0" w14:textId="77777777" w:rsidR="00FC1C5F" w:rsidRDefault="00727E32">
      <w:pPr>
        <w:pStyle w:val="BodyTextNumbered"/>
        <w:ind w:firstLine="0"/>
      </w:pPr>
      <w:r>
        <w:t>the QSE that provided notice of the intent to terminate representation of the LSE/ Resource will no longer be responsible for the terminated LSE/Resource upon the effective date of the new QSE’s representation of that LSE/Resource, or the LSE/Resource qualifying as an Emergency QSE.</w:t>
      </w:r>
    </w:p>
    <w:p w14:paraId="6D1E81B0" w14:textId="77777777" w:rsidR="00FC1C5F" w:rsidRDefault="00727E32">
      <w:pPr>
        <w:pStyle w:val="BodyTextNumbered"/>
      </w:pPr>
      <w:r>
        <w:t>(3)</w:t>
      </w:r>
      <w:r>
        <w:tab/>
        <w:t>Within two Business Days of notice of a QSE’s intent to terminate representation of an LSE, ERCOT shall notify the LSE of the level of credit the LSE must provide, if it becomes an Emergency QSE, and the date by which it must post the required collateral.</w:t>
      </w:r>
    </w:p>
    <w:p w14:paraId="466232BA" w14:textId="77777777" w:rsidR="00FC1C5F" w:rsidRDefault="00727E32">
      <w:pPr>
        <w:pStyle w:val="H3"/>
      </w:pPr>
      <w:bookmarkStart w:id="105" w:name="_Toc71369182"/>
      <w:bookmarkStart w:id="106" w:name="_Toc71539398"/>
      <w:bookmarkStart w:id="107" w:name="_Toc390438922"/>
      <w:bookmarkStart w:id="108" w:name="_Toc405897619"/>
      <w:bookmarkStart w:id="109" w:name="_Toc415055723"/>
      <w:bookmarkStart w:id="110" w:name="_Toc415055849"/>
      <w:bookmarkStart w:id="111" w:name="_Toc415055948"/>
      <w:bookmarkStart w:id="112" w:name="_Toc415056049"/>
      <w:bookmarkStart w:id="113" w:name="_Toc34728463"/>
      <w:r>
        <w:t>16.2.4</w:t>
      </w:r>
      <w:r>
        <w:tab/>
        <w:t>Posting of Qualified Scheduling Entity List</w:t>
      </w:r>
      <w:bookmarkEnd w:id="105"/>
      <w:bookmarkEnd w:id="106"/>
      <w:bookmarkEnd w:id="107"/>
      <w:bookmarkEnd w:id="108"/>
      <w:bookmarkEnd w:id="109"/>
      <w:bookmarkEnd w:id="110"/>
      <w:bookmarkEnd w:id="111"/>
      <w:bookmarkEnd w:id="112"/>
      <w:bookmarkEnd w:id="113"/>
    </w:p>
    <w:p w14:paraId="4040D1BA" w14:textId="77777777" w:rsidR="00FC1C5F" w:rsidRDefault="00853D39" w:rsidP="009F10FE">
      <w:pPr>
        <w:pStyle w:val="BodyText"/>
        <w:ind w:left="720" w:hanging="720"/>
      </w:pPr>
      <w:r>
        <w:t>(1)</w:t>
      </w:r>
      <w:r>
        <w:tab/>
      </w:r>
      <w:r w:rsidR="00727E32">
        <w:t>ERCOT shall post on the MIS Public Area and maintain a current list of all QSEs.  ERCOT shall include with that posting a cautionary statement that inclusion on that list does not necessarily mean that a QSE is entitled to provide any service to a third party, nor does it obligate a QSE to provide any service to a third party.</w:t>
      </w:r>
    </w:p>
    <w:p w14:paraId="11BAA357" w14:textId="77777777" w:rsidR="00FC1C5F" w:rsidRDefault="00727E32">
      <w:pPr>
        <w:pStyle w:val="H3"/>
        <w:spacing w:after="120"/>
      </w:pPr>
      <w:bookmarkStart w:id="114" w:name="_Toc71369183"/>
      <w:bookmarkStart w:id="115" w:name="_Toc71539399"/>
      <w:bookmarkStart w:id="116" w:name="_Toc390438923"/>
      <w:bookmarkStart w:id="117" w:name="_Toc405897620"/>
      <w:bookmarkStart w:id="118" w:name="_Toc415055724"/>
      <w:bookmarkStart w:id="119" w:name="_Toc415055850"/>
      <w:bookmarkStart w:id="120" w:name="_Toc415055949"/>
      <w:bookmarkStart w:id="121" w:name="_Toc415056050"/>
      <w:bookmarkStart w:id="122" w:name="_Toc34728464"/>
      <w:r>
        <w:t>16.2.5</w:t>
      </w:r>
      <w:r>
        <w:tab/>
        <w:t>Suspended Qualified Scheduling Entity</w:t>
      </w:r>
      <w:bookmarkEnd w:id="114"/>
      <w:bookmarkEnd w:id="115"/>
      <w:r>
        <w:t xml:space="preserve"> – Notification to LSEs and Resource Entities Represented</w:t>
      </w:r>
      <w:bookmarkEnd w:id="116"/>
      <w:bookmarkEnd w:id="117"/>
      <w:bookmarkEnd w:id="118"/>
      <w:bookmarkEnd w:id="119"/>
      <w:bookmarkEnd w:id="120"/>
      <w:bookmarkEnd w:id="121"/>
      <w:bookmarkEnd w:id="122"/>
    </w:p>
    <w:p w14:paraId="4019011E" w14:textId="77777777" w:rsidR="00FC1C5F" w:rsidRDefault="00727E32">
      <w:pPr>
        <w:pStyle w:val="BodyText"/>
        <w:ind w:left="720" w:hanging="720"/>
      </w:pPr>
      <w:r>
        <w:t xml:space="preserve"> (1)</w:t>
      </w:r>
      <w:r>
        <w:tab/>
        <w:t xml:space="preserve">If a QSE can no longer act as a QSE, or if ERCOT suspends the QSE or terminates the Standard Form Market Participant Agreement, ERCOT shall notify the affected LSE’s and Resource Entities that the QSE has been suspended and the effective date of such suspension.  </w:t>
      </w:r>
    </w:p>
    <w:p w14:paraId="1A4CC4CD" w14:textId="77777777" w:rsidR="00FC1C5F" w:rsidRDefault="00727E32">
      <w:pPr>
        <w:pStyle w:val="BodyText"/>
        <w:ind w:left="720" w:hanging="720"/>
      </w:pPr>
      <w:r>
        <w:t xml:space="preserve"> (2)</w:t>
      </w:r>
      <w:r>
        <w:tab/>
        <w:t>If an LSE or Resource Entity represented by the failed or suspended QSE is the same Entity as the failed or suspended QSE, the provisions of Section 16.11.6.1.6, Revocation of a Market Participant’s Rights and Termination of Agreements, shall apply to that LSE or Resource Entity, and that LSE or Resource Entity shall not be entitled to become an Emergency QSE.</w:t>
      </w:r>
    </w:p>
    <w:p w14:paraId="0E26AB57" w14:textId="77777777" w:rsidR="00FC1C5F" w:rsidRDefault="00727E32">
      <w:pPr>
        <w:pStyle w:val="H3"/>
        <w:spacing w:after="120"/>
      </w:pPr>
      <w:bookmarkStart w:id="123" w:name="_Toc71369184"/>
      <w:bookmarkStart w:id="124" w:name="_Toc71539400"/>
      <w:bookmarkStart w:id="125" w:name="_Toc390438924"/>
      <w:bookmarkStart w:id="126" w:name="_Toc405897621"/>
      <w:bookmarkStart w:id="127" w:name="_Toc415055725"/>
      <w:bookmarkStart w:id="128" w:name="_Toc415055851"/>
      <w:bookmarkStart w:id="129" w:name="_Toc415055950"/>
      <w:bookmarkStart w:id="130" w:name="_Toc415056051"/>
      <w:bookmarkStart w:id="131" w:name="_Toc34728465"/>
      <w:r>
        <w:t>16.2.6</w:t>
      </w:r>
      <w:r>
        <w:tab/>
        <w:t>Emergency Qualified Scheduling Entity</w:t>
      </w:r>
      <w:bookmarkEnd w:id="123"/>
      <w:bookmarkEnd w:id="124"/>
      <w:bookmarkEnd w:id="125"/>
      <w:bookmarkEnd w:id="126"/>
      <w:bookmarkEnd w:id="127"/>
      <w:bookmarkEnd w:id="128"/>
      <w:bookmarkEnd w:id="129"/>
      <w:bookmarkEnd w:id="130"/>
      <w:bookmarkEnd w:id="131"/>
    </w:p>
    <w:p w14:paraId="7C87EB4A" w14:textId="77777777" w:rsidR="00FC1C5F" w:rsidRPr="00D63F95" w:rsidRDefault="00727E32">
      <w:pPr>
        <w:pStyle w:val="H4"/>
        <w:spacing w:after="120"/>
        <w:rPr>
          <w:b/>
        </w:rPr>
      </w:pPr>
      <w:bookmarkStart w:id="132" w:name="_Toc390438925"/>
      <w:bookmarkStart w:id="133" w:name="_Toc405897622"/>
      <w:bookmarkStart w:id="134" w:name="_Toc415055726"/>
      <w:bookmarkStart w:id="135" w:name="_Toc415055852"/>
      <w:bookmarkStart w:id="136" w:name="_Toc415055951"/>
      <w:bookmarkStart w:id="137" w:name="_Toc415056052"/>
      <w:bookmarkStart w:id="138" w:name="_Toc34728466"/>
      <w:r w:rsidRPr="00D63F95">
        <w:rPr>
          <w:b/>
        </w:rPr>
        <w:t>16.2.6.1</w:t>
      </w:r>
      <w:r w:rsidRPr="00D63F95">
        <w:rPr>
          <w:b/>
        </w:rPr>
        <w:tab/>
        <w:t>Designation as an Emergency Qualified Scheduling Entity or Virtual Qualified Scheduling Entity</w:t>
      </w:r>
      <w:bookmarkEnd w:id="132"/>
      <w:bookmarkEnd w:id="133"/>
      <w:bookmarkEnd w:id="134"/>
      <w:bookmarkEnd w:id="135"/>
      <w:bookmarkEnd w:id="136"/>
      <w:bookmarkEnd w:id="137"/>
      <w:bookmarkEnd w:id="138"/>
    </w:p>
    <w:p w14:paraId="055A690D" w14:textId="77777777" w:rsidR="00FC1C5F" w:rsidRDefault="00727E32">
      <w:pPr>
        <w:pStyle w:val="BodyText"/>
        <w:ind w:left="720" w:hanging="720"/>
      </w:pPr>
      <w:r>
        <w:t>(1)</w:t>
      </w:r>
      <w:r>
        <w:tab/>
        <w:t xml:space="preserve">A “Virtual QSE” is defined as an LSE or Resource Entity whose QSE has provided notice of its intent to terminate its relationship with the LSE and who has not met ERCOT’s creditworthiness requirements to become an Emergency QSE, as set forth in this Section. </w:t>
      </w:r>
    </w:p>
    <w:p w14:paraId="787CD23D" w14:textId="77777777" w:rsidR="00FC1C5F" w:rsidRDefault="00727E32">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p>
    <w:p w14:paraId="679A690A" w14:textId="77777777" w:rsidR="00FC1C5F" w:rsidRDefault="00727E32">
      <w:pPr>
        <w:pStyle w:val="BodyTextNumbered"/>
        <w:ind w:left="1440"/>
      </w:pPr>
      <w:r>
        <w:t xml:space="preserve">(a) </w:t>
      </w:r>
      <w:r>
        <w:tab/>
        <w:t>Designate a new QSE with such relationship to take effect on the Termination Date, or earlier if allowed by ERCOT; or</w:t>
      </w:r>
    </w:p>
    <w:p w14:paraId="29BCA0A4" w14:textId="77777777" w:rsidR="00FC1C5F" w:rsidRDefault="00727E32">
      <w:pPr>
        <w:pStyle w:val="BodyTextNumbered"/>
        <w:ind w:left="1440"/>
      </w:pPr>
      <w:r>
        <w:t xml:space="preserve">(b) </w:t>
      </w:r>
      <w:r>
        <w:tab/>
        <w:t xml:space="preserve">Satisfy all necessary creditworthiness requirements for QSEs as described in Section 16.2, Registration and Qualification of Qualified Scheduling Entities.  </w:t>
      </w:r>
    </w:p>
    <w:p w14:paraId="446B7EA8" w14:textId="77777777" w:rsidR="00FC1C5F" w:rsidRDefault="00727E32">
      <w:pPr>
        <w:pStyle w:val="List2"/>
        <w:ind w:left="720"/>
      </w:pPr>
      <w:r>
        <w:t>(3)</w:t>
      </w:r>
      <w:r>
        <w:tab/>
        <w:t xml:space="preserve">If ERCOT has given Notice of an LSE’s or Resource Entity’s QSE’s suspension, that LSE or Resource Entity will be designated as a Virtual QSE for up to two Bank Business Days, during which time it must either </w:t>
      </w:r>
    </w:p>
    <w:p w14:paraId="6AE6CD05" w14:textId="77777777" w:rsidR="00FC1C5F" w:rsidRDefault="00727E32">
      <w:pPr>
        <w:pStyle w:val="List2"/>
        <w:ind w:left="0" w:firstLine="0"/>
      </w:pPr>
      <w:r>
        <w:tab/>
        <w:t xml:space="preserve">(a) </w:t>
      </w:r>
      <w:r>
        <w:tab/>
        <w:t>Designate and begin operations with a new QSE; or</w:t>
      </w:r>
    </w:p>
    <w:p w14:paraId="3354186D" w14:textId="77777777" w:rsidR="00FC1C5F" w:rsidRDefault="00727E32">
      <w:pPr>
        <w:pStyle w:val="BodyTextNumbered"/>
        <w:ind w:left="1440"/>
      </w:pPr>
      <w:r>
        <w:t xml:space="preserve">(b) </w:t>
      </w:r>
      <w:r>
        <w:tab/>
        <w:t>Satisfy all necessary creditworthiness requirements for QSEs as described in Section 16.2, and operate as an Emergency QSE as described below.</w:t>
      </w:r>
    </w:p>
    <w:p w14:paraId="3C39DEBF" w14:textId="77777777" w:rsidR="00FC1C5F" w:rsidRDefault="00727E32">
      <w:pPr>
        <w:pStyle w:val="BodyTextNumbered"/>
      </w:pPr>
      <w:r>
        <w:t>(4)</w:t>
      </w:r>
      <w:r>
        <w:tab/>
        <w:t>If an LSE or Resource Entity meets the creditworthiness requirements, the LSE or Resource Entity may be designated as an Emergency QSE and may, upon the Termination Date, be issued digital certificates and given access to the MIS as determined by ERCOT.</w:t>
      </w:r>
    </w:p>
    <w:p w14:paraId="1323145D" w14:textId="77777777" w:rsidR="00FC1C5F" w:rsidRDefault="00727E32" w:rsidP="00FC1E00">
      <w:pPr>
        <w:pStyle w:val="BodyTextNumbered"/>
      </w:pPr>
      <w:r>
        <w:t>(5)</w:t>
      </w:r>
      <w:r>
        <w:tab/>
        <w:t xml:space="preserve">If the LSE fails to meet the requirements of one of the above options in the timeframe set forth above, ERCOT shall, after notice </w:t>
      </w:r>
      <w:r w:rsidR="00562B70">
        <w:t>as specified in Retail Market Guide Section 7.11, Transition Process</w:t>
      </w:r>
      <w:r>
        <w:t>, initiate</w:t>
      </w:r>
      <w:r w:rsidR="00CD1D2D">
        <w:t xml:space="preserve"> a Mass Transition of the LSE’s Electronic Service Identifiers (</w:t>
      </w:r>
      <w:r>
        <w:t>ESI IDs</w:t>
      </w:r>
      <w:r w:rsidR="00CD1D2D">
        <w:t>)</w:t>
      </w:r>
      <w:r>
        <w:t xml:space="preserve"> pursuant to Section 15.1.</w:t>
      </w:r>
      <w:r w:rsidR="00FC1E00">
        <w:t>3</w:t>
      </w:r>
      <w:r>
        <w:t xml:space="preserve">, </w:t>
      </w:r>
      <w:r w:rsidR="00CD1D2D">
        <w:t>Transition Process</w:t>
      </w:r>
      <w:r>
        <w:t>.</w:t>
      </w:r>
    </w:p>
    <w:p w14:paraId="43D0F87F" w14:textId="77777777" w:rsidR="00FC1C5F" w:rsidRDefault="00727E32">
      <w:pPr>
        <w:pStyle w:val="BodyTextNumbered"/>
      </w:pPr>
      <w:r>
        <w:t>(6)</w:t>
      </w:r>
      <w:r>
        <w:tab/>
        <w:t>If a Resource Entity fails to meet the requirements of one of the options set forth in paragraph (1) or (2) above within the requisite timeframe, ERCOT may allow the Resource Entity additional time, as determined by ERCOT staff, to meet the requirements.</w:t>
      </w:r>
    </w:p>
    <w:p w14:paraId="42D9E944" w14:textId="77777777" w:rsidR="00FC1C5F" w:rsidRDefault="00727E32">
      <w:pPr>
        <w:pStyle w:val="BodyTextNumbered"/>
      </w:pPr>
      <w:r>
        <w:t>(7)</w:t>
      </w:r>
      <w:r>
        <w:tab/>
        <w:t>For any Operating Day in which an LSE or Resource Entity is not either represented by a QSE or qualified as an Emergency QSE, ERCOT may designate the LSE or Resource Entity as a Virtual QSE. ERCOT may issue digital certificates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3CD6BA55" w14:textId="77777777" w:rsidR="00FC1C5F" w:rsidRDefault="00727E32">
      <w:pPr>
        <w:pStyle w:val="BodyTextNumbered"/>
      </w:pPr>
      <w:r>
        <w:t>(8)</w:t>
      </w:r>
      <w:r>
        <w:tab/>
        <w:t>ERCOT shall maintain a referral list of qualified QSEs on the MIS Public Area who request to be listed as providing QSE services on short notice. The list shall include the QSE’s name, contact information and whether they are qualified to represent Load and/or Resources and/or provide Ancillary Services. ERCOT shall not be obligated to verify the abilities of any QSE so listed.  ERCOT shall require all QSEs listed to confirm their inclusion on the referral list no later than the start of each calendar year.</w:t>
      </w:r>
    </w:p>
    <w:p w14:paraId="14B7268C" w14:textId="77777777" w:rsidR="00FC1C5F" w:rsidRPr="00D63F95" w:rsidRDefault="00727E32">
      <w:pPr>
        <w:pStyle w:val="H4"/>
        <w:rPr>
          <w:b/>
        </w:rPr>
      </w:pPr>
      <w:bookmarkStart w:id="139" w:name="_Toc390438926"/>
      <w:bookmarkStart w:id="140" w:name="_Toc405897623"/>
      <w:bookmarkStart w:id="141" w:name="_Toc415055727"/>
      <w:bookmarkStart w:id="142" w:name="_Toc415055853"/>
      <w:bookmarkStart w:id="143" w:name="_Toc415055952"/>
      <w:bookmarkStart w:id="144" w:name="_Toc415056053"/>
      <w:bookmarkStart w:id="145" w:name="_Toc34728467"/>
      <w:r w:rsidRPr="00D63F95">
        <w:rPr>
          <w:b/>
        </w:rPr>
        <w:t>16.2.6.2</w:t>
      </w:r>
      <w:r w:rsidRPr="00D63F95">
        <w:rPr>
          <w:b/>
        </w:rPr>
        <w:tab/>
        <w:t>Market Participation by an Emergency Qualified Scheduling Entity or a Virtual Qualified Scheduling Entity</w:t>
      </w:r>
      <w:bookmarkEnd w:id="139"/>
      <w:bookmarkEnd w:id="140"/>
      <w:bookmarkEnd w:id="141"/>
      <w:bookmarkEnd w:id="142"/>
      <w:bookmarkEnd w:id="143"/>
      <w:bookmarkEnd w:id="144"/>
      <w:bookmarkEnd w:id="145"/>
    </w:p>
    <w:p w14:paraId="514E9044" w14:textId="77777777" w:rsidR="00FC1C5F" w:rsidRDefault="00727E32">
      <w:pPr>
        <w:pStyle w:val="BodyTextNumbered"/>
      </w:pPr>
      <w:r>
        <w:t>(1)</w:t>
      </w:r>
      <w:r>
        <w:tab/>
        <w:t xml:space="preserve">An Emergency QSE or a Virtual QSE may only represent itself and may only submit: </w:t>
      </w:r>
    </w:p>
    <w:p w14:paraId="4E015E83" w14:textId="77777777" w:rsidR="00FC1C5F" w:rsidRDefault="00727E32">
      <w:pPr>
        <w:pStyle w:val="List"/>
      </w:pPr>
      <w:r>
        <w:t>(a)</w:t>
      </w:r>
      <w:r>
        <w:tab/>
        <w:t>Energy Trades in which the Emergency QSE or the Virtual QSE is the buyer;</w:t>
      </w:r>
    </w:p>
    <w:p w14:paraId="2593B151" w14:textId="77777777" w:rsidR="00FC1C5F" w:rsidRDefault="00727E32">
      <w:pPr>
        <w:pStyle w:val="List"/>
      </w:pPr>
      <w:r>
        <w:t>(b)</w:t>
      </w:r>
      <w:r>
        <w:tab/>
        <w:t>Capacity Trades in which the Emergency QSE or the Virtual QSE is the buyer;</w:t>
      </w:r>
    </w:p>
    <w:p w14:paraId="2E062F38" w14:textId="77777777" w:rsidR="00FC1C5F" w:rsidRDefault="00727E32">
      <w:pPr>
        <w:pStyle w:val="List"/>
      </w:pPr>
      <w:r>
        <w:t>(c)</w:t>
      </w:r>
      <w:r>
        <w:tab/>
        <w:t>Ancillary Service Trades in which the Emergency QSE or the Virtual QSE is the buyer; and</w:t>
      </w:r>
    </w:p>
    <w:p w14:paraId="3E4E3310" w14:textId="77777777" w:rsidR="00FC1C5F" w:rsidRDefault="00727E32">
      <w:pPr>
        <w:pStyle w:val="List"/>
        <w:ind w:left="0" w:firstLine="0"/>
      </w:pPr>
      <w:r>
        <w:t>(2)</w:t>
      </w:r>
      <w:r>
        <w:tab/>
        <w:t xml:space="preserve">An Emergency or Virtual QSE may submit DAM Energy Bids. </w:t>
      </w:r>
    </w:p>
    <w:p w14:paraId="5909BDBC" w14:textId="77777777" w:rsidR="00FC1C5F" w:rsidRDefault="00727E32">
      <w:pPr>
        <w:pStyle w:val="BodyTextNumbered"/>
      </w:pPr>
      <w:r>
        <w:t>(3)</w:t>
      </w:r>
      <w:r>
        <w:tab/>
        <w:t>An Emergency QSE or a Virtual QSE may submit those transactions described in paragraph (1) or (2) above, only to the extent that they are intended to serve the Load of the Emergency QSE’s or Virtual QSE’s Customers.  If a Resource Entity, may submit transactions described in item (1) or (2) above only to the extent that those transactions are wholly provided by the Resource Entity’s Resource(s).</w:t>
      </w:r>
    </w:p>
    <w:p w14:paraId="65C0B5BA" w14:textId="77777777" w:rsidR="00FC1C5F" w:rsidRPr="00D63F95" w:rsidRDefault="00727E32">
      <w:pPr>
        <w:pStyle w:val="H4"/>
        <w:rPr>
          <w:b/>
        </w:rPr>
      </w:pPr>
      <w:bookmarkStart w:id="146" w:name="_Toc390438927"/>
      <w:bookmarkStart w:id="147" w:name="_Toc405897624"/>
      <w:bookmarkStart w:id="148" w:name="_Toc415055728"/>
      <w:bookmarkStart w:id="149" w:name="_Toc415055854"/>
      <w:bookmarkStart w:id="150" w:name="_Toc415055953"/>
      <w:bookmarkStart w:id="151" w:name="_Toc415056054"/>
      <w:bookmarkStart w:id="152" w:name="_Toc34728468"/>
      <w:r w:rsidRPr="00D63F95">
        <w:rPr>
          <w:b/>
        </w:rPr>
        <w:t>16.2.6.3</w:t>
      </w:r>
      <w:r w:rsidRPr="00D63F95">
        <w:rPr>
          <w:b/>
        </w:rPr>
        <w:tab/>
        <w:t>Requirement to Obtain New Qualified Scheduling Entity or Qualified Scheduling Entity Qualification</w:t>
      </w:r>
      <w:bookmarkEnd w:id="146"/>
      <w:bookmarkEnd w:id="147"/>
      <w:bookmarkEnd w:id="148"/>
      <w:bookmarkEnd w:id="149"/>
      <w:bookmarkEnd w:id="150"/>
      <w:bookmarkEnd w:id="151"/>
      <w:bookmarkEnd w:id="152"/>
    </w:p>
    <w:p w14:paraId="2D089802" w14:textId="77777777" w:rsidR="00FC1C5F" w:rsidRDefault="00727E32">
      <w:pPr>
        <w:pStyle w:val="BodyText"/>
        <w:ind w:left="720" w:hanging="720"/>
      </w:pPr>
      <w:r>
        <w:t>(1)</w:t>
      </w:r>
      <w:r>
        <w:tab/>
        <w:t xml:space="preserve">Within seven Business Days after receiving designation as an Emergency QSE, an Emergency QSE must either: </w:t>
      </w:r>
    </w:p>
    <w:p w14:paraId="3DBC4CBC" w14:textId="77777777" w:rsidR="00FC1C5F" w:rsidRDefault="00727E32">
      <w:pPr>
        <w:pStyle w:val="BodyText"/>
        <w:ind w:left="1440" w:hanging="720"/>
      </w:pPr>
      <w:r>
        <w:t>(a)</w:t>
      </w:r>
      <w:r>
        <w:tab/>
        <w:t>Designate a QSE that will represent the LSE or Resource Entity to ERCOT</w:t>
      </w:r>
      <w:r w:rsidR="00CD1D2D">
        <w:t>;</w:t>
      </w:r>
      <w:r>
        <w:t xml:space="preserve"> or </w:t>
      </w:r>
    </w:p>
    <w:p w14:paraId="7BD89120" w14:textId="77777777" w:rsidR="00FC1C5F" w:rsidRDefault="00727E32">
      <w:pPr>
        <w:pStyle w:val="BodyText"/>
        <w:ind w:left="1440" w:hanging="720"/>
      </w:pPr>
      <w:r>
        <w:t>(b)</w:t>
      </w:r>
      <w:r>
        <w:tab/>
        <w:t xml:space="preserve">Fulfill all QSE registration and qualification requirements.  After completing the requirements in item (b), ERCOT may </w:t>
      </w:r>
      <w:proofErr w:type="spellStart"/>
      <w:r>
        <w:t>redesignate</w:t>
      </w:r>
      <w:proofErr w:type="spellEnd"/>
      <w:r>
        <w:t xml:space="preserve"> the Emergency QSE as a QSE.  </w:t>
      </w:r>
    </w:p>
    <w:p w14:paraId="3E4467BE" w14:textId="77777777" w:rsidR="00FC1C5F" w:rsidRDefault="00727E32">
      <w:pPr>
        <w:pStyle w:val="BodyText"/>
        <w:ind w:left="720" w:hanging="720"/>
      </w:pPr>
      <w:r>
        <w:t>(2)</w:t>
      </w:r>
      <w:r>
        <w:tab/>
        <w:t xml:space="preserve">If an Emergency QSE that is an LSE fails to meet at least one of the requirements listed above within the allotted time, then ERCOT shall, after notice </w:t>
      </w:r>
      <w:r w:rsidR="00562B70">
        <w:t>as specified in Retail Market Guide Section 7.11</w:t>
      </w:r>
      <w:r w:rsidR="00CD1D2D">
        <w:t>, Transition Process</w:t>
      </w:r>
      <w:r>
        <w:t>, initiate a Mass Transition of the LSE’s ESI IDs pursuant to Section 15.1.</w:t>
      </w:r>
      <w:r w:rsidR="00FC1E00">
        <w:t>3</w:t>
      </w:r>
      <w:r>
        <w:t xml:space="preserve">, </w:t>
      </w:r>
      <w:r w:rsidR="00CD1D2D">
        <w:t>Transition Process</w:t>
      </w:r>
      <w:r>
        <w:t>.  If an Emergency QSE that is a Resource Entity fails to meet at least one of the requirements listed above within the allotted time, ERCOT may allow the Resource Entity additional time, as determined by ERCOT staff, to meet the requirements.</w:t>
      </w:r>
      <w:r>
        <w:rPr>
          <w:i/>
        </w:rPr>
        <w:t xml:space="preserve"> </w:t>
      </w:r>
    </w:p>
    <w:p w14:paraId="614CCC3F" w14:textId="77777777" w:rsidR="00FC1C5F" w:rsidRDefault="00727E32">
      <w:pPr>
        <w:pStyle w:val="Heading3"/>
        <w:numPr>
          <w:ilvl w:val="0"/>
          <w:numId w:val="0"/>
        </w:numPr>
      </w:pPr>
      <w:bookmarkStart w:id="153" w:name="_Toc390438928"/>
      <w:bookmarkStart w:id="154" w:name="_Toc405897625"/>
      <w:bookmarkStart w:id="155" w:name="_Toc415055729"/>
      <w:bookmarkStart w:id="156" w:name="_Toc415055855"/>
      <w:bookmarkStart w:id="157" w:name="_Toc415055954"/>
      <w:bookmarkStart w:id="158" w:name="_Toc415056055"/>
      <w:bookmarkStart w:id="159" w:name="_Toc71369185"/>
      <w:bookmarkStart w:id="160" w:name="_Toc71539401"/>
      <w:bookmarkStart w:id="161" w:name="_Toc34728469"/>
      <w:r>
        <w:t>16.2.7</w:t>
      </w:r>
      <w:r>
        <w:tab/>
        <w:t>Acceleration</w:t>
      </w:r>
      <w:bookmarkEnd w:id="153"/>
      <w:bookmarkEnd w:id="154"/>
      <w:bookmarkEnd w:id="155"/>
      <w:bookmarkEnd w:id="156"/>
      <w:bookmarkEnd w:id="157"/>
      <w:bookmarkEnd w:id="158"/>
      <w:bookmarkEnd w:id="161"/>
    </w:p>
    <w:p w14:paraId="5A448020" w14:textId="77777777" w:rsidR="00FC1C5F" w:rsidRDefault="00853D39" w:rsidP="009F10FE">
      <w:pPr>
        <w:pStyle w:val="BodyText"/>
        <w:ind w:left="720" w:hanging="720"/>
      </w:pPr>
      <w:r>
        <w:t>(1)</w:t>
      </w:r>
      <w:r>
        <w:tab/>
      </w:r>
      <w:r w:rsidR="00727E32">
        <w:t>Upon termination of a QSE’s rights as a QSE and the Standard Form Market Participant Agreement or any other Agreement(s) between ERCOT and the QSE, all sums owed to ERCOT are immediately accelerated and are immediately due and owing in full.  At that time, ERCOT may immediately draw upon any security or other collateral pledged to ERCOT and may offset or recoup all amounts due to ERCOT to satisfy those due and owing amounts.</w:t>
      </w:r>
    </w:p>
    <w:p w14:paraId="10F43367" w14:textId="77777777" w:rsidR="00FC1C5F" w:rsidRDefault="00727E32">
      <w:pPr>
        <w:pStyle w:val="H2"/>
      </w:pPr>
      <w:bookmarkStart w:id="162" w:name="_Toc390438929"/>
      <w:bookmarkStart w:id="163" w:name="_Toc405897626"/>
      <w:bookmarkStart w:id="164" w:name="_Toc415055730"/>
      <w:bookmarkStart w:id="165" w:name="_Toc415055856"/>
      <w:bookmarkStart w:id="166" w:name="_Toc415055955"/>
      <w:bookmarkStart w:id="167" w:name="_Toc415056056"/>
      <w:bookmarkStart w:id="168" w:name="_Toc34728470"/>
      <w:r>
        <w:t>16.3</w:t>
      </w:r>
      <w:r>
        <w:tab/>
        <w:t>Registration of Load Serving Entities</w:t>
      </w:r>
      <w:bookmarkEnd w:id="159"/>
      <w:bookmarkEnd w:id="160"/>
      <w:bookmarkEnd w:id="162"/>
      <w:bookmarkEnd w:id="163"/>
      <w:bookmarkEnd w:id="164"/>
      <w:bookmarkEnd w:id="165"/>
      <w:bookmarkEnd w:id="166"/>
      <w:bookmarkEnd w:id="167"/>
      <w:bookmarkEnd w:id="168"/>
    </w:p>
    <w:p w14:paraId="0364BFDA" w14:textId="77777777" w:rsidR="00FC1C5F" w:rsidRDefault="00727E32">
      <w:pPr>
        <w:pStyle w:val="BodyTextNumbered"/>
      </w:pPr>
      <w:r>
        <w:t>(1)</w:t>
      </w:r>
      <w:r>
        <w:tab/>
        <w:t>Load Serving Entities (LSEs) provide electric service to Customers and Wholesale Customers.  LSEs include Non-Opt</w:t>
      </w:r>
      <w:r w:rsidR="00C0339E">
        <w:t>-</w:t>
      </w:r>
      <w:r>
        <w:t>In Entities (NOIEs) that serve Load</w:t>
      </w:r>
      <w:r w:rsidR="008932A4">
        <w:t xml:space="preserve">, </w:t>
      </w:r>
      <w:r>
        <w:t>Competitive Retailers (CRs) (which includes Retail Electric Providers (REPs))</w:t>
      </w:r>
      <w:r w:rsidR="008932A4">
        <w:t>, and External Load Serving Entities (ELSEs)</w:t>
      </w:r>
      <w:r>
        <w:t>.  Each LSE must register with ERCOT.  To become registered as an LSE, an Entity must execute a Standard Form Market Participant Agreement (using the form in Section 22</w:t>
      </w:r>
      <w:r w:rsidR="007349BB">
        <w:t>, Attachment A, Standard Form Market Participant Agreement</w:t>
      </w:r>
      <w:r>
        <w:t>), designate LSE Authorized Representatives, contacts, and a User Security Administrator</w:t>
      </w:r>
      <w:r w:rsidR="007349BB">
        <w:t xml:space="preserve"> (USA)</w:t>
      </w:r>
      <w:r>
        <w:t xml:space="preserve"> (per </w:t>
      </w:r>
      <w:r w:rsidR="00B35DA1"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certification by </w:t>
      </w:r>
      <w:r>
        <w:rPr>
          <w:smallCaps/>
          <w:szCs w:val="24"/>
        </w:rPr>
        <w:t>P.U.C. Subst. R</w:t>
      </w:r>
      <w:r>
        <w:t>. 25.107, Certification of Retail Electric Providers (REPs), and comply with the remaining requirements of this Section.</w:t>
      </w:r>
    </w:p>
    <w:p w14:paraId="4B20C1F8" w14:textId="77777777" w:rsidR="00FC1C5F" w:rsidRDefault="00727E32">
      <w:pPr>
        <w:pStyle w:val="BodyTextNumbered"/>
      </w:pPr>
      <w:r>
        <w:t xml:space="preserve">(2) </w:t>
      </w:r>
      <w:r>
        <w:tab/>
        <w:t>All CRs must participate in and successfully complete testing as described in Section</w:t>
      </w:r>
      <w:r w:rsidR="008932A4">
        <w:t xml:space="preserve"> </w:t>
      </w:r>
      <w:r w:rsidR="007349BB">
        <w:t xml:space="preserve">19.8, </w:t>
      </w:r>
      <w:r>
        <w:t>Retail Market Testing, prior to commencing operations with ERCOT.</w:t>
      </w:r>
    </w:p>
    <w:p w14:paraId="42BE34A4" w14:textId="77777777" w:rsidR="00FC1C5F" w:rsidRDefault="00727E32">
      <w:pPr>
        <w:pStyle w:val="BodyTextNumbered"/>
      </w:pPr>
      <w:r>
        <w:t>(3)</w:t>
      </w:r>
      <w:r>
        <w:tab/>
        <w:t xml:space="preserve">ERCOT may require that the Entity satisfactorily complete testing of interfaces between the Entity’s systems and relevant ERCOT systems.  </w:t>
      </w:r>
    </w:p>
    <w:p w14:paraId="15F6407C" w14:textId="77777777" w:rsidR="008932A4" w:rsidRPr="00E55B86" w:rsidRDefault="008932A4" w:rsidP="008932A4">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00B35DA1" w:rsidRPr="00A35A89">
        <w:t>(</w:t>
      </w:r>
      <w:r w:rsidR="00B35DA1">
        <w:t xml:space="preserve">Section 23, Form B)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so requested by ERCOT.</w:t>
      </w:r>
    </w:p>
    <w:p w14:paraId="2314A4C6" w14:textId="77777777" w:rsidR="008932A4" w:rsidRDefault="008932A4" w:rsidP="008932A4">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6A01FD98" w14:textId="77777777" w:rsidR="00FC1C5F" w:rsidRDefault="00727E32" w:rsidP="00FC1C5F">
      <w:pPr>
        <w:pStyle w:val="Heading3"/>
        <w:numPr>
          <w:ilvl w:val="0"/>
          <w:numId w:val="0"/>
        </w:numPr>
      </w:pPr>
      <w:bookmarkStart w:id="169" w:name="_Toc390438930"/>
      <w:bookmarkStart w:id="170" w:name="_Toc405897627"/>
      <w:bookmarkStart w:id="171" w:name="_Toc415055731"/>
      <w:bookmarkStart w:id="172" w:name="_Toc415055857"/>
      <w:bookmarkStart w:id="173" w:name="_Toc415055956"/>
      <w:bookmarkStart w:id="174" w:name="_Toc415056057"/>
      <w:bookmarkStart w:id="175" w:name="_Toc34728471"/>
      <w:r>
        <w:t>16.3.1</w:t>
      </w:r>
      <w:r>
        <w:tab/>
        <w:t>Technical and Managerial Requirements for LSE Applicants</w:t>
      </w:r>
      <w:bookmarkEnd w:id="169"/>
      <w:bookmarkEnd w:id="170"/>
      <w:bookmarkEnd w:id="171"/>
      <w:bookmarkEnd w:id="172"/>
      <w:bookmarkEnd w:id="173"/>
      <w:bookmarkEnd w:id="174"/>
      <w:bookmarkEnd w:id="175"/>
    </w:p>
    <w:p w14:paraId="696A9CDD" w14:textId="77777777" w:rsidR="00FC1C5F" w:rsidRDefault="00853D39" w:rsidP="009F10FE">
      <w:pPr>
        <w:pStyle w:val="BodyText"/>
        <w:ind w:left="720" w:hanging="720"/>
      </w:pPr>
      <w:r>
        <w:t>(1)</w:t>
      </w:r>
      <w:r>
        <w:tab/>
      </w:r>
      <w:r w:rsidR="00727E32">
        <w:t>An LSE applicant must:</w:t>
      </w:r>
    </w:p>
    <w:p w14:paraId="3A10B2A9" w14:textId="77777777" w:rsidR="00FC1C5F" w:rsidRDefault="00727E32" w:rsidP="009F10FE">
      <w:pPr>
        <w:pStyle w:val="List"/>
      </w:pPr>
      <w:r>
        <w:t>(</w:t>
      </w:r>
      <w:r w:rsidR="00853D39">
        <w:t>a</w:t>
      </w:r>
      <w:r>
        <w:t>)</w:t>
      </w:r>
      <w:r>
        <w:tab/>
        <w:t>Be capable of complying with all policies, rules, guidelines, registration requirements and procedures established by these Protocols, ERCOT, or other Independent Organizations, if applicable;</w:t>
      </w:r>
    </w:p>
    <w:p w14:paraId="2DA2D836" w14:textId="77777777" w:rsidR="00FC1C5F" w:rsidRDefault="00727E32" w:rsidP="009F10FE">
      <w:pPr>
        <w:pStyle w:val="List"/>
      </w:pPr>
      <w:r>
        <w:t>(</w:t>
      </w:r>
      <w:r w:rsidR="00853D39">
        <w:t>b</w:t>
      </w:r>
      <w:r>
        <w:t>)</w:t>
      </w:r>
      <w:r>
        <w:tab/>
        <w:t>Be capable of purchasing  power from Entities registered with or by ERCOT or the Independent Organizations and capable of complying with its system rules; and,</w:t>
      </w:r>
    </w:p>
    <w:p w14:paraId="5B4D48C9" w14:textId="77777777" w:rsidR="00FC1C5F" w:rsidRDefault="00727E32" w:rsidP="009F10FE">
      <w:pPr>
        <w:pStyle w:val="List"/>
      </w:pPr>
      <w:r>
        <w:t>(</w:t>
      </w:r>
      <w:r w:rsidR="00853D39">
        <w:t>c</w:t>
      </w:r>
      <w:r>
        <w:t>)</w:t>
      </w:r>
      <w:r>
        <w:tab/>
        <w:t>Be capable of purchasing capacity and reserves, or other Ancillary Services, as may be required by ERCOT, or other Independent Organizations, to provide adequate electricity to all the applicant’s Customers.</w:t>
      </w:r>
    </w:p>
    <w:p w14:paraId="3EEE3790" w14:textId="77777777" w:rsidR="00FC1C5F" w:rsidRPr="00D63F95" w:rsidRDefault="00727E32">
      <w:pPr>
        <w:pStyle w:val="H4"/>
        <w:rPr>
          <w:b/>
        </w:rPr>
      </w:pPr>
      <w:bookmarkStart w:id="176" w:name="_Toc390438931"/>
      <w:bookmarkStart w:id="177" w:name="_Toc405897628"/>
      <w:bookmarkStart w:id="178" w:name="_Toc415055732"/>
      <w:bookmarkStart w:id="179" w:name="_Toc415055858"/>
      <w:bookmarkStart w:id="180" w:name="_Toc415055957"/>
      <w:bookmarkStart w:id="181" w:name="_Toc415056058"/>
      <w:bookmarkStart w:id="182" w:name="_Toc34728472"/>
      <w:r w:rsidRPr="00D63F95">
        <w:rPr>
          <w:b/>
        </w:rPr>
        <w:t>16.3.1.1</w:t>
      </w:r>
      <w:r w:rsidRPr="00D63F95">
        <w:rPr>
          <w:b/>
        </w:rPr>
        <w:tab/>
        <w:t>Designation of a Qualified Scheduling Entity</w:t>
      </w:r>
      <w:bookmarkEnd w:id="176"/>
      <w:bookmarkEnd w:id="177"/>
      <w:bookmarkEnd w:id="178"/>
      <w:bookmarkEnd w:id="179"/>
      <w:bookmarkEnd w:id="180"/>
      <w:bookmarkEnd w:id="181"/>
      <w:bookmarkEnd w:id="182"/>
    </w:p>
    <w:p w14:paraId="53D66268" w14:textId="77777777" w:rsidR="00FC1C5F" w:rsidRDefault="00727E32">
      <w:pPr>
        <w:pStyle w:val="BodyTextNumbered"/>
      </w:pPr>
      <w:r>
        <w:t>(1)</w:t>
      </w:r>
      <w:r>
        <w:tab/>
        <w:t xml:space="preserve">Each LSE applicant within the ERCOT Region shall designate the </w:t>
      </w:r>
      <w:r w:rsidR="00364DE6">
        <w:t>Qualified Scheduling Entity (</w:t>
      </w:r>
      <w:r>
        <w:t>QSE</w:t>
      </w:r>
      <w:r w:rsidR="00364DE6">
        <w:t>)</w:t>
      </w:r>
      <w:r>
        <w:t xml:space="preserve"> that will </w:t>
      </w:r>
      <w:r w:rsidR="000E3528">
        <w:t xml:space="preserve">perform QSE functions per these Protocols on behalf of the LSE.  </w:t>
      </w:r>
      <w:r>
        <w:t xml:space="preserve">Each applicant shall acknowledge that it bears sole responsibility for selecting and maintaining a QSE as its representative.  The applicant shall include a written statement from the designated QSE acknowledging that the QSE accepts responsibility for the applicant’s transactions </w:t>
      </w:r>
      <w:r w:rsidR="000E3528">
        <w:t>under</w:t>
      </w:r>
      <w:r>
        <w:t xml:space="preserve"> these Protocols</w:t>
      </w:r>
      <w:r w:rsidR="00B35DA1" w:rsidRPr="00B35DA1">
        <w:t xml:space="preserve"> (Section 23, Form B, Attachment A)</w:t>
      </w:r>
      <w:r>
        <w:t>.</w:t>
      </w:r>
      <w:r w:rsidR="000E3528">
        <w:t xml:space="preserve">  </w:t>
      </w:r>
      <w:r w:rsidR="000E3528" w:rsidRPr="00530E2D">
        <w:rPr>
          <w:szCs w:val="24"/>
        </w:rPr>
        <w:t xml:space="preserve">The acknowledgement of the LSE’s QSE designation must be approved by ERCOT prior to a CR’s enrollment of Customer ESI IDs or prior to NOIE </w:t>
      </w:r>
      <w:r w:rsidR="00364DE6">
        <w:rPr>
          <w:szCs w:val="24"/>
        </w:rPr>
        <w:t xml:space="preserve">or ELSE </w:t>
      </w:r>
      <w:r w:rsidR="000E3528" w:rsidRPr="00530E2D">
        <w:rPr>
          <w:szCs w:val="24"/>
        </w:rPr>
        <w:t>registration of a wholesale point of delivery.</w:t>
      </w:r>
    </w:p>
    <w:p w14:paraId="628A1A7A" w14:textId="77777777" w:rsidR="00FC1C5F" w:rsidRDefault="00727E32">
      <w:pPr>
        <w:pStyle w:val="BodyTextNumbered"/>
      </w:pPr>
      <w:r>
        <w:t>(</w:t>
      </w:r>
      <w:r w:rsidR="000E3528">
        <w:t>2</w:t>
      </w:r>
      <w:r>
        <w:t>)</w:t>
      </w:r>
      <w:r>
        <w:tab/>
        <w:t>If an LSE fails to maintain a QSE as its representative, the LSE may be designated as an Emergency QSE as provided in Section</w:t>
      </w:r>
      <w:r w:rsidR="000E3528">
        <w:t xml:space="preserve"> 16.2.6.1, </w:t>
      </w:r>
      <w:r w:rsidR="000E3528" w:rsidRPr="00530E2D">
        <w:rPr>
          <w:szCs w:val="24"/>
        </w:rPr>
        <w:t>Designation as an Emergency Qualified Scheduling Entity or Virtual Qualified Scheduling Entity</w:t>
      </w:r>
      <w:r>
        <w:t>.</w:t>
      </w:r>
    </w:p>
    <w:p w14:paraId="6726AD55" w14:textId="77777777" w:rsidR="00FC1C5F" w:rsidRDefault="00727E32">
      <w:pPr>
        <w:pStyle w:val="H3"/>
      </w:pPr>
      <w:bookmarkStart w:id="183" w:name="_Toc71369186"/>
      <w:bookmarkStart w:id="184" w:name="_Toc71539402"/>
      <w:bookmarkStart w:id="185" w:name="_Toc390438932"/>
      <w:bookmarkStart w:id="186" w:name="_Toc405897629"/>
      <w:bookmarkStart w:id="187" w:name="_Toc415055733"/>
      <w:bookmarkStart w:id="188" w:name="_Toc415055859"/>
      <w:bookmarkStart w:id="189" w:name="_Toc415055958"/>
      <w:bookmarkStart w:id="190" w:name="_Toc415056059"/>
      <w:bookmarkStart w:id="191" w:name="_Toc34728473"/>
      <w:r>
        <w:t>16.3.2</w:t>
      </w:r>
      <w:r>
        <w:tab/>
        <w:t>Registration Process for Load Serving Entities</w:t>
      </w:r>
      <w:bookmarkEnd w:id="183"/>
      <w:bookmarkEnd w:id="184"/>
      <w:bookmarkEnd w:id="185"/>
      <w:bookmarkEnd w:id="186"/>
      <w:bookmarkEnd w:id="187"/>
      <w:bookmarkEnd w:id="188"/>
      <w:bookmarkEnd w:id="189"/>
      <w:bookmarkEnd w:id="190"/>
      <w:bookmarkEnd w:id="191"/>
    </w:p>
    <w:p w14:paraId="51D48F1D" w14:textId="77777777" w:rsidR="00FC1C5F" w:rsidRDefault="00727E32">
      <w:pPr>
        <w:pStyle w:val="BodyTextNumbered"/>
      </w:pPr>
      <w:r>
        <w:t>(1)</w:t>
      </w:r>
      <w:r>
        <w:tab/>
        <w:t>Any Entity providing electric service to Customers in ERCOT, or in Non-ERCOT portions of Texas in areas where Customer Choice is in effect, must submit to ERCOT a</w:t>
      </w:r>
      <w:r w:rsidR="00B35DA1">
        <w:t>n</w:t>
      </w:r>
      <w:r>
        <w:t xml:space="preserve"> LSE application</w:t>
      </w:r>
      <w:r w:rsidR="00B35DA1">
        <w:t xml:space="preserve"> (Section 23, Form B</w:t>
      </w:r>
      <w:r>
        <w:t xml:space="preserve">).  ERCOT shall post on the </w:t>
      </w:r>
      <w:r w:rsidR="0097211A">
        <w:t>Market Information System (</w:t>
      </w:r>
      <w:r>
        <w:t>MIS</w:t>
      </w:r>
      <w:r w:rsidR="0097211A">
        <w:t>)</w:t>
      </w:r>
      <w:r>
        <w:t xml:space="preserve"> Public Area the form in which LSE applications must be submitted, all materials that must be provided with the LSE application, and the fee schedule, if any, applicable to LSE applications.  </w:t>
      </w:r>
    </w:p>
    <w:p w14:paraId="62832154" w14:textId="77777777" w:rsidR="00FC1C5F" w:rsidRDefault="00727E32">
      <w:pPr>
        <w:pStyle w:val="BodyTextNumbered"/>
      </w:pPr>
      <w:r>
        <w:t>(2)</w:t>
      </w:r>
      <w:r>
        <w:tab/>
        <w:t xml:space="preserve">The LSE application must be attested to by a duly authorized officer or agent of the applicant.  The applicant shall promptly notify ERCOT of any material changes affecting a pending LSE application using the appropriate form posted on the MIS Public Area.  </w:t>
      </w:r>
    </w:p>
    <w:p w14:paraId="5BA26C87" w14:textId="77777777" w:rsidR="00FC1C5F" w:rsidRPr="00D63F95" w:rsidRDefault="00727E32">
      <w:pPr>
        <w:pStyle w:val="H4"/>
        <w:rPr>
          <w:b/>
        </w:rPr>
      </w:pPr>
      <w:bookmarkStart w:id="192" w:name="_Toc390438933"/>
      <w:bookmarkStart w:id="193" w:name="_Toc405897630"/>
      <w:bookmarkStart w:id="194" w:name="_Toc415055734"/>
      <w:bookmarkStart w:id="195" w:name="_Toc415055860"/>
      <w:bookmarkStart w:id="196" w:name="_Toc415055959"/>
      <w:bookmarkStart w:id="197" w:name="_Toc415056060"/>
      <w:bookmarkStart w:id="198" w:name="_Toc34728474"/>
      <w:r w:rsidRPr="00D63F95">
        <w:rPr>
          <w:b/>
        </w:rPr>
        <w:t>16.3.2.1</w:t>
      </w:r>
      <w:r w:rsidRPr="00D63F95">
        <w:rPr>
          <w:b/>
        </w:rPr>
        <w:tab/>
        <w:t>Notice of Receipt of Load Serving Entity Application</w:t>
      </w:r>
      <w:bookmarkEnd w:id="192"/>
      <w:bookmarkEnd w:id="193"/>
      <w:bookmarkEnd w:id="194"/>
      <w:bookmarkEnd w:id="195"/>
      <w:bookmarkEnd w:id="196"/>
      <w:bookmarkEnd w:id="197"/>
      <w:bookmarkEnd w:id="198"/>
    </w:p>
    <w:p w14:paraId="012A6F28" w14:textId="77777777" w:rsidR="00FC1C5F" w:rsidRDefault="00853D39" w:rsidP="009F10FE">
      <w:pPr>
        <w:pStyle w:val="BodyText"/>
        <w:ind w:left="720" w:hanging="720"/>
      </w:pPr>
      <w:r>
        <w:t>(1)</w:t>
      </w:r>
      <w:r>
        <w:tab/>
      </w:r>
      <w:r w:rsidR="00727E32">
        <w:t>Within three Business Days after receiving an LSE application, ERCOT shall issue the LSE applicant a written confirmation that ERCOT has received the LSE application.  ERCOT shall return without review any LSE application that does not include the proper application fee.  The remainder of this Section does not apply to any LSE application returned for failure to include the proper application fee.</w:t>
      </w:r>
    </w:p>
    <w:p w14:paraId="53F70B86" w14:textId="77777777" w:rsidR="00FC1C5F" w:rsidRPr="00D63F95" w:rsidRDefault="00727E32">
      <w:pPr>
        <w:pStyle w:val="H4"/>
        <w:rPr>
          <w:b/>
        </w:rPr>
      </w:pPr>
      <w:bookmarkStart w:id="199" w:name="_Toc390438934"/>
      <w:bookmarkStart w:id="200" w:name="_Toc405897631"/>
      <w:bookmarkStart w:id="201" w:name="_Toc415055735"/>
      <w:bookmarkStart w:id="202" w:name="_Toc415055861"/>
      <w:bookmarkStart w:id="203" w:name="_Toc415055960"/>
      <w:bookmarkStart w:id="204" w:name="_Toc415056061"/>
      <w:bookmarkStart w:id="205" w:name="_Toc34728475"/>
      <w:r w:rsidRPr="00D63F95">
        <w:rPr>
          <w:b/>
        </w:rPr>
        <w:t>16.3.2.2</w:t>
      </w:r>
      <w:r w:rsidRPr="00D63F95">
        <w:rPr>
          <w:b/>
        </w:rPr>
        <w:tab/>
        <w:t>Incomplete Load Serving Entity Applications</w:t>
      </w:r>
      <w:bookmarkEnd w:id="199"/>
      <w:bookmarkEnd w:id="200"/>
      <w:bookmarkEnd w:id="201"/>
      <w:bookmarkEnd w:id="202"/>
      <w:bookmarkEnd w:id="203"/>
      <w:bookmarkEnd w:id="204"/>
      <w:bookmarkEnd w:id="205"/>
    </w:p>
    <w:p w14:paraId="47820426" w14:textId="77777777" w:rsidR="00FC1C5F" w:rsidRDefault="00727E32">
      <w:pPr>
        <w:pStyle w:val="BodyText"/>
        <w:ind w:left="720" w:hanging="720"/>
      </w:pPr>
      <w:r>
        <w:t>(1)</w:t>
      </w:r>
      <w:r>
        <w:tab/>
        <w:t>Not more than ten Business Days after receiving an LSE application, ERCOT shall notify the applicant in writing whether the application is complete.</w:t>
      </w:r>
    </w:p>
    <w:p w14:paraId="61E5FD65" w14:textId="77777777" w:rsidR="00FC1C5F" w:rsidRDefault="00727E32">
      <w:pPr>
        <w:pStyle w:val="BodyText"/>
        <w:ind w:left="720" w:hanging="720"/>
      </w:pPr>
      <w:r>
        <w:t>(2)</w:t>
      </w:r>
      <w:r>
        <w:tab/>
        <w:t>If ERCOT determines that an LSE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w:t>
      </w:r>
    </w:p>
    <w:p w14:paraId="4F36F27E" w14:textId="77777777" w:rsidR="00FC1C5F" w:rsidRDefault="00727E32">
      <w:pPr>
        <w:pStyle w:val="BodyText"/>
        <w:ind w:left="720" w:hanging="720"/>
      </w:pPr>
      <w:r>
        <w:t>(3)</w:t>
      </w:r>
      <w:r>
        <w:tab/>
        <w:t>If the applicant does not timely respond to ERCOT’s Notice, then the application must be rejected, and ERCOT shall retain any application fee included with the application.</w:t>
      </w:r>
    </w:p>
    <w:p w14:paraId="0A01ADB5" w14:textId="77777777" w:rsidR="00FC1C5F" w:rsidRPr="00D63F95" w:rsidRDefault="00727E32">
      <w:pPr>
        <w:pStyle w:val="H4"/>
        <w:rPr>
          <w:b/>
        </w:rPr>
      </w:pPr>
      <w:bookmarkStart w:id="206" w:name="_Toc390438935"/>
      <w:bookmarkStart w:id="207" w:name="_Toc405897632"/>
      <w:bookmarkStart w:id="208" w:name="_Toc415055736"/>
      <w:bookmarkStart w:id="209" w:name="_Toc415055862"/>
      <w:bookmarkStart w:id="210" w:name="_Toc415055961"/>
      <w:bookmarkStart w:id="211" w:name="_Toc415056062"/>
      <w:bookmarkStart w:id="212" w:name="_Toc34728476"/>
      <w:r w:rsidRPr="00D63F95">
        <w:rPr>
          <w:b/>
        </w:rPr>
        <w:t>16.3.2.3</w:t>
      </w:r>
      <w:r w:rsidRPr="00D63F95">
        <w:rPr>
          <w:b/>
        </w:rPr>
        <w:tab/>
        <w:t>ERCOT Approval or Rejection of Load Serving Entity Application</w:t>
      </w:r>
      <w:bookmarkEnd w:id="206"/>
      <w:bookmarkEnd w:id="207"/>
      <w:bookmarkEnd w:id="208"/>
      <w:bookmarkEnd w:id="209"/>
      <w:bookmarkEnd w:id="210"/>
      <w:bookmarkEnd w:id="211"/>
      <w:bookmarkEnd w:id="212"/>
    </w:p>
    <w:p w14:paraId="7D71BBBD" w14:textId="77777777" w:rsidR="00FC1C5F" w:rsidRDefault="00727E32">
      <w:pPr>
        <w:pStyle w:val="BodyTextNumbered"/>
      </w:pPr>
      <w:r>
        <w:t>(1)</w:t>
      </w:r>
      <w:r>
        <w:tab/>
        <w:t>ERCOT may reject an LSE application within ten Business Days after the application has been deemed complete in accordance with this Section.  If ERCOT does not reject the LSE application within ten Business Days after the application is deemed complete then the application is deemed approved.</w:t>
      </w:r>
    </w:p>
    <w:p w14:paraId="0F3C2A57" w14:textId="77777777" w:rsidR="00FC1C5F" w:rsidRDefault="00727E32">
      <w:pPr>
        <w:pStyle w:val="BodyTextNumbered"/>
      </w:pPr>
      <w:r>
        <w:t>(2)</w:t>
      </w:r>
      <w:r>
        <w:tab/>
        <w:t>If ERCOT rejects a LSE application, ERCOT shall send the LSE applicant a rejection letter explaining the grounds upon which ERCOT rejected the LSE application.  Appropriate grounds for rejecting a LSE application include the following:</w:t>
      </w:r>
    </w:p>
    <w:p w14:paraId="1230F5A5" w14:textId="77777777" w:rsidR="00FC1C5F" w:rsidRDefault="00727E32">
      <w:pPr>
        <w:pStyle w:val="List"/>
      </w:pPr>
      <w:r>
        <w:t>(a)</w:t>
      </w:r>
      <w:r>
        <w:tab/>
        <w:t>Required information is not provided to ERCOT in the allotted time;</w:t>
      </w:r>
    </w:p>
    <w:p w14:paraId="7B4C6A98" w14:textId="77777777" w:rsidR="00FC1C5F" w:rsidRDefault="00727E32">
      <w:pPr>
        <w:pStyle w:val="List"/>
      </w:pPr>
      <w:r>
        <w:t>(b)</w:t>
      </w:r>
      <w:r>
        <w:tab/>
        <w:t>Noncompliance with technical requirements; and</w:t>
      </w:r>
    </w:p>
    <w:p w14:paraId="3DA23724" w14:textId="77777777" w:rsidR="00FC1C5F" w:rsidRDefault="00727E32">
      <w:pPr>
        <w:pStyle w:val="List"/>
      </w:pPr>
      <w:r>
        <w:t>(c)</w:t>
      </w:r>
      <w:r>
        <w:tab/>
        <w:t>Noncompliance with other specific eligibility requirements set forth in this Section or in any other part of these Protocols.</w:t>
      </w:r>
    </w:p>
    <w:p w14:paraId="132A258A" w14:textId="77777777" w:rsidR="00FC1C5F" w:rsidRDefault="00727E32">
      <w:pPr>
        <w:pStyle w:val="BodyTextNumbered"/>
      </w:pPr>
      <w:r>
        <w:t>(3)</w:t>
      </w:r>
      <w:r>
        <w:tab/>
        <w:t>Not later than ten Business Days after receiving a rejection letter, the LSE applicant may challenge the rejection of its LSE application using the dispute resolution procedures set forth in Section 20, Alternative Dispute Resolution Procedure.  The applicant may submit a new LSE application and fee at any time, and ERCOT shall process the new LSE application under this Section.</w:t>
      </w:r>
    </w:p>
    <w:p w14:paraId="52EEE138" w14:textId="77777777" w:rsidR="00FC1C5F" w:rsidRDefault="00727E32">
      <w:pPr>
        <w:pStyle w:val="H3"/>
      </w:pPr>
      <w:bookmarkStart w:id="213" w:name="_Toc390438936"/>
      <w:bookmarkStart w:id="214" w:name="_Toc405897633"/>
      <w:bookmarkStart w:id="215" w:name="_Toc415055737"/>
      <w:bookmarkStart w:id="216" w:name="_Toc415055863"/>
      <w:bookmarkStart w:id="217" w:name="_Toc415055962"/>
      <w:bookmarkStart w:id="218" w:name="_Toc415056063"/>
      <w:bookmarkStart w:id="219" w:name="_Toc34728477"/>
      <w:r>
        <w:t xml:space="preserve">16.3.3 </w:t>
      </w:r>
      <w:r>
        <w:tab/>
        <w:t>Changing QSE Designation</w:t>
      </w:r>
      <w:bookmarkEnd w:id="213"/>
      <w:bookmarkEnd w:id="214"/>
      <w:bookmarkEnd w:id="215"/>
      <w:bookmarkEnd w:id="216"/>
      <w:bookmarkEnd w:id="217"/>
      <w:bookmarkEnd w:id="218"/>
      <w:bookmarkEnd w:id="219"/>
      <w:r>
        <w:t xml:space="preserve"> </w:t>
      </w:r>
    </w:p>
    <w:p w14:paraId="31430320" w14:textId="77777777" w:rsidR="00FC1C5F" w:rsidRDefault="00727E32">
      <w:pPr>
        <w:pStyle w:val="List"/>
        <w:ind w:left="720" w:right="-360"/>
      </w:pPr>
      <w:r>
        <w:t>(1)</w:t>
      </w:r>
      <w:r>
        <w:tab/>
        <w:t xml:space="preserve">An LSE may change its designation of QSE </w:t>
      </w:r>
      <w:r w:rsidR="000E3528">
        <w:t xml:space="preserve">with written notice to ERCOT </w:t>
      </w:r>
      <w:r>
        <w:t xml:space="preserve">no more than once in any consecutive three days.  </w:t>
      </w:r>
    </w:p>
    <w:p w14:paraId="72DBBE09" w14:textId="77777777" w:rsidR="00FC1C5F" w:rsidRDefault="00727E32">
      <w:pPr>
        <w:pStyle w:val="List"/>
        <w:ind w:left="720" w:right="-360"/>
      </w:pPr>
      <w:r>
        <w:t>(2)</w:t>
      </w:r>
      <w:r>
        <w:tab/>
      </w:r>
      <w:r w:rsidR="000E3528">
        <w:t>If an LSE’s representation by a QSE will terminate or the LSE intends to be represented by a different QSE, the LSE shall provide the name of the newly designated QSE to ERCOT along with a written statement from the designated</w:t>
      </w:r>
      <w:r w:rsidR="00AC443B">
        <w:t xml:space="preserve"> QSE acknowledging</w:t>
      </w:r>
      <w:r w:rsidR="000E3528">
        <w:t xml:space="preserve"> </w:t>
      </w:r>
      <w:r>
        <w:t>the QSE</w:t>
      </w:r>
      <w:r w:rsidR="000E3528">
        <w:t>’s agreement to</w:t>
      </w:r>
      <w:r>
        <w:t xml:space="preserve"> accept responsibility for the LSE’s transactions under these Protocols.</w:t>
      </w:r>
      <w:r w:rsidR="000E3528">
        <w:t xml:space="preserve">  </w:t>
      </w:r>
      <w:r w:rsidR="000E3528" w:rsidRPr="000B3BF7">
        <w:t>ERCOT shall notify the LSE of approval or disapproval as soon as practicable after receipt of the designation</w:t>
      </w:r>
      <w:r w:rsidR="000E3528">
        <w:t>.</w:t>
      </w:r>
    </w:p>
    <w:p w14:paraId="7316502F" w14:textId="77777777" w:rsidR="000E3528" w:rsidRDefault="00727E32">
      <w:pPr>
        <w:pStyle w:val="List"/>
        <w:ind w:left="720"/>
      </w:pPr>
      <w:r>
        <w:t>(3)</w:t>
      </w:r>
      <w:r>
        <w:tab/>
      </w:r>
      <w:r w:rsidR="000E3528">
        <w:t>The</w:t>
      </w:r>
      <w:r>
        <w:t xml:space="preserve"> LSE shall submit updated QSE designation information to ERCOT no less than six days prior to the effective date.  </w:t>
      </w:r>
    </w:p>
    <w:p w14:paraId="3A0F1116" w14:textId="77777777" w:rsidR="00FC1C5F" w:rsidRDefault="000E3528">
      <w:pPr>
        <w:pStyle w:val="List"/>
        <w:ind w:left="720"/>
      </w:pPr>
      <w:r>
        <w:t>(4)</w:t>
      </w:r>
      <w:r>
        <w:tab/>
      </w:r>
      <w:r w:rsidR="00727E32">
        <w:t xml:space="preserve">Within two days of </w:t>
      </w:r>
      <w:r>
        <w:t xml:space="preserve">approving the LSE’s </w:t>
      </w:r>
      <w:r w:rsidR="00727E32">
        <w:t>notice, ERCOT shall notify all affected Entities, including the LSE’s current QSE, of the effective date of the change.</w:t>
      </w:r>
    </w:p>
    <w:p w14:paraId="6F0F5620" w14:textId="77777777" w:rsidR="00FC1C5F" w:rsidRDefault="00727E32">
      <w:pPr>
        <w:pStyle w:val="H3"/>
      </w:pPr>
      <w:bookmarkStart w:id="220" w:name="_Toc390438937"/>
      <w:bookmarkStart w:id="221" w:name="_Toc405897634"/>
      <w:bookmarkStart w:id="222" w:name="_Toc415055738"/>
      <w:bookmarkStart w:id="223" w:name="_Toc415055864"/>
      <w:bookmarkStart w:id="224" w:name="_Toc415055963"/>
      <w:bookmarkStart w:id="225" w:name="_Toc415056064"/>
      <w:bookmarkStart w:id="226" w:name="_Toc34728478"/>
      <w:r>
        <w:t>16.3.4</w:t>
      </w:r>
      <w:r>
        <w:tab/>
        <w:t>Maintaining and Updating LSE Information</w:t>
      </w:r>
      <w:bookmarkEnd w:id="220"/>
      <w:bookmarkEnd w:id="221"/>
      <w:bookmarkEnd w:id="222"/>
      <w:bookmarkEnd w:id="223"/>
      <w:bookmarkEnd w:id="224"/>
      <w:bookmarkEnd w:id="225"/>
      <w:bookmarkEnd w:id="226"/>
      <w:r>
        <w:t xml:space="preserve"> </w:t>
      </w:r>
    </w:p>
    <w:p w14:paraId="3A68015C" w14:textId="77777777" w:rsidR="00FC1C5F" w:rsidRDefault="00853D39" w:rsidP="009F10FE">
      <w:pPr>
        <w:pStyle w:val="ListIntroduction"/>
        <w:ind w:left="720" w:hanging="720"/>
      </w:pPr>
      <w:r>
        <w:rPr>
          <w:lang w:val="en-US"/>
        </w:rPr>
        <w:t>(1)</w:t>
      </w:r>
      <w:r>
        <w:rPr>
          <w:lang w:val="en-US"/>
        </w:rPr>
        <w:tab/>
      </w:r>
      <w:r w:rsidR="00727E32">
        <w:t>Each LSE must timely update information the LSE provided to ERCOT in the application process, and an LSE must promptly respond to any reasonable request by ERCOT for updated information regarding the LSE or the information provided to ERCOT by the LSE, including:</w:t>
      </w:r>
    </w:p>
    <w:p w14:paraId="43090A74" w14:textId="77777777" w:rsidR="00FC1C5F" w:rsidRDefault="00727E32">
      <w:pPr>
        <w:pStyle w:val="List"/>
        <w:ind w:left="1260" w:hanging="540"/>
      </w:pPr>
      <w:r>
        <w:t>(a)</w:t>
      </w:r>
      <w:r>
        <w:tab/>
        <w:t>The LSE’s addresses;</w:t>
      </w:r>
    </w:p>
    <w:p w14:paraId="4CE2CA6C" w14:textId="77777777" w:rsidR="00FC1C5F" w:rsidRDefault="00727E32">
      <w:pPr>
        <w:pStyle w:val="List"/>
        <w:ind w:left="1260" w:hanging="540"/>
      </w:pPr>
      <w:r>
        <w:t>(b)</w:t>
      </w:r>
      <w:r>
        <w:tab/>
        <w:t>A list of Affiliates; and</w:t>
      </w:r>
    </w:p>
    <w:p w14:paraId="337C799C" w14:textId="77777777" w:rsidR="00FC1C5F" w:rsidRDefault="00727E32">
      <w:pPr>
        <w:pStyle w:val="List"/>
        <w:ind w:left="1260" w:hanging="540"/>
      </w:pPr>
      <w:r>
        <w:t>(c)</w:t>
      </w:r>
      <w:r>
        <w:tab/>
        <w:t>Designation of the LSE’s officers, directors, Authorized Representatives, and User Security Administrator (all per the LSE application) including the addresses (if different), telephone and facsimile numbers, and e-mail addresses for those persons.</w:t>
      </w:r>
    </w:p>
    <w:p w14:paraId="4952307C" w14:textId="77777777" w:rsidR="00FC1C5F" w:rsidRDefault="00727E32">
      <w:pPr>
        <w:pStyle w:val="H2"/>
      </w:pPr>
      <w:bookmarkStart w:id="227" w:name="_Toc71369189"/>
      <w:bookmarkStart w:id="228" w:name="_Toc71539405"/>
      <w:bookmarkStart w:id="229" w:name="_Toc390438938"/>
      <w:bookmarkStart w:id="230" w:name="_Toc405897635"/>
      <w:bookmarkStart w:id="231" w:name="_Toc415055739"/>
      <w:bookmarkStart w:id="232" w:name="_Toc415055865"/>
      <w:bookmarkStart w:id="233" w:name="_Toc415055964"/>
      <w:bookmarkStart w:id="234" w:name="_Toc415056065"/>
      <w:bookmarkStart w:id="235" w:name="_Toc34728479"/>
      <w:r>
        <w:t>16.4</w:t>
      </w:r>
      <w:r>
        <w:tab/>
        <w:t>Registration of Transmission and Distribution Service Providers</w:t>
      </w:r>
      <w:bookmarkEnd w:id="227"/>
      <w:bookmarkEnd w:id="228"/>
      <w:bookmarkEnd w:id="229"/>
      <w:bookmarkEnd w:id="230"/>
      <w:bookmarkEnd w:id="231"/>
      <w:bookmarkEnd w:id="232"/>
      <w:bookmarkEnd w:id="233"/>
      <w:bookmarkEnd w:id="234"/>
      <w:bookmarkEnd w:id="235"/>
    </w:p>
    <w:p w14:paraId="711AE494" w14:textId="77777777" w:rsidR="00FC1C5F" w:rsidRDefault="00727E32">
      <w:pPr>
        <w:pStyle w:val="BodyTextNumbered"/>
      </w:pPr>
      <w:r>
        <w:t>(1)</w:t>
      </w:r>
      <w:r>
        <w:tab/>
        <w:t>Each Entity operating as a Transmission Service Provider (</w:t>
      </w:r>
      <w:smartTag w:uri="urn:schemas-microsoft-com:office:smarttags" w:element="stockticker">
        <w:r>
          <w:t>TSP</w:t>
        </w:r>
      </w:smartTag>
      <w:r>
        <w:t xml:space="preserve">) or Distribution Service Provider (DSP) within the ERCOT Region, including Municipally Owned Utilities (MOUs) and Electric Cooperatives (ECs), shall register as a </w:t>
      </w:r>
      <w:smartTag w:uri="urn:schemas-microsoft-com:office:smarttags" w:element="stockticker">
        <w:r>
          <w:t>TSP</w:t>
        </w:r>
      </w:smartTag>
      <w:r>
        <w:t xml:space="preserve"> or DSP, or both, as applicable, with ERCOT.  To register as a </w:t>
      </w:r>
      <w:smartTag w:uri="urn:schemas-microsoft-com:office:smarttags" w:element="stockticker">
        <w:r>
          <w:t>TSP</w:t>
        </w:r>
      </w:smartTag>
      <w:r>
        <w:t xml:space="preserve"> or DSP, an Entity must comply with the backup plan requirements in the Operating Guides, execute a Standard Form Market Participant Agreement (using the form provided in Section 22</w:t>
      </w:r>
      <w:r w:rsidR="007349BB">
        <w:t>, Attachment A, Standard Form Market Participant Agreement</w:t>
      </w:r>
      <w:r>
        <w:t>), designate TSP or DSP Authorized Representatives, contacts, and a User Security Administrator</w:t>
      </w:r>
      <w:r w:rsidR="007349BB">
        <w:t xml:space="preserve"> (USA)</w:t>
      </w:r>
      <w:r>
        <w:t xml:space="preserve"> (per </w:t>
      </w:r>
      <w:r w:rsidR="00B35DA1">
        <w:t xml:space="preserve">Section 23, Form J, </w:t>
      </w:r>
      <w:r w:rsidR="00B35DA1" w:rsidRPr="005B010C">
        <w:t>Transmission and/or Distribution Service Provider Application for Registration</w:t>
      </w:r>
      <w:r>
        <w:t xml:space="preserve">), and be capable of performing the functions of a </w:t>
      </w:r>
      <w:smartTag w:uri="urn:schemas-microsoft-com:office:smarttags" w:element="stockticker">
        <w:r>
          <w:t>TSP</w:t>
        </w:r>
      </w:smartTag>
      <w:r>
        <w:t xml:space="preserve"> or DSP, as applicable, as described in these Protocols. </w:t>
      </w:r>
    </w:p>
    <w:p w14:paraId="2FBFF24F" w14:textId="77777777" w:rsidR="00FC1C5F" w:rsidRDefault="00727E32">
      <w:pPr>
        <w:pStyle w:val="BodyTextNumbered"/>
      </w:pPr>
      <w:r>
        <w:t>(2)</w:t>
      </w:r>
      <w:r>
        <w:tab/>
        <w:t xml:space="preserve">DSPs operating within portions of Texas in areas where Customer Choice is in effect (including opt-in MOUs and opt-in co-ops) must participate in and successfully complete testing as described in Section </w:t>
      </w:r>
      <w:r w:rsidR="007349BB">
        <w:t xml:space="preserve">19.8, </w:t>
      </w:r>
      <w:r>
        <w:t>Retail Market Testing, before starting operations with ERCOT.</w:t>
      </w:r>
    </w:p>
    <w:p w14:paraId="71BF93F1" w14:textId="77777777" w:rsidR="00FC1C5F" w:rsidRDefault="00727E32">
      <w:pPr>
        <w:pStyle w:val="H2"/>
      </w:pPr>
      <w:bookmarkStart w:id="236" w:name="_Toc390438939"/>
      <w:bookmarkStart w:id="237" w:name="_Toc405897636"/>
      <w:bookmarkStart w:id="238" w:name="_Toc415055740"/>
      <w:bookmarkStart w:id="239" w:name="_Toc415055866"/>
      <w:bookmarkStart w:id="240" w:name="_Toc415055965"/>
      <w:bookmarkStart w:id="241" w:name="_Toc415056066"/>
      <w:bookmarkStart w:id="242" w:name="_Toc71369190"/>
      <w:bookmarkStart w:id="243" w:name="_Toc71539406"/>
      <w:bookmarkStart w:id="244" w:name="_Toc34728480"/>
      <w:r>
        <w:t>16.5</w:t>
      </w:r>
      <w:r>
        <w:tab/>
        <w:t>Registration of a Resource Entity</w:t>
      </w:r>
      <w:bookmarkEnd w:id="236"/>
      <w:bookmarkEnd w:id="237"/>
      <w:bookmarkEnd w:id="238"/>
      <w:bookmarkEnd w:id="239"/>
      <w:bookmarkEnd w:id="240"/>
      <w:bookmarkEnd w:id="241"/>
      <w:bookmarkEnd w:id="244"/>
      <w:r>
        <w:t xml:space="preserve"> </w:t>
      </w:r>
      <w:bookmarkEnd w:id="242"/>
      <w:bookmarkEnd w:id="243"/>
    </w:p>
    <w:p w14:paraId="5D9B7D2F" w14:textId="3DBF04E8" w:rsidR="002D332F" w:rsidRDefault="00A723FE">
      <w:pPr>
        <w:pStyle w:val="BodyText"/>
        <w:ind w:left="720" w:hanging="720"/>
      </w:pPr>
      <w:r>
        <w:t>(1)</w:t>
      </w:r>
      <w:r>
        <w:tab/>
      </w:r>
      <w:r w:rsidR="00CB766B" w:rsidRPr="00971DA3">
        <w:rPr>
          <w:iCs w:val="0"/>
        </w:rPr>
        <w:t xml:space="preserve">A Resource Entity owns or controls a </w:t>
      </w:r>
      <w:r w:rsidR="00CB766B">
        <w:rPr>
          <w:iCs w:val="0"/>
        </w:rPr>
        <w:t>Generation Resource, Settlement Only Generator (SOG), or Load Resource</w:t>
      </w:r>
      <w:r w:rsidR="00CB766B" w:rsidRPr="00971DA3">
        <w:rPr>
          <w:iCs w:val="0"/>
        </w:rPr>
        <w:t xml:space="preserv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w:t>
      </w:r>
      <w:r w:rsidR="00CB766B">
        <w:rPr>
          <w:iCs w:val="0"/>
        </w:rPr>
        <w:t>Generation Resource, SOG, or Load Resource</w:t>
      </w:r>
      <w:r w:rsidR="00CB766B" w:rsidRPr="00971DA3">
        <w:rPr>
          <w:iCs w:val="0"/>
        </w:rPr>
        <w:t xml:space="preserve"> through ERCOT registration, except for Distributed Generation (DG) with an installed capacity equal to or lower than the DG registration threshold</w:t>
      </w:r>
      <w:r w:rsidR="00CB766B">
        <w:rPr>
          <w:iCs w:val="0"/>
        </w:rPr>
        <w:t xml:space="preserve"> that has chosen not to register with ERCOT</w:t>
      </w:r>
      <w:r w:rsidR="00CB766B" w:rsidRPr="00971DA3">
        <w:rPr>
          <w:iCs w:val="0"/>
        </w:rPr>
        <w:t>.  A Resource Entity may submit a proposal to register the aggregation of generators, with the exception of Intermittent Renewable Resources (IRRs) pursuant to paragraph (1</w:t>
      </w:r>
      <w:r w:rsidR="00CB766B">
        <w:rPr>
          <w:iCs w:val="0"/>
        </w:rPr>
        <w:t>2</w:t>
      </w:r>
      <w:r w:rsidR="00CB766B" w:rsidRPr="00971DA3">
        <w:rPr>
          <w:iCs w:val="0"/>
        </w:rPr>
        <w:t>) of Section 3.10.7.2, Modeling of Resources and Transmission Loads, as an Aggregate Generation Resource (AGR) which ERCOT may grant at its sole discretion.</w:t>
      </w:r>
    </w:p>
    <w:p w14:paraId="1878FF7B" w14:textId="77777777" w:rsidR="008F6D05" w:rsidRDefault="008F6D05" w:rsidP="00747765">
      <w:pPr>
        <w:pStyle w:val="BodyText"/>
        <w:ind w:left="720" w:hanging="720"/>
      </w:pPr>
      <w:r>
        <w:t>(2)</w:t>
      </w:r>
      <w:r>
        <w:tab/>
      </w:r>
      <w:r w:rsidRPr="00767D61">
        <w:t>Prior to commissioning, Resources Entities will regularly update the data necessary for modeling.  These</w:t>
      </w:r>
      <w:r>
        <w:t xml:space="preserve"> updates will reflect the best available information at the time submitted.</w:t>
      </w:r>
    </w:p>
    <w:p w14:paraId="74EDC0BC" w14:textId="64576874" w:rsidR="008F6D05" w:rsidRDefault="008F6D05">
      <w:pPr>
        <w:pStyle w:val="BodyText"/>
        <w:ind w:left="720" w:hanging="720"/>
      </w:pPr>
      <w:r>
        <w:t>(3)</w:t>
      </w:r>
      <w:r>
        <w:tab/>
      </w:r>
      <w:r w:rsidR="00CB766B" w:rsidRPr="00971DA3">
        <w:rPr>
          <w:iCs w:val="0"/>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w:t>
      </w:r>
      <w:r w:rsidR="00CB766B">
        <w:rPr>
          <w:iCs w:val="0"/>
        </w:rPr>
        <w:t xml:space="preserve">or SOG </w:t>
      </w:r>
      <w:r w:rsidR="00CB766B" w:rsidRPr="00971DA3">
        <w:rPr>
          <w:iCs w:val="0"/>
        </w:rPr>
        <w:t xml:space="preserve">meets the requirements of Planning Guide Section 6.9, Addition of Proposed Generation to the Planning Models, ERCOT shall review the description of the proposed Generation Resource </w:t>
      </w:r>
      <w:r w:rsidR="00CB766B">
        <w:rPr>
          <w:iCs w:val="0"/>
        </w:rPr>
        <w:t xml:space="preserve">or SOG </w:t>
      </w:r>
      <w:r w:rsidR="00CB766B" w:rsidRPr="00971DA3">
        <w:rPr>
          <w:iCs w:val="0"/>
        </w:rPr>
        <w:t>in Exhibit “C” (or similar exhibit) to the SGIA and the data submitted pursuant to Planning Guide Section 6.8.2, Resource Registration Process, to assess whether the Generation Resource</w:t>
      </w:r>
      <w:r w:rsidR="00CB766B">
        <w:rPr>
          <w:iCs w:val="0"/>
        </w:rPr>
        <w:t xml:space="preserve"> or SOG</w:t>
      </w:r>
      <w:r w:rsidR="00CB766B" w:rsidRPr="00971DA3">
        <w:rPr>
          <w:iCs w:val="0"/>
        </w:rPr>
        <w:t>, as proposed, would violate any operational standards established in the Protocols, Planning Guide, Nodal Operating Guides, and Other Binding Documents.  ERCOT must provide its determination to the Transmission Service Provider (TSP) and the owner of the proposed Generation Resource</w:t>
      </w:r>
      <w:r w:rsidR="00CB766B">
        <w:rPr>
          <w:iCs w:val="0"/>
        </w:rPr>
        <w:t xml:space="preserve"> or SOG</w:t>
      </w:r>
      <w:r w:rsidR="00CB766B" w:rsidRPr="00971DA3">
        <w:rPr>
          <w:iCs w:val="0"/>
        </w:rPr>
        <w:t xml:space="preserve"> within 90 days of the date the Generation Resource</w:t>
      </w:r>
      <w:r w:rsidR="00CB766B">
        <w:rPr>
          <w:iCs w:val="0"/>
        </w:rPr>
        <w:t xml:space="preserve"> or SOG</w:t>
      </w:r>
      <w:r w:rsidR="00CB766B" w:rsidRPr="00971DA3">
        <w:rPr>
          <w:iCs w:val="0"/>
        </w:rPr>
        <w:t xml:space="preserve"> meets the conditions for review.  Notwithstanding the foregoing, this determination shall not preclude ERCOT from subsequently determining that the Generation Resource</w:t>
      </w:r>
      <w:r w:rsidR="00CB766B">
        <w:rPr>
          <w:iCs w:val="0"/>
        </w:rPr>
        <w:t xml:space="preserve"> or SOG</w:t>
      </w:r>
      <w:r w:rsidR="00CB766B" w:rsidRPr="00971DA3">
        <w:rPr>
          <w:iCs w:val="0"/>
        </w:rPr>
        <w:t xml:space="preserve"> violates any operational standards established in the Protocols, Planning Guide, Nodal Operating Guides, and Other Binding Documents or from taking any appropriate action based on that determination.</w:t>
      </w:r>
    </w:p>
    <w:p w14:paraId="399A8B4B" w14:textId="77777777" w:rsidR="00CB766B" w:rsidRPr="00971DA3" w:rsidRDefault="00CB766B" w:rsidP="00CB766B">
      <w:pPr>
        <w:spacing w:after="240"/>
        <w:ind w:left="720" w:hanging="720"/>
      </w:pPr>
      <w:r w:rsidRPr="00971DA3">
        <w:t>(4)</w:t>
      </w:r>
      <w:r w:rsidRPr="00971DA3">
        <w:tab/>
        <w:t>An Interconnecting Entity (IE) shall not proceed to Initial Synchronization of a Generation Resource</w:t>
      </w:r>
      <w:r>
        <w:t>,</w:t>
      </w:r>
      <w:r w:rsidRPr="004A52A9">
        <w:t xml:space="preserve"> </w:t>
      </w:r>
      <w:r>
        <w:t xml:space="preserve">Settlement Only Transmission Generator (SOTG), or Settlement Only Transmission Self-Generator (SOTSG) </w:t>
      </w:r>
      <w:r w:rsidRPr="00971DA3">
        <w:t>in the event of any of the following conditions:</w:t>
      </w:r>
    </w:p>
    <w:p w14:paraId="78DE7CAE" w14:textId="77777777" w:rsidR="00CB766B" w:rsidRPr="00971DA3" w:rsidRDefault="00CB766B" w:rsidP="00CB766B">
      <w:pPr>
        <w:spacing w:after="240"/>
        <w:ind w:left="1440" w:hanging="720"/>
      </w:pPr>
      <w:r w:rsidRPr="00971DA3">
        <w:t>(a)</w:t>
      </w:r>
      <w:r w:rsidRPr="00971DA3">
        <w:tab/>
        <w:t>Pursuant to paragraph (3) above, ERCOT has reasonably determined that the Generation Resource</w:t>
      </w:r>
      <w:r>
        <w:t>, SOTG,</w:t>
      </w:r>
      <w:r>
        <w:rPr>
          <w:iCs/>
        </w:rPr>
        <w:t xml:space="preserve"> or SOTSG</w:t>
      </w:r>
      <w:r w:rsidRPr="00971DA3">
        <w:t xml:space="preserve"> may violate operational standards established in the Protocols, Planning Guide, Nodal Operating Guides, and Other Binding Documents, and the Resource Entity has not yet demonstrated to ERCOT’s satisfaction that the Generation Resource</w:t>
      </w:r>
      <w:r>
        <w:t>, SOTG,</w:t>
      </w:r>
      <w:r>
        <w:rPr>
          <w:iCs/>
        </w:rPr>
        <w:t xml:space="preserve"> or SOTSG</w:t>
      </w:r>
      <w:r w:rsidRPr="00971DA3">
        <w:t xml:space="preserve"> can comply with these standards;</w:t>
      </w:r>
    </w:p>
    <w:p w14:paraId="0A622782" w14:textId="77777777" w:rsidR="00CB766B" w:rsidRPr="00971DA3" w:rsidRDefault="00CB766B" w:rsidP="00CB766B">
      <w:pPr>
        <w:spacing w:after="240"/>
        <w:ind w:left="1440" w:hanging="720"/>
      </w:pPr>
      <w:r w:rsidRPr="00971DA3">
        <w:t>(b)</w:t>
      </w:r>
      <w:r w:rsidRPr="00971DA3">
        <w:tab/>
        <w:t>The requirements of Planning Guide Section</w:t>
      </w:r>
      <w:r>
        <w:t xml:space="preserve"> </w:t>
      </w:r>
      <w:r w:rsidRPr="00971DA3">
        <w:t>5.9, Quarterly Stability Assessment, have not been completed for the Generation Resource</w:t>
      </w:r>
      <w:r>
        <w:t>, SOTG,</w:t>
      </w:r>
      <w:r>
        <w:rPr>
          <w:iCs/>
        </w:rPr>
        <w:t xml:space="preserve"> or SOTSG</w:t>
      </w:r>
      <w:r w:rsidRPr="00971DA3">
        <w:t>; or</w:t>
      </w:r>
    </w:p>
    <w:p w14:paraId="7680861B" w14:textId="5AAB3F31" w:rsidR="0084081E" w:rsidRDefault="00CB766B" w:rsidP="00784E29">
      <w:pPr>
        <w:spacing w:after="240"/>
        <w:ind w:left="1440" w:hanging="720"/>
      </w:pPr>
      <w:r w:rsidRPr="00971DA3">
        <w:t>(c)</w:t>
      </w:r>
      <w:r w:rsidRPr="00971DA3">
        <w:tab/>
        <w:t xml:space="preserve">Any required </w:t>
      </w:r>
      <w:proofErr w:type="spellStart"/>
      <w:r>
        <w:t>S</w:t>
      </w:r>
      <w:r w:rsidRPr="00971DA3">
        <w:t>ubsynchronous</w:t>
      </w:r>
      <w:proofErr w:type="spellEnd"/>
      <w:r w:rsidRPr="00971DA3">
        <w:t xml:space="preserve"> </w:t>
      </w:r>
      <w:r>
        <w:t>R</w:t>
      </w:r>
      <w:r w:rsidRPr="00971DA3">
        <w:t xml:space="preserve">esonance </w:t>
      </w:r>
      <w:r>
        <w:t xml:space="preserve">(SSR) </w:t>
      </w:r>
      <w:r w:rsidRPr="00971DA3">
        <w:t>studies</w:t>
      </w:r>
      <w:r w:rsidRPr="00B86BC1">
        <w:t xml:space="preserve">, SSR Mitigation </w:t>
      </w:r>
      <w:r>
        <w:t>P</w:t>
      </w:r>
      <w:r w:rsidRPr="00B86BC1">
        <w:t xml:space="preserve">lan, </w:t>
      </w:r>
      <w:r>
        <w:t xml:space="preserve">SSR Protection, </w:t>
      </w:r>
      <w:r w:rsidRPr="00B86BC1">
        <w:t>and SSR monitoring if required,</w:t>
      </w:r>
      <w:r w:rsidRPr="00971DA3">
        <w:t xml:space="preserve"> have not been complete</w:t>
      </w:r>
      <w:r>
        <w:t>d</w:t>
      </w:r>
      <w:r w:rsidRPr="00971DA3">
        <w:t xml:space="preserve"> and approved by ERCOT.</w:t>
      </w:r>
    </w:p>
    <w:p w14:paraId="1AFE4147" w14:textId="77777777" w:rsidR="00D629DE" w:rsidRDefault="00A723FE" w:rsidP="00747765">
      <w:pPr>
        <w:pStyle w:val="BodyText"/>
        <w:ind w:left="720" w:hanging="720"/>
      </w:pPr>
      <w:r>
        <w:t>(</w:t>
      </w:r>
      <w:r w:rsidR="008F6D05">
        <w:t>5</w:t>
      </w:r>
      <w:r>
        <w:t>)</w:t>
      </w:r>
      <w:r>
        <w:tab/>
      </w:r>
      <w:r w:rsidR="00FD6B07" w:rsidRPr="006730E5">
        <w:rPr>
          <w:iCs w:val="0"/>
        </w:rPr>
        <w:t>DG with an installed capacity greater than one MW, the DG registration threshold,</w:t>
      </w:r>
      <w:r w:rsidR="00FD6B07">
        <w:rPr>
          <w:iCs w:val="0"/>
        </w:rPr>
        <w:t xml:space="preserve"> which exports energy into a Distribution System, </w:t>
      </w:r>
      <w:r w:rsidR="00FD6B07" w:rsidRPr="006730E5">
        <w:rPr>
          <w:iCs w:val="0"/>
        </w:rPr>
        <w:t>must register with ERCOT</w:t>
      </w:r>
      <w:r w:rsidR="00FD6B07">
        <w:rPr>
          <w:iCs w:val="0"/>
        </w:rPr>
        <w:t>.</w:t>
      </w:r>
      <w:r w:rsidR="00FD6B07" w:rsidRPr="006730E5">
        <w:rPr>
          <w:iCs w:val="0"/>
        </w:rPr>
        <w:t xml:space="preserve">  </w:t>
      </w:r>
    </w:p>
    <w:p w14:paraId="5BB74F4D" w14:textId="77777777" w:rsidR="007D280D" w:rsidRDefault="007D280D" w:rsidP="007D280D">
      <w:pPr>
        <w:pStyle w:val="BodyText"/>
        <w:ind w:left="720" w:hanging="720"/>
      </w:pPr>
      <w:bookmarkStart w:id="245" w:name="_Toc390438940"/>
      <w:bookmarkStart w:id="246" w:name="_Toc405897637"/>
      <w:bookmarkStart w:id="247" w:name="_Toc415055741"/>
      <w:bookmarkStart w:id="248" w:name="_Toc415055867"/>
      <w:bookmarkStart w:id="249" w:name="_Toc415055966"/>
      <w:bookmarkStart w:id="250" w:name="_Toc415056067"/>
      <w:r>
        <w:t>(6)</w:t>
      </w:r>
      <w:r>
        <w:tab/>
      </w:r>
      <w:r>
        <w:rPr>
          <w:iCs w:val="0"/>
        </w:rPr>
        <w:t>A Resource Entity representing an Energy Storage Resource (ESR) shall register the ESR as both a Generation Resource and a Controllable Load Resource.</w:t>
      </w:r>
    </w:p>
    <w:p w14:paraId="271AF791" w14:textId="77777777" w:rsidR="00FC1C5F" w:rsidRDefault="00727E32" w:rsidP="007B6516">
      <w:pPr>
        <w:pStyle w:val="H3"/>
      </w:pPr>
      <w:bookmarkStart w:id="251" w:name="_Toc34728481"/>
      <w:r>
        <w:t>16.5.1</w:t>
      </w:r>
      <w:r>
        <w:tab/>
        <w:t>Technical and Managerial Requirements for Resource Entity Applicants</w:t>
      </w:r>
      <w:bookmarkEnd w:id="245"/>
      <w:bookmarkEnd w:id="246"/>
      <w:bookmarkEnd w:id="247"/>
      <w:bookmarkEnd w:id="248"/>
      <w:bookmarkEnd w:id="249"/>
      <w:bookmarkEnd w:id="250"/>
      <w:bookmarkEnd w:id="251"/>
    </w:p>
    <w:p w14:paraId="5098470C" w14:textId="77777777" w:rsidR="00FC1C5F" w:rsidRDefault="007B6516" w:rsidP="00D169BA">
      <w:pPr>
        <w:pStyle w:val="BodyText"/>
        <w:ind w:left="720" w:hanging="720"/>
      </w:pPr>
      <w:r>
        <w:t>(1)</w:t>
      </w:r>
      <w:r>
        <w:tab/>
      </w:r>
      <w:r w:rsidR="00727E32">
        <w:t>A Resource Entity applicant must:</w:t>
      </w:r>
    </w:p>
    <w:p w14:paraId="7CEA7B3C" w14:textId="77777777" w:rsidR="00FC1C5F" w:rsidRDefault="00727E32" w:rsidP="00D169BA">
      <w:pPr>
        <w:pStyle w:val="List"/>
      </w:pPr>
      <w:r>
        <w:t>(</w:t>
      </w:r>
      <w:r w:rsidR="007B6516">
        <w:t>a</w:t>
      </w:r>
      <w:r>
        <w:t>)</w:t>
      </w:r>
      <w:r>
        <w:tab/>
        <w:t>Be capable of complying with all policies, rules, guidelines, registration requirements, and procedures established by these Protocols, ERCOT, or other Independent Organizations, if applicable; and</w:t>
      </w:r>
    </w:p>
    <w:p w14:paraId="4A86B1DF" w14:textId="77777777" w:rsidR="00FC1C5F" w:rsidRDefault="00727E32" w:rsidP="00D169BA">
      <w:pPr>
        <w:pStyle w:val="List"/>
      </w:pPr>
      <w:r>
        <w:t>(</w:t>
      </w:r>
      <w:r w:rsidR="007B6516">
        <w:t>b</w:t>
      </w:r>
      <w:r>
        <w:t>)</w:t>
      </w:r>
      <w:r>
        <w:tab/>
        <w:t>Be capable of purchasing power from Entities registered with or by ERCOT or the Independent Organizations and capable of complying with its system rules.</w:t>
      </w:r>
    </w:p>
    <w:p w14:paraId="2C628244" w14:textId="77777777" w:rsidR="00FC1C5F" w:rsidRPr="00D63F95" w:rsidRDefault="00727E32">
      <w:pPr>
        <w:pStyle w:val="H4"/>
        <w:rPr>
          <w:b/>
        </w:rPr>
      </w:pPr>
      <w:bookmarkStart w:id="252" w:name="_Toc390438941"/>
      <w:bookmarkStart w:id="253" w:name="_Toc405897638"/>
      <w:bookmarkStart w:id="254" w:name="_Toc415055742"/>
      <w:bookmarkStart w:id="255" w:name="_Toc415055868"/>
      <w:bookmarkStart w:id="256" w:name="_Toc415055967"/>
      <w:bookmarkStart w:id="257" w:name="_Toc415056068"/>
      <w:bookmarkStart w:id="258" w:name="_Toc34728482"/>
      <w:r w:rsidRPr="00D63F95">
        <w:rPr>
          <w:b/>
        </w:rPr>
        <w:t>16.5.1.1</w:t>
      </w:r>
      <w:r w:rsidRPr="00D63F95">
        <w:rPr>
          <w:b/>
        </w:rPr>
        <w:tab/>
        <w:t>Designation of a Qualified Scheduling Entity</w:t>
      </w:r>
      <w:bookmarkEnd w:id="252"/>
      <w:bookmarkEnd w:id="253"/>
      <w:bookmarkEnd w:id="254"/>
      <w:bookmarkEnd w:id="255"/>
      <w:bookmarkEnd w:id="256"/>
      <w:bookmarkEnd w:id="257"/>
      <w:bookmarkEnd w:id="258"/>
    </w:p>
    <w:p w14:paraId="5A2C44C4" w14:textId="77777777" w:rsidR="00FC1C5F" w:rsidRDefault="00727E32" w:rsidP="000E3528">
      <w:pPr>
        <w:pStyle w:val="BodyTextNumbered"/>
      </w:pPr>
      <w:r>
        <w:t>(1)</w:t>
      </w:r>
      <w:r>
        <w:tab/>
        <w:t>Each Resource Entity applicant within the ERCOT Region shall designate the Qualified Scheduling Entity (QSE) that will</w:t>
      </w:r>
      <w:r w:rsidR="000E3528">
        <w:t xml:space="preserve"> perform QSE functions per these Protocol</w:t>
      </w:r>
      <w:r w:rsidR="00AC443B">
        <w:t>s</w:t>
      </w:r>
      <w:r w:rsidR="000E3528">
        <w:t xml:space="preserve"> on behalf of the Resource Entity</w:t>
      </w:r>
      <w:r>
        <w:t>.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w:t>
      </w:r>
      <w:r w:rsidR="000E3528">
        <w:t xml:space="preserve">  For the Resource Entity that owns or operates a Generation Resource, the Resource Entity’s QSE designation must be submitted to ERCOT no later than 45 days prior to the Network Operations Model change date</w:t>
      </w:r>
      <w:r w:rsidR="000E3528" w:rsidRPr="00940B2B">
        <w:t xml:space="preserve">, </w:t>
      </w:r>
      <w:r w:rsidR="000E3528" w:rsidRPr="00940B2B">
        <w:rPr>
          <w:szCs w:val="24"/>
        </w:rPr>
        <w:t xml:space="preserve">as described in Section </w:t>
      </w:r>
      <w:bookmarkStart w:id="259" w:name="_Toc333405817"/>
      <w:bookmarkStart w:id="260" w:name="_Toc204048545"/>
      <w:bookmarkEnd w:id="259"/>
      <w:bookmarkEnd w:id="260"/>
      <w:r w:rsidR="000E3528" w:rsidRPr="00940B2B">
        <w:rPr>
          <w:szCs w:val="24"/>
        </w:rPr>
        <w:t xml:space="preserve">3.10.1, Time Line for Network Operations Model Changes, </w:t>
      </w:r>
      <w:r w:rsidR="000E3528" w:rsidRPr="00940B2B">
        <w:t>for</w:t>
      </w:r>
      <w:r w:rsidR="000E3528">
        <w:t xml:space="preserve"> the Resource.</w:t>
      </w:r>
    </w:p>
    <w:p w14:paraId="6F56F9C7" w14:textId="77777777" w:rsidR="00FC1C5F" w:rsidRDefault="00727E32" w:rsidP="000E3528">
      <w:pPr>
        <w:pStyle w:val="BodyTextNumbered"/>
      </w:pPr>
      <w:r>
        <w:t>(2)</w:t>
      </w:r>
      <w:r>
        <w:tab/>
      </w:r>
      <w:r w:rsidR="000E3528">
        <w:t xml:space="preserve">If a Resource Entity fails to maintain a QSE as its representative, the Resource Entity may be designated as an Emergency QSE as provided in Section </w:t>
      </w:r>
      <w:r w:rsidR="000E3528" w:rsidRPr="00C44315">
        <w:t>16.2.6.1, Designation as an Emergency Qualified Scheduling Entity or Virtual Qualified Scheduling Entity</w:t>
      </w:r>
      <w:r w:rsidR="000E3528">
        <w:t>.</w:t>
      </w:r>
    </w:p>
    <w:p w14:paraId="76B93AAE" w14:textId="77777777" w:rsidR="00FC1C5F" w:rsidRPr="00D63F95" w:rsidRDefault="00727E32">
      <w:pPr>
        <w:pStyle w:val="H4"/>
        <w:rPr>
          <w:b/>
        </w:rPr>
      </w:pPr>
      <w:bookmarkStart w:id="261" w:name="_Toc390438942"/>
      <w:bookmarkStart w:id="262" w:name="_Toc405897639"/>
      <w:bookmarkStart w:id="263" w:name="_Toc415055743"/>
      <w:bookmarkStart w:id="264" w:name="_Toc415055869"/>
      <w:bookmarkStart w:id="265" w:name="_Toc415055968"/>
      <w:bookmarkStart w:id="266" w:name="_Toc415056069"/>
      <w:bookmarkStart w:id="267" w:name="_Toc34728483"/>
      <w:r w:rsidRPr="00D63F95">
        <w:rPr>
          <w:b/>
        </w:rPr>
        <w:t>16.5.1.2</w:t>
      </w:r>
      <w:r w:rsidRPr="00D63F95">
        <w:rPr>
          <w:b/>
        </w:rPr>
        <w:tab/>
        <w:t>Waiver for Federal Hydroelectric Facilities</w:t>
      </w:r>
      <w:bookmarkEnd w:id="261"/>
      <w:bookmarkEnd w:id="262"/>
      <w:bookmarkEnd w:id="263"/>
      <w:bookmarkEnd w:id="264"/>
      <w:bookmarkEnd w:id="265"/>
      <w:bookmarkEnd w:id="266"/>
      <w:bookmarkEnd w:id="267"/>
    </w:p>
    <w:p w14:paraId="3B0D1AED" w14:textId="77777777" w:rsidR="00CB766B" w:rsidRPr="001E138D" w:rsidRDefault="00CB766B" w:rsidP="00CB766B">
      <w:pPr>
        <w:spacing w:after="240"/>
        <w:ind w:left="720" w:hanging="720"/>
        <w:rPr>
          <w:iCs/>
        </w:rPr>
      </w:pPr>
      <w:r w:rsidRPr="001E138D">
        <w:rPr>
          <w:iCs/>
        </w:rPr>
        <w:t>(1)</w:t>
      </w:r>
      <w:r w:rsidRPr="001E138D">
        <w:rPr>
          <w:iCs/>
        </w:rPr>
        <w:tab/>
        <w:t xml:space="preserve">ERCOT may grant a waiver to any federally owned hydroelectric </w:t>
      </w:r>
      <w:r>
        <w:rPr>
          <w:iCs/>
        </w:rPr>
        <w:t>Generation Resource, SOG, or Load Resource</w:t>
      </w:r>
      <w:r w:rsidRPr="001E138D">
        <w:rPr>
          <w:iCs/>
        </w:rPr>
        <w:t xml:space="preserve"> within the ERCOT System from fulfilling the requirements in </w:t>
      </w:r>
      <w:r w:rsidRPr="0032725A">
        <w:rPr>
          <w:iCs/>
        </w:rPr>
        <w:t>Section 16.5</w:t>
      </w:r>
      <w:r w:rsidRPr="001E138D">
        <w:rPr>
          <w:iCs/>
        </w:rPr>
        <w:t>, Registration of a Resource Entity, as they pertain to the submission of a Resource Entity application and the execution of a Market Participant Agreement (</w:t>
      </w:r>
      <w:r w:rsidRPr="0032725A">
        <w:rPr>
          <w:iCs/>
        </w:rPr>
        <w:t>Section 22, Attachment A</w:t>
      </w:r>
      <w:r w:rsidRPr="001E138D">
        <w:rPr>
          <w:iCs/>
        </w:rPr>
        <w:t>, Standard Form Market Participant Agreement).  ERCOT may grant such waiver after the federally owned hydroelectric Resource Entity provides ERCOT with the following:</w:t>
      </w:r>
    </w:p>
    <w:p w14:paraId="00CEB75D" w14:textId="77777777" w:rsidR="00CB766B" w:rsidRPr="001E138D" w:rsidRDefault="00CB766B" w:rsidP="00CB766B">
      <w:pPr>
        <w:spacing w:after="240"/>
        <w:ind w:left="1440" w:hanging="720"/>
      </w:pPr>
      <w:r w:rsidRPr="001E138D">
        <w:t>(a)</w:t>
      </w:r>
      <w:r w:rsidRPr="001E138D">
        <w:tab/>
        <w:t>All information necessary to meet the Resource Entity registration requirements as provided in this Section;</w:t>
      </w:r>
    </w:p>
    <w:p w14:paraId="155D2648" w14:textId="77777777" w:rsidR="00CB766B" w:rsidRDefault="00CB766B" w:rsidP="00CB766B">
      <w:pPr>
        <w:spacing w:after="240"/>
        <w:ind w:left="1440" w:hanging="720"/>
      </w:pPr>
      <w:r w:rsidRPr="001E138D">
        <w:t>(b)</w:t>
      </w:r>
      <w:r w:rsidRPr="001E138D">
        <w:tab/>
        <w:t xml:space="preserve">The designation of a </w:t>
      </w:r>
      <w:r w:rsidRPr="0032725A">
        <w:t>QSE</w:t>
      </w:r>
      <w:r w:rsidRPr="001E138D">
        <w:t xml:space="preserve"> for each </w:t>
      </w:r>
      <w:r>
        <w:rPr>
          <w:iCs/>
        </w:rPr>
        <w:t>Generation Resource, SOG, or Load Resource</w:t>
      </w:r>
      <w:r w:rsidRPr="001E138D">
        <w:t xml:space="preserve"> that it owns or controls; and</w:t>
      </w:r>
    </w:p>
    <w:p w14:paraId="1ED97B23" w14:textId="16B398B2" w:rsidR="00FC1C5F" w:rsidRDefault="00CB766B">
      <w:pPr>
        <w:pStyle w:val="List"/>
      </w:pPr>
      <w:r w:rsidRPr="001E138D">
        <w:t>(c)</w:t>
      </w:r>
      <w:r w:rsidRPr="001E138D">
        <w:tab/>
        <w:t xml:space="preserve">Assignment of each </w:t>
      </w:r>
      <w:r>
        <w:t>Generation Resource’s, SOG’s, or Load Resource’s</w:t>
      </w:r>
      <w:r w:rsidRPr="001E138D">
        <w:t xml:space="preserve"> Electric Service Identifier (ESI ID) to a Load Serving Entity (LSE) serving any Load or net Load, if the </w:t>
      </w:r>
      <w:r>
        <w:t>Generation Resource, SOG, or Load Resource</w:t>
      </w:r>
      <w:r w:rsidRPr="001E138D">
        <w:t xml:space="preserve"> is net metered and will be connected to the ERCOT System.  Such Load, if retail Load, is subject to all applicable rules and procedures, including rules concerning disconnection and Provider of Last Resort (POLR) service, applicable to other retail points of delivery.</w:t>
      </w:r>
    </w:p>
    <w:p w14:paraId="604FAA6B" w14:textId="77777777" w:rsidR="00FC1C5F" w:rsidRPr="00D63F95" w:rsidRDefault="00727E32" w:rsidP="00747765">
      <w:pPr>
        <w:pStyle w:val="H4"/>
        <w:keepNext w:val="0"/>
        <w:rPr>
          <w:b/>
        </w:rPr>
      </w:pPr>
      <w:bookmarkStart w:id="268" w:name="_Toc390438943"/>
      <w:bookmarkStart w:id="269" w:name="_Toc405897640"/>
      <w:bookmarkStart w:id="270" w:name="_Toc415055744"/>
      <w:bookmarkStart w:id="271" w:name="_Toc415055870"/>
      <w:bookmarkStart w:id="272" w:name="_Toc415055969"/>
      <w:bookmarkStart w:id="273" w:name="_Toc415056070"/>
      <w:bookmarkStart w:id="274" w:name="_Toc34728484"/>
      <w:r w:rsidRPr="00D63F95">
        <w:rPr>
          <w:b/>
        </w:rPr>
        <w:t>16.5.1.3</w:t>
      </w:r>
      <w:r w:rsidRPr="00D63F95">
        <w:rPr>
          <w:b/>
        </w:rPr>
        <w:tab/>
        <w:t>Waiver for Block Load Transfer Resources</w:t>
      </w:r>
      <w:bookmarkEnd w:id="268"/>
      <w:bookmarkEnd w:id="269"/>
      <w:bookmarkEnd w:id="270"/>
      <w:bookmarkEnd w:id="271"/>
      <w:bookmarkEnd w:id="272"/>
      <w:bookmarkEnd w:id="273"/>
      <w:bookmarkEnd w:id="274"/>
    </w:p>
    <w:p w14:paraId="6B49AF46" w14:textId="77777777" w:rsidR="00FC1C5F" w:rsidRDefault="00853D39" w:rsidP="009F10FE">
      <w:pPr>
        <w:pStyle w:val="ListIntroduction"/>
        <w:keepNext w:val="0"/>
        <w:ind w:left="720" w:hanging="720"/>
      </w:pPr>
      <w:r>
        <w:rPr>
          <w:lang w:val="en-US"/>
        </w:rPr>
        <w:t>(1)</w:t>
      </w:r>
      <w:r>
        <w:rPr>
          <w:lang w:val="en-US"/>
        </w:rPr>
        <w:tab/>
      </w:r>
      <w:r w:rsidR="00727E32">
        <w:t>ERCOT may grant a waiver to a Resource Entity for a Block Load Transfer (</w:t>
      </w:r>
      <w:smartTag w:uri="urn:schemas-microsoft-com:office:smarttags" w:element="stockticker">
        <w:r w:rsidR="00727E32">
          <w:t>BLT</w:t>
        </w:r>
      </w:smartTag>
      <w:r w:rsidR="00727E32">
        <w:t>) Resource from fulfilling the requirements in Section 16.5, Registration of a Resource Entity, as they pertain to the submission of a Resource Entity application and the execution of a Market Participant Agreement (Section 22, Attachment A, Standard Form Market Participant Agreement).  ERCOT may grant such waiver after the Resource Entity for the BLT Resource provides ERCOT with the following:</w:t>
      </w:r>
    </w:p>
    <w:p w14:paraId="04D5F98F" w14:textId="77777777" w:rsidR="00FC1C5F" w:rsidRDefault="00727E32">
      <w:pPr>
        <w:pStyle w:val="List"/>
      </w:pPr>
      <w:r>
        <w:t>(a)</w:t>
      </w:r>
      <w:r>
        <w:tab/>
        <w:t>All applicable information necessary to meet the Resource Entity registration requirements as provided in this Section; and</w:t>
      </w:r>
    </w:p>
    <w:p w14:paraId="1FD3906F" w14:textId="77777777" w:rsidR="00FC1C5F" w:rsidRDefault="00727E32">
      <w:pPr>
        <w:pStyle w:val="List"/>
      </w:pPr>
      <w:r>
        <w:t>(b)</w:t>
      </w:r>
      <w:r>
        <w:tab/>
        <w:t>The designation of a QSE for the BLT Resource.</w:t>
      </w:r>
    </w:p>
    <w:p w14:paraId="1258AF9E" w14:textId="77777777" w:rsidR="00FC1C5F" w:rsidRDefault="00727E32">
      <w:pPr>
        <w:pStyle w:val="H3"/>
      </w:pPr>
      <w:bookmarkStart w:id="275" w:name="_Toc390438944"/>
      <w:bookmarkStart w:id="276" w:name="_Toc405897641"/>
      <w:bookmarkStart w:id="277" w:name="_Toc415055745"/>
      <w:bookmarkStart w:id="278" w:name="_Toc415055871"/>
      <w:bookmarkStart w:id="279" w:name="_Toc415055970"/>
      <w:bookmarkStart w:id="280" w:name="_Toc415056071"/>
      <w:bookmarkStart w:id="281" w:name="_Toc34728485"/>
      <w:r>
        <w:t>16.5.2</w:t>
      </w:r>
      <w:r>
        <w:tab/>
        <w:t>Registration Process for a Resource Entity</w:t>
      </w:r>
      <w:bookmarkEnd w:id="275"/>
      <w:bookmarkEnd w:id="276"/>
      <w:bookmarkEnd w:id="277"/>
      <w:bookmarkEnd w:id="278"/>
      <w:bookmarkEnd w:id="279"/>
      <w:bookmarkEnd w:id="280"/>
      <w:bookmarkEnd w:id="281"/>
    </w:p>
    <w:p w14:paraId="6F560A33" w14:textId="77777777" w:rsidR="00FC1C5F" w:rsidRDefault="00727E32">
      <w:pPr>
        <w:pStyle w:val="BodyTextNumbered"/>
      </w:pPr>
      <w:r>
        <w:t>(1)</w:t>
      </w:r>
      <w:r>
        <w:tab/>
        <w:t xml:space="preserve">To register as a Resource Entity, an applicant must submit to ERCOT a completed Resource Entity application and any applicable fee.  ERCOT shall post on the MIS Public Area the form in which Resource Entity applications must be submitted, all materials that must be provided with the Resource Entity application.  </w:t>
      </w:r>
    </w:p>
    <w:p w14:paraId="52D24382" w14:textId="77777777" w:rsidR="00FC1C5F" w:rsidRDefault="00727E32">
      <w:pPr>
        <w:pStyle w:val="BodyTextNumbered"/>
      </w:pPr>
      <w:r>
        <w:t>(2)</w:t>
      </w:r>
      <w: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MIS Public Area.  </w:t>
      </w:r>
    </w:p>
    <w:p w14:paraId="6774AB2A" w14:textId="77777777" w:rsidR="004E6267" w:rsidRDefault="004E6267">
      <w:pPr>
        <w:pStyle w:val="BodyTextNumbered"/>
      </w:pPr>
      <w:r>
        <w:t>(3)</w:t>
      </w:r>
      <w:r>
        <w:tab/>
        <w:t>If the Resource Entity intends to own or control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01D75B67" w14:textId="77777777" w:rsidR="00FC1C5F" w:rsidRPr="00D63F95" w:rsidRDefault="00727E32">
      <w:pPr>
        <w:pStyle w:val="H4"/>
        <w:rPr>
          <w:b/>
        </w:rPr>
      </w:pPr>
      <w:bookmarkStart w:id="282" w:name="_Toc390438945"/>
      <w:bookmarkStart w:id="283" w:name="_Toc405897642"/>
      <w:bookmarkStart w:id="284" w:name="_Toc415055746"/>
      <w:bookmarkStart w:id="285" w:name="_Toc415055872"/>
      <w:bookmarkStart w:id="286" w:name="_Toc415055971"/>
      <w:bookmarkStart w:id="287" w:name="_Toc415056072"/>
      <w:bookmarkStart w:id="288" w:name="_Toc34728486"/>
      <w:r w:rsidRPr="00D63F95">
        <w:rPr>
          <w:b/>
        </w:rPr>
        <w:t>16.5.2.1</w:t>
      </w:r>
      <w:r w:rsidRPr="00D63F95">
        <w:rPr>
          <w:b/>
        </w:rPr>
        <w:tab/>
        <w:t>Notice of Receipt of Resource Entity Application</w:t>
      </w:r>
      <w:bookmarkEnd w:id="282"/>
      <w:bookmarkEnd w:id="283"/>
      <w:bookmarkEnd w:id="284"/>
      <w:bookmarkEnd w:id="285"/>
      <w:bookmarkEnd w:id="286"/>
      <w:bookmarkEnd w:id="287"/>
      <w:bookmarkEnd w:id="288"/>
    </w:p>
    <w:p w14:paraId="3DDA3C89" w14:textId="77777777" w:rsidR="00FC1C5F" w:rsidRDefault="00853D39" w:rsidP="009F10FE">
      <w:pPr>
        <w:pStyle w:val="BodyText"/>
        <w:ind w:left="720" w:hanging="720"/>
      </w:pPr>
      <w:r>
        <w:t>(1)</w:t>
      </w:r>
      <w:r>
        <w:tab/>
      </w:r>
      <w:r w:rsidR="00727E32">
        <w:t>Within three Business Days after receiving a Resource Entity application, ERCOT shall issue the Resource Entity applicant a written confirmation that ERCOT has received the application.  ERCOT shall return without review any Resource Entity application that is not complete.</w:t>
      </w:r>
    </w:p>
    <w:p w14:paraId="78511D80" w14:textId="77777777" w:rsidR="00FC1C5F" w:rsidRPr="00D63F95" w:rsidRDefault="00727E32">
      <w:pPr>
        <w:pStyle w:val="H4"/>
        <w:rPr>
          <w:b/>
        </w:rPr>
      </w:pPr>
      <w:bookmarkStart w:id="289" w:name="_Toc390438946"/>
      <w:bookmarkStart w:id="290" w:name="_Toc405897643"/>
      <w:bookmarkStart w:id="291" w:name="_Toc415055747"/>
      <w:bookmarkStart w:id="292" w:name="_Toc415055873"/>
      <w:bookmarkStart w:id="293" w:name="_Toc415055972"/>
      <w:bookmarkStart w:id="294" w:name="_Toc415056073"/>
      <w:bookmarkStart w:id="295" w:name="_Toc34728487"/>
      <w:r w:rsidRPr="00D63F95">
        <w:rPr>
          <w:b/>
        </w:rPr>
        <w:t>16.5.2.2</w:t>
      </w:r>
      <w:r w:rsidRPr="00D63F95">
        <w:rPr>
          <w:b/>
        </w:rPr>
        <w:tab/>
        <w:t>Incomplete Resource Entity Applications</w:t>
      </w:r>
      <w:bookmarkEnd w:id="289"/>
      <w:bookmarkEnd w:id="290"/>
      <w:bookmarkEnd w:id="291"/>
      <w:bookmarkEnd w:id="292"/>
      <w:bookmarkEnd w:id="293"/>
      <w:bookmarkEnd w:id="294"/>
      <w:bookmarkEnd w:id="295"/>
    </w:p>
    <w:p w14:paraId="5AE59E27" w14:textId="77777777" w:rsidR="00FC1C5F" w:rsidRDefault="00727E32">
      <w:pPr>
        <w:pStyle w:val="BodyTextNumbered"/>
      </w:pPr>
      <w:r>
        <w:t>(1)</w:t>
      </w:r>
      <w:r>
        <w:tab/>
        <w:t>Not more than ten Business Days after receiving a Resource Entity application, ERCOT shall notify the applicant in writing whether the application is complete.</w:t>
      </w:r>
    </w:p>
    <w:p w14:paraId="35F11250" w14:textId="77777777" w:rsidR="00FC1C5F" w:rsidRDefault="00727E32">
      <w:pPr>
        <w:pStyle w:val="BodyTextNumbered"/>
      </w:pPr>
      <w:r>
        <w:t>(2)</w:t>
      </w:r>
      <w:r>
        <w:tab/>
        <w:t xml:space="preserve">If ERCOT determines that a Resource Entity application is not complete, ERCOT’s notice must explain the reasons for that determination and the additional information necessary to make the application complete.  The applicant has five Business Days from receiving ERCOT’s notice, or such longer period as ERCOT may allow, to provide the additional information set forth in ERCOT’s notice.  If the applicant timely responds to ERCOT’s notice with the required additional information, then the application is deemed complete on the date that ERCOT receives the applicant’s response. </w:t>
      </w:r>
    </w:p>
    <w:p w14:paraId="7C586039" w14:textId="77777777" w:rsidR="00FC1C5F" w:rsidRDefault="00727E32">
      <w:pPr>
        <w:pStyle w:val="BodyTextNumbered"/>
      </w:pPr>
      <w:r>
        <w:t>(3)</w:t>
      </w:r>
      <w:r>
        <w:tab/>
        <w:t>If the applicant does not timely respond to ERCOT’s notice, then the application must be rejected, and ERCOT shall retain any application fee included with the application.</w:t>
      </w:r>
    </w:p>
    <w:p w14:paraId="657070C0" w14:textId="77777777" w:rsidR="00FC1C5F" w:rsidRDefault="00727E32">
      <w:pPr>
        <w:pStyle w:val="BodyText"/>
        <w:ind w:left="720" w:hanging="720"/>
        <w:rPr>
          <w:b/>
        </w:rPr>
      </w:pPr>
      <w:r>
        <w:rPr>
          <w:b/>
        </w:rPr>
        <w:t>16.5.2.3</w:t>
      </w:r>
      <w:r>
        <w:rPr>
          <w:b/>
        </w:rPr>
        <w:tab/>
        <w:t>ERCOT Approval or Rejection of a Resource Entity Application</w:t>
      </w:r>
    </w:p>
    <w:p w14:paraId="25A2744E" w14:textId="77777777" w:rsidR="00FC1C5F" w:rsidRDefault="00727E32">
      <w:pPr>
        <w:pStyle w:val="BodyTextNumbered"/>
      </w:pPr>
      <w:r>
        <w:t>(1)</w:t>
      </w:r>
      <w:r>
        <w:tab/>
        <w:t>ERCOT may reject a Resource Entity application within ten Business Days after the application has been deemed complete in accordance with this Section.  If ERCOT does not reject the Resource Entity application within ten Business Days after the application is deemed complete then the application is deemed approved.</w:t>
      </w:r>
    </w:p>
    <w:p w14:paraId="6454A628" w14:textId="77777777" w:rsidR="00FC1C5F" w:rsidRDefault="00727E32">
      <w:pPr>
        <w:pStyle w:val="BodyTextNumbered"/>
      </w:pPr>
      <w:r>
        <w:t>(2)</w:t>
      </w:r>
      <w:r>
        <w:tab/>
        <w:t>If ERCOT rejects a Resource Entity application, ERCOT shall send the Resource Entity applicant a rejection letter explaining the grounds upon which ERCOT rejected the Resource Entity application.  Appropriate grounds for rejecting a Resource Entity application include the following:</w:t>
      </w:r>
    </w:p>
    <w:p w14:paraId="1E7733DC" w14:textId="77777777" w:rsidR="00FC1C5F" w:rsidRDefault="00727E32">
      <w:pPr>
        <w:pStyle w:val="List"/>
      </w:pPr>
      <w:r>
        <w:t>(a)</w:t>
      </w:r>
      <w:r>
        <w:tab/>
        <w:t>Required information is not provided to ERCOT in the allotted time;</w:t>
      </w:r>
    </w:p>
    <w:p w14:paraId="5E0D44E7" w14:textId="77777777" w:rsidR="00FC1C5F" w:rsidRDefault="00727E32">
      <w:pPr>
        <w:pStyle w:val="List"/>
      </w:pPr>
      <w:r>
        <w:t>(b)</w:t>
      </w:r>
      <w:r>
        <w:tab/>
        <w:t>Noncompliance with technical requirements; and</w:t>
      </w:r>
    </w:p>
    <w:p w14:paraId="3E1944C9" w14:textId="77777777" w:rsidR="00FC1C5F" w:rsidRDefault="00727E32">
      <w:pPr>
        <w:pStyle w:val="List"/>
      </w:pPr>
      <w:r>
        <w:t>(c)</w:t>
      </w:r>
      <w:r>
        <w:tab/>
        <w:t>Noncompliance with other specific eligibility requirements set forth in this Section or in any other part of these Protocols.</w:t>
      </w:r>
    </w:p>
    <w:p w14:paraId="6A7097F4" w14:textId="77777777" w:rsidR="00FC1C5F" w:rsidRDefault="00727E32">
      <w:pPr>
        <w:pStyle w:val="BodyTextNumbered"/>
      </w:pPr>
      <w:r>
        <w:t>(3)</w:t>
      </w:r>
      <w:r>
        <w:tab/>
        <w:t>Not later than ten Business Days after receiving a rejection letter, the Resource Entity applicant may challenge the rejection of its Resource Entity application using the dispute resolution procedures set forth in Section 20, Alternative Dispute Resolution Procedure.  The applicant may submit a new Resource Entity application and fee at any time, and ERCOT shall process the new Resource Entity application under this Section.</w:t>
      </w:r>
    </w:p>
    <w:p w14:paraId="7C8249AC" w14:textId="77777777" w:rsidR="00FC1C5F" w:rsidRDefault="00727E32">
      <w:pPr>
        <w:pStyle w:val="H3"/>
      </w:pPr>
      <w:bookmarkStart w:id="296" w:name="_Toc71369193"/>
      <w:bookmarkStart w:id="297" w:name="_Toc71539409"/>
      <w:bookmarkStart w:id="298" w:name="_Toc390438947"/>
      <w:bookmarkStart w:id="299" w:name="_Toc405897644"/>
      <w:bookmarkStart w:id="300" w:name="_Toc415055748"/>
      <w:bookmarkStart w:id="301" w:name="_Toc415055874"/>
      <w:bookmarkStart w:id="302" w:name="_Toc415055973"/>
      <w:bookmarkStart w:id="303" w:name="_Toc415056074"/>
      <w:bookmarkStart w:id="304" w:name="_Toc34728488"/>
      <w:r>
        <w:t>16.5.3</w:t>
      </w:r>
      <w:r>
        <w:tab/>
        <w:t>Changing QSE Designation</w:t>
      </w:r>
      <w:bookmarkEnd w:id="296"/>
      <w:bookmarkEnd w:id="297"/>
      <w:bookmarkEnd w:id="298"/>
      <w:bookmarkEnd w:id="299"/>
      <w:bookmarkEnd w:id="300"/>
      <w:bookmarkEnd w:id="301"/>
      <w:bookmarkEnd w:id="302"/>
      <w:bookmarkEnd w:id="303"/>
      <w:bookmarkEnd w:id="304"/>
    </w:p>
    <w:p w14:paraId="2D514A1D" w14:textId="77777777" w:rsidR="00FC1C5F" w:rsidRDefault="00727E32">
      <w:pPr>
        <w:pStyle w:val="BodyTextNumbered"/>
      </w:pPr>
      <w:r>
        <w:t>(1)</w:t>
      </w:r>
      <w:r>
        <w:tab/>
        <w:t xml:space="preserve">A Resource Entity may change its designation of QSE </w:t>
      </w:r>
      <w:r w:rsidR="00F97889">
        <w:t>with written notice to ERCOT</w:t>
      </w:r>
      <w:r w:rsidR="000E3528">
        <w:t>, no more than once in any consecutive three days</w:t>
      </w:r>
      <w:r w:rsidR="00F97889">
        <w:t>.</w:t>
      </w:r>
      <w:r>
        <w:t xml:space="preserve">  </w:t>
      </w:r>
    </w:p>
    <w:p w14:paraId="2295137A" w14:textId="77777777" w:rsidR="000E3528" w:rsidRPr="00530E2D" w:rsidRDefault="00727E32" w:rsidP="000E3528">
      <w:pPr>
        <w:pStyle w:val="BodyTextNumbered"/>
        <w:rPr>
          <w:szCs w:val="24"/>
        </w:rPr>
      </w:pPr>
      <w:r>
        <w:t>(2)</w:t>
      </w:r>
      <w:r>
        <w:tab/>
      </w:r>
      <w:r w:rsidR="000E3528"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w:t>
      </w:r>
      <w:r w:rsidR="00F97889">
        <w:t xml:space="preserve">newly </w:t>
      </w:r>
      <w:r>
        <w:t>designated QSE acknowledging the QSE</w:t>
      </w:r>
      <w:r w:rsidR="000E3528">
        <w:t xml:space="preserve">’s agreement to </w:t>
      </w:r>
      <w:r>
        <w:t>accept responsibility for the Resource Entity’s transactions under these Protocols.</w:t>
      </w:r>
      <w:r w:rsidR="00F97889">
        <w:t xml:space="preserve">  </w:t>
      </w:r>
      <w:r w:rsidR="000E3528" w:rsidRPr="00530E2D">
        <w:rPr>
          <w:szCs w:val="24"/>
        </w:rPr>
        <w:t>For the Resource Entity that owns or operates a Generation Resource, the Resource Entity’s QSE designation must be approved by ERCOT before the Resource Entity will be evaluated for compliance with the requirements of paragraph (3) below.  ERCOT shall notify the Resource Entity of approval or disapproval as soon as practicable after receipt of the request.</w:t>
      </w:r>
    </w:p>
    <w:p w14:paraId="4C18FA19" w14:textId="77777777" w:rsidR="000E3528" w:rsidRDefault="000E3528">
      <w:pPr>
        <w:pStyle w:val="BodyTextNumbered"/>
      </w:pPr>
      <w:r>
        <w:t>(3)</w:t>
      </w:r>
      <w:r>
        <w:tab/>
      </w:r>
      <w:r w:rsidR="00F97889">
        <w:t>For Resources required by these Protocols to be in the Network Operations Model, the</w:t>
      </w:r>
      <w:r>
        <w:t xml:space="preserve"> following apply:</w:t>
      </w:r>
    </w:p>
    <w:p w14:paraId="753F758F" w14:textId="77777777" w:rsidR="000E3528" w:rsidRDefault="000E3528" w:rsidP="00D77FC8">
      <w:pPr>
        <w:pStyle w:val="BodyTextNumbered"/>
        <w:ind w:left="1440"/>
      </w:pPr>
      <w:r>
        <w:t>(a)</w:t>
      </w:r>
      <w:r>
        <w:tab/>
        <w:t xml:space="preserve">The </w:t>
      </w:r>
      <w:r w:rsidR="00F97889">
        <w:t xml:space="preserve">designated QSE shall install all telemetry required of these Protocols for the requesting Resource Entity and schedule point-to-point data verification with ERCOT.  </w:t>
      </w:r>
    </w:p>
    <w:p w14:paraId="1E8DDF0B" w14:textId="77777777" w:rsidR="00FC1C5F" w:rsidRDefault="000E3528" w:rsidP="00D77FC8">
      <w:pPr>
        <w:pStyle w:val="BodyTextNumbered"/>
        <w:ind w:left="1440"/>
      </w:pPr>
      <w:r>
        <w:t>(b)</w:t>
      </w:r>
      <w:r>
        <w:tab/>
      </w:r>
      <w:r w:rsidR="00F97889">
        <w:t xml:space="preserve">The </w:t>
      </w:r>
      <w:r>
        <w:t xml:space="preserve">designated </w:t>
      </w:r>
      <w:r w:rsidR="00F97889">
        <w:t>QSE shall submit telemetry data descriptions to ERCOT to meet ERCOT’s normal model update process.</w:t>
      </w:r>
    </w:p>
    <w:p w14:paraId="43B278A5" w14:textId="77777777" w:rsidR="000E3528" w:rsidRDefault="00727E32" w:rsidP="00D77FC8">
      <w:pPr>
        <w:pStyle w:val="BodyTextNumbered"/>
        <w:ind w:left="1440"/>
      </w:pPr>
      <w:r>
        <w:t>(</w:t>
      </w:r>
      <w:r w:rsidR="000E3528">
        <w:t>c</w:t>
      </w:r>
      <w:r>
        <w:t>)</w:t>
      </w:r>
      <w:r>
        <w:tab/>
      </w:r>
      <w:r w:rsidR="000E3528">
        <w:t>The</w:t>
      </w:r>
      <w:r w:rsidR="00F97889">
        <w:t xml:space="preserve"> Resource must submit any changes in system topology or telemetry according to Section </w:t>
      </w:r>
      <w:r w:rsidR="00F97889" w:rsidRPr="005265DB">
        <w:t>3.3.2.1</w:t>
      </w:r>
      <w:r w:rsidR="00F97889">
        <w:t xml:space="preserve">, </w:t>
      </w:r>
      <w:r w:rsidR="00F97889" w:rsidRPr="005265DB">
        <w:t>Information to Be Provided to ERCOT</w:t>
      </w:r>
      <w:r>
        <w:t xml:space="preserve">.  </w:t>
      </w:r>
    </w:p>
    <w:p w14:paraId="30CB2F01" w14:textId="77777777" w:rsidR="000E3528" w:rsidRDefault="000E3528" w:rsidP="00D77FC8">
      <w:pPr>
        <w:pStyle w:val="BodyTextNumbered"/>
        <w:ind w:left="1440"/>
      </w:pPr>
      <w:r>
        <w:t>(d)</w:t>
      </w:r>
      <w:r>
        <w:tab/>
        <w:t>T</w:t>
      </w:r>
      <w:r w:rsidR="00F97889">
        <w:t xml:space="preserve">he effective date for </w:t>
      </w:r>
      <w:r>
        <w:t xml:space="preserve">the </w:t>
      </w:r>
      <w:r w:rsidR="00F97889">
        <w:t xml:space="preserve">newly designated QSE shall be in accordance with Section 3.10.1, Time Line for Network Operations Model Changes.  </w:t>
      </w:r>
    </w:p>
    <w:p w14:paraId="7DD703C3" w14:textId="77777777" w:rsidR="00FC1C5F" w:rsidRDefault="000E3528" w:rsidP="00D77FC8">
      <w:pPr>
        <w:pStyle w:val="BodyTextNumbered"/>
        <w:ind w:left="1440"/>
      </w:pPr>
      <w:r>
        <w:t>(e)</w:t>
      </w:r>
      <w:r>
        <w:tab/>
      </w:r>
      <w:r w:rsidR="00F97889">
        <w:t>ERCOT may request the Resource Entity to develop a transition implementation plan to be approved by ERCOT that sets appropriate deadlines for completion of all required data and telemetry verification and cutover testing activities with ERCOT</w:t>
      </w:r>
      <w:r w:rsidR="00727E32">
        <w:t>.</w:t>
      </w:r>
    </w:p>
    <w:p w14:paraId="3CB85E34" w14:textId="77777777" w:rsidR="000E3528" w:rsidRPr="00530E2D" w:rsidRDefault="000E3528" w:rsidP="000E3528">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0802CF3B" w14:textId="77777777" w:rsidR="000E3528" w:rsidRPr="000E3528" w:rsidRDefault="000E3528" w:rsidP="000E3528">
      <w:pPr>
        <w:pStyle w:val="BodyTextNumbered"/>
        <w:rPr>
          <w:szCs w:val="24"/>
        </w:rPr>
      </w:pPr>
      <w:r w:rsidRPr="00530E2D">
        <w:rPr>
          <w:szCs w:val="24"/>
        </w:rPr>
        <w:t>(5)</w:t>
      </w:r>
      <w:r w:rsidRPr="00530E2D">
        <w:rPr>
          <w:szCs w:val="24"/>
        </w:rPr>
        <w:tab/>
        <w:t xml:space="preserve">Within two days of approving a Resource Entity’s notice, ERCOT shall notify all affected Entities, including the Resource Entity’s current QSE, of the effective date of the change.  </w:t>
      </w:r>
    </w:p>
    <w:p w14:paraId="6ED4B1D8" w14:textId="77777777" w:rsidR="00FC1C5F" w:rsidRDefault="00727E32">
      <w:pPr>
        <w:pStyle w:val="H3"/>
      </w:pPr>
      <w:bookmarkStart w:id="305" w:name="_Toc390438948"/>
      <w:bookmarkStart w:id="306" w:name="_Toc405897645"/>
      <w:bookmarkStart w:id="307" w:name="_Toc415055749"/>
      <w:bookmarkStart w:id="308" w:name="_Toc415055875"/>
      <w:bookmarkStart w:id="309" w:name="_Toc415055974"/>
      <w:bookmarkStart w:id="310" w:name="_Toc415056075"/>
      <w:bookmarkStart w:id="311" w:name="_Toc34728489"/>
      <w:r>
        <w:t>16.5.4</w:t>
      </w:r>
      <w:r>
        <w:tab/>
        <w:t>Maintaining and Updating Resource Entity Information</w:t>
      </w:r>
      <w:bookmarkEnd w:id="305"/>
      <w:bookmarkEnd w:id="306"/>
      <w:bookmarkEnd w:id="307"/>
      <w:bookmarkEnd w:id="308"/>
      <w:bookmarkEnd w:id="309"/>
      <w:bookmarkEnd w:id="310"/>
      <w:bookmarkEnd w:id="311"/>
      <w:r>
        <w:t xml:space="preserve"> </w:t>
      </w:r>
    </w:p>
    <w:p w14:paraId="70B79A23" w14:textId="77777777" w:rsidR="00FC1C5F" w:rsidRDefault="00727E32">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4EA1157E" w14:textId="77777777" w:rsidR="00FC1C5F" w:rsidRDefault="00727E32">
      <w:pPr>
        <w:pStyle w:val="List"/>
      </w:pPr>
      <w:r>
        <w:t>(a)</w:t>
      </w:r>
      <w:r>
        <w:tab/>
        <w:t>The Resource Entity’s addresses;</w:t>
      </w:r>
    </w:p>
    <w:p w14:paraId="14C26874" w14:textId="77777777" w:rsidR="00FC1C5F" w:rsidRDefault="00727E32">
      <w:pPr>
        <w:pStyle w:val="List"/>
      </w:pPr>
      <w:r>
        <w:t>(b)</w:t>
      </w:r>
      <w:r>
        <w:tab/>
        <w:t>A list of Affiliates; and</w:t>
      </w:r>
    </w:p>
    <w:p w14:paraId="012DF047" w14:textId="77777777" w:rsidR="00FC1C5F" w:rsidRDefault="00727E32">
      <w:pPr>
        <w:pStyle w:val="BodyText"/>
        <w:ind w:left="1440" w:hanging="720"/>
      </w:pPr>
      <w:r>
        <w:t>(c)</w:t>
      </w:r>
      <w:r>
        <w:tab/>
        <w:t xml:space="preserve">Designation of the Resource Entity’s officers, directors, Authorized Representatives, and </w:t>
      </w:r>
      <w:r w:rsidR="00AB2D05">
        <w:t>USA</w:t>
      </w:r>
      <w:r>
        <w:t xml:space="preserve"> (all per the Resource Entity application) including the addresses (if different), telephone and facsimile numbers, and e-mail addresses for those persons.</w:t>
      </w:r>
    </w:p>
    <w:p w14:paraId="5A6787DE" w14:textId="2097AB43" w:rsidR="00FC1C5F" w:rsidRDefault="00727E32">
      <w:pPr>
        <w:pStyle w:val="BodyText"/>
        <w:ind w:left="720" w:hanging="720"/>
        <w:rPr>
          <w:color w:val="000000"/>
        </w:rPr>
      </w:pPr>
      <w:r>
        <w:t>(2)</w:t>
      </w:r>
      <w:r>
        <w:tab/>
      </w:r>
      <w:r w:rsidR="00B500DC">
        <w:rPr>
          <w:color w:val="000000"/>
        </w:rPr>
        <w:t>A</w:t>
      </w:r>
      <w:r>
        <w:rPr>
          <w:color w:val="000000"/>
        </w:rPr>
        <w:t xml:space="preserve"> Resource Entity </w:t>
      </w:r>
      <w:r w:rsidR="00B500DC">
        <w:rPr>
          <w:color w:val="000000"/>
        </w:rPr>
        <w:t xml:space="preserve">that </w:t>
      </w:r>
      <w:r>
        <w:rPr>
          <w:color w:val="000000"/>
        </w:rPr>
        <w:t>has a Switchable Generation Resource</w:t>
      </w:r>
      <w:r w:rsidR="00AC0153">
        <w:rPr>
          <w:color w:val="000000"/>
        </w:rPr>
        <w:t xml:space="preserve"> (SWGR)</w:t>
      </w:r>
      <w:r>
        <w:rPr>
          <w:color w:val="000000"/>
        </w:rPr>
        <w:t xml:space="preserve"> shall </w:t>
      </w:r>
      <w:r w:rsidR="00B500DC">
        <w:rPr>
          <w:color w:val="000000"/>
        </w:rPr>
        <w:t xml:space="preserve">submit a </w:t>
      </w:r>
      <w:r>
        <w:rPr>
          <w:color w:val="000000"/>
        </w:rPr>
        <w:t xml:space="preserve">report to ERCOT in writing </w:t>
      </w:r>
      <w:r w:rsidR="00B500DC">
        <w:rPr>
          <w:color w:val="000000"/>
        </w:rPr>
        <w:t xml:space="preserve">indicating whether or not it has any contractual requirement in a non-ERCOT Control Area during </w:t>
      </w:r>
      <w:r>
        <w:rPr>
          <w:color w:val="000000"/>
        </w:rPr>
        <w:t xml:space="preserve">the </w:t>
      </w:r>
      <w:r w:rsidR="00B500DC">
        <w:rPr>
          <w:color w:val="000000"/>
        </w:rPr>
        <w:t xml:space="preserve">summer or winter </w:t>
      </w:r>
      <w:r w:rsidR="00AF4A46">
        <w:rPr>
          <w:color w:val="000000"/>
        </w:rPr>
        <w:t>Peak Load Seasons which</w:t>
      </w:r>
      <w:r>
        <w:rPr>
          <w:color w:val="000000"/>
        </w:rPr>
        <w:t xml:space="preserve"> </w:t>
      </w:r>
      <w:r w:rsidR="00B500DC">
        <w:rPr>
          <w:color w:val="000000"/>
        </w:rPr>
        <w:t xml:space="preserve">may cause </w:t>
      </w:r>
      <w:r>
        <w:rPr>
          <w:color w:val="000000"/>
        </w:rPr>
        <w:t xml:space="preserve">the identified capacity </w:t>
      </w:r>
      <w:r w:rsidR="00B500DC">
        <w:rPr>
          <w:color w:val="000000"/>
        </w:rPr>
        <w:t>to</w:t>
      </w:r>
      <w:r>
        <w:rPr>
          <w:color w:val="000000"/>
        </w:rPr>
        <w:t xml:space="preserve"> not be available to the ERCOT System </w:t>
      </w:r>
      <w:r w:rsidR="007E1826">
        <w:rPr>
          <w:color w:val="000000"/>
        </w:rPr>
        <w:t>for the subsequent ten years</w:t>
      </w:r>
      <w:r>
        <w:rPr>
          <w:color w:val="000000"/>
        </w:rPr>
        <w:t>.</w:t>
      </w:r>
      <w:r w:rsidR="00FA469C">
        <w:rPr>
          <w:color w:val="000000"/>
        </w:rPr>
        <w:t xml:space="preserve">  </w:t>
      </w:r>
      <w:r w:rsidR="00AF4A46">
        <w:rPr>
          <w:color w:val="000000"/>
        </w:rPr>
        <w:t xml:space="preserve">The initial </w:t>
      </w:r>
      <w:r w:rsidR="00AF4A46" w:rsidRPr="00127F54">
        <w:t xml:space="preserve">communication </w:t>
      </w:r>
      <w:r w:rsidR="00AF4A46">
        <w:rPr>
          <w:color w:val="000000"/>
        </w:rPr>
        <w:t>and subsequent updates to previously reported unavailable capacity</w:t>
      </w:r>
      <w:r w:rsidR="00AF4A46" w:rsidRPr="00127F54">
        <w:t xml:space="preserve"> shall be </w:t>
      </w:r>
      <w:r w:rsidR="00AF4A46">
        <w:t>filed with ERCOT as soon as possible, but in no event later than ten Business Days after the information is obtained</w:t>
      </w:r>
      <w:r w:rsidR="00AF4A46" w:rsidRPr="00127F54">
        <w:t>.</w:t>
      </w:r>
      <w:r w:rsidR="00AF4A46">
        <w:t xml:space="preserve">  The communications should reflect the Resource Entity’s best estimate of the required information at the time the filing is made.</w:t>
      </w:r>
      <w:r w:rsidR="00AF4A46" w:rsidRPr="00127F54">
        <w:t xml:space="preserve"> </w:t>
      </w:r>
      <w:r w:rsidR="00AF4A46">
        <w:t xml:space="preserve"> </w:t>
      </w:r>
      <w:r w:rsidR="00AF4A46" w:rsidRPr="00127F54">
        <w:t>ERCOT</w:t>
      </w:r>
      <w:r w:rsidR="00AF4A46">
        <w:rPr>
          <w:color w:val="000000"/>
        </w:rPr>
        <w:t xml:space="preserve"> shall use the provided data for preparation of the Report on Capacity, Demand and Reserves in the ERCOT Region and other planning purposes.</w:t>
      </w:r>
    </w:p>
    <w:p w14:paraId="50D432B4" w14:textId="77777777" w:rsidR="00FC1C5F" w:rsidRDefault="00727E32">
      <w:pPr>
        <w:pStyle w:val="H2"/>
      </w:pPr>
      <w:bookmarkStart w:id="312" w:name="_Toc71369194"/>
      <w:bookmarkStart w:id="313" w:name="_Toc71539410"/>
      <w:bookmarkStart w:id="314" w:name="_Toc390438949"/>
      <w:bookmarkStart w:id="315" w:name="_Toc405897646"/>
      <w:bookmarkStart w:id="316" w:name="_Toc415055750"/>
      <w:bookmarkStart w:id="317" w:name="_Toc415055876"/>
      <w:bookmarkStart w:id="318" w:name="_Toc415055975"/>
      <w:bookmarkStart w:id="319" w:name="_Toc415056076"/>
      <w:bookmarkStart w:id="320" w:name="_Toc34728490"/>
      <w:r>
        <w:t>16.6</w:t>
      </w:r>
      <w:r>
        <w:tab/>
        <w:t>Registration of Municipally Owned Utilities and Electric Cooperatives in the ERCOT Region</w:t>
      </w:r>
      <w:bookmarkEnd w:id="312"/>
      <w:bookmarkEnd w:id="313"/>
      <w:bookmarkEnd w:id="314"/>
      <w:bookmarkEnd w:id="315"/>
      <w:bookmarkEnd w:id="316"/>
      <w:bookmarkEnd w:id="317"/>
      <w:bookmarkEnd w:id="318"/>
      <w:bookmarkEnd w:id="319"/>
      <w:bookmarkEnd w:id="320"/>
    </w:p>
    <w:p w14:paraId="77AA0DA3" w14:textId="77777777" w:rsidR="00FC1C5F" w:rsidRDefault="00727E32">
      <w:pPr>
        <w:pStyle w:val="BodyTextNumbered"/>
      </w:pPr>
      <w:r>
        <w:t>(1)</w:t>
      </w:r>
      <w:r>
        <w:tab/>
        <w:t>Each Municipally Owned Utility (MOU) and Electric Cooperative (EC) shall register with ERCOT and sign the Agreements that apply to the functions it performs in the ERCOT Region, regardless of whether planning to be a Non-Opt-In Entity (NOIE) or a Competitive Retailer</w:t>
      </w:r>
      <w:r w:rsidR="00364DE6">
        <w:t xml:space="preserve"> (CR)</w:t>
      </w:r>
      <w:r>
        <w:t>.</w:t>
      </w:r>
    </w:p>
    <w:p w14:paraId="51DA15C8" w14:textId="77777777" w:rsidR="00FC1C5F" w:rsidRDefault="00727E32">
      <w:pPr>
        <w:pStyle w:val="BodyTextNumbered"/>
      </w:pPr>
      <w:r>
        <w:t>(2)</w:t>
      </w:r>
      <w:r>
        <w:tab/>
        <w:t xml:space="preserve">Each MOU and EC that decides to opt in shall register as a </w:t>
      </w:r>
      <w:r w:rsidR="00364DE6">
        <w:t>CR</w:t>
      </w:r>
      <w:r>
        <w:t xml:space="preserve"> and notify ERCOT of its intentions six months prior to opting in.  </w:t>
      </w:r>
    </w:p>
    <w:p w14:paraId="36828554" w14:textId="77777777" w:rsidR="00FC1C5F" w:rsidRDefault="00727E32">
      <w:pPr>
        <w:pStyle w:val="BodyTextNumbered"/>
      </w:pPr>
      <w:r>
        <w:t>(3)</w:t>
      </w:r>
      <w:r>
        <w:tab/>
        <w:t xml:space="preserve">Each MOU and EC shall designate a </w:t>
      </w:r>
      <w:r w:rsidR="00364DE6">
        <w:t>Qualified Scheduling Entity (</w:t>
      </w:r>
      <w:r>
        <w:t>QSE</w:t>
      </w:r>
      <w:r w:rsidR="00364DE6">
        <w:t>)</w:t>
      </w:r>
      <w:r>
        <w:t xml:space="preserve"> with ERCOT on its behalf.</w:t>
      </w:r>
    </w:p>
    <w:p w14:paraId="4841C207" w14:textId="77777777" w:rsidR="00FC1C5F" w:rsidRDefault="00727E32">
      <w:pPr>
        <w:pStyle w:val="BodyTextNumbered"/>
      </w:pPr>
      <w:r>
        <w:t>(4)</w:t>
      </w:r>
      <w:r>
        <w:tab/>
      </w:r>
      <w:r w:rsidR="00364DE6">
        <w:t xml:space="preserve">Each MOU and EC </w:t>
      </w:r>
      <w:r>
        <w:t xml:space="preserve">shall assign an </w:t>
      </w:r>
      <w:r w:rsidR="00364DE6">
        <w:t>Electric Service Identifier (</w:t>
      </w:r>
      <w:r>
        <w:t>ESI ID</w:t>
      </w:r>
      <w:r w:rsidR="00364DE6">
        <w:t>)</w:t>
      </w:r>
      <w:r>
        <w:t xml:space="preserve"> to each NOIE wholesale point of delivery as specified in these Protocols.  The ESI IDs must be assigned to a</w:t>
      </w:r>
      <w:r w:rsidR="00364DE6">
        <w:t xml:space="preserve"> Load Serving Entity (</w:t>
      </w:r>
      <w:r>
        <w:t>LSE</w:t>
      </w:r>
      <w:r w:rsidR="00364DE6">
        <w:t>)</w:t>
      </w:r>
      <w:r>
        <w:t>.</w:t>
      </w:r>
    </w:p>
    <w:p w14:paraId="1DBD7092" w14:textId="77777777" w:rsidR="00FC1C5F" w:rsidRDefault="00727E32">
      <w:pPr>
        <w:pStyle w:val="H2"/>
      </w:pPr>
      <w:bookmarkStart w:id="321" w:name="_Toc71369195"/>
      <w:bookmarkStart w:id="322" w:name="_Toc71539411"/>
      <w:bookmarkStart w:id="323" w:name="_Toc390438950"/>
      <w:bookmarkStart w:id="324" w:name="_Toc405897647"/>
      <w:bookmarkStart w:id="325" w:name="_Toc415055751"/>
      <w:bookmarkStart w:id="326" w:name="_Toc415055877"/>
      <w:bookmarkStart w:id="327" w:name="_Toc415055976"/>
      <w:bookmarkStart w:id="328" w:name="_Toc415056077"/>
      <w:bookmarkStart w:id="329" w:name="_Toc34728491"/>
      <w:r>
        <w:t>16.7</w:t>
      </w:r>
      <w:r>
        <w:tab/>
        <w:t>Registration of Renewable Energy Credit Account Holders</w:t>
      </w:r>
      <w:bookmarkEnd w:id="321"/>
      <w:bookmarkEnd w:id="322"/>
      <w:bookmarkEnd w:id="323"/>
      <w:bookmarkEnd w:id="324"/>
      <w:bookmarkEnd w:id="325"/>
      <w:bookmarkEnd w:id="326"/>
      <w:bookmarkEnd w:id="327"/>
      <w:bookmarkEnd w:id="328"/>
      <w:bookmarkEnd w:id="329"/>
    </w:p>
    <w:p w14:paraId="07944558" w14:textId="77777777" w:rsidR="00FC1C5F" w:rsidRDefault="00853D39" w:rsidP="009F10FE">
      <w:pPr>
        <w:pStyle w:val="BodyText"/>
        <w:ind w:left="720" w:hanging="720"/>
      </w:pPr>
      <w:r>
        <w:t>(1)</w:t>
      </w:r>
      <w:r>
        <w:tab/>
      </w:r>
      <w:r w:rsidR="00727E32">
        <w:t>Each Entity intending to participate in the Renewable Energy Credit (REC) program shall register with ERCOT and execute a Market Participant Agreement (as provided in Section 22, Attachment A, Standard Form Market Participant Agreement) prior to participation in the REC program.</w:t>
      </w:r>
    </w:p>
    <w:p w14:paraId="5E34EC33" w14:textId="77777777" w:rsidR="00FC1C5F" w:rsidRDefault="00727E32">
      <w:pPr>
        <w:pStyle w:val="H2"/>
        <w:spacing w:after="120"/>
        <w:ind w:left="0" w:firstLine="0"/>
      </w:pPr>
      <w:bookmarkStart w:id="330" w:name="_Toc71369196"/>
      <w:bookmarkStart w:id="331" w:name="_Toc71539412"/>
      <w:bookmarkStart w:id="332" w:name="_Toc390438951"/>
      <w:bookmarkStart w:id="333" w:name="_Toc405897648"/>
      <w:bookmarkStart w:id="334" w:name="_Toc415055752"/>
      <w:bookmarkStart w:id="335" w:name="_Toc415055878"/>
      <w:bookmarkStart w:id="336" w:name="_Toc415055977"/>
      <w:bookmarkStart w:id="337" w:name="_Toc415056078"/>
      <w:bookmarkStart w:id="338" w:name="_Toc34728492"/>
      <w:r>
        <w:t>16.8</w:t>
      </w:r>
      <w:r>
        <w:tab/>
        <w:t>Registration and Qualification of Congestion Revenue Rights Account Holders</w:t>
      </w:r>
      <w:bookmarkEnd w:id="330"/>
      <w:bookmarkEnd w:id="331"/>
      <w:bookmarkEnd w:id="332"/>
      <w:bookmarkEnd w:id="333"/>
      <w:bookmarkEnd w:id="334"/>
      <w:bookmarkEnd w:id="335"/>
      <w:bookmarkEnd w:id="336"/>
      <w:bookmarkEnd w:id="337"/>
      <w:bookmarkEnd w:id="338"/>
    </w:p>
    <w:p w14:paraId="2F565950" w14:textId="77777777" w:rsidR="00FC1C5F" w:rsidRDefault="00727E32" w:rsidP="00FC1C5F">
      <w:pPr>
        <w:pStyle w:val="H3"/>
      </w:pPr>
      <w:bookmarkStart w:id="339" w:name="_Toc390438952"/>
      <w:bookmarkStart w:id="340" w:name="_Toc405897649"/>
      <w:bookmarkStart w:id="341" w:name="_Toc415055753"/>
      <w:bookmarkStart w:id="342" w:name="_Toc415055879"/>
      <w:bookmarkStart w:id="343" w:name="_Toc415055978"/>
      <w:bookmarkStart w:id="344" w:name="_Toc415056079"/>
      <w:bookmarkStart w:id="345" w:name="_Toc34728493"/>
      <w:r>
        <w:t>16.8.1</w:t>
      </w:r>
      <w:r>
        <w:tab/>
        <w:t>Criteria for Qualification as a CRR Account Holder</w:t>
      </w:r>
      <w:bookmarkEnd w:id="339"/>
      <w:bookmarkEnd w:id="340"/>
      <w:bookmarkEnd w:id="341"/>
      <w:bookmarkEnd w:id="342"/>
      <w:bookmarkEnd w:id="343"/>
      <w:bookmarkEnd w:id="344"/>
      <w:bookmarkEnd w:id="345"/>
      <w:r>
        <w:t xml:space="preserve"> </w:t>
      </w:r>
    </w:p>
    <w:p w14:paraId="1EAD2469" w14:textId="77777777" w:rsidR="00FC1C5F" w:rsidRDefault="00727E32">
      <w:pPr>
        <w:pStyle w:val="BodyTextNumbered"/>
      </w:pPr>
      <w:r>
        <w:t>(1)</w:t>
      </w:r>
      <w:r>
        <w:tab/>
        <w:t xml:space="preserve">To become and remain a </w:t>
      </w:r>
      <w:r w:rsidR="0097211A">
        <w:t>Congestion Revenue Right (</w:t>
      </w:r>
      <w:r>
        <w:t>CRR</w:t>
      </w:r>
      <w:r w:rsidR="0097211A">
        <w:t>)</w:t>
      </w:r>
      <w:r>
        <w:t xml:space="preserve"> Account Holder, an Entity must meet the following requirements: </w:t>
      </w:r>
    </w:p>
    <w:p w14:paraId="735A9B85" w14:textId="77777777" w:rsidR="00FC1C5F" w:rsidRDefault="00727E32">
      <w:pPr>
        <w:pStyle w:val="List"/>
      </w:pPr>
      <w:r>
        <w:t>(a)</w:t>
      </w:r>
      <w:r>
        <w:tab/>
        <w:t>Submit a properly completed CRR Account Holder application</w:t>
      </w:r>
      <w:r w:rsidR="00B35DA1" w:rsidRPr="00A35A89">
        <w:t xml:space="preserve"> (</w:t>
      </w:r>
      <w:r w:rsidR="00B35DA1">
        <w:t>Section 23, Form A, Congestion Revenue Right (CRR) Account Holder Application for Registration)</w:t>
      </w:r>
      <w:r>
        <w:t xml:space="preserve"> for qualification, including any applicable fee and including designation of  “Authorized Representatives,” each of whom is responsible for administrative communications with the CRR Account Holder and each of whom has enough authority to commit and bind the CRR Account Holder;</w:t>
      </w:r>
    </w:p>
    <w:p w14:paraId="760D332D" w14:textId="77777777" w:rsidR="00FC1C5F" w:rsidRDefault="00727E32">
      <w:pPr>
        <w:pStyle w:val="List"/>
      </w:pPr>
      <w:r>
        <w:t>(b)</w:t>
      </w:r>
      <w:r>
        <w:tab/>
        <w:t xml:space="preserve">Sign a CRR Account Holder Agreement; </w:t>
      </w:r>
    </w:p>
    <w:p w14:paraId="73713AE8" w14:textId="77777777" w:rsidR="00FC1C5F" w:rsidRDefault="00727E32">
      <w:pPr>
        <w:pStyle w:val="List"/>
      </w:pPr>
      <w:r>
        <w:t>(c)</w:t>
      </w:r>
      <w:r>
        <w:tab/>
        <w:t>Sign any required Agreements relating to use of the ERCOT network, software, and systems;</w:t>
      </w:r>
    </w:p>
    <w:p w14:paraId="59EDD655" w14:textId="77777777" w:rsidR="00FC1C5F" w:rsidRDefault="00727E32">
      <w:pPr>
        <w:pStyle w:val="List"/>
      </w:pPr>
      <w:r>
        <w:t>(d)</w:t>
      </w:r>
      <w:r>
        <w:tab/>
        <w:t xml:space="preserve">Demonstrate to ERCOT’s reasonable satisfaction that the Entity is capable of performing the functions of a CRR Account Holder; </w:t>
      </w:r>
    </w:p>
    <w:p w14:paraId="1444650E" w14:textId="77777777" w:rsidR="00FC1C5F" w:rsidRDefault="00727E32">
      <w:pPr>
        <w:pStyle w:val="List"/>
      </w:pPr>
      <w:r>
        <w:t>(e)</w:t>
      </w:r>
      <w:r>
        <w:tab/>
        <w:t xml:space="preserve">Demonstrate to ERCOT’s reasonable satisfaction that the Entity is capable of complying with the requirements of all ERCOT Protocols and Operating Guides; </w:t>
      </w:r>
    </w:p>
    <w:p w14:paraId="1EE58C53" w14:textId="77777777" w:rsidR="00FC1C5F" w:rsidRDefault="00727E32">
      <w:pPr>
        <w:pStyle w:val="List"/>
      </w:pPr>
      <w:r>
        <w:t>(f)</w:t>
      </w:r>
      <w:r>
        <w:tab/>
        <w:t>Satisfy ERCOT’s creditworthiness requirements as set forth in this Section;</w:t>
      </w:r>
    </w:p>
    <w:p w14:paraId="67451581" w14:textId="77777777" w:rsidR="00FC1C5F" w:rsidRDefault="00727E32">
      <w:pPr>
        <w:pStyle w:val="List"/>
      </w:pPr>
      <w:r>
        <w:t>(g)</w:t>
      </w:r>
      <w:r>
        <w:tab/>
        <w:t>Be generally able to pay its debts as they come due; ERCOT may request evidence of compliance with this qualification only if ERCOT reasonably believes that a CRR Account Holder is failing to comply with it;</w:t>
      </w:r>
    </w:p>
    <w:p w14:paraId="6056EF65" w14:textId="77777777" w:rsidR="00FC1C5F" w:rsidRDefault="00727E32">
      <w:pPr>
        <w:pStyle w:val="List"/>
      </w:pPr>
      <w:r>
        <w:t>(h)</w:t>
      </w:r>
      <w:r>
        <w:tab/>
        <w:t xml:space="preserve">Provide all necessary bank account information and arrange for </w:t>
      </w:r>
      <w:proofErr w:type="spellStart"/>
      <w:r>
        <w:t>Fedwire</w:t>
      </w:r>
      <w:proofErr w:type="spellEnd"/>
      <w:r>
        <w:t xml:space="preserve"> system transfers for two-way confirmation; </w:t>
      </w:r>
    </w:p>
    <w:p w14:paraId="022AE75D" w14:textId="77777777" w:rsidR="00FC1C5F" w:rsidRDefault="00727E32">
      <w:pPr>
        <w:pStyle w:val="List"/>
      </w:pPr>
      <w:r>
        <w:t>(</w:t>
      </w:r>
      <w:proofErr w:type="spellStart"/>
      <w:r>
        <w:t>i</w:t>
      </w:r>
      <w:proofErr w:type="spellEnd"/>
      <w:r>
        <w:t>)</w:t>
      </w:r>
      <w:r>
        <w:tab/>
        <w:t xml:space="preserve">Be financially responsible for payment of its </w:t>
      </w:r>
      <w:r w:rsidR="00B35DA1">
        <w:t>S</w:t>
      </w:r>
      <w:r>
        <w:t>ettlement charges under these Protocols; and</w:t>
      </w:r>
    </w:p>
    <w:p w14:paraId="42FA7CF4" w14:textId="77777777" w:rsidR="00FC1C5F" w:rsidRDefault="00727E32">
      <w:pPr>
        <w:pStyle w:val="List"/>
      </w:pPr>
      <w:r>
        <w:t xml:space="preserve">(j) </w:t>
      </w:r>
      <w:r>
        <w:tab/>
        <w:t xml:space="preserve">Not be an unbundled </w:t>
      </w:r>
      <w:r w:rsidR="0097211A">
        <w:t>Transmission Service Provider (</w:t>
      </w:r>
      <w:r>
        <w:t>TSP</w:t>
      </w:r>
      <w:r w:rsidR="0097211A">
        <w:t>)</w:t>
      </w:r>
      <w:r>
        <w:t xml:space="preserve">, </w:t>
      </w:r>
      <w:r w:rsidR="0097211A">
        <w:t>Distribution Service Provider (</w:t>
      </w:r>
      <w:r>
        <w:t>DSP</w:t>
      </w:r>
      <w:r w:rsidR="0097211A">
        <w:t>)</w:t>
      </w:r>
      <w:r>
        <w:t>, or an ERCOT employee.</w:t>
      </w:r>
    </w:p>
    <w:p w14:paraId="1E986FE4" w14:textId="77777777" w:rsidR="00FC1C5F" w:rsidRDefault="00727E32">
      <w:pPr>
        <w:pStyle w:val="BodyText"/>
        <w:ind w:left="720" w:hanging="720"/>
      </w:pPr>
      <w:r>
        <w:t>(2)</w:t>
      </w:r>
      <w:r>
        <w:tab/>
        <w:t xml:space="preserve">A CRR Account Holder shall promptly notify ERCOT of any change that materially affects the Entity’s ability to satisfy the criteria set forth above, and of any material change in the information provided by the CRR Account Holder to ERCOT that may adversely affect the financial security of ERCOT.  If the CRR Account Holder fails to so notify ERCOT within one day after the change, then ERCOT may refuse to allow the CRR Account Holder to perform as a CRR Account Holder and may take any other action ERCOT deems appropriate, in its sole discretion, to prevent ERCOT or Market Participants from bearing potential or actual risks, financial or otherwise, arising from those changes, and in accordance with these Protocols. </w:t>
      </w:r>
    </w:p>
    <w:p w14:paraId="590940BD" w14:textId="77777777" w:rsidR="00FC1C5F" w:rsidRDefault="00727E32" w:rsidP="00D36347">
      <w:pPr>
        <w:spacing w:after="240"/>
        <w:ind w:left="720" w:hanging="720"/>
      </w:pPr>
      <w:r>
        <w:t>(3)</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5305745E" w14:textId="77777777" w:rsidR="00FC1C5F" w:rsidRDefault="00727E32">
      <w:pPr>
        <w:pStyle w:val="H3"/>
      </w:pPr>
      <w:bookmarkStart w:id="346" w:name="_Toc390438953"/>
      <w:bookmarkStart w:id="347" w:name="_Toc405897650"/>
      <w:bookmarkStart w:id="348" w:name="_Toc415055754"/>
      <w:bookmarkStart w:id="349" w:name="_Toc415055880"/>
      <w:bookmarkStart w:id="350" w:name="_Toc415055979"/>
      <w:bookmarkStart w:id="351" w:name="_Toc415056080"/>
      <w:bookmarkStart w:id="352" w:name="_Toc34728494"/>
      <w:r>
        <w:t>16.8.2</w:t>
      </w:r>
      <w:r>
        <w:tab/>
        <w:t>CRR Account Holder Application Process</w:t>
      </w:r>
      <w:bookmarkEnd w:id="346"/>
      <w:bookmarkEnd w:id="347"/>
      <w:bookmarkEnd w:id="348"/>
      <w:bookmarkEnd w:id="349"/>
      <w:bookmarkEnd w:id="350"/>
      <w:bookmarkEnd w:id="351"/>
      <w:bookmarkEnd w:id="352"/>
      <w:r>
        <w:t xml:space="preserve">  </w:t>
      </w:r>
    </w:p>
    <w:p w14:paraId="134E0E98" w14:textId="77777777" w:rsidR="00FC1C5F" w:rsidRDefault="00853D39" w:rsidP="009F10FE">
      <w:pPr>
        <w:pStyle w:val="BodyText"/>
        <w:ind w:left="720" w:hanging="720"/>
      </w:pPr>
      <w:r>
        <w:t>(1)</w:t>
      </w:r>
      <w:r>
        <w:tab/>
      </w:r>
      <w:r w:rsidR="00727E32">
        <w:t>To register as a CRR Account Holder, an applicant must submit to ERCOT a completed CRR Account Holder application</w:t>
      </w:r>
      <w:r w:rsidR="00B35DA1">
        <w:t xml:space="preserve"> (Section 23, Form A)</w:t>
      </w:r>
      <w:r w:rsidR="00727E32">
        <w:t xml:space="preserve"> and any applicable fee.  ERCOT shall post on the </w:t>
      </w:r>
      <w:r w:rsidR="0097211A">
        <w:t>Market Information System (</w:t>
      </w:r>
      <w:r w:rsidR="00727E32">
        <w:t>MIS</w:t>
      </w:r>
      <w:r w:rsidR="0097211A">
        <w:t>)</w:t>
      </w:r>
      <w:r w:rsidR="00727E32">
        <w:t xml:space="preserve"> Public Area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MIS Public Area.  The application must be submitted at least 15 days before the first day of participation in the CRR Auction process or purchase of CRRs.</w:t>
      </w:r>
    </w:p>
    <w:p w14:paraId="3492ABE5" w14:textId="77777777" w:rsidR="00FC1C5F" w:rsidRPr="00D63F95" w:rsidRDefault="00727E32">
      <w:pPr>
        <w:pStyle w:val="H4"/>
        <w:rPr>
          <w:b/>
        </w:rPr>
      </w:pPr>
      <w:bookmarkStart w:id="353" w:name="_Toc390438954"/>
      <w:bookmarkStart w:id="354" w:name="_Toc405897651"/>
      <w:bookmarkStart w:id="355" w:name="_Toc415055755"/>
      <w:bookmarkStart w:id="356" w:name="_Toc415055881"/>
      <w:bookmarkStart w:id="357" w:name="_Toc415055980"/>
      <w:bookmarkStart w:id="358" w:name="_Toc415056081"/>
      <w:bookmarkStart w:id="359" w:name="_Toc34728495"/>
      <w:r w:rsidRPr="00D63F95">
        <w:rPr>
          <w:b/>
        </w:rPr>
        <w:t>16.8.2.1</w:t>
      </w:r>
      <w:r w:rsidRPr="00D63F95">
        <w:rPr>
          <w:b/>
        </w:rPr>
        <w:tab/>
        <w:t>Notice of Receipt of CRR Account Holder Application</w:t>
      </w:r>
      <w:bookmarkEnd w:id="353"/>
      <w:bookmarkEnd w:id="354"/>
      <w:bookmarkEnd w:id="355"/>
      <w:bookmarkEnd w:id="356"/>
      <w:bookmarkEnd w:id="357"/>
      <w:bookmarkEnd w:id="358"/>
      <w:bookmarkEnd w:id="359"/>
    </w:p>
    <w:p w14:paraId="79D93F63" w14:textId="77777777" w:rsidR="00FC1C5F" w:rsidRDefault="00853D39" w:rsidP="009F10FE">
      <w:pPr>
        <w:pStyle w:val="BodyText"/>
        <w:ind w:left="720" w:hanging="720"/>
      </w:pPr>
      <w:r>
        <w:t>(1)</w:t>
      </w:r>
      <w:r>
        <w:tab/>
      </w:r>
      <w:r w:rsidR="00727E32">
        <w:t>Within three Business Days after receiving a CRR Account Holder application, ERCOT shall issue to the applicant a written confirmation that ERCOT has received the CRR Account Holder application.  ERCOT shall return without review any CRR Account Holder application that does not include the proper application fee.  The remainder of this Section does not apply to any CRR Account Holder application returned for failure to include the proper application fee.</w:t>
      </w:r>
    </w:p>
    <w:p w14:paraId="1E61B8F2" w14:textId="77777777" w:rsidR="00FC1C5F" w:rsidRPr="00D63F95" w:rsidRDefault="00727E32">
      <w:pPr>
        <w:pStyle w:val="H4"/>
        <w:rPr>
          <w:b/>
        </w:rPr>
      </w:pPr>
      <w:bookmarkStart w:id="360" w:name="_Toc390438955"/>
      <w:bookmarkStart w:id="361" w:name="_Toc405897652"/>
      <w:bookmarkStart w:id="362" w:name="_Toc415055756"/>
      <w:bookmarkStart w:id="363" w:name="_Toc415055882"/>
      <w:bookmarkStart w:id="364" w:name="_Toc415055981"/>
      <w:bookmarkStart w:id="365" w:name="_Toc415056082"/>
      <w:bookmarkStart w:id="366" w:name="_Toc34728496"/>
      <w:r w:rsidRPr="00D63F95">
        <w:rPr>
          <w:b/>
        </w:rPr>
        <w:t>16.8.2.2</w:t>
      </w:r>
      <w:r w:rsidRPr="00D63F95">
        <w:rPr>
          <w:b/>
        </w:rPr>
        <w:tab/>
        <w:t>Incomplete Applications</w:t>
      </w:r>
      <w:bookmarkEnd w:id="360"/>
      <w:bookmarkEnd w:id="361"/>
      <w:bookmarkEnd w:id="362"/>
      <w:bookmarkEnd w:id="363"/>
      <w:bookmarkEnd w:id="364"/>
      <w:bookmarkEnd w:id="365"/>
      <w:bookmarkEnd w:id="366"/>
      <w:r w:rsidRPr="00D63F95">
        <w:rPr>
          <w:b/>
        </w:rPr>
        <w:t xml:space="preserve">  </w:t>
      </w:r>
    </w:p>
    <w:p w14:paraId="2600D8AF" w14:textId="77777777" w:rsidR="00FC1C5F" w:rsidRDefault="00727E32">
      <w:pPr>
        <w:pStyle w:val="BodyTextNumbered"/>
      </w:pPr>
      <w:r>
        <w:t>(1)</w:t>
      </w:r>
      <w:r>
        <w:tab/>
        <w:t>Within ten Business Days after receiving a CRR Account Holder application, ERCOT shall notify the applicant in writing if the application is incomplete.  If ERCOT fails to notify the applicant that the application is incomplete within ten Business Days, then the application is considered complete as of the date ERCOT received it.</w:t>
      </w:r>
    </w:p>
    <w:p w14:paraId="098570F8" w14:textId="77777777" w:rsidR="00FC1C5F" w:rsidRDefault="00727E32">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  If the applicant responds to the notice within the allotted time, then the CRR Account Holder application is considered complete on the date that ERCOT received the complete additional information from the applicant.</w:t>
      </w:r>
    </w:p>
    <w:p w14:paraId="5F4B80D5" w14:textId="77777777" w:rsidR="00FC1C5F" w:rsidRDefault="00727E32">
      <w:pPr>
        <w:pStyle w:val="BodyTextNumbered"/>
      </w:pPr>
      <w:r>
        <w:t>(3)</w:t>
      </w:r>
      <w:r>
        <w:tab/>
        <w:t>If the applicant does not respond to the incompletion notice within the time allotted, ERCOT shall reject the application and shall notify the applicant using the procedures below.</w:t>
      </w:r>
    </w:p>
    <w:p w14:paraId="6E9A41B2" w14:textId="77777777" w:rsidR="00FC1C5F" w:rsidRPr="00D63F95" w:rsidRDefault="00727E32">
      <w:pPr>
        <w:pStyle w:val="H4"/>
        <w:rPr>
          <w:b/>
        </w:rPr>
      </w:pPr>
      <w:bookmarkStart w:id="367" w:name="_Toc390438956"/>
      <w:bookmarkStart w:id="368" w:name="_Toc405897653"/>
      <w:bookmarkStart w:id="369" w:name="_Toc415055757"/>
      <w:bookmarkStart w:id="370" w:name="_Toc415055883"/>
      <w:bookmarkStart w:id="371" w:name="_Toc415055982"/>
      <w:bookmarkStart w:id="372" w:name="_Toc415056083"/>
      <w:bookmarkStart w:id="373" w:name="_Toc34728497"/>
      <w:r w:rsidRPr="00D63F95">
        <w:rPr>
          <w:b/>
        </w:rPr>
        <w:t>16.8.2.3</w:t>
      </w:r>
      <w:r w:rsidRPr="00D63F95">
        <w:rPr>
          <w:b/>
        </w:rPr>
        <w:tab/>
        <w:t>ERCOT Approval or Rejection of CRR Account Holder Application</w:t>
      </w:r>
      <w:bookmarkEnd w:id="367"/>
      <w:bookmarkEnd w:id="368"/>
      <w:bookmarkEnd w:id="369"/>
      <w:bookmarkEnd w:id="370"/>
      <w:bookmarkEnd w:id="371"/>
      <w:bookmarkEnd w:id="372"/>
      <w:bookmarkEnd w:id="373"/>
    </w:p>
    <w:p w14:paraId="2ED72D18" w14:textId="77777777" w:rsidR="00FC1C5F" w:rsidRDefault="00727E32">
      <w:pPr>
        <w:pStyle w:val="BodyTextNumbered"/>
      </w:pPr>
      <w:r>
        <w:t>(1)</w:t>
      </w:r>
      <w:r>
        <w:tab/>
        <w:t>ERCOT may reject a CRR Account Holder application within ten Business Days after the application has been deemed complete in accordance with this Section.  If ERCOT does not reject the CRR Account Holder application within ten Business days after the application is deemed complete then the application is deemed approved.</w:t>
      </w:r>
    </w:p>
    <w:p w14:paraId="0FE9CD0F" w14:textId="77777777" w:rsidR="00FC1C5F" w:rsidRDefault="00727E32">
      <w:pPr>
        <w:pStyle w:val="BodyTextNumbered"/>
      </w:pPr>
      <w:r>
        <w:t>(2)</w:t>
      </w:r>
      <w:r>
        <w:tab/>
        <w:t>If ERCOT rejects a CRR Account Holder application, ERCOT shall send the applicant a rejection letter explaining the grounds upon which ERCOT rejected the CRR Account Holder application.  Appropriate grounds for rejecting a CRR Account Holder application include the following:</w:t>
      </w:r>
    </w:p>
    <w:p w14:paraId="176C7C0A" w14:textId="77777777" w:rsidR="00FC1C5F" w:rsidRDefault="00727E32">
      <w:pPr>
        <w:pStyle w:val="List"/>
      </w:pPr>
      <w:r>
        <w:t>(a)</w:t>
      </w:r>
      <w:r>
        <w:tab/>
        <w:t>Required information is not provided to ERCOT in the allotted time;</w:t>
      </w:r>
    </w:p>
    <w:p w14:paraId="37DF38F7" w14:textId="77777777" w:rsidR="00FC1C5F" w:rsidRDefault="00727E32">
      <w:pPr>
        <w:pStyle w:val="List"/>
      </w:pPr>
      <w:r>
        <w:t>(b)</w:t>
      </w:r>
      <w:r>
        <w:tab/>
        <w:t>Noncompliance with technical requirements; and</w:t>
      </w:r>
    </w:p>
    <w:p w14:paraId="09993174" w14:textId="77777777" w:rsidR="00FC1C5F" w:rsidRDefault="00727E32">
      <w:pPr>
        <w:pStyle w:val="List"/>
      </w:pPr>
      <w:r>
        <w:t>(c)</w:t>
      </w:r>
      <w:r>
        <w:tab/>
        <w:t>Noncompliance with other specific eligibility requirements in this Section or in any other Protocols.</w:t>
      </w:r>
    </w:p>
    <w:p w14:paraId="550ADAD3" w14:textId="77777777" w:rsidR="00FC1C5F" w:rsidRDefault="00727E32">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C79A686" w14:textId="77777777" w:rsidR="00FC1C5F" w:rsidRDefault="00727E32">
      <w:pPr>
        <w:pStyle w:val="BodyTextNumbered"/>
      </w:pPr>
      <w:r>
        <w:t>(4)</w:t>
      </w:r>
      <w:r>
        <w:tab/>
        <w:t>If ERCOT does not reject the CRR Account Holder application within ten Business Days after the application has been deemed complete under this Section, ERCOT shall send  the applicant, a CRR Account Holder Agreement and any other required agreements relating to use of the ERCOT network, software, and systems for the applicant’s signature.</w:t>
      </w:r>
    </w:p>
    <w:p w14:paraId="01F61C4E" w14:textId="77777777" w:rsidR="00FC1C5F" w:rsidRDefault="00727E32">
      <w:pPr>
        <w:pStyle w:val="H3"/>
      </w:pPr>
      <w:bookmarkStart w:id="374" w:name="_Toc390438957"/>
      <w:bookmarkStart w:id="375" w:name="_Toc405897654"/>
      <w:bookmarkStart w:id="376" w:name="_Toc415055758"/>
      <w:bookmarkStart w:id="377" w:name="_Toc415055884"/>
      <w:bookmarkStart w:id="378" w:name="_Toc415055983"/>
      <w:bookmarkStart w:id="379" w:name="_Toc415056084"/>
      <w:bookmarkStart w:id="380" w:name="_Toc34728498"/>
      <w:r>
        <w:t>16.8.3</w:t>
      </w:r>
      <w:r>
        <w:tab/>
        <w:t>Remaining Steps for CRR Account Holder Registration</w:t>
      </w:r>
      <w:bookmarkEnd w:id="374"/>
      <w:bookmarkEnd w:id="375"/>
      <w:bookmarkEnd w:id="376"/>
      <w:bookmarkEnd w:id="377"/>
      <w:bookmarkEnd w:id="378"/>
      <w:bookmarkEnd w:id="379"/>
      <w:bookmarkEnd w:id="380"/>
    </w:p>
    <w:p w14:paraId="59A88399" w14:textId="77777777" w:rsidR="00FC1C5F" w:rsidRDefault="00853D39" w:rsidP="009F10FE">
      <w:pPr>
        <w:pStyle w:val="ListIntroduction"/>
        <w:ind w:left="720" w:hanging="720"/>
      </w:pPr>
      <w:r>
        <w:rPr>
          <w:lang w:val="en-US"/>
        </w:rPr>
        <w:t>(1)</w:t>
      </w:r>
      <w:r>
        <w:rPr>
          <w:lang w:val="en-US"/>
        </w:rPr>
        <w:tab/>
      </w:r>
      <w:r w:rsidR="00727E32">
        <w:t>After a CRR Account Holder application is deemed approved under Section 16.8.2.3, ERCOT Approval or Rejection of CRR Account Holder Application, the applicant shall coordinate or perform the following:</w:t>
      </w:r>
    </w:p>
    <w:p w14:paraId="30CD6551" w14:textId="77777777" w:rsidR="00FC1C5F" w:rsidRDefault="00727E32">
      <w:pPr>
        <w:pStyle w:val="List"/>
      </w:pPr>
      <w:r>
        <w:t>(a)</w:t>
      </w:r>
      <w:r>
        <w:tab/>
        <w:t>Return the signed CRR Account Holder Agreement and other related agreements to ERCOT; and</w:t>
      </w:r>
    </w:p>
    <w:p w14:paraId="52B4B203" w14:textId="77777777" w:rsidR="00FC1C5F" w:rsidRDefault="00727E32">
      <w:pPr>
        <w:pStyle w:val="List"/>
      </w:pPr>
      <w:r>
        <w:t>(b)</w:t>
      </w:r>
      <w:r>
        <w:tab/>
        <w:t>Demonstrate compliance with security and financial requirements.</w:t>
      </w:r>
    </w:p>
    <w:p w14:paraId="791DF1E8" w14:textId="77777777" w:rsidR="00FC1C5F" w:rsidRDefault="00727E32">
      <w:pPr>
        <w:pStyle w:val="Heading4"/>
        <w:numPr>
          <w:ilvl w:val="0"/>
          <w:numId w:val="0"/>
        </w:numPr>
        <w:tabs>
          <w:tab w:val="left" w:pos="1620"/>
        </w:tabs>
      </w:pPr>
      <w:bookmarkStart w:id="381" w:name="_Toc390438958"/>
      <w:bookmarkStart w:id="382" w:name="_Toc405897655"/>
      <w:bookmarkStart w:id="383" w:name="_Toc415055759"/>
      <w:bookmarkStart w:id="384" w:name="_Toc415055885"/>
      <w:bookmarkStart w:id="385" w:name="_Toc415055984"/>
      <w:bookmarkStart w:id="386" w:name="_Toc415056085"/>
      <w:bookmarkStart w:id="387" w:name="_Toc34728499"/>
      <w:r>
        <w:t>16.8.3.1</w:t>
      </w:r>
      <w:r>
        <w:tab/>
        <w:t>Maintaining and Updating CRR Account Holder Information</w:t>
      </w:r>
      <w:bookmarkEnd w:id="381"/>
      <w:bookmarkEnd w:id="382"/>
      <w:bookmarkEnd w:id="383"/>
      <w:bookmarkEnd w:id="384"/>
      <w:bookmarkEnd w:id="385"/>
      <w:bookmarkEnd w:id="386"/>
      <w:bookmarkEnd w:id="387"/>
      <w:r>
        <w:t xml:space="preserve"> </w:t>
      </w:r>
    </w:p>
    <w:p w14:paraId="0CD642CD" w14:textId="77777777" w:rsidR="00FC1C5F" w:rsidRDefault="00853D39" w:rsidP="009F10FE">
      <w:pPr>
        <w:pStyle w:val="ListIntroduction"/>
        <w:ind w:left="720" w:hanging="720"/>
      </w:pPr>
      <w:r>
        <w:rPr>
          <w:lang w:val="en-US"/>
        </w:rPr>
        <w:t>(1)</w:t>
      </w:r>
      <w:r>
        <w:rPr>
          <w:lang w:val="en-US"/>
        </w:rPr>
        <w:tab/>
      </w:r>
      <w:r w:rsidR="00727E32">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12CD6D25" w14:textId="77777777" w:rsidR="00FC1C5F" w:rsidRDefault="00727E32">
      <w:pPr>
        <w:pStyle w:val="List"/>
      </w:pPr>
      <w:r>
        <w:t>(a)</w:t>
      </w:r>
      <w:r>
        <w:tab/>
        <w:t>The CRR Account Holder’s addresses;</w:t>
      </w:r>
    </w:p>
    <w:p w14:paraId="6DE0E088" w14:textId="77777777" w:rsidR="00FC1C5F" w:rsidRDefault="00727E32">
      <w:pPr>
        <w:pStyle w:val="List"/>
      </w:pPr>
      <w:r>
        <w:t>(b)</w:t>
      </w:r>
      <w:r>
        <w:tab/>
        <w:t>A list of Affiliates; and</w:t>
      </w:r>
    </w:p>
    <w:p w14:paraId="6712B52B" w14:textId="77777777" w:rsidR="00FC1C5F" w:rsidRDefault="00727E32">
      <w:pPr>
        <w:pStyle w:val="List"/>
      </w:pPr>
      <w:r>
        <w:t>(c)</w:t>
      </w:r>
      <w:r>
        <w:tab/>
        <w:t xml:space="preserve">Designation of the CRR Account Holder’s officers, directors, Authorized Representatives, Credit Contacts, and User Security Administrator (all per the CRR Account Holder application) including the addresses (if different), telephone and facsimile numbers, and e-mail addresses for those persons. </w:t>
      </w:r>
    </w:p>
    <w:p w14:paraId="53BD24E3" w14:textId="77777777" w:rsidR="00FC1C5F" w:rsidRDefault="00727E32">
      <w:pPr>
        <w:pStyle w:val="H2"/>
      </w:pPr>
      <w:bookmarkStart w:id="388" w:name="_Toc390438959"/>
      <w:bookmarkStart w:id="389" w:name="_Toc405897656"/>
      <w:bookmarkStart w:id="390" w:name="_Toc415055760"/>
      <w:bookmarkStart w:id="391" w:name="_Toc415055886"/>
      <w:bookmarkStart w:id="392" w:name="_Toc415055985"/>
      <w:bookmarkStart w:id="393" w:name="_Toc415056086"/>
      <w:bookmarkStart w:id="394" w:name="_Toc71369199"/>
      <w:bookmarkStart w:id="395" w:name="_Toc71539414"/>
      <w:bookmarkStart w:id="396" w:name="_Toc34728500"/>
      <w:r>
        <w:t>16.9</w:t>
      </w:r>
      <w:r>
        <w:tab/>
        <w:t>Resources Providing Reliability Must-Run Service</w:t>
      </w:r>
      <w:bookmarkEnd w:id="388"/>
      <w:bookmarkEnd w:id="389"/>
      <w:bookmarkEnd w:id="390"/>
      <w:bookmarkEnd w:id="391"/>
      <w:bookmarkEnd w:id="392"/>
      <w:bookmarkEnd w:id="393"/>
      <w:bookmarkEnd w:id="396"/>
    </w:p>
    <w:p w14:paraId="1A3CF262" w14:textId="77777777" w:rsidR="00FC1C5F" w:rsidRDefault="00853D39" w:rsidP="009F10FE">
      <w:pPr>
        <w:pStyle w:val="BodyText"/>
        <w:ind w:left="720" w:hanging="720"/>
      </w:pPr>
      <w:r>
        <w:t>(1)</w:t>
      </w:r>
      <w:r>
        <w:tab/>
      </w:r>
      <w:r w:rsidR="00727E32">
        <w:t xml:space="preserve">Any Entity providing Reliability Must-Run (RMR) Service must comply with all the requirements to become a Resource Entity under this Section and must sign an RMR Agreement (Section 22, Attachment B, Standard Form Reliability Must-Run Agreement).  </w:t>
      </w:r>
    </w:p>
    <w:p w14:paraId="2F2B4BE1" w14:textId="77777777" w:rsidR="00FC1C5F" w:rsidRDefault="00727E32">
      <w:pPr>
        <w:pStyle w:val="H2"/>
      </w:pPr>
      <w:bookmarkStart w:id="397" w:name="_Toc390438960"/>
      <w:bookmarkStart w:id="398" w:name="_Toc405897657"/>
      <w:bookmarkStart w:id="399" w:name="_Toc415055761"/>
      <w:bookmarkStart w:id="400" w:name="_Toc415055887"/>
      <w:bookmarkStart w:id="401" w:name="_Toc415055986"/>
      <w:bookmarkStart w:id="402" w:name="_Toc415056087"/>
      <w:bookmarkStart w:id="403" w:name="_Toc34728501"/>
      <w:r>
        <w:t>16.10</w:t>
      </w:r>
      <w:r>
        <w:tab/>
        <w:t>Resources Providing Black Start Service</w:t>
      </w:r>
      <w:bookmarkEnd w:id="397"/>
      <w:bookmarkEnd w:id="398"/>
      <w:bookmarkEnd w:id="399"/>
      <w:bookmarkEnd w:id="400"/>
      <w:bookmarkEnd w:id="401"/>
      <w:bookmarkEnd w:id="402"/>
      <w:bookmarkEnd w:id="403"/>
    </w:p>
    <w:p w14:paraId="2B0ACC02" w14:textId="77777777" w:rsidR="00FC1C5F" w:rsidRDefault="00853D39" w:rsidP="009F10FE">
      <w:pPr>
        <w:pStyle w:val="BodyText"/>
        <w:ind w:left="720" w:hanging="720"/>
      </w:pPr>
      <w:r>
        <w:t>(1)</w:t>
      </w:r>
      <w:r>
        <w:tab/>
      </w:r>
      <w:r w:rsidR="00727E32">
        <w:t xml:space="preserve">Any Entity providing Black Start Service must comply with all the requirements to become a Resource Entity under this Section and must sign a Black Start Agreement (Section 22, Attachment D, Standard Form Black Start Agreement). </w:t>
      </w:r>
    </w:p>
    <w:p w14:paraId="58413753" w14:textId="77777777" w:rsidR="00AA6D6D" w:rsidRPr="0002450E" w:rsidRDefault="00AA6D6D" w:rsidP="00AA6D6D">
      <w:pPr>
        <w:pStyle w:val="H2"/>
        <w:spacing w:before="120"/>
        <w:ind w:left="907" w:hanging="907"/>
      </w:pPr>
      <w:bookmarkStart w:id="404" w:name="_Toc390438961"/>
      <w:bookmarkStart w:id="405" w:name="_Toc405897658"/>
      <w:bookmarkStart w:id="406" w:name="_Toc415055762"/>
      <w:bookmarkStart w:id="407" w:name="_Toc415055888"/>
      <w:bookmarkStart w:id="408" w:name="_Toc415055987"/>
      <w:bookmarkStart w:id="409" w:name="_Toc415056088"/>
      <w:bookmarkStart w:id="410" w:name="_Toc69636432"/>
      <w:bookmarkStart w:id="411" w:name="_Toc71369201"/>
      <w:bookmarkStart w:id="412" w:name="_Toc71539416"/>
      <w:bookmarkStart w:id="413" w:name="_Toc34728502"/>
      <w:bookmarkEnd w:id="394"/>
      <w:bookmarkEnd w:id="395"/>
      <w:r w:rsidRPr="0002450E">
        <w:t>16.11</w:t>
      </w:r>
      <w:r w:rsidRPr="0002450E">
        <w:tab/>
        <w:t>Financial Security for Counter-Parties</w:t>
      </w:r>
      <w:bookmarkEnd w:id="404"/>
      <w:bookmarkEnd w:id="405"/>
      <w:bookmarkEnd w:id="406"/>
      <w:bookmarkEnd w:id="407"/>
      <w:bookmarkEnd w:id="408"/>
      <w:bookmarkEnd w:id="409"/>
      <w:bookmarkEnd w:id="413"/>
    </w:p>
    <w:p w14:paraId="58F459BF" w14:textId="77777777" w:rsidR="00AA6D6D" w:rsidRPr="0002450E" w:rsidRDefault="00AA6D6D" w:rsidP="00AA6D6D">
      <w:pPr>
        <w:pStyle w:val="Instructions"/>
        <w:ind w:left="720" w:hanging="720"/>
        <w:rPr>
          <w:b w:val="0"/>
          <w:i w:val="0"/>
          <w:iCs/>
        </w:rPr>
      </w:pPr>
      <w:r w:rsidRPr="0002450E">
        <w:rPr>
          <w:b w:val="0"/>
          <w:i w:val="0"/>
          <w:iCs/>
        </w:rPr>
        <w:t>(1)</w:t>
      </w:r>
      <w:r w:rsidRPr="0002450E">
        <w:rPr>
          <w:b w:val="0"/>
          <w:i w:val="0"/>
          <w:iCs/>
        </w:rPr>
        <w:tab/>
        <w:t>The term “Financial Security” in this Section means the collateral amount posted with ERCOT in any of the forms listed in Section 16.11.3, Alternative Means of Satisfying ERCOT Creditworthiness Requirements.</w:t>
      </w:r>
    </w:p>
    <w:p w14:paraId="3123D220" w14:textId="77777777" w:rsidR="00AA6D6D" w:rsidRDefault="00AA6D6D" w:rsidP="00AA6D6D">
      <w:pPr>
        <w:pStyle w:val="List2"/>
        <w:ind w:left="720"/>
      </w:pPr>
      <w:r>
        <w:t>(2)</w:t>
      </w:r>
      <w:r>
        <w:tab/>
        <w:t xml:space="preserve">The term “Secured Collateral” in this Section means </w:t>
      </w:r>
      <w:r w:rsidRPr="00C729BA">
        <w:t xml:space="preserve">the </w:t>
      </w:r>
      <w:r w:rsidRPr="004E7D9A">
        <w:t>collateral posted by a Counter-Party with ERCOT in the form of an unconditional, irrevocable letter of credit</w:t>
      </w:r>
      <w:r>
        <w:t xml:space="preserve">, a </w:t>
      </w:r>
      <w:r w:rsidRPr="004E7D9A">
        <w:t>surety bond naming ERCOT as the beneficiary</w:t>
      </w:r>
      <w:r>
        <w:t>,</w:t>
      </w:r>
      <w:r w:rsidRPr="004E7D9A">
        <w:t xml:space="preserve"> or cash.</w:t>
      </w:r>
    </w:p>
    <w:p w14:paraId="4640D204" w14:textId="77777777" w:rsidR="00FC1C5F" w:rsidRPr="00AA6D6D" w:rsidRDefault="00AA6D6D" w:rsidP="00BF5B1E">
      <w:pPr>
        <w:pStyle w:val="BodyText"/>
        <w:ind w:left="720" w:hanging="720"/>
      </w:pPr>
      <w:r w:rsidRPr="00BF5B1E">
        <w:t>(3)</w:t>
      </w:r>
      <w:r w:rsidRPr="00BF5B1E">
        <w:tab/>
        <w:t xml:space="preserve">The term “Remainder Collateral” in this Section means the </w:t>
      </w:r>
      <w:r w:rsidR="00665DAD">
        <w:t>Secured Collateral</w:t>
      </w:r>
      <w:r w:rsidRPr="00BF5B1E">
        <w:t xml:space="preserve"> minus Total Potential Exposure Secured (TPES) minus Net Positive Exposure of approved Congestion Revenue Right (CRR) Bilateral Trades minus </w:t>
      </w:r>
      <w:r w:rsidRPr="00BF5B1E">
        <w:rPr>
          <w:noProof/>
        </w:rPr>
        <w:t>Available Credit Limit</w:t>
      </w:r>
      <w:r w:rsidRPr="00BF5B1E">
        <w:t xml:space="preserve"> (ACL) locked for CRR.</w:t>
      </w:r>
      <w:r w:rsidR="00727E32" w:rsidRPr="00AA6D6D">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374C13C" w14:textId="77777777" w:rsidTr="00B35309">
        <w:tc>
          <w:tcPr>
            <w:tcW w:w="9558" w:type="dxa"/>
            <w:shd w:val="pct12" w:color="auto" w:fill="auto"/>
          </w:tcPr>
          <w:p w14:paraId="3FC5CCBA" w14:textId="77777777" w:rsidR="00B07CBC" w:rsidRPr="0002450E" w:rsidRDefault="00B07CBC" w:rsidP="00B35309">
            <w:pPr>
              <w:pStyle w:val="Instructions"/>
              <w:spacing w:before="120"/>
              <w:rPr>
                <w:iCs/>
              </w:rPr>
            </w:pPr>
            <w:bookmarkStart w:id="414" w:name="_Toc390438962"/>
            <w:bookmarkStart w:id="415" w:name="_Toc405897659"/>
            <w:bookmarkStart w:id="416" w:name="_Toc415055763"/>
            <w:bookmarkStart w:id="417" w:name="_Toc415055889"/>
            <w:bookmarkStart w:id="418" w:name="_Toc415055988"/>
            <w:bookmarkStart w:id="419" w:name="_Toc415056089"/>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224BDD47" w14:textId="77777777" w:rsidR="00B07CBC" w:rsidRPr="00B07CBC" w:rsidRDefault="00B07CBC" w:rsidP="00B07CBC">
            <w:pPr>
              <w:pStyle w:val="BodyText"/>
              <w:ind w:left="720" w:hanging="720"/>
            </w:pPr>
            <w:r w:rsidRPr="00496C32">
              <w:t>(3)</w:t>
            </w:r>
            <w:r w:rsidRPr="00496C32">
              <w:tab/>
              <w:t xml:space="preserve">The term “Remainder Collateral” in this Section means the Secured Collateral minus Total Potential Exposure Secured (TPES) minus Net Positive Exposure of approved Congestion Revenue Right (CRR) Bilateral Trades minus </w:t>
            </w:r>
            <w:r w:rsidRPr="00496C32">
              <w:rPr>
                <w:noProof/>
              </w:rPr>
              <w:t>Available Credit Limit</w:t>
            </w:r>
            <w:r w:rsidRPr="00496C32">
              <w:t xml:space="preserve"> (ACL) locked for CRR Auction, calculated in accordance with paragraph (3) of Section 16.11.4.6.1, Credit Requirements for CRR Auction Participation.  </w:t>
            </w:r>
          </w:p>
        </w:tc>
      </w:tr>
    </w:tbl>
    <w:p w14:paraId="41260FD6" w14:textId="77777777" w:rsidR="00F56ABB" w:rsidRDefault="00727E32" w:rsidP="00DF3774">
      <w:pPr>
        <w:pStyle w:val="H3"/>
        <w:spacing w:before="480"/>
      </w:pPr>
      <w:bookmarkStart w:id="420" w:name="_Toc34728503"/>
      <w:r>
        <w:t>16.11.1</w:t>
      </w:r>
      <w:r>
        <w:tab/>
        <w:t>ERCOT Creditworthiness Requirements for Counter-Parties</w:t>
      </w:r>
      <w:bookmarkEnd w:id="414"/>
      <w:bookmarkEnd w:id="415"/>
      <w:bookmarkEnd w:id="416"/>
      <w:bookmarkEnd w:id="417"/>
      <w:bookmarkEnd w:id="418"/>
      <w:bookmarkEnd w:id="419"/>
      <w:bookmarkEnd w:id="420"/>
      <w:r>
        <w:t xml:space="preserve"> </w:t>
      </w:r>
    </w:p>
    <w:p w14:paraId="6C3A53F0" w14:textId="77777777" w:rsidR="00FC1C5F" w:rsidRDefault="00853D39" w:rsidP="009F10FE">
      <w:pPr>
        <w:pStyle w:val="BodyText"/>
        <w:ind w:left="720" w:hanging="720"/>
      </w:pPr>
      <w:r>
        <w:t>(1)</w:t>
      </w:r>
      <w:r>
        <w:tab/>
      </w:r>
      <w:r w:rsidR="00727E32">
        <w:t xml:space="preserve">Each Counter-Party shall meet ERCOT’s creditworthiness standards as provided in this Section.  A Counter-Party must, at all times, maintain its Financial Security at or above the amount of its Total Potential Exposure (TPE) minus its Unsecured Credit Limit.  Each Counter-Party shall maintain any required Financial Security in a form acceptable to ERCOT in its sole discretion.  If at any time the Counter-Party does not meet ERCOT’s creditworthiness requirements, then ERCOT may suspend the Counter-Party’s rights under these Protocols until it meets those creditworthiness requirements.  ERCOT’s failure to suspend the Counter-Party’s rights on any particular occasion does not prevent ERCOT from suspending those rights on any subsequent occasion, including a Congestion Revenue Right (CRR) Account Holder’s ability to bid on future CRRs or a Qualified Scheduling Entity’s (QSE’s) ability to bid in the Day-Ahead Market (DAM). </w:t>
      </w:r>
    </w:p>
    <w:p w14:paraId="14B31E2B" w14:textId="77777777" w:rsidR="00FC1C5F" w:rsidRDefault="00727E32" w:rsidP="00FC1C5F">
      <w:pPr>
        <w:pStyle w:val="H3"/>
      </w:pPr>
      <w:bookmarkStart w:id="421" w:name="_Toc390438963"/>
      <w:bookmarkStart w:id="422" w:name="_Toc405897660"/>
      <w:bookmarkStart w:id="423" w:name="_Toc415055764"/>
      <w:bookmarkStart w:id="424" w:name="_Toc415055890"/>
      <w:bookmarkStart w:id="425" w:name="_Toc415055989"/>
      <w:bookmarkStart w:id="426" w:name="_Toc415056090"/>
      <w:bookmarkStart w:id="427" w:name="_Toc34728504"/>
      <w:r>
        <w:t>16.11.2</w:t>
      </w:r>
      <w:r>
        <w:tab/>
        <w:t>Requirements for Setting a Counter-Party’s Unsecured Credit Limit</w:t>
      </w:r>
      <w:bookmarkEnd w:id="421"/>
      <w:bookmarkEnd w:id="422"/>
      <w:bookmarkEnd w:id="423"/>
      <w:bookmarkEnd w:id="424"/>
      <w:bookmarkEnd w:id="425"/>
      <w:bookmarkEnd w:id="426"/>
      <w:bookmarkEnd w:id="427"/>
    </w:p>
    <w:p w14:paraId="36991464" w14:textId="65AFBD3B" w:rsidR="00651F88" w:rsidRDefault="00651F88" w:rsidP="00651F88">
      <w:pPr>
        <w:pStyle w:val="BodyTextNumbered"/>
      </w:pPr>
      <w:r w:rsidRPr="00CC731E">
        <w:t>(1)</w:t>
      </w:r>
      <w:r w:rsidRPr="00CC731E">
        <w:tab/>
      </w:r>
      <w:r>
        <w:t>The following terms used throughout this section are defined</w:t>
      </w:r>
      <w:r w:rsidRPr="007658B5">
        <w:t xml:space="preserve"> </w:t>
      </w:r>
      <w:r>
        <w:t xml:space="preserve">below: </w:t>
      </w:r>
    </w:p>
    <w:p w14:paraId="29AFFFB8" w14:textId="77777777" w:rsidR="00651F88" w:rsidRDefault="00651F88" w:rsidP="00651F88">
      <w:pPr>
        <w:pStyle w:val="BodyTextNumbered"/>
        <w:ind w:left="1440"/>
      </w:pPr>
      <w:r>
        <w:t>(a)</w:t>
      </w:r>
      <w:r>
        <w:tab/>
      </w:r>
      <w:r w:rsidRPr="00CC731E">
        <w:t>Times Interest Earnings Ratio (TIER) and Debt Service Coverage (DSC) ratios</w:t>
      </w:r>
      <w:r>
        <w:t xml:space="preserve"> are</w:t>
      </w:r>
      <w:r w:rsidRPr="00CC731E">
        <w:t xml:space="preserve"> as defined in 7 C.F.R § 1710.114 (2011)</w:t>
      </w:r>
      <w:r>
        <w:t>.</w:t>
      </w:r>
    </w:p>
    <w:p w14:paraId="5FF202F1" w14:textId="77777777" w:rsidR="00651F88" w:rsidRPr="00F018D3" w:rsidRDefault="00651F88" w:rsidP="00651F88">
      <w:pPr>
        <w:pStyle w:val="BodyTextNumbered"/>
        <w:ind w:left="1440"/>
      </w:pPr>
      <w:r>
        <w:t>(b)</w:t>
      </w:r>
      <w:r>
        <w:tab/>
      </w:r>
      <w:r w:rsidRPr="00F018D3">
        <w:t>Maximum Debt to Total Capitalization Ratio is defined as:  Long-term debt (including all current borrowings) / (Total shareholder’s equity + Long-term debt).</w:t>
      </w:r>
    </w:p>
    <w:p w14:paraId="6267D43B" w14:textId="77777777" w:rsidR="00651F88" w:rsidRDefault="00651F88" w:rsidP="00651F88">
      <w:pPr>
        <w:pStyle w:val="BodyTextNumbered"/>
        <w:ind w:left="1440"/>
      </w:pPr>
      <w:r w:rsidRPr="00F018D3">
        <w:t>(</w:t>
      </w:r>
      <w:r>
        <w:t>c</w:t>
      </w:r>
      <w:r w:rsidRPr="00F018D3">
        <w:t>)</w:t>
      </w:r>
      <w:r w:rsidRPr="00F018D3">
        <w:tab/>
        <w:t>EBITDA is defined as annual Earnings Before Interest, Depreciation and Amortization.</w:t>
      </w:r>
    </w:p>
    <w:p w14:paraId="4445BEDD" w14:textId="77777777" w:rsidR="00651F88" w:rsidRPr="00CC731E" w:rsidRDefault="00651F88" w:rsidP="00651F88">
      <w:pPr>
        <w:pStyle w:val="BodyTextNumbered"/>
        <w:ind w:left="1440"/>
      </w:pPr>
      <w:r>
        <w:t>(d)</w:t>
      </w:r>
      <w:r>
        <w:tab/>
        <w:t xml:space="preserve">CMLTD, Current Maturities of Long-Term Debt, is defined as the principal portions of long-term debt payable within the next twelve months. </w:t>
      </w:r>
    </w:p>
    <w:p w14:paraId="42B7FF8C" w14:textId="77777777" w:rsidR="00651F88" w:rsidRPr="00CC731E" w:rsidRDefault="00651F88" w:rsidP="00651F88">
      <w:pPr>
        <w:pStyle w:val="BodyTextNumbered"/>
      </w:pPr>
      <w:r>
        <w:t>(2)</w:t>
      </w:r>
      <w:r>
        <w:tab/>
      </w:r>
      <w:r w:rsidRPr="00CC731E">
        <w:t xml:space="preserve">ERCOT, in its sole discretion, may set an Unsecured Credit Limit, not to exceed $50 million, for a Counter-Party if the Counter-Party meets the following requirements as applicable: </w:t>
      </w:r>
    </w:p>
    <w:p w14:paraId="27D380D7" w14:textId="77777777" w:rsidR="00651F88" w:rsidRPr="00CC731E" w:rsidRDefault="00651F88" w:rsidP="00651F88">
      <w:pPr>
        <w:pStyle w:val="List"/>
      </w:pPr>
      <w:r w:rsidRPr="00CC731E">
        <w:t>(a)</w:t>
      </w:r>
      <w:r w:rsidRPr="00CC731E">
        <w:tab/>
        <w:t>If the Cou</w:t>
      </w:r>
      <w:r>
        <w:t>n</w:t>
      </w:r>
      <w:r w:rsidRPr="00CC731E">
        <w:t>ter-Party is an Electric Cooperative (EC) that is not publicly rated by Standard and Poor’s (S&amp;P), Fitch or Moody’s credit rating agencies, or has less than $100 million in Tangible Net Worth, and</w:t>
      </w:r>
      <w:r>
        <w:t xml:space="preserve"> i</w:t>
      </w:r>
      <w:r w:rsidRPr="00CC731E">
        <w:t xml:space="preserve">s a Rural Utilities Service (RUS) distribution borrower or power supply borrower as those terms are used in 7 C.F.R. § 1717.656 (2014); </w:t>
      </w:r>
      <w:r>
        <w:t>then</w:t>
      </w:r>
      <w:r w:rsidRPr="00CC731E">
        <w:t xml:space="preserve"> </w:t>
      </w:r>
      <w:r>
        <w:t>t</w:t>
      </w:r>
      <w:r w:rsidRPr="00CC731E">
        <w: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5FEFCB96" w14:textId="77777777" w:rsidTr="009D70F4">
        <w:trPr>
          <w:cantSplit/>
          <w:trHeight w:hRule="exact" w:val="568"/>
        </w:trPr>
        <w:tc>
          <w:tcPr>
            <w:tcW w:w="1800" w:type="dxa"/>
            <w:shd w:val="clear" w:color="auto" w:fill="BFBFBF"/>
            <w:vAlign w:val="center"/>
          </w:tcPr>
          <w:p w14:paraId="78028FEB"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15582615"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71B9A2E8"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9AB8FB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45B58659"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2F85543D" w14:textId="77777777" w:rsidTr="009D70F4">
        <w:trPr>
          <w:cantSplit/>
          <w:trHeight w:hRule="exact" w:val="1252"/>
        </w:trPr>
        <w:tc>
          <w:tcPr>
            <w:tcW w:w="1800" w:type="dxa"/>
            <w:shd w:val="clear" w:color="auto" w:fill="BFBFBF"/>
            <w:vAlign w:val="center"/>
          </w:tcPr>
          <w:p w14:paraId="0D622FBC" w14:textId="77777777" w:rsidR="00651F88" w:rsidRPr="00CC731E" w:rsidRDefault="00651F88" w:rsidP="009D70F4">
            <w:pPr>
              <w:pStyle w:val="List2"/>
              <w:keepNext/>
              <w:ind w:left="0" w:firstLine="0"/>
              <w:jc w:val="center"/>
              <w:rPr>
                <w:sz w:val="20"/>
              </w:rPr>
            </w:pPr>
            <w:r w:rsidRPr="00CC731E">
              <w:rPr>
                <w:sz w:val="20"/>
              </w:rPr>
              <w:t>Minimum Equity (Patronage Capital)</w:t>
            </w:r>
          </w:p>
        </w:tc>
        <w:tc>
          <w:tcPr>
            <w:tcW w:w="1530" w:type="dxa"/>
            <w:shd w:val="clear" w:color="auto" w:fill="BFBFBF"/>
            <w:vAlign w:val="center"/>
          </w:tcPr>
          <w:p w14:paraId="0ACDE48A"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17C5402D"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053BC11D"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606C22F1"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6001C0E1" w14:textId="77777777" w:rsidTr="009D70F4">
        <w:trPr>
          <w:cantSplit/>
        </w:trPr>
        <w:tc>
          <w:tcPr>
            <w:tcW w:w="1800" w:type="dxa"/>
            <w:shd w:val="clear" w:color="auto" w:fill="auto"/>
            <w:vAlign w:val="center"/>
          </w:tcPr>
          <w:p w14:paraId="28FD7616"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1EA8003D" w14:textId="77777777" w:rsidR="00651F88" w:rsidRPr="00CC731E" w:rsidRDefault="00651F88" w:rsidP="009D70F4">
            <w:pPr>
              <w:pStyle w:val="List2"/>
              <w:keepNext/>
              <w:ind w:left="0" w:right="204" w:firstLine="0"/>
              <w:jc w:val="center"/>
              <w:rPr>
                <w:sz w:val="20"/>
              </w:rPr>
            </w:pPr>
            <w:r w:rsidRPr="00CC731E">
              <w:rPr>
                <w:sz w:val="20"/>
              </w:rPr>
              <w:t>1.00</w:t>
            </w:r>
          </w:p>
        </w:tc>
        <w:tc>
          <w:tcPr>
            <w:tcW w:w="1440" w:type="dxa"/>
            <w:shd w:val="clear" w:color="auto" w:fill="auto"/>
            <w:vAlign w:val="center"/>
          </w:tcPr>
          <w:p w14:paraId="2E1DDA43"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4A4AF55C"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38B3AD07" w14:textId="77777777" w:rsidR="00651F88" w:rsidRPr="00CC731E" w:rsidRDefault="00651F88" w:rsidP="009D70F4">
            <w:pPr>
              <w:pStyle w:val="List2"/>
              <w:keepNext/>
              <w:ind w:left="0" w:firstLine="0"/>
              <w:jc w:val="center"/>
              <w:rPr>
                <w:sz w:val="20"/>
              </w:rPr>
            </w:pPr>
            <w:r w:rsidRPr="00CC731E">
              <w:rPr>
                <w:sz w:val="20"/>
              </w:rPr>
              <w:t>0.00% to 5.00%</w:t>
            </w:r>
          </w:p>
        </w:tc>
      </w:tr>
    </w:tbl>
    <w:p w14:paraId="3E5161B0" w14:textId="77777777" w:rsidR="00651F88" w:rsidRPr="00CC731E" w:rsidRDefault="00651F88" w:rsidP="00651F88">
      <w:pPr>
        <w:pStyle w:val="List2"/>
        <w:spacing w:before="240"/>
      </w:pPr>
      <w:r w:rsidRPr="00CC731E">
        <w:t>(</w:t>
      </w:r>
      <w:proofErr w:type="spellStart"/>
      <w:r w:rsidRPr="00CC731E">
        <w:t>i</w:t>
      </w:r>
      <w:proofErr w:type="spellEnd"/>
      <w:r w:rsidRPr="00CC731E">
        <w:t>)</w:t>
      </w:r>
      <w:r w:rsidRPr="00CC731E">
        <w:tab/>
        <w:t xml:space="preserve">ERCOT shall apply these standards consistent with 7 C.F.R. § 1717.656 (3). </w:t>
      </w:r>
    </w:p>
    <w:p w14:paraId="531D70A2" w14:textId="77777777" w:rsidR="00651F88" w:rsidRPr="00CC731E" w:rsidRDefault="00651F88" w:rsidP="00651F88">
      <w:pPr>
        <w:pStyle w:val="List2"/>
      </w:pPr>
      <w:r w:rsidRPr="00CC731E">
        <w:t>(i</w:t>
      </w:r>
      <w:r>
        <w:t>i</w:t>
      </w:r>
      <w:r w:rsidRPr="00CC731E">
        <w:t>)</w:t>
      </w:r>
      <w:r w:rsidRPr="00CC731E">
        <w:tab/>
        <w:t xml:space="preserve">ERCOT shall utilize annual financial data only for the assessment for those ECs that fall within the scope of this </w:t>
      </w:r>
      <w:r>
        <w:t>s</w:t>
      </w:r>
      <w:r w:rsidRPr="00CC731E">
        <w:t>ubsection.</w:t>
      </w:r>
    </w:p>
    <w:p w14:paraId="2B76CC92" w14:textId="77777777" w:rsidR="00651F88" w:rsidRPr="00CC731E" w:rsidRDefault="00651F88" w:rsidP="00651F88">
      <w:pPr>
        <w:pStyle w:val="List2"/>
      </w:pPr>
      <w:r w:rsidRPr="00CC731E">
        <w:t>(</w:t>
      </w:r>
      <w:r>
        <w:t>iii</w:t>
      </w:r>
      <w:r w:rsidRPr="00CC731E">
        <w:t>)</w:t>
      </w:r>
      <w:r w:rsidRPr="00CC731E">
        <w:tab/>
        <w:t xml:space="preserve">Unsecured Credit Limits for ECs that are publicly rated by S&amp;P, Fitch or Moody’s </w:t>
      </w:r>
      <w:r w:rsidRPr="00762CD1">
        <w:t>and</w:t>
      </w:r>
      <w:r w:rsidRPr="00CC731E">
        <w:t xml:space="preserve"> that have Tangible Net Worth greater than $100 million will be computed in accordance with </w:t>
      </w:r>
      <w:r>
        <w:t xml:space="preserve">item </w:t>
      </w:r>
      <w:r w:rsidRPr="00CC731E">
        <w:t>(c) below.</w:t>
      </w:r>
    </w:p>
    <w:p w14:paraId="0792CF17" w14:textId="77777777" w:rsidR="00651F88" w:rsidRPr="00CC731E" w:rsidRDefault="00651F88" w:rsidP="00651F88">
      <w:pPr>
        <w:pStyle w:val="List2"/>
      </w:pPr>
      <w:r w:rsidRPr="00CC731E">
        <w:t>(</w:t>
      </w:r>
      <w:r>
        <w:t>i</w:t>
      </w:r>
      <w:r w:rsidRPr="00CC731E">
        <w:t>v)</w:t>
      </w:r>
      <w:r w:rsidRPr="00CC731E">
        <w:tab/>
        <w:t>The amount of Unsecured Credit Limit established within the range in the table above is at the discretion of ERCOT if the stated criteria are met.</w:t>
      </w:r>
    </w:p>
    <w:p w14:paraId="261F54DD" w14:textId="77777777" w:rsidR="00651F88" w:rsidRPr="00CC731E" w:rsidRDefault="00651F88" w:rsidP="00651F88">
      <w:pPr>
        <w:pStyle w:val="List"/>
      </w:pPr>
      <w:r w:rsidRPr="00CC731E">
        <w:t>(b)</w:t>
      </w:r>
      <w:r w:rsidRPr="00CC731E">
        <w:tab/>
        <w:t xml:space="preserve">If the Counter-Party is a Municipal Owned Utility (MOU) that is </w:t>
      </w:r>
      <w:r w:rsidRPr="00762CD1">
        <w:t>not</w:t>
      </w:r>
      <w:r w:rsidRPr="00CC731E">
        <w:t xml:space="preserve"> publicly rated by S&amp;P, Fitch or Moody’s, or has less than $100 million in Tangible Net Worth, the Unsecured Credit Limit shall be set within the range defined in the following table:</w:t>
      </w:r>
    </w:p>
    <w:tbl>
      <w:tblPr>
        <w:tblW w:w="7914" w:type="dxa"/>
        <w:tblInd w:w="1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8" w:type="dxa"/>
          <w:right w:w="58" w:type="dxa"/>
        </w:tblCellMar>
        <w:tblLook w:val="04A0" w:firstRow="1" w:lastRow="0" w:firstColumn="1" w:lastColumn="0" w:noHBand="0" w:noVBand="1"/>
      </w:tblPr>
      <w:tblGrid>
        <w:gridCol w:w="1800"/>
        <w:gridCol w:w="1530"/>
        <w:gridCol w:w="1440"/>
        <w:gridCol w:w="1228"/>
        <w:gridCol w:w="1916"/>
      </w:tblGrid>
      <w:tr w:rsidR="00651F88" w:rsidRPr="00CC731E" w14:paraId="446CFCEF" w14:textId="77777777" w:rsidTr="009D70F4">
        <w:trPr>
          <w:cantSplit/>
          <w:trHeight w:hRule="exact" w:val="568"/>
        </w:trPr>
        <w:tc>
          <w:tcPr>
            <w:tcW w:w="1800" w:type="dxa"/>
            <w:shd w:val="clear" w:color="auto" w:fill="BFBFBF"/>
            <w:vAlign w:val="center"/>
          </w:tcPr>
          <w:p w14:paraId="1B075BE8" w14:textId="77777777" w:rsidR="00651F88" w:rsidRPr="00CC731E" w:rsidRDefault="00651F88" w:rsidP="009D70F4">
            <w:pPr>
              <w:pStyle w:val="List2"/>
              <w:keepNext/>
              <w:ind w:left="0" w:firstLine="0"/>
              <w:jc w:val="center"/>
              <w:rPr>
                <w:sz w:val="20"/>
              </w:rPr>
            </w:pPr>
            <w:r w:rsidRPr="00CC731E">
              <w:rPr>
                <w:sz w:val="20"/>
              </w:rPr>
              <w:t>If Counter-Party has</w:t>
            </w:r>
          </w:p>
        </w:tc>
        <w:tc>
          <w:tcPr>
            <w:tcW w:w="1530" w:type="dxa"/>
            <w:shd w:val="clear" w:color="auto" w:fill="BFBFBF"/>
            <w:vAlign w:val="center"/>
          </w:tcPr>
          <w:p w14:paraId="045DA0E9" w14:textId="77777777" w:rsidR="00651F88" w:rsidRPr="00CC731E" w:rsidRDefault="00651F88" w:rsidP="009D70F4">
            <w:pPr>
              <w:pStyle w:val="List2"/>
              <w:keepNext/>
              <w:ind w:left="0" w:right="204" w:firstLine="0"/>
              <w:jc w:val="center"/>
              <w:rPr>
                <w:sz w:val="20"/>
              </w:rPr>
            </w:pPr>
            <w:r w:rsidRPr="00CC731E">
              <w:rPr>
                <w:sz w:val="20"/>
              </w:rPr>
              <w:t>And</w:t>
            </w:r>
          </w:p>
        </w:tc>
        <w:tc>
          <w:tcPr>
            <w:tcW w:w="1440" w:type="dxa"/>
            <w:shd w:val="clear" w:color="auto" w:fill="BFBFBF"/>
            <w:vAlign w:val="center"/>
          </w:tcPr>
          <w:p w14:paraId="16F2C504" w14:textId="77777777" w:rsidR="00651F88" w:rsidRPr="00CC731E" w:rsidRDefault="00651F88" w:rsidP="009D70F4">
            <w:pPr>
              <w:pStyle w:val="List2"/>
              <w:keepNext/>
              <w:ind w:left="0" w:right="204" w:firstLine="0"/>
              <w:jc w:val="center"/>
              <w:rPr>
                <w:sz w:val="20"/>
              </w:rPr>
            </w:pPr>
            <w:r w:rsidRPr="00CC731E">
              <w:rPr>
                <w:sz w:val="20"/>
              </w:rPr>
              <w:t>And</w:t>
            </w:r>
          </w:p>
        </w:tc>
        <w:tc>
          <w:tcPr>
            <w:tcW w:w="1228" w:type="dxa"/>
            <w:shd w:val="clear" w:color="auto" w:fill="BFBFBF"/>
            <w:vAlign w:val="center"/>
          </w:tcPr>
          <w:p w14:paraId="7A7CF108" w14:textId="77777777" w:rsidR="00651F88" w:rsidRPr="00CC731E" w:rsidRDefault="00651F88" w:rsidP="009D70F4">
            <w:pPr>
              <w:pStyle w:val="List2"/>
              <w:keepNext/>
              <w:ind w:left="0" w:right="204" w:firstLine="0"/>
              <w:jc w:val="center"/>
              <w:rPr>
                <w:sz w:val="20"/>
              </w:rPr>
            </w:pPr>
            <w:r w:rsidRPr="00CC731E">
              <w:rPr>
                <w:sz w:val="20"/>
              </w:rPr>
              <w:t>And</w:t>
            </w:r>
          </w:p>
        </w:tc>
        <w:tc>
          <w:tcPr>
            <w:tcW w:w="1916" w:type="dxa"/>
            <w:shd w:val="clear" w:color="auto" w:fill="BFBFBF"/>
            <w:vAlign w:val="center"/>
          </w:tcPr>
          <w:p w14:paraId="2637C428" w14:textId="77777777" w:rsidR="00651F88" w:rsidRPr="00CC731E" w:rsidRDefault="00651F88" w:rsidP="009D70F4">
            <w:pPr>
              <w:pStyle w:val="List2"/>
              <w:keepNext/>
              <w:ind w:left="0" w:firstLine="0"/>
              <w:jc w:val="center"/>
              <w:rPr>
                <w:sz w:val="20"/>
              </w:rPr>
            </w:pPr>
            <w:r w:rsidRPr="00CC731E">
              <w:rPr>
                <w:sz w:val="20"/>
              </w:rPr>
              <w:t>Then</w:t>
            </w:r>
          </w:p>
        </w:tc>
      </w:tr>
      <w:tr w:rsidR="00651F88" w:rsidRPr="00CC731E" w14:paraId="67BBA17C" w14:textId="77777777" w:rsidTr="009D70F4">
        <w:trPr>
          <w:cantSplit/>
          <w:trHeight w:hRule="exact" w:val="1252"/>
        </w:trPr>
        <w:tc>
          <w:tcPr>
            <w:tcW w:w="1800" w:type="dxa"/>
            <w:shd w:val="clear" w:color="auto" w:fill="BFBFBF"/>
            <w:vAlign w:val="center"/>
          </w:tcPr>
          <w:p w14:paraId="243044D4" w14:textId="77777777" w:rsidR="00651F88" w:rsidRPr="00CC731E" w:rsidRDefault="00651F88" w:rsidP="009D70F4">
            <w:pPr>
              <w:pStyle w:val="List2"/>
              <w:keepNext/>
              <w:ind w:left="0" w:firstLine="0"/>
              <w:jc w:val="center"/>
              <w:rPr>
                <w:sz w:val="20"/>
              </w:rPr>
            </w:pPr>
            <w:r w:rsidRPr="00CC731E">
              <w:rPr>
                <w:sz w:val="20"/>
              </w:rPr>
              <w:t>Minimum Equity</w:t>
            </w:r>
          </w:p>
        </w:tc>
        <w:tc>
          <w:tcPr>
            <w:tcW w:w="1530" w:type="dxa"/>
            <w:shd w:val="clear" w:color="auto" w:fill="BFBFBF"/>
            <w:vAlign w:val="center"/>
          </w:tcPr>
          <w:p w14:paraId="6ACD30FC" w14:textId="77777777" w:rsidR="00651F88" w:rsidRPr="00CC731E" w:rsidRDefault="00651F88" w:rsidP="009D70F4">
            <w:pPr>
              <w:pStyle w:val="List2"/>
              <w:keepNext/>
              <w:ind w:left="0" w:right="204" w:firstLine="0"/>
              <w:jc w:val="center"/>
              <w:rPr>
                <w:sz w:val="20"/>
              </w:rPr>
            </w:pPr>
            <w:r w:rsidRPr="00CC731E">
              <w:rPr>
                <w:sz w:val="20"/>
              </w:rPr>
              <w:t>Minimum Times Interest Earnings Ratio (TIER)</w:t>
            </w:r>
          </w:p>
        </w:tc>
        <w:tc>
          <w:tcPr>
            <w:tcW w:w="1440" w:type="dxa"/>
            <w:shd w:val="clear" w:color="auto" w:fill="BFBFBF"/>
            <w:vAlign w:val="center"/>
          </w:tcPr>
          <w:p w14:paraId="5CDD27AF" w14:textId="77777777" w:rsidR="00651F88" w:rsidRPr="00CC731E" w:rsidRDefault="00651F88" w:rsidP="009D70F4">
            <w:pPr>
              <w:pStyle w:val="List2"/>
              <w:keepNext/>
              <w:ind w:left="0" w:right="204" w:firstLine="0"/>
              <w:jc w:val="center"/>
              <w:rPr>
                <w:sz w:val="20"/>
              </w:rPr>
            </w:pPr>
            <w:r w:rsidRPr="00CC731E">
              <w:rPr>
                <w:sz w:val="20"/>
              </w:rPr>
              <w:t>Minimum Debt Service Coverage (DSC)</w:t>
            </w:r>
          </w:p>
        </w:tc>
        <w:tc>
          <w:tcPr>
            <w:tcW w:w="1228" w:type="dxa"/>
            <w:shd w:val="clear" w:color="auto" w:fill="BFBFBF"/>
            <w:vAlign w:val="center"/>
          </w:tcPr>
          <w:p w14:paraId="2B485365" w14:textId="77777777" w:rsidR="00651F88" w:rsidRPr="00CC731E" w:rsidRDefault="00651F88" w:rsidP="009D70F4">
            <w:pPr>
              <w:pStyle w:val="List2"/>
              <w:keepNext/>
              <w:ind w:left="0" w:right="204" w:firstLine="0"/>
              <w:jc w:val="center"/>
              <w:rPr>
                <w:sz w:val="20"/>
              </w:rPr>
            </w:pPr>
            <w:r w:rsidRPr="00CC731E">
              <w:rPr>
                <w:sz w:val="20"/>
              </w:rPr>
              <w:t>Minimum Equity to Assets</w:t>
            </w:r>
          </w:p>
        </w:tc>
        <w:tc>
          <w:tcPr>
            <w:tcW w:w="1916" w:type="dxa"/>
            <w:shd w:val="clear" w:color="auto" w:fill="BFBFBF"/>
            <w:vAlign w:val="center"/>
          </w:tcPr>
          <w:p w14:paraId="10B415F9" w14:textId="77777777" w:rsidR="00651F88" w:rsidRPr="00CC731E" w:rsidRDefault="00651F88" w:rsidP="009D70F4">
            <w:pPr>
              <w:pStyle w:val="List2"/>
              <w:keepNext/>
              <w:ind w:left="0" w:firstLine="0"/>
              <w:jc w:val="center"/>
              <w:rPr>
                <w:sz w:val="20"/>
              </w:rPr>
            </w:pPr>
            <w:r w:rsidRPr="00CC731E">
              <w:rPr>
                <w:sz w:val="20"/>
              </w:rPr>
              <w:t>Maximum Unsecured Credit Limit as a Percentage of Total Assets minus Total Secured Debt</w:t>
            </w:r>
          </w:p>
        </w:tc>
      </w:tr>
      <w:tr w:rsidR="00651F88" w:rsidRPr="00CC731E" w14:paraId="4998E37C" w14:textId="77777777" w:rsidTr="009D70F4">
        <w:trPr>
          <w:cantSplit/>
        </w:trPr>
        <w:tc>
          <w:tcPr>
            <w:tcW w:w="1800" w:type="dxa"/>
            <w:shd w:val="clear" w:color="auto" w:fill="auto"/>
            <w:vAlign w:val="center"/>
          </w:tcPr>
          <w:p w14:paraId="242EFC72" w14:textId="77777777" w:rsidR="00651F88" w:rsidRPr="00CC731E" w:rsidRDefault="00651F88" w:rsidP="009D70F4">
            <w:pPr>
              <w:pStyle w:val="List2"/>
              <w:keepNext/>
              <w:ind w:left="0" w:firstLine="0"/>
              <w:jc w:val="center"/>
              <w:rPr>
                <w:sz w:val="20"/>
              </w:rPr>
            </w:pPr>
            <w:r w:rsidRPr="00CC731E">
              <w:rPr>
                <w:sz w:val="20"/>
              </w:rPr>
              <w:t>$25,000,000</w:t>
            </w:r>
          </w:p>
        </w:tc>
        <w:tc>
          <w:tcPr>
            <w:tcW w:w="1530" w:type="dxa"/>
            <w:shd w:val="clear" w:color="auto" w:fill="auto"/>
            <w:vAlign w:val="center"/>
          </w:tcPr>
          <w:p w14:paraId="3997788E" w14:textId="77777777" w:rsidR="00651F88" w:rsidRPr="00CC731E" w:rsidRDefault="00651F88" w:rsidP="009D70F4">
            <w:pPr>
              <w:pStyle w:val="List2"/>
              <w:keepNext/>
              <w:ind w:left="0" w:right="204" w:firstLine="0"/>
              <w:jc w:val="center"/>
              <w:rPr>
                <w:sz w:val="20"/>
              </w:rPr>
            </w:pPr>
            <w:r w:rsidRPr="00CC731E">
              <w:rPr>
                <w:sz w:val="20"/>
              </w:rPr>
              <w:t>1.05</w:t>
            </w:r>
          </w:p>
        </w:tc>
        <w:tc>
          <w:tcPr>
            <w:tcW w:w="1440" w:type="dxa"/>
            <w:shd w:val="clear" w:color="auto" w:fill="auto"/>
            <w:vAlign w:val="center"/>
          </w:tcPr>
          <w:p w14:paraId="02F8C2F2" w14:textId="77777777" w:rsidR="00651F88" w:rsidRPr="00CC731E" w:rsidRDefault="00651F88" w:rsidP="009D70F4">
            <w:pPr>
              <w:pStyle w:val="List2"/>
              <w:keepNext/>
              <w:ind w:left="0" w:right="204" w:firstLine="0"/>
              <w:jc w:val="center"/>
              <w:rPr>
                <w:sz w:val="20"/>
              </w:rPr>
            </w:pPr>
            <w:r w:rsidRPr="00CC731E">
              <w:rPr>
                <w:sz w:val="20"/>
              </w:rPr>
              <w:t>1.00</w:t>
            </w:r>
          </w:p>
        </w:tc>
        <w:tc>
          <w:tcPr>
            <w:tcW w:w="1228" w:type="dxa"/>
            <w:shd w:val="clear" w:color="auto" w:fill="auto"/>
            <w:vAlign w:val="center"/>
          </w:tcPr>
          <w:p w14:paraId="1C5B6BD9" w14:textId="77777777" w:rsidR="00651F88" w:rsidRPr="00CC731E" w:rsidRDefault="00651F88" w:rsidP="009D70F4">
            <w:pPr>
              <w:pStyle w:val="List2"/>
              <w:keepNext/>
              <w:ind w:left="0" w:right="204" w:firstLine="0"/>
              <w:jc w:val="center"/>
              <w:rPr>
                <w:sz w:val="20"/>
              </w:rPr>
            </w:pPr>
            <w:r w:rsidRPr="00CC731E">
              <w:rPr>
                <w:sz w:val="20"/>
              </w:rPr>
              <w:t>0.15</w:t>
            </w:r>
          </w:p>
        </w:tc>
        <w:tc>
          <w:tcPr>
            <w:tcW w:w="1916" w:type="dxa"/>
            <w:shd w:val="clear" w:color="auto" w:fill="auto"/>
            <w:vAlign w:val="center"/>
          </w:tcPr>
          <w:p w14:paraId="7A452492" w14:textId="77777777" w:rsidR="00651F88" w:rsidRPr="00CC731E" w:rsidRDefault="00651F88" w:rsidP="009D70F4">
            <w:pPr>
              <w:pStyle w:val="List2"/>
              <w:keepNext/>
              <w:ind w:left="0" w:firstLine="0"/>
              <w:jc w:val="center"/>
              <w:rPr>
                <w:sz w:val="20"/>
              </w:rPr>
            </w:pPr>
            <w:r w:rsidRPr="00CC731E">
              <w:rPr>
                <w:sz w:val="20"/>
              </w:rPr>
              <w:t>0.00% to 5.00%</w:t>
            </w:r>
          </w:p>
        </w:tc>
      </w:tr>
    </w:tbl>
    <w:p w14:paraId="095BDC00" w14:textId="77777777" w:rsidR="00651F88" w:rsidRPr="00CC731E" w:rsidRDefault="00651F88" w:rsidP="00651F88">
      <w:pPr>
        <w:spacing w:before="240" w:after="240"/>
        <w:ind w:left="2160" w:hanging="720"/>
      </w:pPr>
      <w:r w:rsidRPr="00CC731E">
        <w:t>(</w:t>
      </w:r>
      <w:proofErr w:type="spellStart"/>
      <w:r w:rsidRPr="00CC731E">
        <w:t>i</w:t>
      </w:r>
      <w:proofErr w:type="spellEnd"/>
      <w:r w:rsidRPr="00CC731E">
        <w:t>)</w:t>
      </w:r>
      <w:r w:rsidRPr="00CC731E">
        <w:tab/>
        <w:t xml:space="preserve">ERCOT shall utilize annual financial data only for the assessment for those MOUs that fall within the scope of this </w:t>
      </w:r>
      <w:r>
        <w:t>s</w:t>
      </w:r>
      <w:r w:rsidRPr="00CC731E">
        <w:t>ubsection.</w:t>
      </w:r>
    </w:p>
    <w:p w14:paraId="24139836" w14:textId="77777777" w:rsidR="00651F88" w:rsidRPr="00CC731E" w:rsidRDefault="00651F88" w:rsidP="00651F88">
      <w:pPr>
        <w:spacing w:after="240"/>
        <w:ind w:left="2160" w:hanging="720"/>
      </w:pPr>
      <w:r w:rsidRPr="00CC731E">
        <w:t>(ii)</w:t>
      </w:r>
      <w:r w:rsidRPr="00CC731E">
        <w:tab/>
        <w:t xml:space="preserve">Unsecured Credit Limits for MOUs that are publicly rated by S&amp;P, Fitch or Moody’s </w:t>
      </w:r>
      <w:r w:rsidRPr="00CA23EE">
        <w:t>and</w:t>
      </w:r>
      <w:r w:rsidRPr="00CC731E">
        <w:t xml:space="preserve"> that have Tangible Net Worth greater than $100 million will be computed in accordance with </w:t>
      </w:r>
      <w:r>
        <w:t xml:space="preserve">item </w:t>
      </w:r>
      <w:r w:rsidRPr="00CC731E">
        <w:t>(c) below.</w:t>
      </w:r>
    </w:p>
    <w:p w14:paraId="1EC3098A" w14:textId="77777777" w:rsidR="00651F88" w:rsidRPr="00CC731E" w:rsidRDefault="00651F88" w:rsidP="00651F88">
      <w:pPr>
        <w:spacing w:after="240"/>
        <w:ind w:left="2160" w:hanging="720"/>
      </w:pPr>
      <w:r w:rsidRPr="00CC731E">
        <w:t>(i</w:t>
      </w:r>
      <w:r>
        <w:t>ii</w:t>
      </w:r>
      <w:r w:rsidRPr="00CC731E">
        <w:t>)</w:t>
      </w:r>
      <w:r w:rsidRPr="00CC731E">
        <w:tab/>
        <w:t>The amount of the Unsecured Credit Limit established within the range in the table above is at the discretion of ERCOT if the stated criteria are met.</w:t>
      </w:r>
    </w:p>
    <w:p w14:paraId="3B51B645" w14:textId="77777777" w:rsidR="00651F88" w:rsidRPr="00CC731E" w:rsidRDefault="00651F88" w:rsidP="00651F88">
      <w:pPr>
        <w:pStyle w:val="List2"/>
        <w:ind w:left="1422"/>
      </w:pPr>
      <w:r w:rsidRPr="00CC731E">
        <w:t>(c)</w:t>
      </w:r>
      <w:r w:rsidRPr="00CC731E">
        <w:tab/>
        <w:t xml:space="preserve">If the Counter-Party is publicly rated by S&amp;P, Fitch or Moody’s </w:t>
      </w:r>
      <w:r w:rsidRPr="00762CD1">
        <w:t>and</w:t>
      </w:r>
      <w:r w:rsidRPr="00CC731E">
        <w:t xml:space="preserve"> has greater than $100 million in Tangible Net Worth, the Unsecured Credit Limit shall be set with the ranges defined in the following table:  </w:t>
      </w:r>
    </w:p>
    <w:tbl>
      <w:tblPr>
        <w:tblW w:w="0" w:type="auto"/>
        <w:tblInd w:w="1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341"/>
        <w:gridCol w:w="1341"/>
        <w:gridCol w:w="1458"/>
        <w:gridCol w:w="1224"/>
        <w:gridCol w:w="576"/>
        <w:gridCol w:w="1440"/>
      </w:tblGrid>
      <w:tr w:rsidR="00651F88" w:rsidRPr="00CC731E" w14:paraId="12D5EC2E" w14:textId="77777777" w:rsidTr="009D70F4">
        <w:trPr>
          <w:tblHeader/>
        </w:trPr>
        <w:tc>
          <w:tcPr>
            <w:tcW w:w="2682" w:type="dxa"/>
            <w:gridSpan w:val="2"/>
            <w:shd w:val="clear" w:color="auto" w:fill="BFBFBF"/>
            <w:vAlign w:val="center"/>
          </w:tcPr>
          <w:p w14:paraId="48CA4550" w14:textId="77777777" w:rsidR="00651F88" w:rsidRPr="00CC731E" w:rsidRDefault="00651F88" w:rsidP="009D70F4">
            <w:pPr>
              <w:pStyle w:val="List2"/>
              <w:ind w:left="0" w:firstLine="0"/>
              <w:jc w:val="center"/>
              <w:rPr>
                <w:sz w:val="20"/>
              </w:rPr>
            </w:pPr>
            <w:r w:rsidRPr="00CC731E">
              <w:rPr>
                <w:sz w:val="20"/>
              </w:rPr>
              <w:t>If Counter-Party has</w:t>
            </w:r>
          </w:p>
        </w:tc>
        <w:tc>
          <w:tcPr>
            <w:tcW w:w="1458" w:type="dxa"/>
            <w:shd w:val="clear" w:color="auto" w:fill="BFBFBF"/>
            <w:vAlign w:val="center"/>
          </w:tcPr>
          <w:p w14:paraId="12D1FC83" w14:textId="77777777" w:rsidR="00651F88" w:rsidRPr="00CC731E" w:rsidRDefault="00651F88" w:rsidP="009D70F4">
            <w:pPr>
              <w:pStyle w:val="List2"/>
              <w:ind w:left="0" w:firstLine="0"/>
              <w:jc w:val="center"/>
              <w:rPr>
                <w:sz w:val="20"/>
              </w:rPr>
            </w:pPr>
            <w:r w:rsidRPr="00CC731E">
              <w:rPr>
                <w:sz w:val="20"/>
              </w:rPr>
              <w:t>And</w:t>
            </w:r>
          </w:p>
        </w:tc>
        <w:tc>
          <w:tcPr>
            <w:tcW w:w="3240" w:type="dxa"/>
            <w:gridSpan w:val="3"/>
            <w:shd w:val="clear" w:color="auto" w:fill="BFBFBF"/>
            <w:vAlign w:val="center"/>
          </w:tcPr>
          <w:p w14:paraId="1CD0D707"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550BC847" w14:textId="77777777" w:rsidTr="009D70F4">
        <w:trPr>
          <w:tblHeader/>
        </w:trPr>
        <w:tc>
          <w:tcPr>
            <w:tcW w:w="2682" w:type="dxa"/>
            <w:gridSpan w:val="2"/>
            <w:shd w:val="clear" w:color="auto" w:fill="BFBFBF"/>
            <w:vAlign w:val="center"/>
          </w:tcPr>
          <w:p w14:paraId="33D262E0" w14:textId="77777777" w:rsidR="00651F88" w:rsidRPr="00CC731E" w:rsidRDefault="00651F88" w:rsidP="009D70F4">
            <w:pPr>
              <w:pStyle w:val="List2"/>
              <w:ind w:left="0" w:firstLine="0"/>
              <w:jc w:val="center"/>
              <w:rPr>
                <w:sz w:val="20"/>
              </w:rPr>
            </w:pPr>
            <w:r w:rsidRPr="00CC731E">
              <w:rPr>
                <w:sz w:val="20"/>
              </w:rPr>
              <w:t>Long-Term or Issuer Rating</w:t>
            </w:r>
          </w:p>
        </w:tc>
        <w:tc>
          <w:tcPr>
            <w:tcW w:w="1458" w:type="dxa"/>
            <w:vMerge w:val="restart"/>
            <w:shd w:val="clear" w:color="auto" w:fill="BFBFBF"/>
            <w:vAlign w:val="center"/>
          </w:tcPr>
          <w:p w14:paraId="2927EDC3" w14:textId="77777777" w:rsidR="00651F88" w:rsidRPr="00CC731E" w:rsidRDefault="00651F88" w:rsidP="009D70F4">
            <w:pPr>
              <w:pStyle w:val="List2"/>
              <w:ind w:left="0" w:firstLine="0"/>
              <w:jc w:val="center"/>
              <w:rPr>
                <w:sz w:val="20"/>
              </w:rPr>
            </w:pPr>
            <w:r w:rsidRPr="00CC731E">
              <w:rPr>
                <w:sz w:val="20"/>
              </w:rPr>
              <w:t>Tangible Net Worth greater than</w:t>
            </w:r>
          </w:p>
        </w:tc>
        <w:tc>
          <w:tcPr>
            <w:tcW w:w="3240" w:type="dxa"/>
            <w:gridSpan w:val="3"/>
            <w:vMerge w:val="restart"/>
            <w:shd w:val="clear" w:color="auto" w:fill="BFBFBF"/>
            <w:vAlign w:val="center"/>
          </w:tcPr>
          <w:p w14:paraId="7BD92921"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382A26FD" w14:textId="77777777" w:rsidTr="009D70F4">
        <w:trPr>
          <w:trHeight w:val="287"/>
          <w:tblHeader/>
        </w:trPr>
        <w:tc>
          <w:tcPr>
            <w:tcW w:w="1341" w:type="dxa"/>
            <w:shd w:val="clear" w:color="auto" w:fill="BFBFBF"/>
            <w:vAlign w:val="center"/>
          </w:tcPr>
          <w:p w14:paraId="400F3E35" w14:textId="77777777" w:rsidR="00651F88" w:rsidRPr="00CC731E" w:rsidRDefault="00651F88" w:rsidP="009D70F4">
            <w:pPr>
              <w:pStyle w:val="List2"/>
              <w:ind w:left="0" w:firstLine="0"/>
              <w:jc w:val="center"/>
              <w:rPr>
                <w:sz w:val="20"/>
              </w:rPr>
            </w:pPr>
            <w:r w:rsidRPr="00CC731E">
              <w:rPr>
                <w:sz w:val="20"/>
              </w:rPr>
              <w:t>Fitch/S&amp;P</w:t>
            </w:r>
          </w:p>
        </w:tc>
        <w:tc>
          <w:tcPr>
            <w:tcW w:w="1341" w:type="dxa"/>
            <w:shd w:val="clear" w:color="auto" w:fill="BFBFBF"/>
            <w:vAlign w:val="center"/>
          </w:tcPr>
          <w:p w14:paraId="23D25F1B" w14:textId="77777777" w:rsidR="00651F88" w:rsidRPr="00CC731E" w:rsidRDefault="00651F88" w:rsidP="009D70F4">
            <w:pPr>
              <w:pStyle w:val="List2"/>
              <w:ind w:left="0" w:firstLine="0"/>
              <w:jc w:val="center"/>
              <w:rPr>
                <w:sz w:val="20"/>
              </w:rPr>
            </w:pPr>
            <w:r w:rsidRPr="00CC731E">
              <w:rPr>
                <w:sz w:val="20"/>
              </w:rPr>
              <w:t>Moody’s</w:t>
            </w:r>
          </w:p>
        </w:tc>
        <w:tc>
          <w:tcPr>
            <w:tcW w:w="1458" w:type="dxa"/>
            <w:vMerge/>
            <w:shd w:val="clear" w:color="auto" w:fill="auto"/>
            <w:vAlign w:val="center"/>
          </w:tcPr>
          <w:p w14:paraId="58975F35" w14:textId="77777777" w:rsidR="00651F88" w:rsidRPr="00CC731E" w:rsidRDefault="00651F88" w:rsidP="009D70F4">
            <w:pPr>
              <w:pStyle w:val="List2"/>
              <w:ind w:left="0" w:firstLine="0"/>
              <w:jc w:val="center"/>
              <w:rPr>
                <w:sz w:val="20"/>
              </w:rPr>
            </w:pPr>
          </w:p>
        </w:tc>
        <w:tc>
          <w:tcPr>
            <w:tcW w:w="3240" w:type="dxa"/>
            <w:gridSpan w:val="3"/>
            <w:vMerge/>
            <w:shd w:val="clear" w:color="auto" w:fill="auto"/>
            <w:vAlign w:val="center"/>
          </w:tcPr>
          <w:p w14:paraId="422C4A46" w14:textId="77777777" w:rsidR="00651F88" w:rsidRPr="00CC731E" w:rsidRDefault="00651F88" w:rsidP="009D70F4">
            <w:pPr>
              <w:pStyle w:val="List2"/>
              <w:ind w:left="0" w:firstLine="0"/>
              <w:jc w:val="center"/>
              <w:rPr>
                <w:sz w:val="20"/>
              </w:rPr>
            </w:pPr>
          </w:p>
        </w:tc>
      </w:tr>
      <w:tr w:rsidR="00651F88" w:rsidRPr="00CC731E" w14:paraId="21A259D5" w14:textId="77777777" w:rsidTr="009D70F4">
        <w:tc>
          <w:tcPr>
            <w:tcW w:w="1341" w:type="dxa"/>
            <w:shd w:val="clear" w:color="auto" w:fill="auto"/>
            <w:vAlign w:val="center"/>
          </w:tcPr>
          <w:p w14:paraId="44267D4B" w14:textId="77777777" w:rsidR="00651F88" w:rsidRPr="00CC731E" w:rsidRDefault="00651F88" w:rsidP="009D70F4">
            <w:pPr>
              <w:pStyle w:val="List2"/>
              <w:ind w:left="0" w:firstLine="0"/>
              <w:jc w:val="center"/>
              <w:rPr>
                <w:sz w:val="20"/>
              </w:rPr>
            </w:pPr>
            <w:r w:rsidRPr="00CC731E">
              <w:rPr>
                <w:sz w:val="20"/>
              </w:rPr>
              <w:t>AAA</w:t>
            </w:r>
          </w:p>
        </w:tc>
        <w:tc>
          <w:tcPr>
            <w:tcW w:w="1341" w:type="dxa"/>
            <w:shd w:val="clear" w:color="auto" w:fill="auto"/>
            <w:vAlign w:val="center"/>
          </w:tcPr>
          <w:p w14:paraId="13A187BB" w14:textId="77777777" w:rsidR="00651F88" w:rsidRPr="00CC731E" w:rsidRDefault="00651F88" w:rsidP="009D70F4">
            <w:pPr>
              <w:pStyle w:val="List2"/>
              <w:ind w:left="0" w:firstLine="0"/>
              <w:jc w:val="center"/>
              <w:rPr>
                <w:sz w:val="20"/>
              </w:rPr>
            </w:pPr>
            <w:proofErr w:type="spellStart"/>
            <w:r w:rsidRPr="00CC731E">
              <w:rPr>
                <w:sz w:val="20"/>
              </w:rPr>
              <w:t>Aaa</w:t>
            </w:r>
            <w:proofErr w:type="spellEnd"/>
          </w:p>
        </w:tc>
        <w:tc>
          <w:tcPr>
            <w:tcW w:w="1458" w:type="dxa"/>
            <w:shd w:val="clear" w:color="auto" w:fill="auto"/>
            <w:vAlign w:val="center"/>
          </w:tcPr>
          <w:p w14:paraId="36E0D07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AA8CFE"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EEFE0B6"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8C8A4B" w14:textId="77777777" w:rsidR="00651F88" w:rsidRPr="00CC731E" w:rsidRDefault="00651F88" w:rsidP="009D70F4">
            <w:pPr>
              <w:pStyle w:val="List2"/>
              <w:ind w:left="0" w:firstLine="0"/>
              <w:jc w:val="center"/>
              <w:rPr>
                <w:sz w:val="20"/>
              </w:rPr>
            </w:pPr>
            <w:r w:rsidRPr="00CC731E">
              <w:rPr>
                <w:sz w:val="20"/>
              </w:rPr>
              <w:t>3.00%</w:t>
            </w:r>
          </w:p>
        </w:tc>
      </w:tr>
      <w:tr w:rsidR="00651F88" w:rsidRPr="00CC731E" w14:paraId="486D5847" w14:textId="77777777" w:rsidTr="009D70F4">
        <w:tc>
          <w:tcPr>
            <w:tcW w:w="1341" w:type="dxa"/>
            <w:shd w:val="clear" w:color="auto" w:fill="auto"/>
            <w:vAlign w:val="center"/>
          </w:tcPr>
          <w:p w14:paraId="6C5CFA25"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45F55F5E" w14:textId="77777777" w:rsidR="00651F88" w:rsidRPr="00CC731E" w:rsidRDefault="00651F88" w:rsidP="009D70F4">
            <w:pPr>
              <w:pStyle w:val="List2"/>
              <w:ind w:left="0" w:firstLine="0"/>
              <w:jc w:val="center"/>
              <w:rPr>
                <w:sz w:val="20"/>
              </w:rPr>
            </w:pPr>
            <w:r w:rsidRPr="00CC731E">
              <w:rPr>
                <w:sz w:val="20"/>
              </w:rPr>
              <w:t>Aa1</w:t>
            </w:r>
          </w:p>
        </w:tc>
        <w:tc>
          <w:tcPr>
            <w:tcW w:w="1458" w:type="dxa"/>
            <w:shd w:val="clear" w:color="auto" w:fill="auto"/>
            <w:vAlign w:val="center"/>
          </w:tcPr>
          <w:p w14:paraId="715871C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691227A6"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888006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484DF0B" w14:textId="77777777" w:rsidR="00651F88" w:rsidRPr="00CC731E" w:rsidRDefault="00651F88" w:rsidP="009D70F4">
            <w:pPr>
              <w:pStyle w:val="List2"/>
              <w:ind w:left="0" w:firstLine="0"/>
              <w:jc w:val="center"/>
              <w:rPr>
                <w:sz w:val="20"/>
              </w:rPr>
            </w:pPr>
            <w:r w:rsidRPr="00CC731E">
              <w:rPr>
                <w:sz w:val="20"/>
              </w:rPr>
              <w:t>2.95%</w:t>
            </w:r>
          </w:p>
        </w:tc>
      </w:tr>
      <w:tr w:rsidR="00651F88" w:rsidRPr="00CC731E" w14:paraId="3C8A0674" w14:textId="77777777" w:rsidTr="009D70F4">
        <w:tc>
          <w:tcPr>
            <w:tcW w:w="1341" w:type="dxa"/>
            <w:shd w:val="clear" w:color="auto" w:fill="auto"/>
            <w:vAlign w:val="center"/>
          </w:tcPr>
          <w:p w14:paraId="25E066DF"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2CD75301" w14:textId="77777777" w:rsidR="00651F88" w:rsidRPr="00CC731E" w:rsidRDefault="00651F88" w:rsidP="009D70F4">
            <w:pPr>
              <w:pStyle w:val="List2"/>
              <w:ind w:left="0" w:firstLine="0"/>
              <w:jc w:val="center"/>
              <w:rPr>
                <w:sz w:val="20"/>
              </w:rPr>
            </w:pPr>
            <w:r w:rsidRPr="00CC731E">
              <w:rPr>
                <w:sz w:val="20"/>
              </w:rPr>
              <w:t>Aa2</w:t>
            </w:r>
          </w:p>
        </w:tc>
        <w:tc>
          <w:tcPr>
            <w:tcW w:w="1458" w:type="dxa"/>
            <w:shd w:val="clear" w:color="auto" w:fill="auto"/>
            <w:vAlign w:val="center"/>
          </w:tcPr>
          <w:p w14:paraId="5B98069B"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72425FD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7762CA43"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23F65790" w14:textId="77777777" w:rsidR="00651F88" w:rsidRPr="00CC731E" w:rsidRDefault="00651F88" w:rsidP="009D70F4">
            <w:pPr>
              <w:pStyle w:val="List2"/>
              <w:ind w:left="0" w:firstLine="0"/>
              <w:jc w:val="center"/>
              <w:rPr>
                <w:sz w:val="20"/>
              </w:rPr>
            </w:pPr>
            <w:r w:rsidRPr="00CC731E">
              <w:rPr>
                <w:sz w:val="20"/>
              </w:rPr>
              <w:t>2.85%</w:t>
            </w:r>
          </w:p>
        </w:tc>
      </w:tr>
      <w:tr w:rsidR="00651F88" w:rsidRPr="00CC731E" w14:paraId="2E61A560" w14:textId="77777777" w:rsidTr="009D70F4">
        <w:tc>
          <w:tcPr>
            <w:tcW w:w="1341" w:type="dxa"/>
            <w:shd w:val="clear" w:color="auto" w:fill="auto"/>
            <w:vAlign w:val="center"/>
          </w:tcPr>
          <w:p w14:paraId="16267380" w14:textId="77777777" w:rsidR="00651F88" w:rsidRPr="00CC731E" w:rsidRDefault="00651F88" w:rsidP="009D70F4">
            <w:pPr>
              <w:pStyle w:val="List2"/>
              <w:ind w:left="0" w:firstLine="0"/>
              <w:jc w:val="center"/>
              <w:rPr>
                <w:sz w:val="20"/>
              </w:rPr>
            </w:pPr>
            <w:r w:rsidRPr="00CC731E">
              <w:rPr>
                <w:sz w:val="20"/>
              </w:rPr>
              <w:t>AA-</w:t>
            </w:r>
          </w:p>
        </w:tc>
        <w:tc>
          <w:tcPr>
            <w:tcW w:w="1341" w:type="dxa"/>
            <w:shd w:val="clear" w:color="auto" w:fill="auto"/>
            <w:vAlign w:val="center"/>
          </w:tcPr>
          <w:p w14:paraId="5C29A36E" w14:textId="77777777" w:rsidR="00651F88" w:rsidRPr="00CC731E" w:rsidRDefault="00651F88" w:rsidP="009D70F4">
            <w:pPr>
              <w:pStyle w:val="List2"/>
              <w:ind w:left="0" w:firstLine="0"/>
              <w:jc w:val="center"/>
              <w:rPr>
                <w:sz w:val="20"/>
              </w:rPr>
            </w:pPr>
            <w:r w:rsidRPr="00CC731E">
              <w:rPr>
                <w:sz w:val="20"/>
              </w:rPr>
              <w:t>Aa3</w:t>
            </w:r>
          </w:p>
        </w:tc>
        <w:tc>
          <w:tcPr>
            <w:tcW w:w="1458" w:type="dxa"/>
            <w:shd w:val="clear" w:color="auto" w:fill="auto"/>
            <w:vAlign w:val="center"/>
          </w:tcPr>
          <w:p w14:paraId="446F9A10"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08762F4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38FFA97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4315977E" w14:textId="77777777" w:rsidR="00651F88" w:rsidRPr="00CC731E" w:rsidRDefault="00651F88" w:rsidP="009D70F4">
            <w:pPr>
              <w:pStyle w:val="List2"/>
              <w:ind w:left="0" w:firstLine="0"/>
              <w:jc w:val="center"/>
              <w:rPr>
                <w:sz w:val="20"/>
              </w:rPr>
            </w:pPr>
            <w:r w:rsidRPr="00CC731E">
              <w:rPr>
                <w:sz w:val="20"/>
              </w:rPr>
              <w:t>2.70%</w:t>
            </w:r>
          </w:p>
        </w:tc>
      </w:tr>
      <w:tr w:rsidR="00651F88" w:rsidRPr="00CC731E" w14:paraId="093DBBE1" w14:textId="77777777" w:rsidTr="009D70F4">
        <w:tc>
          <w:tcPr>
            <w:tcW w:w="1341" w:type="dxa"/>
            <w:shd w:val="clear" w:color="auto" w:fill="auto"/>
            <w:vAlign w:val="center"/>
          </w:tcPr>
          <w:p w14:paraId="73121D3A"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8F8339B" w14:textId="77777777" w:rsidR="00651F88" w:rsidRPr="00CC731E" w:rsidRDefault="00651F88" w:rsidP="009D70F4">
            <w:pPr>
              <w:pStyle w:val="List2"/>
              <w:ind w:left="0" w:firstLine="0"/>
              <w:jc w:val="center"/>
              <w:rPr>
                <w:sz w:val="20"/>
              </w:rPr>
            </w:pPr>
            <w:r w:rsidRPr="00CC731E">
              <w:rPr>
                <w:sz w:val="20"/>
              </w:rPr>
              <w:t>A1</w:t>
            </w:r>
          </w:p>
        </w:tc>
        <w:tc>
          <w:tcPr>
            <w:tcW w:w="1458" w:type="dxa"/>
            <w:shd w:val="clear" w:color="auto" w:fill="auto"/>
            <w:vAlign w:val="center"/>
          </w:tcPr>
          <w:p w14:paraId="04E08CC4"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3584EB4F"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474400B4"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16DBCC6A" w14:textId="77777777" w:rsidR="00651F88" w:rsidRPr="00CC731E" w:rsidRDefault="00651F88" w:rsidP="009D70F4">
            <w:pPr>
              <w:pStyle w:val="List2"/>
              <w:ind w:left="0" w:firstLine="0"/>
              <w:jc w:val="center"/>
              <w:rPr>
                <w:sz w:val="20"/>
              </w:rPr>
            </w:pPr>
            <w:r w:rsidRPr="00CC731E">
              <w:rPr>
                <w:sz w:val="20"/>
              </w:rPr>
              <w:t>2.55%</w:t>
            </w:r>
          </w:p>
        </w:tc>
      </w:tr>
      <w:tr w:rsidR="00651F88" w:rsidRPr="00CC731E" w14:paraId="22481ED2" w14:textId="77777777" w:rsidTr="009D70F4">
        <w:tc>
          <w:tcPr>
            <w:tcW w:w="1341" w:type="dxa"/>
            <w:shd w:val="clear" w:color="auto" w:fill="auto"/>
            <w:vAlign w:val="center"/>
          </w:tcPr>
          <w:p w14:paraId="205D5126"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36FEF14D" w14:textId="77777777" w:rsidR="00651F88" w:rsidRPr="00CC731E" w:rsidRDefault="00651F88" w:rsidP="009D70F4">
            <w:pPr>
              <w:pStyle w:val="List2"/>
              <w:ind w:left="0" w:firstLine="0"/>
              <w:jc w:val="center"/>
              <w:rPr>
                <w:sz w:val="20"/>
              </w:rPr>
            </w:pPr>
            <w:r w:rsidRPr="00CC731E">
              <w:rPr>
                <w:sz w:val="20"/>
              </w:rPr>
              <w:t>A2</w:t>
            </w:r>
          </w:p>
        </w:tc>
        <w:tc>
          <w:tcPr>
            <w:tcW w:w="1458" w:type="dxa"/>
            <w:shd w:val="clear" w:color="auto" w:fill="auto"/>
            <w:vAlign w:val="center"/>
          </w:tcPr>
          <w:p w14:paraId="6D7BF049"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6BE0E24"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4314B08"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72181E1C" w14:textId="77777777" w:rsidR="00651F88" w:rsidRPr="00CC731E" w:rsidRDefault="00651F88" w:rsidP="009D70F4">
            <w:pPr>
              <w:pStyle w:val="List2"/>
              <w:ind w:left="0" w:firstLine="0"/>
              <w:jc w:val="center"/>
              <w:rPr>
                <w:sz w:val="20"/>
              </w:rPr>
            </w:pPr>
            <w:r w:rsidRPr="00CC731E">
              <w:rPr>
                <w:sz w:val="20"/>
              </w:rPr>
              <w:t>2.35%</w:t>
            </w:r>
          </w:p>
        </w:tc>
      </w:tr>
      <w:tr w:rsidR="00651F88" w:rsidRPr="00CC731E" w14:paraId="0845789B" w14:textId="77777777" w:rsidTr="009D70F4">
        <w:tc>
          <w:tcPr>
            <w:tcW w:w="1341" w:type="dxa"/>
            <w:shd w:val="clear" w:color="auto" w:fill="auto"/>
            <w:vAlign w:val="center"/>
          </w:tcPr>
          <w:p w14:paraId="43D32180" w14:textId="77777777" w:rsidR="00651F88" w:rsidRPr="00CC731E" w:rsidRDefault="00651F88" w:rsidP="009D70F4">
            <w:pPr>
              <w:pStyle w:val="List2"/>
              <w:ind w:left="0" w:firstLine="0"/>
              <w:jc w:val="center"/>
              <w:rPr>
                <w:sz w:val="20"/>
              </w:rPr>
            </w:pPr>
            <w:r w:rsidRPr="00CC731E">
              <w:rPr>
                <w:sz w:val="20"/>
              </w:rPr>
              <w:t>A-</w:t>
            </w:r>
          </w:p>
        </w:tc>
        <w:tc>
          <w:tcPr>
            <w:tcW w:w="1341" w:type="dxa"/>
            <w:shd w:val="clear" w:color="auto" w:fill="auto"/>
            <w:vAlign w:val="center"/>
          </w:tcPr>
          <w:p w14:paraId="15B902B8" w14:textId="77777777" w:rsidR="00651F88" w:rsidRPr="00CC731E" w:rsidRDefault="00651F88" w:rsidP="009D70F4">
            <w:pPr>
              <w:pStyle w:val="List2"/>
              <w:ind w:left="0" w:firstLine="0"/>
              <w:jc w:val="center"/>
              <w:rPr>
                <w:sz w:val="20"/>
              </w:rPr>
            </w:pPr>
            <w:r w:rsidRPr="00CC731E">
              <w:rPr>
                <w:sz w:val="20"/>
              </w:rPr>
              <w:t>A3</w:t>
            </w:r>
          </w:p>
        </w:tc>
        <w:tc>
          <w:tcPr>
            <w:tcW w:w="1458" w:type="dxa"/>
            <w:shd w:val="clear" w:color="auto" w:fill="auto"/>
            <w:vAlign w:val="center"/>
          </w:tcPr>
          <w:p w14:paraId="75AA10CD"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18537F03"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63C575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3EFF98D" w14:textId="77777777" w:rsidR="00651F88" w:rsidRPr="00CC731E" w:rsidRDefault="00651F88" w:rsidP="009D70F4">
            <w:pPr>
              <w:pStyle w:val="List2"/>
              <w:ind w:left="0" w:firstLine="0"/>
              <w:jc w:val="center"/>
              <w:rPr>
                <w:sz w:val="20"/>
              </w:rPr>
            </w:pPr>
            <w:r w:rsidRPr="00CC731E">
              <w:rPr>
                <w:sz w:val="20"/>
              </w:rPr>
              <w:t>2.10%</w:t>
            </w:r>
          </w:p>
        </w:tc>
      </w:tr>
      <w:tr w:rsidR="00651F88" w:rsidRPr="00CC731E" w14:paraId="00D32753" w14:textId="77777777" w:rsidTr="009D70F4">
        <w:tc>
          <w:tcPr>
            <w:tcW w:w="1341" w:type="dxa"/>
            <w:shd w:val="clear" w:color="auto" w:fill="auto"/>
            <w:vAlign w:val="center"/>
          </w:tcPr>
          <w:p w14:paraId="6C3098BD"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1F6080F9" w14:textId="77777777" w:rsidR="00651F88" w:rsidRPr="00CC731E" w:rsidRDefault="00651F88" w:rsidP="009D70F4">
            <w:pPr>
              <w:pStyle w:val="List2"/>
              <w:ind w:left="0" w:firstLine="0"/>
              <w:jc w:val="center"/>
              <w:rPr>
                <w:sz w:val="20"/>
              </w:rPr>
            </w:pPr>
            <w:r w:rsidRPr="00CC731E">
              <w:rPr>
                <w:sz w:val="20"/>
              </w:rPr>
              <w:t>Baa1</w:t>
            </w:r>
          </w:p>
        </w:tc>
        <w:tc>
          <w:tcPr>
            <w:tcW w:w="1458" w:type="dxa"/>
            <w:shd w:val="clear" w:color="auto" w:fill="auto"/>
            <w:vAlign w:val="center"/>
          </w:tcPr>
          <w:p w14:paraId="5440A31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EBE03B2"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6AA0A90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3081DB9F" w14:textId="77777777" w:rsidR="00651F88" w:rsidRPr="00CC731E" w:rsidRDefault="00651F88" w:rsidP="009D70F4">
            <w:pPr>
              <w:pStyle w:val="List2"/>
              <w:ind w:left="0" w:firstLine="0"/>
              <w:jc w:val="center"/>
              <w:rPr>
                <w:sz w:val="20"/>
              </w:rPr>
            </w:pPr>
            <w:r w:rsidRPr="00CC731E">
              <w:rPr>
                <w:sz w:val="20"/>
              </w:rPr>
              <w:t>1.80%</w:t>
            </w:r>
          </w:p>
        </w:tc>
      </w:tr>
      <w:tr w:rsidR="00651F88" w:rsidRPr="00CC731E" w14:paraId="42B48D55" w14:textId="77777777" w:rsidTr="009D70F4">
        <w:tc>
          <w:tcPr>
            <w:tcW w:w="1341" w:type="dxa"/>
            <w:shd w:val="clear" w:color="auto" w:fill="auto"/>
            <w:vAlign w:val="center"/>
          </w:tcPr>
          <w:p w14:paraId="3F985659"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52355AD7" w14:textId="77777777" w:rsidR="00651F88" w:rsidRPr="00CC731E" w:rsidRDefault="00651F88" w:rsidP="009D70F4">
            <w:pPr>
              <w:pStyle w:val="List2"/>
              <w:ind w:left="0" w:firstLine="0"/>
              <w:jc w:val="center"/>
              <w:rPr>
                <w:sz w:val="20"/>
              </w:rPr>
            </w:pPr>
            <w:r w:rsidRPr="00CC731E">
              <w:rPr>
                <w:sz w:val="20"/>
              </w:rPr>
              <w:t>Baa2</w:t>
            </w:r>
          </w:p>
        </w:tc>
        <w:tc>
          <w:tcPr>
            <w:tcW w:w="1458" w:type="dxa"/>
            <w:shd w:val="clear" w:color="auto" w:fill="auto"/>
            <w:vAlign w:val="center"/>
          </w:tcPr>
          <w:p w14:paraId="63EACC7C"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41B39DD8"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22BB376B"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0349D672" w14:textId="77777777" w:rsidR="00651F88" w:rsidRPr="00CC731E" w:rsidRDefault="00651F88" w:rsidP="009D70F4">
            <w:pPr>
              <w:pStyle w:val="List2"/>
              <w:ind w:left="0" w:firstLine="0"/>
              <w:jc w:val="center"/>
              <w:rPr>
                <w:sz w:val="20"/>
              </w:rPr>
            </w:pPr>
            <w:r w:rsidRPr="00CC731E">
              <w:rPr>
                <w:sz w:val="20"/>
              </w:rPr>
              <w:t>1.40%</w:t>
            </w:r>
          </w:p>
        </w:tc>
      </w:tr>
      <w:tr w:rsidR="00651F88" w:rsidRPr="00CC731E" w14:paraId="0845EDC7" w14:textId="77777777" w:rsidTr="009D70F4">
        <w:tc>
          <w:tcPr>
            <w:tcW w:w="1341" w:type="dxa"/>
            <w:shd w:val="clear" w:color="auto" w:fill="auto"/>
            <w:vAlign w:val="center"/>
          </w:tcPr>
          <w:p w14:paraId="239EDF62" w14:textId="77777777" w:rsidR="00651F88" w:rsidRPr="00CC731E" w:rsidRDefault="00651F88" w:rsidP="009D70F4">
            <w:pPr>
              <w:pStyle w:val="List2"/>
              <w:ind w:left="0" w:firstLine="0"/>
              <w:jc w:val="center"/>
              <w:rPr>
                <w:sz w:val="20"/>
              </w:rPr>
            </w:pPr>
            <w:r w:rsidRPr="00CC731E">
              <w:rPr>
                <w:sz w:val="20"/>
              </w:rPr>
              <w:t>BBB-</w:t>
            </w:r>
          </w:p>
        </w:tc>
        <w:tc>
          <w:tcPr>
            <w:tcW w:w="1341" w:type="dxa"/>
            <w:shd w:val="clear" w:color="auto" w:fill="auto"/>
            <w:vAlign w:val="center"/>
          </w:tcPr>
          <w:p w14:paraId="20EC737E" w14:textId="77777777" w:rsidR="00651F88" w:rsidRPr="00CC731E" w:rsidRDefault="00651F88" w:rsidP="009D70F4">
            <w:pPr>
              <w:pStyle w:val="List2"/>
              <w:ind w:left="0" w:firstLine="0"/>
              <w:jc w:val="center"/>
              <w:rPr>
                <w:sz w:val="20"/>
              </w:rPr>
            </w:pPr>
            <w:r w:rsidRPr="00CC731E">
              <w:rPr>
                <w:sz w:val="20"/>
              </w:rPr>
              <w:t>Baa3</w:t>
            </w:r>
          </w:p>
        </w:tc>
        <w:tc>
          <w:tcPr>
            <w:tcW w:w="1458" w:type="dxa"/>
            <w:shd w:val="clear" w:color="auto" w:fill="auto"/>
            <w:vAlign w:val="center"/>
          </w:tcPr>
          <w:p w14:paraId="2A1767CA" w14:textId="77777777" w:rsidR="00651F88" w:rsidRPr="00CC731E" w:rsidRDefault="00651F88" w:rsidP="009D70F4">
            <w:pPr>
              <w:pStyle w:val="List2"/>
              <w:ind w:left="0" w:firstLine="0"/>
              <w:jc w:val="center"/>
              <w:rPr>
                <w:sz w:val="20"/>
              </w:rPr>
            </w:pPr>
            <w:r w:rsidRPr="00CC731E">
              <w:rPr>
                <w:sz w:val="20"/>
              </w:rPr>
              <w:t>$100,000,000</w:t>
            </w:r>
          </w:p>
        </w:tc>
        <w:tc>
          <w:tcPr>
            <w:tcW w:w="1224" w:type="dxa"/>
            <w:shd w:val="clear" w:color="auto" w:fill="auto"/>
            <w:vAlign w:val="center"/>
          </w:tcPr>
          <w:p w14:paraId="5EF58101"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0B62EE4A" w14:textId="77777777" w:rsidR="00651F88" w:rsidRPr="00CC731E" w:rsidRDefault="00651F88" w:rsidP="009D70F4">
            <w:pPr>
              <w:pStyle w:val="List2"/>
              <w:ind w:left="0" w:firstLine="0"/>
              <w:jc w:val="center"/>
              <w:rPr>
                <w:sz w:val="20"/>
              </w:rPr>
            </w:pPr>
            <w:r w:rsidRPr="00CC731E">
              <w:rPr>
                <w:sz w:val="20"/>
              </w:rPr>
              <w:t>to</w:t>
            </w:r>
          </w:p>
        </w:tc>
        <w:tc>
          <w:tcPr>
            <w:tcW w:w="1440" w:type="dxa"/>
            <w:shd w:val="clear" w:color="auto" w:fill="auto"/>
            <w:vAlign w:val="center"/>
          </w:tcPr>
          <w:p w14:paraId="6D5C4813" w14:textId="77777777" w:rsidR="00651F88" w:rsidRPr="00CC731E" w:rsidRDefault="00651F88" w:rsidP="009D70F4">
            <w:pPr>
              <w:pStyle w:val="List2"/>
              <w:ind w:left="0" w:firstLine="0"/>
              <w:jc w:val="center"/>
              <w:rPr>
                <w:sz w:val="20"/>
              </w:rPr>
            </w:pPr>
            <w:r w:rsidRPr="00CC731E">
              <w:rPr>
                <w:sz w:val="20"/>
              </w:rPr>
              <w:t>0.70%</w:t>
            </w:r>
          </w:p>
        </w:tc>
      </w:tr>
      <w:tr w:rsidR="00651F88" w:rsidRPr="00CC731E" w14:paraId="19E638A9" w14:textId="77777777" w:rsidTr="009D70F4">
        <w:tc>
          <w:tcPr>
            <w:tcW w:w="1341" w:type="dxa"/>
            <w:shd w:val="clear" w:color="auto" w:fill="auto"/>
            <w:vAlign w:val="center"/>
          </w:tcPr>
          <w:p w14:paraId="7DBF9BEB" w14:textId="77777777" w:rsidR="00651F88" w:rsidRPr="00CC731E" w:rsidRDefault="00651F88" w:rsidP="009D70F4">
            <w:pPr>
              <w:pStyle w:val="List2"/>
              <w:ind w:left="0" w:firstLine="0"/>
              <w:jc w:val="center"/>
              <w:rPr>
                <w:sz w:val="20"/>
              </w:rPr>
            </w:pPr>
            <w:r w:rsidRPr="00CC731E">
              <w:rPr>
                <w:sz w:val="20"/>
              </w:rPr>
              <w:t>Below BBB-</w:t>
            </w:r>
          </w:p>
        </w:tc>
        <w:tc>
          <w:tcPr>
            <w:tcW w:w="1341" w:type="dxa"/>
            <w:shd w:val="clear" w:color="auto" w:fill="auto"/>
            <w:vAlign w:val="center"/>
          </w:tcPr>
          <w:p w14:paraId="3ACD8227" w14:textId="77777777" w:rsidR="00651F88" w:rsidRPr="00CC731E" w:rsidRDefault="00651F88" w:rsidP="009D70F4">
            <w:pPr>
              <w:pStyle w:val="List2"/>
              <w:ind w:left="0" w:firstLine="0"/>
              <w:jc w:val="center"/>
              <w:rPr>
                <w:sz w:val="20"/>
              </w:rPr>
            </w:pPr>
            <w:r w:rsidRPr="00CC731E">
              <w:rPr>
                <w:sz w:val="20"/>
              </w:rPr>
              <w:t>Below Baa3</w:t>
            </w:r>
          </w:p>
        </w:tc>
        <w:tc>
          <w:tcPr>
            <w:tcW w:w="1458" w:type="dxa"/>
            <w:shd w:val="clear" w:color="auto" w:fill="auto"/>
            <w:vAlign w:val="center"/>
          </w:tcPr>
          <w:p w14:paraId="7906EEB4" w14:textId="77777777" w:rsidR="00651F88" w:rsidRPr="00CC731E" w:rsidRDefault="00651F88" w:rsidP="009D70F4">
            <w:pPr>
              <w:pStyle w:val="List2"/>
              <w:ind w:left="0" w:firstLine="0"/>
              <w:jc w:val="center"/>
              <w:rPr>
                <w:sz w:val="20"/>
              </w:rPr>
            </w:pPr>
            <w:r w:rsidRPr="00CC731E">
              <w:rPr>
                <w:sz w:val="20"/>
              </w:rPr>
              <w:t>$100,000,000</w:t>
            </w:r>
          </w:p>
        </w:tc>
        <w:tc>
          <w:tcPr>
            <w:tcW w:w="3240" w:type="dxa"/>
            <w:gridSpan w:val="3"/>
            <w:shd w:val="clear" w:color="auto" w:fill="auto"/>
            <w:vAlign w:val="center"/>
          </w:tcPr>
          <w:p w14:paraId="1A0055BF" w14:textId="77777777" w:rsidR="00651F88" w:rsidRPr="00CC731E" w:rsidRDefault="00651F88" w:rsidP="009D70F4">
            <w:pPr>
              <w:pStyle w:val="List2"/>
              <w:ind w:left="0" w:firstLine="0"/>
              <w:jc w:val="center"/>
              <w:rPr>
                <w:sz w:val="20"/>
              </w:rPr>
            </w:pPr>
            <w:r w:rsidRPr="00CC731E">
              <w:rPr>
                <w:sz w:val="20"/>
              </w:rPr>
              <w:t>Requires Security</w:t>
            </w:r>
          </w:p>
        </w:tc>
      </w:tr>
    </w:tbl>
    <w:p w14:paraId="30186EAE" w14:textId="77777777" w:rsidR="00651F88" w:rsidRPr="00CC731E" w:rsidRDefault="00651F88" w:rsidP="00651F88">
      <w:pPr>
        <w:pStyle w:val="List"/>
        <w:spacing w:before="240"/>
        <w:ind w:left="2160"/>
      </w:pPr>
      <w:r w:rsidRPr="00CC731E">
        <w:t>(</w:t>
      </w:r>
      <w:proofErr w:type="spellStart"/>
      <w:r w:rsidRPr="00CC731E">
        <w:t>i</w:t>
      </w:r>
      <w:proofErr w:type="spellEnd"/>
      <w:r w:rsidRPr="00CC731E">
        <w:t>)</w:t>
      </w:r>
      <w:r w:rsidRPr="00CC731E">
        <w:tab/>
        <w:t>If a Counter-Party’s or guarantor’s debt is rated by more than one of the referenced rating agencies and all ratings fall within ratings categories which are functional equivalents, ERCOT shall assign an Unsecured Credit Limit or allow a guarantee for amounts within the range for that rating.</w:t>
      </w:r>
    </w:p>
    <w:p w14:paraId="345AE766" w14:textId="77777777" w:rsidR="00651F88" w:rsidRPr="00CC731E" w:rsidRDefault="00651F88" w:rsidP="00651F88">
      <w:pPr>
        <w:pStyle w:val="List"/>
        <w:ind w:left="2160"/>
      </w:pPr>
      <w:r w:rsidRPr="00CC731E">
        <w:t>(ii)</w:t>
      </w:r>
      <w:r w:rsidRPr="00CC731E">
        <w:tab/>
        <w:t>If a Counter-Party’s or guarantor’s debt is rated by more than one of the referenced ratings agencies and the ratings fall within different rating categories which are not functional equivalents, ERCOT shall assign an Unsecured Credit Limit or allow a gu</w:t>
      </w:r>
      <w:r>
        <w:t>a</w:t>
      </w:r>
      <w:r w:rsidRPr="00CC731E">
        <w:t>rantee for amounts as follows:</w:t>
      </w:r>
    </w:p>
    <w:p w14:paraId="1E6BF3E5" w14:textId="77777777" w:rsidR="00651F88" w:rsidRPr="00CC731E" w:rsidRDefault="00651F88" w:rsidP="00651F88">
      <w:pPr>
        <w:pStyle w:val="List"/>
        <w:ind w:left="2880"/>
      </w:pPr>
      <w:r w:rsidRPr="00CC731E">
        <w:t>(A)</w:t>
      </w:r>
      <w:r w:rsidRPr="00CC731E">
        <w:tab/>
        <w:t>If there are three ratings and two of the three are functional equivalents, within the range where two of the three apply;</w:t>
      </w:r>
    </w:p>
    <w:p w14:paraId="2E7868BE" w14:textId="77777777" w:rsidR="00651F88" w:rsidRPr="00CC731E" w:rsidRDefault="00651F88" w:rsidP="00651F88">
      <w:pPr>
        <w:pStyle w:val="List"/>
        <w:ind w:left="2880"/>
      </w:pPr>
      <w:r w:rsidRPr="00CC731E">
        <w:t>(B)</w:t>
      </w:r>
      <w:r w:rsidRPr="00CC731E">
        <w:tab/>
        <w:t>If there are three ratings and all three are different, within the range where the average of the three ratings apply (rounded down); and</w:t>
      </w:r>
    </w:p>
    <w:p w14:paraId="5C56FE9D" w14:textId="77777777" w:rsidR="00651F88" w:rsidRPr="00CC731E" w:rsidRDefault="00651F88" w:rsidP="00651F88">
      <w:pPr>
        <w:pStyle w:val="List"/>
        <w:ind w:left="2880"/>
      </w:pPr>
      <w:r w:rsidRPr="00CC731E">
        <w:t>(C)</w:t>
      </w:r>
      <w:r w:rsidRPr="00CC731E">
        <w:tab/>
        <w:t>If there are two ratings and the two are different, within the range of the lower of the two.</w:t>
      </w:r>
    </w:p>
    <w:p w14:paraId="1072B2B7" w14:textId="77777777" w:rsidR="00651F88" w:rsidRPr="00CC731E" w:rsidRDefault="00651F88" w:rsidP="00651F88">
      <w:pPr>
        <w:pStyle w:val="List2"/>
      </w:pPr>
      <w:r>
        <w:t>(iii)</w:t>
      </w:r>
      <w:r>
        <w:tab/>
      </w:r>
      <w:r w:rsidRPr="00CC731E">
        <w:t>ERCOT shall utilize annual financial data only for the assessment for those ECs</w:t>
      </w:r>
      <w:r>
        <w:t xml:space="preserve"> and MOUs</w:t>
      </w:r>
      <w:r w:rsidRPr="00CC731E">
        <w:t xml:space="preserve"> that fall within the scope of this </w:t>
      </w:r>
      <w:r>
        <w:t>s</w:t>
      </w:r>
      <w:r w:rsidRPr="00CC731E">
        <w:t>ubsection.</w:t>
      </w:r>
    </w:p>
    <w:p w14:paraId="1B3EDC9E" w14:textId="77777777" w:rsidR="00651F88" w:rsidRPr="00CC731E" w:rsidRDefault="00651F88" w:rsidP="00651F88">
      <w:pPr>
        <w:pStyle w:val="List"/>
        <w:ind w:left="2160"/>
      </w:pPr>
      <w:r w:rsidRPr="00CC731E">
        <w:t>(</w:t>
      </w:r>
      <w:r>
        <w:t>iv</w:t>
      </w:r>
      <w:r w:rsidRPr="00CC731E">
        <w:t>)</w:t>
      </w:r>
      <w:r w:rsidRPr="00CC731E">
        <w:tab/>
        <w:t>The amount of the Unsecured Credit Limit established within the range in the table above is at the discretion of ERCOT if the stated criteria are met.</w:t>
      </w:r>
    </w:p>
    <w:p w14:paraId="55A24D79" w14:textId="77777777" w:rsidR="00651F88" w:rsidRPr="00CC731E" w:rsidRDefault="00651F88" w:rsidP="00651F88">
      <w:pPr>
        <w:pStyle w:val="List"/>
      </w:pPr>
      <w:r w:rsidRPr="00CC731E">
        <w:t>(d)</w:t>
      </w:r>
      <w:r w:rsidRPr="00CC731E">
        <w:tab/>
        <w:t xml:space="preserve">If the Counter-Party is a privately held company that is not publicly rated by S&amp;P, Fitch or Moody’s, subject to its providing ERCOT with financial statements as specified in paragraph (1) of Section 16.11.5, Monitoring of a Counter-Party’s Creditworthiness and Credit Exposure by ERCOT, the Unsecured Credit Limit </w:t>
      </w:r>
      <w:r>
        <w:t>s</w:t>
      </w:r>
      <w:r w:rsidRPr="00CC731E">
        <w:t>hall be set with</w:t>
      </w:r>
      <w:r>
        <w:t>in</w:t>
      </w:r>
      <w:r w:rsidRPr="00CC731E">
        <w:t xml:space="preserve"> </w:t>
      </w:r>
      <w:r>
        <w:t xml:space="preserve">the </w:t>
      </w:r>
      <w:r w:rsidRPr="00CC731E">
        <w:t xml:space="preserve">range defined in the following table: </w:t>
      </w:r>
    </w:p>
    <w:tbl>
      <w:tblPr>
        <w:tblW w:w="7984"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1440"/>
        <w:gridCol w:w="1468"/>
        <w:gridCol w:w="782"/>
        <w:gridCol w:w="576"/>
        <w:gridCol w:w="748"/>
      </w:tblGrid>
      <w:tr w:rsidR="00651F88" w:rsidRPr="00CC731E" w14:paraId="30288B5C" w14:textId="77777777" w:rsidTr="009D70F4">
        <w:tc>
          <w:tcPr>
            <w:tcW w:w="1530" w:type="dxa"/>
            <w:shd w:val="clear" w:color="auto" w:fill="BFBFBF"/>
            <w:vAlign w:val="center"/>
          </w:tcPr>
          <w:p w14:paraId="4E82FE03" w14:textId="77777777" w:rsidR="00651F88" w:rsidRPr="00CC731E" w:rsidRDefault="00651F88" w:rsidP="009D70F4">
            <w:pPr>
              <w:pStyle w:val="List2"/>
              <w:ind w:left="0" w:firstLine="0"/>
              <w:jc w:val="center"/>
              <w:rPr>
                <w:sz w:val="20"/>
              </w:rPr>
            </w:pPr>
            <w:r w:rsidRPr="00CC731E">
              <w:rPr>
                <w:sz w:val="20"/>
              </w:rPr>
              <w:t>If Counter-Party has</w:t>
            </w:r>
          </w:p>
        </w:tc>
        <w:tc>
          <w:tcPr>
            <w:tcW w:w="1440" w:type="dxa"/>
            <w:shd w:val="clear" w:color="auto" w:fill="BFBFBF"/>
            <w:vAlign w:val="center"/>
          </w:tcPr>
          <w:p w14:paraId="125797E1" w14:textId="77777777" w:rsidR="00651F88" w:rsidRPr="00CC731E" w:rsidRDefault="00651F88" w:rsidP="009D70F4">
            <w:pPr>
              <w:pStyle w:val="List2"/>
              <w:ind w:left="0" w:firstLine="0"/>
              <w:jc w:val="center"/>
              <w:rPr>
                <w:sz w:val="20"/>
              </w:rPr>
            </w:pPr>
            <w:r w:rsidRPr="00CC731E">
              <w:rPr>
                <w:sz w:val="20"/>
              </w:rPr>
              <w:t>And</w:t>
            </w:r>
          </w:p>
        </w:tc>
        <w:tc>
          <w:tcPr>
            <w:tcW w:w="1440" w:type="dxa"/>
            <w:shd w:val="clear" w:color="auto" w:fill="BFBFBF"/>
            <w:vAlign w:val="center"/>
          </w:tcPr>
          <w:p w14:paraId="456A3D99" w14:textId="77777777" w:rsidR="00651F88" w:rsidRPr="00CC731E" w:rsidRDefault="00651F88" w:rsidP="009D70F4">
            <w:pPr>
              <w:pStyle w:val="List2"/>
              <w:ind w:left="0" w:firstLine="0"/>
              <w:jc w:val="center"/>
              <w:rPr>
                <w:sz w:val="20"/>
              </w:rPr>
            </w:pPr>
            <w:r w:rsidRPr="00CC731E">
              <w:rPr>
                <w:sz w:val="20"/>
              </w:rPr>
              <w:t>And</w:t>
            </w:r>
          </w:p>
        </w:tc>
        <w:tc>
          <w:tcPr>
            <w:tcW w:w="1468" w:type="dxa"/>
            <w:shd w:val="clear" w:color="auto" w:fill="BFBFBF"/>
            <w:vAlign w:val="center"/>
          </w:tcPr>
          <w:p w14:paraId="17C9EC87" w14:textId="77777777" w:rsidR="00651F88" w:rsidRPr="00CC731E" w:rsidRDefault="00651F88" w:rsidP="009D70F4">
            <w:pPr>
              <w:pStyle w:val="List2"/>
              <w:ind w:left="0" w:firstLine="0"/>
              <w:jc w:val="center"/>
              <w:rPr>
                <w:sz w:val="20"/>
              </w:rPr>
            </w:pPr>
            <w:r w:rsidRPr="00CC731E">
              <w:rPr>
                <w:sz w:val="20"/>
              </w:rPr>
              <w:t>And</w:t>
            </w:r>
          </w:p>
        </w:tc>
        <w:tc>
          <w:tcPr>
            <w:tcW w:w="2106" w:type="dxa"/>
            <w:gridSpan w:val="3"/>
            <w:shd w:val="clear" w:color="auto" w:fill="BFBFBF"/>
            <w:vAlign w:val="center"/>
          </w:tcPr>
          <w:p w14:paraId="3883B7A2" w14:textId="77777777" w:rsidR="00651F88" w:rsidRPr="00CC731E" w:rsidRDefault="00651F88" w:rsidP="009D70F4">
            <w:pPr>
              <w:pStyle w:val="List2"/>
              <w:ind w:left="0" w:firstLine="0"/>
              <w:jc w:val="center"/>
              <w:rPr>
                <w:sz w:val="20"/>
              </w:rPr>
            </w:pPr>
            <w:r w:rsidRPr="00CC731E">
              <w:rPr>
                <w:sz w:val="20"/>
              </w:rPr>
              <w:t>Then</w:t>
            </w:r>
          </w:p>
        </w:tc>
      </w:tr>
      <w:tr w:rsidR="00651F88" w:rsidRPr="00CC731E" w14:paraId="7D936ADB" w14:textId="77777777" w:rsidTr="009D70F4">
        <w:tc>
          <w:tcPr>
            <w:tcW w:w="1530" w:type="dxa"/>
            <w:shd w:val="clear" w:color="auto" w:fill="BFBFBF"/>
            <w:vAlign w:val="center"/>
          </w:tcPr>
          <w:p w14:paraId="1E77032B" w14:textId="77777777" w:rsidR="00651F88" w:rsidRPr="00CC731E" w:rsidRDefault="00651F88" w:rsidP="009D70F4">
            <w:pPr>
              <w:pStyle w:val="List2"/>
              <w:ind w:left="0" w:firstLine="0"/>
              <w:jc w:val="center"/>
              <w:rPr>
                <w:sz w:val="20"/>
              </w:rPr>
            </w:pPr>
            <w:r w:rsidRPr="00CC731E">
              <w:rPr>
                <w:sz w:val="20"/>
              </w:rPr>
              <w:t>Tangible Net Worth</w:t>
            </w:r>
          </w:p>
        </w:tc>
        <w:tc>
          <w:tcPr>
            <w:tcW w:w="1440" w:type="dxa"/>
            <w:shd w:val="clear" w:color="auto" w:fill="BFBFBF"/>
            <w:vAlign w:val="center"/>
          </w:tcPr>
          <w:p w14:paraId="56C14BAE" w14:textId="77777777" w:rsidR="00651F88" w:rsidRPr="00CC731E" w:rsidRDefault="00651F88" w:rsidP="009D70F4">
            <w:pPr>
              <w:pStyle w:val="List2"/>
              <w:ind w:left="0" w:firstLine="0"/>
              <w:jc w:val="center"/>
              <w:rPr>
                <w:sz w:val="20"/>
              </w:rPr>
            </w:pPr>
            <w:r w:rsidRPr="00CC731E">
              <w:rPr>
                <w:sz w:val="20"/>
              </w:rPr>
              <w:t>Minimum Current Ratio</w:t>
            </w:r>
          </w:p>
        </w:tc>
        <w:tc>
          <w:tcPr>
            <w:tcW w:w="1440" w:type="dxa"/>
            <w:shd w:val="clear" w:color="auto" w:fill="BFBFBF"/>
            <w:vAlign w:val="center"/>
          </w:tcPr>
          <w:p w14:paraId="508141DA" w14:textId="77777777" w:rsidR="00651F88" w:rsidRPr="00CC731E" w:rsidRDefault="00651F88" w:rsidP="009D70F4">
            <w:pPr>
              <w:pStyle w:val="List2"/>
              <w:ind w:left="0" w:firstLine="0"/>
              <w:jc w:val="center"/>
              <w:rPr>
                <w:sz w:val="20"/>
              </w:rPr>
            </w:pPr>
            <w:r w:rsidRPr="00CC731E">
              <w:rPr>
                <w:sz w:val="20"/>
              </w:rPr>
              <w:t xml:space="preserve">Maximum Debt to Total Capitalization Ratio </w:t>
            </w:r>
          </w:p>
        </w:tc>
        <w:tc>
          <w:tcPr>
            <w:tcW w:w="1468" w:type="dxa"/>
            <w:shd w:val="clear" w:color="auto" w:fill="BFBFBF"/>
            <w:vAlign w:val="center"/>
          </w:tcPr>
          <w:p w14:paraId="09C83AC4" w14:textId="77777777" w:rsidR="00651F88" w:rsidRPr="00CC731E" w:rsidRDefault="00651F88" w:rsidP="009D70F4">
            <w:pPr>
              <w:pStyle w:val="List2"/>
              <w:ind w:left="0" w:firstLine="0"/>
              <w:jc w:val="center"/>
              <w:rPr>
                <w:sz w:val="20"/>
              </w:rPr>
            </w:pPr>
            <w:r w:rsidRPr="00CC731E">
              <w:rPr>
                <w:sz w:val="20"/>
              </w:rPr>
              <w:t>Minimum EBITDA to Interest and CMLTD</w:t>
            </w:r>
          </w:p>
        </w:tc>
        <w:tc>
          <w:tcPr>
            <w:tcW w:w="2106" w:type="dxa"/>
            <w:gridSpan w:val="3"/>
            <w:shd w:val="clear" w:color="auto" w:fill="BFBFBF"/>
            <w:vAlign w:val="center"/>
          </w:tcPr>
          <w:p w14:paraId="61831A43" w14:textId="77777777" w:rsidR="00651F88" w:rsidRPr="00CC731E" w:rsidRDefault="00651F88" w:rsidP="009D70F4">
            <w:pPr>
              <w:pStyle w:val="List2"/>
              <w:ind w:left="0" w:firstLine="0"/>
              <w:jc w:val="center"/>
              <w:rPr>
                <w:sz w:val="20"/>
              </w:rPr>
            </w:pPr>
            <w:r w:rsidRPr="00CC731E">
              <w:rPr>
                <w:sz w:val="20"/>
              </w:rPr>
              <w:t>Maximum Unsecured Credit Limit as a percentage of Tangible Net Worth</w:t>
            </w:r>
          </w:p>
        </w:tc>
      </w:tr>
      <w:tr w:rsidR="00651F88" w:rsidRPr="00CC731E" w14:paraId="7ABA07DC" w14:textId="77777777" w:rsidTr="009D70F4">
        <w:tc>
          <w:tcPr>
            <w:tcW w:w="1530" w:type="dxa"/>
            <w:shd w:val="clear" w:color="auto" w:fill="auto"/>
            <w:vAlign w:val="center"/>
          </w:tcPr>
          <w:p w14:paraId="1B7750B1" w14:textId="77777777" w:rsidR="00651F88" w:rsidRPr="00CC731E" w:rsidRDefault="00651F88" w:rsidP="009D70F4">
            <w:pPr>
              <w:pStyle w:val="List2"/>
              <w:ind w:left="0" w:firstLine="0"/>
              <w:jc w:val="center"/>
              <w:rPr>
                <w:sz w:val="20"/>
              </w:rPr>
            </w:pPr>
            <w:r w:rsidRPr="00CC731E">
              <w:rPr>
                <w:sz w:val="20"/>
              </w:rPr>
              <w:t>$100,000,000</w:t>
            </w:r>
          </w:p>
        </w:tc>
        <w:tc>
          <w:tcPr>
            <w:tcW w:w="1440" w:type="dxa"/>
            <w:shd w:val="clear" w:color="auto" w:fill="auto"/>
            <w:vAlign w:val="center"/>
          </w:tcPr>
          <w:p w14:paraId="4B5F56F7" w14:textId="77777777" w:rsidR="00651F88" w:rsidRPr="00CC731E" w:rsidRDefault="00651F88" w:rsidP="009D70F4">
            <w:pPr>
              <w:pStyle w:val="List2"/>
              <w:ind w:left="0" w:firstLine="0"/>
              <w:jc w:val="center"/>
              <w:rPr>
                <w:sz w:val="20"/>
              </w:rPr>
            </w:pPr>
            <w:r w:rsidRPr="00CC731E">
              <w:rPr>
                <w:sz w:val="20"/>
              </w:rPr>
              <w:t>1.0</w:t>
            </w:r>
          </w:p>
        </w:tc>
        <w:tc>
          <w:tcPr>
            <w:tcW w:w="1440" w:type="dxa"/>
            <w:shd w:val="clear" w:color="auto" w:fill="auto"/>
            <w:vAlign w:val="center"/>
          </w:tcPr>
          <w:p w14:paraId="23981235" w14:textId="77777777" w:rsidR="00651F88" w:rsidRPr="00CC731E" w:rsidRDefault="00651F88" w:rsidP="009D70F4">
            <w:pPr>
              <w:pStyle w:val="List2"/>
              <w:ind w:left="0" w:firstLine="0"/>
              <w:jc w:val="center"/>
              <w:rPr>
                <w:sz w:val="20"/>
              </w:rPr>
            </w:pPr>
            <w:r w:rsidRPr="00CC731E">
              <w:rPr>
                <w:sz w:val="20"/>
              </w:rPr>
              <w:t>0.60</w:t>
            </w:r>
          </w:p>
        </w:tc>
        <w:tc>
          <w:tcPr>
            <w:tcW w:w="1468" w:type="dxa"/>
            <w:shd w:val="clear" w:color="auto" w:fill="auto"/>
            <w:vAlign w:val="center"/>
          </w:tcPr>
          <w:p w14:paraId="1BFF31E1" w14:textId="77777777" w:rsidR="00651F88" w:rsidRPr="00CC731E" w:rsidRDefault="00651F88" w:rsidP="009D70F4">
            <w:pPr>
              <w:pStyle w:val="List2"/>
              <w:ind w:left="0" w:firstLine="0"/>
              <w:jc w:val="center"/>
              <w:rPr>
                <w:sz w:val="20"/>
              </w:rPr>
            </w:pPr>
            <w:r w:rsidRPr="00CC731E">
              <w:rPr>
                <w:sz w:val="20"/>
              </w:rPr>
              <w:t>2.0</w:t>
            </w:r>
          </w:p>
        </w:tc>
        <w:tc>
          <w:tcPr>
            <w:tcW w:w="782" w:type="dxa"/>
            <w:shd w:val="clear" w:color="auto" w:fill="auto"/>
            <w:vAlign w:val="center"/>
          </w:tcPr>
          <w:p w14:paraId="2829482D" w14:textId="77777777" w:rsidR="00651F88" w:rsidRPr="00CC731E" w:rsidRDefault="00651F88" w:rsidP="009D70F4">
            <w:pPr>
              <w:pStyle w:val="List2"/>
              <w:ind w:left="0" w:firstLine="0"/>
              <w:jc w:val="center"/>
              <w:rPr>
                <w:sz w:val="20"/>
              </w:rPr>
            </w:pPr>
            <w:r w:rsidRPr="00CC731E">
              <w:rPr>
                <w:sz w:val="20"/>
              </w:rPr>
              <w:t>0.00%</w:t>
            </w:r>
          </w:p>
        </w:tc>
        <w:tc>
          <w:tcPr>
            <w:tcW w:w="576" w:type="dxa"/>
            <w:shd w:val="clear" w:color="auto" w:fill="auto"/>
            <w:vAlign w:val="center"/>
          </w:tcPr>
          <w:p w14:paraId="52C2AC1B" w14:textId="77777777" w:rsidR="00651F88" w:rsidRPr="00CC731E" w:rsidRDefault="00651F88" w:rsidP="009D70F4">
            <w:pPr>
              <w:pStyle w:val="List2"/>
              <w:ind w:left="0" w:firstLine="0"/>
              <w:jc w:val="center"/>
              <w:rPr>
                <w:sz w:val="20"/>
              </w:rPr>
            </w:pPr>
            <w:r w:rsidRPr="00CC731E">
              <w:rPr>
                <w:sz w:val="20"/>
              </w:rPr>
              <w:t>to</w:t>
            </w:r>
          </w:p>
        </w:tc>
        <w:tc>
          <w:tcPr>
            <w:tcW w:w="748" w:type="dxa"/>
            <w:shd w:val="clear" w:color="auto" w:fill="auto"/>
            <w:vAlign w:val="center"/>
          </w:tcPr>
          <w:p w14:paraId="115165C6" w14:textId="77777777" w:rsidR="00651F88" w:rsidRPr="00CC731E" w:rsidRDefault="00651F88" w:rsidP="009D70F4">
            <w:pPr>
              <w:pStyle w:val="List2"/>
              <w:ind w:left="0" w:firstLine="0"/>
              <w:jc w:val="center"/>
              <w:rPr>
                <w:sz w:val="20"/>
              </w:rPr>
            </w:pPr>
            <w:r w:rsidRPr="00CC731E">
              <w:rPr>
                <w:sz w:val="20"/>
              </w:rPr>
              <w:t>1.80%</w:t>
            </w:r>
          </w:p>
        </w:tc>
      </w:tr>
    </w:tbl>
    <w:p w14:paraId="4DCC8632" w14:textId="77777777" w:rsidR="00651F88" w:rsidRPr="00CC731E" w:rsidRDefault="00651F88" w:rsidP="00651F88">
      <w:pPr>
        <w:pStyle w:val="List"/>
        <w:spacing w:before="240"/>
        <w:ind w:left="2160"/>
        <w:rPr>
          <w:rFonts w:ascii="Arial" w:hAnsi="Arial" w:cs="Arial"/>
        </w:rPr>
      </w:pPr>
      <w:r w:rsidRPr="00CA23EE">
        <w:t>(</w:t>
      </w:r>
      <w:proofErr w:type="spellStart"/>
      <w:r>
        <w:t>i</w:t>
      </w:r>
      <w:proofErr w:type="spellEnd"/>
      <w:r w:rsidRPr="00CA23EE">
        <w:t>)</w:t>
      </w:r>
      <w:r w:rsidRPr="00CC731E">
        <w:rPr>
          <w:rFonts w:ascii="Arial" w:hAnsi="Arial" w:cs="Arial"/>
        </w:rPr>
        <w:tab/>
      </w:r>
      <w:r w:rsidRPr="00CC731E">
        <w:t>The amount of the Unsecured Credit Limit established within the range in the table above is at the discretion of ERCOT if the stated criteria are met.</w:t>
      </w:r>
    </w:p>
    <w:p w14:paraId="3A450EFF" w14:textId="77777777" w:rsidR="00FC1C5F" w:rsidRDefault="00651F88" w:rsidP="00762CD1">
      <w:pPr>
        <w:pStyle w:val="List"/>
        <w:rPr>
          <w:b/>
        </w:rPr>
      </w:pPr>
      <w:r w:rsidRPr="00CC731E">
        <w:t>(e)</w:t>
      </w:r>
      <w:r w:rsidRPr="00CC731E">
        <w:tab/>
        <w:t>ERCOT has the discretion to adjust Unsecured Credit Limits and to reasonably request any Counter-Party or guarantor, if applicable, to provide updated financial information in support of Unsecured Credit Limit calculations.</w:t>
      </w:r>
      <w:r>
        <w:t xml:space="preserve"> </w:t>
      </w:r>
    </w:p>
    <w:p w14:paraId="065D1685" w14:textId="77777777" w:rsidR="00FC1C5F" w:rsidRDefault="00727E32" w:rsidP="00762CD1">
      <w:pPr>
        <w:pStyle w:val="H3"/>
        <w:ind w:left="0" w:firstLine="0"/>
      </w:pPr>
      <w:bookmarkStart w:id="428" w:name="_Toc390438964"/>
      <w:bookmarkStart w:id="429" w:name="_Toc405897661"/>
      <w:bookmarkStart w:id="430" w:name="_Toc415055765"/>
      <w:bookmarkStart w:id="431" w:name="_Toc415055891"/>
      <w:bookmarkStart w:id="432" w:name="_Toc415055990"/>
      <w:bookmarkStart w:id="433" w:name="_Toc415056091"/>
      <w:bookmarkStart w:id="434" w:name="_Toc34728505"/>
      <w:r>
        <w:t>16.11.3</w:t>
      </w:r>
      <w:r>
        <w:tab/>
        <w:t>Alternative Means of Satisfying ERCOT Creditworthiness Requirements</w:t>
      </w:r>
      <w:bookmarkEnd w:id="428"/>
      <w:bookmarkEnd w:id="429"/>
      <w:bookmarkEnd w:id="430"/>
      <w:bookmarkEnd w:id="431"/>
      <w:bookmarkEnd w:id="432"/>
      <w:bookmarkEnd w:id="433"/>
      <w:bookmarkEnd w:id="434"/>
    </w:p>
    <w:p w14:paraId="3C35A38A" w14:textId="77777777" w:rsidR="00651F88" w:rsidRPr="00CC731E" w:rsidRDefault="00651F88" w:rsidP="00651F88">
      <w:pPr>
        <w:pStyle w:val="List"/>
        <w:ind w:left="702" w:hanging="702"/>
      </w:pPr>
      <w:r w:rsidRPr="00CC731E">
        <w:t>(1)</w:t>
      </w:r>
      <w:r w:rsidRPr="00CC731E">
        <w:tab/>
        <w:t>If a Counter-Party is required to provide Financial Security under these Protocols, then it may do so through one or more of the following means:</w:t>
      </w:r>
    </w:p>
    <w:p w14:paraId="70CFB9F3" w14:textId="77777777" w:rsidR="00651F88" w:rsidRPr="00CC731E" w:rsidRDefault="00651F88" w:rsidP="00651F88">
      <w:pPr>
        <w:pStyle w:val="List"/>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6C1D90CB"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guarantee must be given using one of the ERCOT Board-approved standard guarantee forms.  No modifications are permitted.</w:t>
      </w:r>
    </w:p>
    <w:p w14:paraId="45489CC7" w14:textId="77777777" w:rsidR="00651F88" w:rsidRPr="00CC731E" w:rsidRDefault="00651F88" w:rsidP="00651F88">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0DB360D4" w14:textId="77777777" w:rsidR="00651F88" w:rsidRPr="00CC731E" w:rsidRDefault="00651F88" w:rsidP="00651F88">
      <w:pPr>
        <w:pStyle w:val="List"/>
        <w:ind w:left="2160"/>
        <w:rPr>
          <w:szCs w:val="24"/>
        </w:rPr>
      </w:pPr>
      <w:r w:rsidRPr="00CC731E">
        <w:rPr>
          <w:szCs w:val="24"/>
        </w:rPr>
        <w:t>(iii)</w:t>
      </w:r>
      <w:r w:rsidRPr="00CC731E">
        <w:rPr>
          <w:szCs w:val="24"/>
        </w:rPr>
        <w:tab/>
        <w:t>For foreign guarantees, the guarantor must also meet the following standards:</w:t>
      </w:r>
    </w:p>
    <w:p w14:paraId="35965306" w14:textId="77777777" w:rsidR="00651F88" w:rsidRPr="00CC731E" w:rsidRDefault="00651F88" w:rsidP="00651F88">
      <w:pPr>
        <w:pStyle w:val="List"/>
        <w:ind w:left="2880"/>
        <w:rPr>
          <w:szCs w:val="24"/>
        </w:rPr>
      </w:pPr>
      <w:r w:rsidRPr="00CC731E">
        <w:rPr>
          <w:szCs w:val="24"/>
        </w:rPr>
        <w:t>(A)</w:t>
      </w:r>
      <w:r w:rsidRPr="00CC731E">
        <w:rPr>
          <w:szCs w:val="24"/>
        </w:rPr>
        <w:tab/>
        <w:t>The country of domicile for the foreign guarantor must:</w:t>
      </w:r>
    </w:p>
    <w:p w14:paraId="62FBD4E2" w14:textId="77777777" w:rsidR="00651F88" w:rsidRPr="00CC731E" w:rsidRDefault="00651F88" w:rsidP="00651F88">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7222DBC8" w14:textId="77777777" w:rsidR="00651F88" w:rsidRPr="00CC731E" w:rsidRDefault="00651F88" w:rsidP="00651F88">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w:t>
      </w:r>
      <w:proofErr w:type="spellStart"/>
      <w:r w:rsidRPr="00CC731E">
        <w:rPr>
          <w:szCs w:val="24"/>
        </w:rPr>
        <w:t>Aaa</w:t>
      </w:r>
      <w:proofErr w:type="spellEnd"/>
      <w:r w:rsidRPr="00CC731E">
        <w:rPr>
          <w:szCs w:val="24"/>
        </w:rPr>
        <w:t xml:space="preserve"> with Moody’s</w:t>
      </w:r>
      <w:r>
        <w:rPr>
          <w:szCs w:val="24"/>
        </w:rPr>
        <w:t>; and</w:t>
      </w:r>
    </w:p>
    <w:p w14:paraId="3E568742" w14:textId="77777777" w:rsidR="00651F88" w:rsidRPr="00CC731E" w:rsidRDefault="00651F88" w:rsidP="00651F88">
      <w:pPr>
        <w:pStyle w:val="List"/>
        <w:ind w:left="3600"/>
        <w:rPr>
          <w:szCs w:val="24"/>
        </w:rPr>
      </w:pPr>
      <w:r>
        <w:rPr>
          <w:szCs w:val="24"/>
        </w:rPr>
        <w:t>(3)</w:t>
      </w:r>
      <w:r w:rsidRPr="00CC731E">
        <w:rPr>
          <w:szCs w:val="24"/>
        </w:rPr>
        <w:tab/>
        <w:t>Must have reciprocity agreements with the U.S. regarding enforcement and collection of guarantee agreements.</w:t>
      </w:r>
    </w:p>
    <w:p w14:paraId="188FD5B5" w14:textId="77777777" w:rsidR="00651F88" w:rsidRPr="00CA23EE" w:rsidRDefault="00651F88" w:rsidP="00651F88">
      <w:pPr>
        <w:pStyle w:val="List"/>
        <w:ind w:left="2880"/>
        <w:rPr>
          <w:szCs w:val="24"/>
        </w:rPr>
      </w:pPr>
      <w:r w:rsidRPr="00CC731E">
        <w:rPr>
          <w:szCs w:val="24"/>
        </w:rPr>
        <w:t>(B)</w:t>
      </w:r>
      <w:r w:rsidRPr="00CC731E">
        <w:rPr>
          <w:szCs w:val="24"/>
        </w:rPr>
        <w:tab/>
      </w:r>
      <w:r w:rsidRPr="00CA23EE">
        <w:rPr>
          <w:szCs w:val="24"/>
        </w:rPr>
        <w:t>The foreign guarantor must:</w:t>
      </w:r>
    </w:p>
    <w:p w14:paraId="6106355A" w14:textId="77777777" w:rsidR="00651F88" w:rsidRPr="00CC731E" w:rsidRDefault="00651F88" w:rsidP="00651F88">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4639AB2A" w14:textId="77777777" w:rsidR="00651F88" w:rsidRPr="00CA23EE" w:rsidRDefault="00651F88" w:rsidP="00651F88">
      <w:pPr>
        <w:pStyle w:val="List"/>
        <w:ind w:left="3600"/>
        <w:rPr>
          <w:szCs w:val="24"/>
        </w:rPr>
      </w:pPr>
      <w:r>
        <w:rPr>
          <w:szCs w:val="24"/>
        </w:rPr>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2D68528F" w14:textId="77777777" w:rsidR="00651F88" w:rsidRPr="00CC731E" w:rsidRDefault="00651F88" w:rsidP="00651F88">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16340BCC" w14:textId="77777777" w:rsidR="00651F88" w:rsidRPr="00CC731E" w:rsidRDefault="00651F88" w:rsidP="00651F88">
      <w:pPr>
        <w:pStyle w:val="List"/>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65B54E66"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letter of credit must be given using the ERCOT Board-approved standard letter of credit form.</w:t>
      </w:r>
    </w:p>
    <w:p w14:paraId="778D8F38" w14:textId="77777777" w:rsidR="00651F88" w:rsidRPr="00CC731E" w:rsidRDefault="00651F88" w:rsidP="00651F88">
      <w:pPr>
        <w:pStyle w:val="List"/>
        <w:ind w:left="2160"/>
      </w:pPr>
      <w:r w:rsidRPr="00CC731E">
        <w:t>(ii)</w:t>
      </w:r>
      <w:r w:rsidRPr="00CC731E">
        <w:tab/>
        <w:t xml:space="preserve">Letters of credit must be issued by a bank </w:t>
      </w:r>
      <w:r w:rsidR="00D339A9">
        <w:t xml:space="preserve">or other financial institution that is acceptable to ERCOT, </w:t>
      </w:r>
      <w:r w:rsidRPr="00CC731E">
        <w:t>with a minimum rating of A- with S&amp;P or Fitch or A3 with Moody’s.</w:t>
      </w:r>
    </w:p>
    <w:p w14:paraId="0CBC5454" w14:textId="77777777" w:rsidR="00651F88" w:rsidRPr="00CC731E" w:rsidRDefault="00651F88" w:rsidP="00651F88">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651F88" w:rsidRPr="00CC731E" w14:paraId="64D2D89D" w14:textId="77777777" w:rsidTr="009D70F4">
        <w:trPr>
          <w:tblHeader/>
        </w:trPr>
        <w:tc>
          <w:tcPr>
            <w:tcW w:w="2970" w:type="dxa"/>
            <w:gridSpan w:val="2"/>
            <w:shd w:val="clear" w:color="auto" w:fill="BFBFBF"/>
            <w:vAlign w:val="center"/>
          </w:tcPr>
          <w:p w14:paraId="2FFBCD18" w14:textId="77777777" w:rsidR="00651F88" w:rsidRPr="00CC731E" w:rsidRDefault="00651F88" w:rsidP="009D70F4">
            <w:pPr>
              <w:pStyle w:val="List"/>
              <w:ind w:left="0" w:firstLine="0"/>
              <w:jc w:val="center"/>
              <w:rPr>
                <w:sz w:val="20"/>
              </w:rPr>
            </w:pPr>
            <w:r w:rsidRPr="00CC731E">
              <w:rPr>
                <w:sz w:val="20"/>
              </w:rPr>
              <w:t>If the issuing entity has</w:t>
            </w:r>
          </w:p>
        </w:tc>
        <w:tc>
          <w:tcPr>
            <w:tcW w:w="2335" w:type="dxa"/>
            <w:shd w:val="clear" w:color="auto" w:fill="BFBFBF"/>
            <w:vAlign w:val="center"/>
          </w:tcPr>
          <w:p w14:paraId="69F7DC7F" w14:textId="77777777" w:rsidR="00651F88" w:rsidRPr="00CC731E" w:rsidRDefault="00651F88" w:rsidP="009D70F4">
            <w:pPr>
              <w:pStyle w:val="List"/>
              <w:ind w:left="0" w:firstLine="0"/>
              <w:jc w:val="center"/>
              <w:rPr>
                <w:sz w:val="20"/>
              </w:rPr>
            </w:pPr>
            <w:r w:rsidRPr="00CC731E">
              <w:rPr>
                <w:sz w:val="20"/>
              </w:rPr>
              <w:t>Then</w:t>
            </w:r>
          </w:p>
        </w:tc>
      </w:tr>
      <w:tr w:rsidR="00651F88" w:rsidRPr="00CC731E" w14:paraId="50990E46" w14:textId="77777777" w:rsidTr="009D70F4">
        <w:trPr>
          <w:tblHeader/>
        </w:trPr>
        <w:tc>
          <w:tcPr>
            <w:tcW w:w="2970" w:type="dxa"/>
            <w:gridSpan w:val="2"/>
            <w:shd w:val="clear" w:color="auto" w:fill="BFBFBF"/>
            <w:vAlign w:val="center"/>
          </w:tcPr>
          <w:p w14:paraId="07CCEF22" w14:textId="77777777" w:rsidR="00651F88" w:rsidRPr="00CC731E" w:rsidRDefault="00651F88" w:rsidP="009D70F4">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5BFE94A3" w14:textId="77777777" w:rsidR="00651F88" w:rsidRPr="00CC731E" w:rsidRDefault="00651F88" w:rsidP="009D70F4">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651F88" w:rsidRPr="00CC731E" w14:paraId="567D23FE" w14:textId="77777777" w:rsidTr="009D70F4">
        <w:tc>
          <w:tcPr>
            <w:tcW w:w="1530" w:type="dxa"/>
            <w:shd w:val="clear" w:color="auto" w:fill="BFBFBF"/>
            <w:vAlign w:val="center"/>
          </w:tcPr>
          <w:p w14:paraId="1AC58433" w14:textId="77777777" w:rsidR="00651F88" w:rsidRPr="00CC731E" w:rsidRDefault="00651F88" w:rsidP="009D70F4">
            <w:pPr>
              <w:pStyle w:val="List"/>
              <w:ind w:left="0" w:firstLine="0"/>
              <w:jc w:val="center"/>
              <w:rPr>
                <w:sz w:val="20"/>
              </w:rPr>
            </w:pPr>
            <w:r w:rsidRPr="00CC731E">
              <w:rPr>
                <w:sz w:val="20"/>
              </w:rPr>
              <w:t>S&amp;P or Fitch</w:t>
            </w:r>
          </w:p>
        </w:tc>
        <w:tc>
          <w:tcPr>
            <w:tcW w:w="1440" w:type="dxa"/>
            <w:shd w:val="clear" w:color="auto" w:fill="BFBFBF"/>
            <w:vAlign w:val="center"/>
          </w:tcPr>
          <w:p w14:paraId="266D5A2B" w14:textId="77777777" w:rsidR="00651F88" w:rsidRPr="00CC731E" w:rsidRDefault="00651F88" w:rsidP="009D70F4">
            <w:pPr>
              <w:pStyle w:val="List"/>
              <w:ind w:left="0" w:firstLine="0"/>
              <w:jc w:val="center"/>
              <w:rPr>
                <w:sz w:val="20"/>
              </w:rPr>
            </w:pPr>
            <w:r w:rsidRPr="00CC731E">
              <w:rPr>
                <w:sz w:val="20"/>
              </w:rPr>
              <w:t>Moody’s</w:t>
            </w:r>
          </w:p>
        </w:tc>
        <w:tc>
          <w:tcPr>
            <w:tcW w:w="2335" w:type="dxa"/>
            <w:vMerge/>
            <w:shd w:val="clear" w:color="auto" w:fill="auto"/>
            <w:vAlign w:val="center"/>
          </w:tcPr>
          <w:p w14:paraId="4C28DB98" w14:textId="77777777" w:rsidR="00651F88" w:rsidRPr="00CC731E" w:rsidRDefault="00651F88" w:rsidP="009D70F4">
            <w:pPr>
              <w:pStyle w:val="List"/>
              <w:ind w:left="0" w:firstLine="0"/>
              <w:jc w:val="center"/>
              <w:rPr>
                <w:sz w:val="20"/>
              </w:rPr>
            </w:pPr>
          </w:p>
        </w:tc>
      </w:tr>
      <w:tr w:rsidR="00651F88" w:rsidRPr="00CC731E" w14:paraId="6117219C" w14:textId="77777777" w:rsidTr="009D70F4">
        <w:tc>
          <w:tcPr>
            <w:tcW w:w="1530" w:type="dxa"/>
            <w:shd w:val="clear" w:color="auto" w:fill="auto"/>
            <w:vAlign w:val="center"/>
          </w:tcPr>
          <w:p w14:paraId="19DAB5F2" w14:textId="77777777" w:rsidR="00651F88" w:rsidRPr="00CC731E" w:rsidRDefault="00651F88" w:rsidP="009D70F4">
            <w:pPr>
              <w:pStyle w:val="List"/>
              <w:ind w:left="0" w:firstLine="0"/>
              <w:jc w:val="center"/>
              <w:rPr>
                <w:sz w:val="20"/>
              </w:rPr>
            </w:pPr>
            <w:r w:rsidRPr="00CC731E">
              <w:rPr>
                <w:sz w:val="20"/>
              </w:rPr>
              <w:t>AAA</w:t>
            </w:r>
          </w:p>
        </w:tc>
        <w:tc>
          <w:tcPr>
            <w:tcW w:w="1440" w:type="dxa"/>
            <w:shd w:val="clear" w:color="auto" w:fill="auto"/>
            <w:vAlign w:val="center"/>
          </w:tcPr>
          <w:p w14:paraId="7682C340" w14:textId="77777777" w:rsidR="00651F88" w:rsidRPr="00CC731E" w:rsidRDefault="00651F88" w:rsidP="009D70F4">
            <w:pPr>
              <w:pStyle w:val="List"/>
              <w:ind w:left="0" w:firstLine="0"/>
              <w:jc w:val="center"/>
              <w:rPr>
                <w:sz w:val="20"/>
              </w:rPr>
            </w:pPr>
            <w:proofErr w:type="spellStart"/>
            <w:r w:rsidRPr="00CC731E">
              <w:rPr>
                <w:sz w:val="20"/>
              </w:rPr>
              <w:t>Aaa</w:t>
            </w:r>
            <w:proofErr w:type="spellEnd"/>
          </w:p>
        </w:tc>
        <w:tc>
          <w:tcPr>
            <w:tcW w:w="2335" w:type="dxa"/>
            <w:shd w:val="clear" w:color="auto" w:fill="auto"/>
            <w:vAlign w:val="center"/>
          </w:tcPr>
          <w:p w14:paraId="11897340" w14:textId="77777777" w:rsidR="00651F88" w:rsidRPr="00CC731E" w:rsidRDefault="00651F88" w:rsidP="009D70F4">
            <w:pPr>
              <w:pStyle w:val="List"/>
              <w:ind w:left="0" w:firstLine="0"/>
              <w:jc w:val="center"/>
              <w:rPr>
                <w:sz w:val="20"/>
              </w:rPr>
            </w:pPr>
            <w:r w:rsidRPr="00CC731E">
              <w:rPr>
                <w:sz w:val="20"/>
              </w:rPr>
              <w:t>1.00%</w:t>
            </w:r>
          </w:p>
        </w:tc>
      </w:tr>
      <w:tr w:rsidR="00651F88" w:rsidRPr="00CC731E" w14:paraId="2DBDF7C7" w14:textId="77777777" w:rsidTr="009D70F4">
        <w:tc>
          <w:tcPr>
            <w:tcW w:w="1530" w:type="dxa"/>
            <w:shd w:val="clear" w:color="auto" w:fill="auto"/>
            <w:vAlign w:val="center"/>
          </w:tcPr>
          <w:p w14:paraId="4F7142D3"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71D7ABC" w14:textId="77777777" w:rsidR="00651F88" w:rsidRPr="00CC731E" w:rsidRDefault="00651F88" w:rsidP="009D70F4">
            <w:pPr>
              <w:pStyle w:val="List"/>
              <w:ind w:left="0" w:firstLine="0"/>
              <w:jc w:val="center"/>
              <w:rPr>
                <w:sz w:val="20"/>
              </w:rPr>
            </w:pPr>
            <w:r w:rsidRPr="00CC731E">
              <w:rPr>
                <w:sz w:val="20"/>
              </w:rPr>
              <w:t>Aa1</w:t>
            </w:r>
          </w:p>
        </w:tc>
        <w:tc>
          <w:tcPr>
            <w:tcW w:w="2335" w:type="dxa"/>
            <w:shd w:val="clear" w:color="auto" w:fill="auto"/>
            <w:vAlign w:val="center"/>
          </w:tcPr>
          <w:p w14:paraId="50FA4F38" w14:textId="77777777" w:rsidR="00651F88" w:rsidRPr="00CC731E" w:rsidRDefault="00651F88" w:rsidP="009D70F4">
            <w:pPr>
              <w:pStyle w:val="List"/>
              <w:ind w:left="0" w:firstLine="0"/>
              <w:jc w:val="center"/>
              <w:rPr>
                <w:sz w:val="20"/>
              </w:rPr>
            </w:pPr>
            <w:r w:rsidRPr="00CC731E">
              <w:rPr>
                <w:sz w:val="20"/>
              </w:rPr>
              <w:t>0.95%</w:t>
            </w:r>
          </w:p>
        </w:tc>
      </w:tr>
      <w:tr w:rsidR="00651F88" w:rsidRPr="00CC731E" w14:paraId="511D0769" w14:textId="77777777" w:rsidTr="009D70F4">
        <w:tc>
          <w:tcPr>
            <w:tcW w:w="1530" w:type="dxa"/>
            <w:shd w:val="clear" w:color="auto" w:fill="auto"/>
            <w:vAlign w:val="center"/>
          </w:tcPr>
          <w:p w14:paraId="6BD75E5D"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404C0428" w14:textId="77777777" w:rsidR="00651F88" w:rsidRPr="00CC731E" w:rsidRDefault="00651F88" w:rsidP="009D70F4">
            <w:pPr>
              <w:pStyle w:val="List"/>
              <w:ind w:left="0" w:firstLine="0"/>
              <w:jc w:val="center"/>
              <w:rPr>
                <w:sz w:val="20"/>
              </w:rPr>
            </w:pPr>
            <w:r w:rsidRPr="00CC731E">
              <w:rPr>
                <w:sz w:val="20"/>
              </w:rPr>
              <w:t>Aa2</w:t>
            </w:r>
          </w:p>
        </w:tc>
        <w:tc>
          <w:tcPr>
            <w:tcW w:w="2335" w:type="dxa"/>
            <w:shd w:val="clear" w:color="auto" w:fill="auto"/>
            <w:vAlign w:val="center"/>
          </w:tcPr>
          <w:p w14:paraId="3F483B70" w14:textId="77777777" w:rsidR="00651F88" w:rsidRPr="00CC731E" w:rsidRDefault="00651F88" w:rsidP="009D70F4">
            <w:pPr>
              <w:pStyle w:val="List"/>
              <w:ind w:left="0" w:firstLine="0"/>
              <w:jc w:val="center"/>
              <w:rPr>
                <w:sz w:val="20"/>
              </w:rPr>
            </w:pPr>
            <w:r w:rsidRPr="00CC731E">
              <w:rPr>
                <w:sz w:val="20"/>
              </w:rPr>
              <w:t>0.90%</w:t>
            </w:r>
          </w:p>
        </w:tc>
      </w:tr>
      <w:tr w:rsidR="00651F88" w:rsidRPr="00CC731E" w14:paraId="28AB5C1A" w14:textId="77777777" w:rsidTr="009D70F4">
        <w:tc>
          <w:tcPr>
            <w:tcW w:w="1530" w:type="dxa"/>
            <w:shd w:val="clear" w:color="auto" w:fill="auto"/>
            <w:vAlign w:val="center"/>
          </w:tcPr>
          <w:p w14:paraId="61B22B2C" w14:textId="77777777" w:rsidR="00651F88" w:rsidRPr="00CC731E" w:rsidRDefault="00651F88" w:rsidP="009D70F4">
            <w:pPr>
              <w:pStyle w:val="List"/>
              <w:ind w:left="0" w:firstLine="0"/>
              <w:jc w:val="center"/>
              <w:rPr>
                <w:sz w:val="20"/>
              </w:rPr>
            </w:pPr>
            <w:r w:rsidRPr="00CC731E">
              <w:rPr>
                <w:sz w:val="20"/>
              </w:rPr>
              <w:t>AA-</w:t>
            </w:r>
          </w:p>
        </w:tc>
        <w:tc>
          <w:tcPr>
            <w:tcW w:w="1440" w:type="dxa"/>
            <w:shd w:val="clear" w:color="auto" w:fill="auto"/>
            <w:vAlign w:val="center"/>
          </w:tcPr>
          <w:p w14:paraId="0B2F23A2" w14:textId="77777777" w:rsidR="00651F88" w:rsidRPr="00CC731E" w:rsidRDefault="00651F88" w:rsidP="009D70F4">
            <w:pPr>
              <w:pStyle w:val="List"/>
              <w:ind w:left="0" w:firstLine="0"/>
              <w:jc w:val="center"/>
              <w:rPr>
                <w:sz w:val="20"/>
              </w:rPr>
            </w:pPr>
            <w:r w:rsidRPr="00CC731E">
              <w:rPr>
                <w:sz w:val="20"/>
              </w:rPr>
              <w:t>Aa3</w:t>
            </w:r>
          </w:p>
        </w:tc>
        <w:tc>
          <w:tcPr>
            <w:tcW w:w="2335" w:type="dxa"/>
            <w:shd w:val="clear" w:color="auto" w:fill="auto"/>
            <w:vAlign w:val="center"/>
          </w:tcPr>
          <w:p w14:paraId="2A76BFDD" w14:textId="77777777" w:rsidR="00651F88" w:rsidRPr="00CC731E" w:rsidRDefault="00651F88" w:rsidP="009D70F4">
            <w:pPr>
              <w:pStyle w:val="List"/>
              <w:ind w:left="0" w:firstLine="0"/>
              <w:jc w:val="center"/>
              <w:rPr>
                <w:sz w:val="20"/>
              </w:rPr>
            </w:pPr>
            <w:r w:rsidRPr="00CC731E">
              <w:rPr>
                <w:sz w:val="20"/>
              </w:rPr>
              <w:t>0.85%</w:t>
            </w:r>
          </w:p>
        </w:tc>
      </w:tr>
      <w:tr w:rsidR="00651F88" w:rsidRPr="00CC731E" w14:paraId="100E83B3" w14:textId="77777777" w:rsidTr="009D70F4">
        <w:tc>
          <w:tcPr>
            <w:tcW w:w="1530" w:type="dxa"/>
            <w:shd w:val="clear" w:color="auto" w:fill="auto"/>
            <w:vAlign w:val="center"/>
          </w:tcPr>
          <w:p w14:paraId="50F90A9D"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7D191993" w14:textId="77777777" w:rsidR="00651F88" w:rsidRPr="00CC731E" w:rsidRDefault="00651F88" w:rsidP="009D70F4">
            <w:pPr>
              <w:pStyle w:val="List"/>
              <w:ind w:left="0" w:firstLine="0"/>
              <w:jc w:val="center"/>
              <w:rPr>
                <w:sz w:val="20"/>
              </w:rPr>
            </w:pPr>
            <w:r w:rsidRPr="00CC731E">
              <w:rPr>
                <w:sz w:val="20"/>
              </w:rPr>
              <w:t>A1</w:t>
            </w:r>
          </w:p>
        </w:tc>
        <w:tc>
          <w:tcPr>
            <w:tcW w:w="2335" w:type="dxa"/>
            <w:shd w:val="clear" w:color="auto" w:fill="auto"/>
            <w:vAlign w:val="center"/>
          </w:tcPr>
          <w:p w14:paraId="46F715DC" w14:textId="77777777" w:rsidR="00651F88" w:rsidRPr="00CC731E" w:rsidRDefault="00651F88" w:rsidP="009D70F4">
            <w:pPr>
              <w:pStyle w:val="List"/>
              <w:ind w:left="0" w:firstLine="0"/>
              <w:jc w:val="center"/>
              <w:rPr>
                <w:sz w:val="20"/>
              </w:rPr>
            </w:pPr>
            <w:r w:rsidRPr="00CC731E">
              <w:rPr>
                <w:sz w:val="20"/>
              </w:rPr>
              <w:t>0.80%</w:t>
            </w:r>
          </w:p>
        </w:tc>
      </w:tr>
      <w:tr w:rsidR="00651F88" w:rsidRPr="00CC731E" w14:paraId="682A964A" w14:textId="77777777" w:rsidTr="009D70F4">
        <w:tc>
          <w:tcPr>
            <w:tcW w:w="1530" w:type="dxa"/>
            <w:shd w:val="clear" w:color="auto" w:fill="auto"/>
            <w:vAlign w:val="center"/>
          </w:tcPr>
          <w:p w14:paraId="17DF1749"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648D1A44" w14:textId="77777777" w:rsidR="00651F88" w:rsidRPr="00CC731E" w:rsidRDefault="00651F88" w:rsidP="009D70F4">
            <w:pPr>
              <w:pStyle w:val="List"/>
              <w:ind w:left="0" w:firstLine="0"/>
              <w:jc w:val="center"/>
              <w:rPr>
                <w:sz w:val="20"/>
              </w:rPr>
            </w:pPr>
            <w:r w:rsidRPr="00CC731E">
              <w:rPr>
                <w:sz w:val="20"/>
              </w:rPr>
              <w:t>A2</w:t>
            </w:r>
          </w:p>
        </w:tc>
        <w:tc>
          <w:tcPr>
            <w:tcW w:w="2335" w:type="dxa"/>
            <w:shd w:val="clear" w:color="auto" w:fill="auto"/>
            <w:vAlign w:val="center"/>
          </w:tcPr>
          <w:p w14:paraId="14359F3D" w14:textId="77777777" w:rsidR="00651F88" w:rsidRPr="00CC731E" w:rsidRDefault="00651F88" w:rsidP="009D70F4">
            <w:pPr>
              <w:pStyle w:val="List"/>
              <w:ind w:left="0" w:firstLine="0"/>
              <w:jc w:val="center"/>
              <w:rPr>
                <w:sz w:val="20"/>
              </w:rPr>
            </w:pPr>
            <w:r w:rsidRPr="00CC731E">
              <w:rPr>
                <w:sz w:val="20"/>
              </w:rPr>
              <w:t>0.75%</w:t>
            </w:r>
          </w:p>
        </w:tc>
      </w:tr>
      <w:tr w:rsidR="00651F88" w:rsidRPr="00CC731E" w14:paraId="3CC3575F" w14:textId="77777777" w:rsidTr="009D70F4">
        <w:tc>
          <w:tcPr>
            <w:tcW w:w="1530" w:type="dxa"/>
            <w:shd w:val="clear" w:color="auto" w:fill="auto"/>
            <w:vAlign w:val="center"/>
          </w:tcPr>
          <w:p w14:paraId="44D47863" w14:textId="77777777" w:rsidR="00651F88" w:rsidRPr="00CC731E" w:rsidRDefault="00651F88" w:rsidP="009D70F4">
            <w:pPr>
              <w:pStyle w:val="List"/>
              <w:ind w:left="0" w:firstLine="0"/>
              <w:jc w:val="center"/>
              <w:rPr>
                <w:sz w:val="20"/>
              </w:rPr>
            </w:pPr>
            <w:r w:rsidRPr="00CC731E">
              <w:rPr>
                <w:sz w:val="20"/>
              </w:rPr>
              <w:t>A-</w:t>
            </w:r>
          </w:p>
        </w:tc>
        <w:tc>
          <w:tcPr>
            <w:tcW w:w="1440" w:type="dxa"/>
            <w:shd w:val="clear" w:color="auto" w:fill="auto"/>
            <w:vAlign w:val="center"/>
          </w:tcPr>
          <w:p w14:paraId="261B5033" w14:textId="77777777" w:rsidR="00651F88" w:rsidRPr="00CC731E" w:rsidRDefault="00651F88" w:rsidP="009D70F4">
            <w:pPr>
              <w:pStyle w:val="List"/>
              <w:ind w:left="0" w:firstLine="0"/>
              <w:jc w:val="center"/>
              <w:rPr>
                <w:sz w:val="20"/>
              </w:rPr>
            </w:pPr>
            <w:r w:rsidRPr="00CC731E">
              <w:rPr>
                <w:sz w:val="20"/>
              </w:rPr>
              <w:t>A3</w:t>
            </w:r>
          </w:p>
        </w:tc>
        <w:tc>
          <w:tcPr>
            <w:tcW w:w="2335" w:type="dxa"/>
            <w:shd w:val="clear" w:color="auto" w:fill="auto"/>
            <w:vAlign w:val="center"/>
          </w:tcPr>
          <w:p w14:paraId="00E06D07" w14:textId="77777777" w:rsidR="00651F88" w:rsidRPr="00CC731E" w:rsidRDefault="00651F88" w:rsidP="009D70F4">
            <w:pPr>
              <w:pStyle w:val="List"/>
              <w:ind w:left="0" w:firstLine="0"/>
              <w:jc w:val="center"/>
              <w:rPr>
                <w:sz w:val="20"/>
              </w:rPr>
            </w:pPr>
            <w:r w:rsidRPr="00CC731E">
              <w:rPr>
                <w:sz w:val="20"/>
              </w:rPr>
              <w:t>0.70%</w:t>
            </w:r>
          </w:p>
        </w:tc>
      </w:tr>
      <w:tr w:rsidR="00651F88" w:rsidRPr="00CC731E" w14:paraId="4603C5EF" w14:textId="77777777" w:rsidTr="009D70F4">
        <w:tc>
          <w:tcPr>
            <w:tcW w:w="1530" w:type="dxa"/>
            <w:shd w:val="clear" w:color="auto" w:fill="auto"/>
            <w:vAlign w:val="center"/>
          </w:tcPr>
          <w:p w14:paraId="2CFBA956" w14:textId="77777777" w:rsidR="00651F88" w:rsidRPr="00CC731E" w:rsidRDefault="00651F88" w:rsidP="009D70F4">
            <w:pPr>
              <w:pStyle w:val="List"/>
              <w:ind w:left="0" w:firstLine="0"/>
              <w:jc w:val="center"/>
              <w:rPr>
                <w:sz w:val="20"/>
              </w:rPr>
            </w:pPr>
            <w:r w:rsidRPr="00CC731E">
              <w:rPr>
                <w:sz w:val="20"/>
              </w:rPr>
              <w:t>Below A-</w:t>
            </w:r>
          </w:p>
        </w:tc>
        <w:tc>
          <w:tcPr>
            <w:tcW w:w="1440" w:type="dxa"/>
            <w:shd w:val="clear" w:color="auto" w:fill="auto"/>
            <w:vAlign w:val="center"/>
          </w:tcPr>
          <w:p w14:paraId="4D9C14AB" w14:textId="77777777" w:rsidR="00651F88" w:rsidRPr="00CC731E" w:rsidRDefault="00651F88" w:rsidP="009D70F4">
            <w:pPr>
              <w:pStyle w:val="List"/>
              <w:ind w:left="0" w:firstLine="0"/>
              <w:jc w:val="center"/>
              <w:rPr>
                <w:sz w:val="20"/>
              </w:rPr>
            </w:pPr>
            <w:r w:rsidRPr="00CC731E">
              <w:rPr>
                <w:sz w:val="20"/>
              </w:rPr>
              <w:t>Below A3</w:t>
            </w:r>
          </w:p>
        </w:tc>
        <w:tc>
          <w:tcPr>
            <w:tcW w:w="2335" w:type="dxa"/>
            <w:shd w:val="clear" w:color="auto" w:fill="auto"/>
            <w:vAlign w:val="center"/>
          </w:tcPr>
          <w:p w14:paraId="77D1C872" w14:textId="77777777" w:rsidR="00651F88" w:rsidRPr="00CC731E" w:rsidRDefault="00651F88" w:rsidP="009D70F4">
            <w:pPr>
              <w:pStyle w:val="List"/>
              <w:ind w:left="0" w:firstLine="0"/>
              <w:jc w:val="center"/>
              <w:rPr>
                <w:sz w:val="20"/>
              </w:rPr>
            </w:pPr>
            <w:r w:rsidRPr="00CC731E">
              <w:rPr>
                <w:sz w:val="20"/>
              </w:rPr>
              <w:t>Not accepted</w:t>
            </w:r>
          </w:p>
        </w:tc>
      </w:tr>
    </w:tbl>
    <w:p w14:paraId="19CD39DE" w14:textId="77777777" w:rsidR="00651F88" w:rsidRPr="00CC731E" w:rsidRDefault="00651F88" w:rsidP="00651F88">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7131BD88" w14:textId="77777777" w:rsidR="00651F88" w:rsidRPr="00CC731E" w:rsidRDefault="00651F88" w:rsidP="00651F88">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1C40F9FA" w14:textId="77777777" w:rsidR="00651F88" w:rsidRPr="00CC731E" w:rsidRDefault="00651F88" w:rsidP="00651F88">
      <w:pPr>
        <w:pStyle w:val="List"/>
        <w:ind w:left="2880"/>
      </w:pPr>
      <w:r w:rsidRPr="00CC731E">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03C2B122" w14:textId="77777777" w:rsidR="00651F88" w:rsidRPr="00CC731E" w:rsidRDefault="00651F88" w:rsidP="00651F88">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5F121980" w14:textId="77777777" w:rsidR="00651F88" w:rsidRPr="00CC731E" w:rsidRDefault="00651F88" w:rsidP="00651F88">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54692D86" w14:textId="77777777" w:rsidR="00651F88" w:rsidRDefault="00651F88" w:rsidP="00651F88">
      <w:pPr>
        <w:pStyle w:val="List"/>
        <w:ind w:left="2880"/>
      </w:pPr>
      <w:r w:rsidRPr="00CC731E">
        <w:t>(</w:t>
      </w:r>
      <w:r>
        <w:t>F</w:t>
      </w:r>
      <w:r w:rsidRPr="00CC731E">
        <w:t>)</w:t>
      </w:r>
      <w:r w:rsidRPr="00CC731E">
        <w:tab/>
        <w:t xml:space="preserve">ERCOT in its sole discretion may authorize exceptions to these limits. </w:t>
      </w:r>
      <w:r>
        <w:t xml:space="preserve"> </w:t>
      </w:r>
    </w:p>
    <w:p w14:paraId="62044857" w14:textId="77777777" w:rsidR="00651F88" w:rsidRPr="00CC731E" w:rsidRDefault="00651F88" w:rsidP="00651F88">
      <w:pPr>
        <w:pStyle w:val="List"/>
        <w:ind w:left="2880"/>
      </w:pPr>
      <w:r>
        <w:t>(G)</w:t>
      </w:r>
      <w:r>
        <w:tab/>
      </w:r>
      <w:r w:rsidRPr="00CC731E">
        <w:t xml:space="preserve">Revisions to the issuer limit calculation in this Section will be recommended by </w:t>
      </w:r>
      <w:r w:rsidR="002D20F3">
        <w:t>the Technical Advisory Committee (</w:t>
      </w:r>
      <w:r w:rsidRPr="00CC731E">
        <w:t>TAC</w:t>
      </w:r>
      <w:r w:rsidR="005473F9">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59582990" w14:textId="77777777" w:rsidR="00651F88" w:rsidRPr="00CC731E" w:rsidRDefault="00651F88" w:rsidP="00651F88">
      <w:pPr>
        <w:pStyle w:val="List"/>
      </w:pPr>
      <w:r w:rsidRPr="00CC731E">
        <w:t>(c)</w:t>
      </w:r>
      <w:r w:rsidRPr="00CC731E">
        <w:tab/>
        <w:t xml:space="preserve">The Counter-Party may give a surety bond naming ERCOT as the beneficiary.  </w:t>
      </w:r>
    </w:p>
    <w:p w14:paraId="263F7219" w14:textId="77777777" w:rsidR="00651F88" w:rsidRPr="00CC731E" w:rsidRDefault="00651F88" w:rsidP="00651F88">
      <w:pPr>
        <w:pStyle w:val="List"/>
        <w:ind w:left="2160"/>
      </w:pPr>
      <w:r w:rsidRPr="00CC731E">
        <w:t>(</w:t>
      </w:r>
      <w:proofErr w:type="spellStart"/>
      <w:r w:rsidRPr="00CC731E">
        <w:t>i</w:t>
      </w:r>
      <w:proofErr w:type="spellEnd"/>
      <w:r w:rsidRPr="00CC731E">
        <w:t>)</w:t>
      </w:r>
      <w:r w:rsidRPr="00CC731E">
        <w:tab/>
        <w:t>The surety bond must be signed by a surety acceptable to ERCOT, in its sole discretion and must be in the form of ERCOT’s standard surety bond form approved by the ERCOT Board.  No modifications to the form are permitted.</w:t>
      </w:r>
    </w:p>
    <w:p w14:paraId="6B08FB6D" w14:textId="77777777" w:rsidR="00651F88" w:rsidRPr="00CC731E" w:rsidRDefault="00651F88" w:rsidP="00651F88">
      <w:pPr>
        <w:pStyle w:val="List"/>
        <w:ind w:left="2160"/>
      </w:pPr>
      <w:r w:rsidRPr="00CC731E">
        <w:t>(ii)</w:t>
      </w:r>
      <w:r w:rsidRPr="00CC731E">
        <w:tab/>
        <w:t>The surety bond must be issued by an insurance company with a minimum rating of A- with S&amp;P or Fitch or A3 with Moody’s.</w:t>
      </w:r>
    </w:p>
    <w:p w14:paraId="52A27657" w14:textId="77777777" w:rsidR="00651F88" w:rsidRPr="00CC731E" w:rsidRDefault="00651F88" w:rsidP="00651F88">
      <w:pPr>
        <w:pStyle w:val="List"/>
        <w:ind w:left="2160"/>
      </w:pPr>
      <w:r w:rsidRPr="00CC731E">
        <w:t>(iii)</w:t>
      </w:r>
      <w:r w:rsidRPr="00CC731E">
        <w:tab/>
        <w:t>Surety bonds are subject to a limit of $10 million per Counter-Party per insurer and an overall limit of $100 million per insurer for all ERCOT Counter-Parties.</w:t>
      </w:r>
    </w:p>
    <w:p w14:paraId="3DA2B741" w14:textId="77777777" w:rsidR="00A44688" w:rsidRDefault="00A44688" w:rsidP="00A44688">
      <w:pPr>
        <w:spacing w:after="240"/>
        <w:ind w:left="1440" w:hanging="720"/>
      </w:pPr>
      <w:r w:rsidRPr="00AF4A46">
        <w:t>(d)</w:t>
      </w:r>
      <w:r w:rsidRPr="00AF4A46">
        <w:tab/>
        <w:t>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  Once per year, ERCOT will</w:t>
      </w:r>
      <w:r>
        <w:t>:</w:t>
      </w:r>
      <w:r w:rsidRPr="00AF4A46">
        <w:t xml:space="preserve"> </w:t>
      </w:r>
    </w:p>
    <w:p w14:paraId="265D15AD" w14:textId="77777777" w:rsidR="00A44688" w:rsidRDefault="00A44688" w:rsidP="00A44688">
      <w:pPr>
        <w:pStyle w:val="List"/>
        <w:ind w:left="2160"/>
      </w:pPr>
      <w:r w:rsidRPr="00AF4A46">
        <w:t>(</w:t>
      </w:r>
      <w:proofErr w:type="spellStart"/>
      <w:r w:rsidRPr="00AF4A46">
        <w:t>i</w:t>
      </w:r>
      <w:proofErr w:type="spellEnd"/>
      <w:r w:rsidRPr="00AF4A46">
        <w:t>)</w:t>
      </w:r>
      <w:r w:rsidRPr="00CC731E">
        <w:t xml:space="preserve"> </w:t>
      </w:r>
      <w:r w:rsidRPr="00CC731E">
        <w:tab/>
      </w:r>
      <w:r>
        <w:t>R</w:t>
      </w:r>
      <w:r w:rsidRPr="00AF4A46">
        <w:t xml:space="preserve">eturn interest earned on a </w:t>
      </w:r>
      <w:r w:rsidRPr="00AF4A46">
        <w:rPr>
          <w:color w:val="000000"/>
          <w:szCs w:val="24"/>
        </w:rPr>
        <w:t>Counter-Party</w:t>
      </w:r>
      <w:r w:rsidRPr="00AF4A46">
        <w:t xml:space="preserve">’s Cash Collateral to the </w:t>
      </w:r>
      <w:r w:rsidRPr="00AF4A46">
        <w:rPr>
          <w:color w:val="000000"/>
          <w:szCs w:val="24"/>
        </w:rPr>
        <w:t>Counter-Party</w:t>
      </w:r>
      <w:r w:rsidRPr="00AF4A46">
        <w:t xml:space="preserve"> if the amount of interest earned is greater than $50</w:t>
      </w:r>
      <w:r>
        <w:t>;</w:t>
      </w:r>
      <w:r w:rsidRPr="00AF4A46">
        <w:t xml:space="preserve"> or </w:t>
      </w:r>
    </w:p>
    <w:p w14:paraId="5C155840" w14:textId="77777777" w:rsidR="00A44688" w:rsidRDefault="00A44688" w:rsidP="00A44688">
      <w:pPr>
        <w:pStyle w:val="List"/>
        <w:ind w:left="2160"/>
      </w:pPr>
      <w:r w:rsidRPr="00AF4A46">
        <w:t>(ii)</w:t>
      </w:r>
      <w:r w:rsidRPr="00CC731E">
        <w:t xml:space="preserve"> </w:t>
      </w:r>
      <w:r w:rsidRPr="00CC731E">
        <w:tab/>
      </w:r>
      <w:r>
        <w:t>R</w:t>
      </w:r>
      <w:r w:rsidRPr="00AF4A46">
        <w:t xml:space="preserve">etain interest earned on a </w:t>
      </w:r>
      <w:r w:rsidRPr="00AF4A46">
        <w:rPr>
          <w:color w:val="000000"/>
          <w:szCs w:val="24"/>
        </w:rPr>
        <w:t>Counter-Party</w:t>
      </w:r>
      <w:r w:rsidRPr="00AF4A46">
        <w:t xml:space="preserve">’s Cash Collateral as additional Cash Collateral if the amount of interest earned is less than or equal to $50.  </w:t>
      </w:r>
    </w:p>
    <w:p w14:paraId="39E77740" w14:textId="77777777" w:rsidR="00FC1C5F" w:rsidRDefault="00A44688" w:rsidP="00A44688">
      <w:pPr>
        <w:pStyle w:val="List"/>
      </w:pPr>
      <w:r w:rsidRPr="00AF4A46">
        <w:tab/>
        <w:t>ERCOT has a security interest in all property delivered by the Counter-Party to ERCOT from time to tim</w:t>
      </w:r>
      <w:r>
        <w:t xml:space="preserve">e to meet the creditworthiness </w:t>
      </w:r>
      <w:r w:rsidRPr="00AF4A46">
        <w:t>requirements, and that property secures all amounts owed by the Counter-Party to ERCOT.</w:t>
      </w:r>
    </w:p>
    <w:p w14:paraId="7FD6B095" w14:textId="77777777" w:rsidR="00FC1C5F" w:rsidRDefault="00727E32" w:rsidP="00D169BA">
      <w:pPr>
        <w:pStyle w:val="H3"/>
        <w:spacing w:before="480"/>
      </w:pPr>
      <w:bookmarkStart w:id="435" w:name="_Toc390438965"/>
      <w:bookmarkStart w:id="436" w:name="_Toc405897662"/>
      <w:bookmarkStart w:id="437" w:name="_Toc415055766"/>
      <w:bookmarkStart w:id="438" w:name="_Toc415055892"/>
      <w:bookmarkStart w:id="439" w:name="_Toc415055991"/>
      <w:bookmarkStart w:id="440" w:name="_Toc415056092"/>
      <w:bookmarkStart w:id="441" w:name="_Toc34728506"/>
      <w:r>
        <w:t>16.11.4</w:t>
      </w:r>
      <w:r>
        <w:tab/>
        <w:t>Determination and Monitoring of Counter-Party Credit Exposure</w:t>
      </w:r>
      <w:bookmarkEnd w:id="435"/>
      <w:bookmarkEnd w:id="436"/>
      <w:bookmarkEnd w:id="437"/>
      <w:bookmarkEnd w:id="438"/>
      <w:bookmarkEnd w:id="439"/>
      <w:bookmarkEnd w:id="440"/>
      <w:bookmarkEnd w:id="441"/>
    </w:p>
    <w:p w14:paraId="6A413844" w14:textId="77777777" w:rsidR="00856F40" w:rsidRPr="0002450E" w:rsidRDefault="00856F40" w:rsidP="00856F40">
      <w:pPr>
        <w:pStyle w:val="H4"/>
        <w:spacing w:before="120"/>
        <w:ind w:left="1267" w:hanging="1267"/>
        <w:rPr>
          <w:b/>
          <w:bCs/>
        </w:rPr>
      </w:pPr>
      <w:bookmarkStart w:id="442" w:name="_Toc390438966"/>
      <w:bookmarkStart w:id="443" w:name="_Toc405897663"/>
      <w:bookmarkStart w:id="444" w:name="_Toc415055767"/>
      <w:bookmarkStart w:id="445" w:name="_Toc415055893"/>
      <w:bookmarkStart w:id="446" w:name="_Toc415055992"/>
      <w:bookmarkStart w:id="447" w:name="_Toc415056093"/>
      <w:bookmarkStart w:id="448" w:name="_Toc34728507"/>
      <w:r w:rsidRPr="0002450E">
        <w:rPr>
          <w:b/>
          <w:bCs/>
        </w:rPr>
        <w:t>16.11.4.1</w:t>
      </w:r>
      <w:r w:rsidRPr="0002450E">
        <w:rPr>
          <w:b/>
          <w:bCs/>
        </w:rPr>
        <w:tab/>
        <w:t>Determination of Total Potential Exposure for a Counter-Party</w:t>
      </w:r>
      <w:bookmarkEnd w:id="442"/>
      <w:bookmarkEnd w:id="443"/>
      <w:bookmarkEnd w:id="444"/>
      <w:bookmarkEnd w:id="445"/>
      <w:bookmarkEnd w:id="446"/>
      <w:bookmarkEnd w:id="447"/>
      <w:bookmarkEnd w:id="448"/>
    </w:p>
    <w:p w14:paraId="63187785" w14:textId="77777777" w:rsidR="00856F40" w:rsidRDefault="00856F40" w:rsidP="00856F40">
      <w:pPr>
        <w:pStyle w:val="BodyTextNumbered"/>
      </w:pPr>
      <w:r>
        <w:t>(1)</w:t>
      </w:r>
      <w:r>
        <w:tab/>
        <w:t xml:space="preserve">A Counter-Party’s TPE is the sum of its “Total Potential Exposure Any” (TPEA) and TPES:  </w:t>
      </w:r>
    </w:p>
    <w:p w14:paraId="3CAE1BF5" w14:textId="77777777" w:rsidR="00856F40" w:rsidRDefault="00856F40" w:rsidP="00856F40">
      <w:pPr>
        <w:pStyle w:val="BodyTextNumbered"/>
        <w:ind w:left="1440"/>
      </w:pPr>
      <w:r>
        <w:t>(a)</w:t>
      </w:r>
      <w:r>
        <w:tab/>
        <w:t xml:space="preserve">TPEA is the positive net exposure of the Counter-Party that may be satisfied by any forms of Financial Security defined under paragraphs </w:t>
      </w:r>
      <w:r w:rsidR="000B6F80">
        <w:t>(1)</w:t>
      </w:r>
      <w:r>
        <w:t xml:space="preserve">(a) through </w:t>
      </w:r>
      <w:r w:rsidR="00DE2134">
        <w:t>(1)</w:t>
      </w:r>
      <w:r>
        <w:t xml:space="preserve">(d) of Section 16.11.3, </w:t>
      </w:r>
      <w:r w:rsidRPr="00442B0C">
        <w:t>Alternative Means of Satisfying ERCOT Creditworthiness Requirements</w:t>
      </w:r>
      <w:r>
        <w:t>.  TPEA will include all exposure not included in TPES.</w:t>
      </w:r>
    </w:p>
    <w:p w14:paraId="7E735C65" w14:textId="77777777" w:rsidR="00856F40" w:rsidRDefault="00856F40" w:rsidP="00856F40">
      <w:pPr>
        <w:pStyle w:val="BodyTextNumbered"/>
        <w:ind w:left="1440"/>
      </w:pPr>
      <w:r>
        <w:t>(b)</w:t>
      </w:r>
      <w:r>
        <w:tab/>
        <w:t xml:space="preserve">TPES is the positive net exposure of the Counter-Party that may be satisfied only by forms of Financial Security defined under paragraphs </w:t>
      </w:r>
      <w:r w:rsidR="000B6F80">
        <w:t>(1)</w:t>
      </w:r>
      <w:r>
        <w:t xml:space="preserve">(b) through </w:t>
      </w:r>
      <w:r w:rsidR="00DE2134">
        <w:t>(1)</w:t>
      </w:r>
      <w:r>
        <w:t xml:space="preserve">(d) of Section 16.11.3.  The </w:t>
      </w:r>
      <w:r w:rsidR="00355D7A">
        <w:t>Future Credit Exposure (</w:t>
      </w:r>
      <w:r>
        <w:t>FCE</w:t>
      </w:r>
      <w:r w:rsidR="00355D7A">
        <w:t>)</w:t>
      </w:r>
      <w:r>
        <w:t xml:space="preserve"> that reflects the future mark-to-market value for CRRs registered in the name of the Counter-</w:t>
      </w:r>
      <w:r w:rsidRPr="00030D28">
        <w:t>Party is included in TPES.</w:t>
      </w:r>
    </w:p>
    <w:p w14:paraId="2AAC7917" w14:textId="77777777" w:rsidR="002D0D49" w:rsidRDefault="002D0D49" w:rsidP="002D0D49">
      <w:pPr>
        <w:pStyle w:val="BodyTextNumbered"/>
      </w:pPr>
      <w:r>
        <w:t>(2)</w:t>
      </w:r>
      <w:r>
        <w:tab/>
        <w:t>For all Counter-Parties:</w:t>
      </w:r>
    </w:p>
    <w:p w14:paraId="35AE3E7F" w14:textId="77777777" w:rsidR="002D0D49" w:rsidRDefault="002D0D49" w:rsidP="002D0D49">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r w:rsidRPr="00D77426">
        <w:rPr>
          <w:i/>
          <w:vertAlign w:val="subscript"/>
        </w:rPr>
        <w:t>a</w:t>
      </w:r>
      <w:r>
        <w:t>)]] + PUL</w:t>
      </w:r>
    </w:p>
    <w:p w14:paraId="78A0717D" w14:textId="77777777" w:rsidR="002D0D49" w:rsidRDefault="002D0D49" w:rsidP="002D0D49">
      <w:pPr>
        <w:pStyle w:val="BodyTextNumbered"/>
        <w:ind w:left="1440"/>
      </w:pPr>
      <w:r>
        <w:t>TPES</w:t>
      </w:r>
      <w:r>
        <w:tab/>
        <w:t>=</w:t>
      </w:r>
      <w:r>
        <w:tab/>
        <w:t xml:space="preserve">Max [0, FCE </w:t>
      </w:r>
      <w:r w:rsidRPr="00D77426">
        <w:rPr>
          <w:i/>
          <w:vertAlign w:val="subscript"/>
        </w:rPr>
        <w:t>a</w:t>
      </w:r>
      <w:r>
        <w:t>] + IA</w:t>
      </w:r>
    </w:p>
    <w:p w14:paraId="3E2EC311" w14:textId="77777777" w:rsidR="002D0D49" w:rsidRDefault="002D0D49" w:rsidP="002D0D49">
      <w:pPr>
        <w:pStyle w:val="BodyText"/>
        <w:spacing w:after="0"/>
      </w:pPr>
      <w:r>
        <w:rPr>
          <w:iCs w:val="0"/>
        </w:rPr>
        <w:t>The above variables are defined as follows:</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2"/>
        <w:gridCol w:w="986"/>
        <w:gridCol w:w="6694"/>
      </w:tblGrid>
      <w:tr w:rsidR="002D0D49" w14:paraId="6A2B50C5" w14:textId="77777777" w:rsidTr="0031595F">
        <w:trPr>
          <w:trHeight w:val="351"/>
          <w:tblHeader/>
        </w:trPr>
        <w:tc>
          <w:tcPr>
            <w:tcW w:w="1619" w:type="dxa"/>
          </w:tcPr>
          <w:p w14:paraId="22FE4A5B" w14:textId="77777777" w:rsidR="002D0D49" w:rsidRDefault="002D0D49" w:rsidP="0031595F">
            <w:pPr>
              <w:pStyle w:val="TableHead"/>
            </w:pPr>
            <w:r>
              <w:t>Variable</w:t>
            </w:r>
          </w:p>
        </w:tc>
        <w:tc>
          <w:tcPr>
            <w:tcW w:w="880" w:type="dxa"/>
          </w:tcPr>
          <w:p w14:paraId="10773D1C" w14:textId="77777777" w:rsidR="002D0D49" w:rsidRDefault="002D0D49" w:rsidP="0031595F">
            <w:pPr>
              <w:pStyle w:val="TableHead"/>
            </w:pPr>
            <w:r>
              <w:t>Unit</w:t>
            </w:r>
          </w:p>
        </w:tc>
        <w:tc>
          <w:tcPr>
            <w:tcW w:w="6820" w:type="dxa"/>
          </w:tcPr>
          <w:p w14:paraId="4970098D" w14:textId="77777777" w:rsidR="002D0D49" w:rsidRDefault="002D0D49" w:rsidP="0031595F">
            <w:pPr>
              <w:pStyle w:val="TableHead"/>
            </w:pPr>
            <w:r>
              <w:t>Description</w:t>
            </w:r>
          </w:p>
        </w:tc>
      </w:tr>
      <w:tr w:rsidR="002D0D49" w14:paraId="0485A70D" w14:textId="77777777" w:rsidTr="0031595F">
        <w:trPr>
          <w:trHeight w:val="519"/>
        </w:trPr>
        <w:tc>
          <w:tcPr>
            <w:tcW w:w="1619" w:type="dxa"/>
          </w:tcPr>
          <w:p w14:paraId="1AC67AA6" w14:textId="77777777" w:rsidR="002D0D49" w:rsidRPr="00FF36D0" w:rsidRDefault="002D0D49" w:rsidP="0031595F">
            <w:pPr>
              <w:pStyle w:val="TableBody"/>
            </w:pPr>
            <w:r w:rsidRPr="00FF36D0">
              <w:t xml:space="preserve">EAL </w:t>
            </w:r>
            <w:r w:rsidRPr="00FF36D0">
              <w:rPr>
                <w:i/>
                <w:vertAlign w:val="subscript"/>
              </w:rPr>
              <w:t>q</w:t>
            </w:r>
          </w:p>
        </w:tc>
        <w:tc>
          <w:tcPr>
            <w:tcW w:w="880" w:type="dxa"/>
          </w:tcPr>
          <w:p w14:paraId="4B5BE70E" w14:textId="77777777" w:rsidR="002D0D49" w:rsidRPr="00906156" w:rsidRDefault="002D0D49" w:rsidP="0031595F">
            <w:pPr>
              <w:pStyle w:val="TableBody"/>
            </w:pPr>
            <w:r w:rsidRPr="00906156">
              <w:t>$</w:t>
            </w:r>
          </w:p>
        </w:tc>
        <w:tc>
          <w:tcPr>
            <w:tcW w:w="6820" w:type="dxa"/>
          </w:tcPr>
          <w:p w14:paraId="1FBBD922" w14:textId="77777777" w:rsidR="002D0D49" w:rsidRPr="00484E48" w:rsidRDefault="002D0D49" w:rsidP="0031595F">
            <w:pPr>
              <w:pStyle w:val="TableBody"/>
            </w:pPr>
            <w:r w:rsidRPr="004F59D3">
              <w:rPr>
                <w:i/>
              </w:rPr>
              <w:t>Estimated Aggregate Liability for all QSEs that represents Load or generation</w:t>
            </w:r>
            <w:r w:rsidRPr="004F59D3">
              <w:t>—EAL for all QSEs represented by the Counter-Party if at least one QSE represented by the Counter-Party represents either Load or generation</w:t>
            </w:r>
            <w:r w:rsidRPr="00484E48">
              <w:t>.</w:t>
            </w:r>
          </w:p>
        </w:tc>
      </w:tr>
      <w:tr w:rsidR="002D0D49" w14:paraId="1FC7BB7B" w14:textId="77777777" w:rsidTr="0031595F">
        <w:trPr>
          <w:trHeight w:val="519"/>
        </w:trPr>
        <w:tc>
          <w:tcPr>
            <w:tcW w:w="1619" w:type="dxa"/>
          </w:tcPr>
          <w:p w14:paraId="16664BF5" w14:textId="77777777" w:rsidR="002D0D49" w:rsidRDefault="002D0D49" w:rsidP="0031595F">
            <w:pPr>
              <w:pStyle w:val="TableBody"/>
            </w:pPr>
            <w:r>
              <w:t xml:space="preserve">EAL </w:t>
            </w:r>
            <w:r w:rsidRPr="00D857C2">
              <w:rPr>
                <w:i/>
                <w:vertAlign w:val="subscript"/>
              </w:rPr>
              <w:t>t</w:t>
            </w:r>
          </w:p>
        </w:tc>
        <w:tc>
          <w:tcPr>
            <w:tcW w:w="880" w:type="dxa"/>
          </w:tcPr>
          <w:p w14:paraId="6D7CAC40" w14:textId="77777777" w:rsidR="002D0D49" w:rsidRDefault="002D0D49" w:rsidP="0031595F">
            <w:pPr>
              <w:pStyle w:val="TableBody"/>
            </w:pPr>
            <w:r>
              <w:t>$</w:t>
            </w:r>
          </w:p>
        </w:tc>
        <w:tc>
          <w:tcPr>
            <w:tcW w:w="6820" w:type="dxa"/>
          </w:tcPr>
          <w:p w14:paraId="62E90092" w14:textId="77777777" w:rsidR="002D0D49" w:rsidRPr="00B67540" w:rsidRDefault="002D0D49" w:rsidP="0031595F">
            <w:pPr>
              <w:pStyle w:val="TableBody"/>
              <w:rPr>
                <w:i/>
              </w:rPr>
            </w:pPr>
            <w:r>
              <w:rPr>
                <w:i/>
              </w:rPr>
              <w:t xml:space="preserve">Estimated Aggregate Liability for all QSEs </w:t>
            </w:r>
            <w:r>
              <w:t xml:space="preserve">—EAL for all QSEs represented by the Counter-Party </w:t>
            </w:r>
            <w:r w:rsidRPr="00FF36D0">
              <w:t>if none of the QSEs represented by the Counter-Party represent either Load or generation.</w:t>
            </w:r>
          </w:p>
        </w:tc>
      </w:tr>
      <w:tr w:rsidR="002D0D49" w14:paraId="083B2258" w14:textId="77777777" w:rsidTr="0031595F">
        <w:trPr>
          <w:trHeight w:val="519"/>
        </w:trPr>
        <w:tc>
          <w:tcPr>
            <w:tcW w:w="1619" w:type="dxa"/>
          </w:tcPr>
          <w:p w14:paraId="4C701A60" w14:textId="77777777" w:rsidR="002D0D49" w:rsidRDefault="002D0D49" w:rsidP="0031595F">
            <w:pPr>
              <w:pStyle w:val="TableBody"/>
            </w:pPr>
            <w:r>
              <w:t xml:space="preserve">EAL </w:t>
            </w:r>
            <w:r w:rsidRPr="00D77426">
              <w:rPr>
                <w:i/>
                <w:vertAlign w:val="subscript"/>
              </w:rPr>
              <w:t>a</w:t>
            </w:r>
          </w:p>
        </w:tc>
        <w:tc>
          <w:tcPr>
            <w:tcW w:w="880" w:type="dxa"/>
          </w:tcPr>
          <w:p w14:paraId="03B0B3AA" w14:textId="77777777" w:rsidR="002D0D49" w:rsidRDefault="002D0D49" w:rsidP="0031595F">
            <w:pPr>
              <w:pStyle w:val="TableBody"/>
            </w:pPr>
            <w:r>
              <w:t>$</w:t>
            </w:r>
          </w:p>
        </w:tc>
        <w:tc>
          <w:tcPr>
            <w:tcW w:w="6820" w:type="dxa"/>
          </w:tcPr>
          <w:p w14:paraId="2CE92B9E" w14:textId="77777777" w:rsidR="002D0D49" w:rsidRPr="00B67540" w:rsidRDefault="002D0D49" w:rsidP="0031595F">
            <w:pPr>
              <w:pStyle w:val="TableBody"/>
              <w:rPr>
                <w:i/>
              </w:rPr>
            </w:pPr>
            <w:r w:rsidRPr="00B67540">
              <w:rPr>
                <w:i/>
              </w:rPr>
              <w:t>Estimated Aggregate Liability</w:t>
            </w:r>
            <w:r>
              <w:rPr>
                <w:i/>
              </w:rPr>
              <w:t xml:space="preserve"> for all CRR Account Holders</w:t>
            </w:r>
            <w:r>
              <w:t>—EAL for all CRR Account Holders represented by the Counter-Party.</w:t>
            </w:r>
          </w:p>
        </w:tc>
      </w:tr>
      <w:tr w:rsidR="002D0D49" w14:paraId="6A75524F" w14:textId="77777777" w:rsidTr="0031595F">
        <w:trPr>
          <w:trHeight w:val="519"/>
        </w:trPr>
        <w:tc>
          <w:tcPr>
            <w:tcW w:w="1619" w:type="dxa"/>
          </w:tcPr>
          <w:p w14:paraId="5FA14A8E" w14:textId="77777777" w:rsidR="002D0D49" w:rsidRDefault="002D0D49" w:rsidP="0031595F">
            <w:pPr>
              <w:pStyle w:val="TableBody"/>
            </w:pPr>
            <w:r w:rsidRPr="005D51CF">
              <w:t>PUL</w:t>
            </w:r>
          </w:p>
        </w:tc>
        <w:tc>
          <w:tcPr>
            <w:tcW w:w="880" w:type="dxa"/>
          </w:tcPr>
          <w:p w14:paraId="49B61974" w14:textId="77777777" w:rsidR="002D0D49" w:rsidRDefault="002D0D49" w:rsidP="0031595F">
            <w:pPr>
              <w:pStyle w:val="TableBody"/>
            </w:pPr>
            <w:r w:rsidRPr="005D51CF">
              <w:t>$</w:t>
            </w:r>
          </w:p>
        </w:tc>
        <w:tc>
          <w:tcPr>
            <w:tcW w:w="6820" w:type="dxa"/>
          </w:tcPr>
          <w:p w14:paraId="69FB583F" w14:textId="77777777" w:rsidR="002D0D49" w:rsidRPr="00B67540" w:rsidRDefault="002D0D49" w:rsidP="0031595F">
            <w:pPr>
              <w:pStyle w:val="TableBody"/>
              <w:rPr>
                <w:i/>
              </w:rPr>
            </w:pPr>
            <w:r w:rsidRPr="00BD7386">
              <w:rPr>
                <w:i/>
              </w:rPr>
              <w:t>Potential Uplift</w:t>
            </w:r>
            <w:r w:rsidRPr="005D51CF">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2D0D49" w14:paraId="3ED79B4E" w14:textId="77777777" w:rsidTr="0031595F">
        <w:trPr>
          <w:trHeight w:val="519"/>
        </w:trPr>
        <w:tc>
          <w:tcPr>
            <w:tcW w:w="1619" w:type="dxa"/>
          </w:tcPr>
          <w:p w14:paraId="31E39058" w14:textId="77777777" w:rsidR="002D0D49" w:rsidRDefault="002D0D49" w:rsidP="0031595F">
            <w:pPr>
              <w:pStyle w:val="TableBody"/>
            </w:pPr>
            <w:r>
              <w:t xml:space="preserve">FCE </w:t>
            </w:r>
            <w:r w:rsidRPr="00D77426">
              <w:rPr>
                <w:i/>
                <w:vertAlign w:val="subscript"/>
              </w:rPr>
              <w:t>a</w:t>
            </w:r>
          </w:p>
        </w:tc>
        <w:tc>
          <w:tcPr>
            <w:tcW w:w="880" w:type="dxa"/>
          </w:tcPr>
          <w:p w14:paraId="02254C2D" w14:textId="77777777" w:rsidR="002D0D49" w:rsidRDefault="002D0D49" w:rsidP="0031595F">
            <w:pPr>
              <w:pStyle w:val="TableBody"/>
            </w:pPr>
            <w:r>
              <w:t>$</w:t>
            </w:r>
          </w:p>
        </w:tc>
        <w:tc>
          <w:tcPr>
            <w:tcW w:w="6820" w:type="dxa"/>
          </w:tcPr>
          <w:p w14:paraId="6BE80368" w14:textId="77777777" w:rsidR="002D0D49" w:rsidRPr="00B67540" w:rsidRDefault="002D0D49" w:rsidP="0031595F">
            <w:pPr>
              <w:pStyle w:val="TableBody"/>
              <w:rPr>
                <w:i/>
              </w:rPr>
            </w:pPr>
            <w:r>
              <w:rPr>
                <w:i/>
              </w:rPr>
              <w:t>Future Credit Exposure for all CRR Account Holders</w:t>
            </w:r>
            <w:r>
              <w:t>—FCE for all CRR Account Holders represented by the Counter-Party.</w:t>
            </w:r>
          </w:p>
        </w:tc>
      </w:tr>
      <w:tr w:rsidR="002D0D49" w14:paraId="0845AF43" w14:textId="77777777" w:rsidTr="0031595F">
        <w:trPr>
          <w:trHeight w:val="519"/>
        </w:trPr>
        <w:tc>
          <w:tcPr>
            <w:tcW w:w="1619" w:type="dxa"/>
          </w:tcPr>
          <w:p w14:paraId="706DC6BD" w14:textId="77777777" w:rsidR="002D0D49" w:rsidRDefault="002D0D49" w:rsidP="0031595F">
            <w:pPr>
              <w:pStyle w:val="TableBody"/>
            </w:pPr>
            <w:r>
              <w:t>MCE</w:t>
            </w:r>
          </w:p>
        </w:tc>
        <w:tc>
          <w:tcPr>
            <w:tcW w:w="880" w:type="dxa"/>
          </w:tcPr>
          <w:p w14:paraId="3E6E44D6" w14:textId="77777777" w:rsidR="002D0D49" w:rsidRDefault="002D0D49" w:rsidP="0031595F">
            <w:pPr>
              <w:pStyle w:val="TableBody"/>
            </w:pPr>
            <w:r>
              <w:t>$</w:t>
            </w:r>
          </w:p>
        </w:tc>
        <w:tc>
          <w:tcPr>
            <w:tcW w:w="6820" w:type="dxa"/>
          </w:tcPr>
          <w:p w14:paraId="2753891B" w14:textId="77777777" w:rsidR="002D0D49" w:rsidRPr="00BE4766" w:rsidRDefault="002D0D49" w:rsidP="0031595F">
            <w:pPr>
              <w:pStyle w:val="TableBody"/>
            </w:pPr>
            <w:r w:rsidRPr="00BE4766">
              <w:rPr>
                <w:i/>
              </w:rPr>
              <w:t>Minimum</w:t>
            </w:r>
            <w:r>
              <w:rPr>
                <w:i/>
              </w:rPr>
              <w:t xml:space="preserve"> Current</w:t>
            </w:r>
            <w:r w:rsidRPr="00BE4766">
              <w:rPr>
                <w:i/>
              </w:rPr>
              <w:t xml:space="preserve"> Exposure</w:t>
            </w:r>
            <w:r>
              <w:t>—</w:t>
            </w:r>
            <w:r w:rsidRPr="00BE4766">
              <w:t>For each Counter-Party, ERCOT shall determine a Minimum C</w:t>
            </w:r>
            <w:r>
              <w:t xml:space="preserve">urrent </w:t>
            </w:r>
            <w:r w:rsidRPr="00BE4766">
              <w:t xml:space="preserve">Exposure (MCE) as follows:  </w:t>
            </w:r>
          </w:p>
          <w:p w14:paraId="4ABF8F99" w14:textId="77777777" w:rsidR="002D0D49" w:rsidRPr="00BE4766" w:rsidRDefault="002D0D49" w:rsidP="0031595F">
            <w:pPr>
              <w:pStyle w:val="TableBody"/>
            </w:pPr>
          </w:p>
          <w:p w14:paraId="31F4C2AA" w14:textId="087CEC9C" w:rsidR="002D0D49" w:rsidRPr="00FF36D0" w:rsidRDefault="002D0D49" w:rsidP="0031595F">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RTSPP </w:t>
            </w:r>
            <w:proofErr w:type="spellStart"/>
            <w:r w:rsidRPr="00FF36D0">
              <w:rPr>
                <w:i/>
                <w:vertAlign w:val="subscript"/>
              </w:rPr>
              <w:t>i</w:t>
            </w:r>
            <w:proofErr w:type="spellEnd"/>
            <w:r w:rsidRPr="00FF36D0">
              <w:rPr>
                <w:i/>
                <w:vertAlign w:val="subscript"/>
              </w:rPr>
              <w:t>,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proofErr w:type="spellStart"/>
            <w:r w:rsidRPr="00FF36D0">
              <w:rPr>
                <w:i/>
                <w:vertAlign w:val="subscript"/>
              </w:rPr>
              <w:t>i</w:t>
            </w:r>
            <w:proofErr w:type="spellEnd"/>
            <w:r w:rsidRPr="00FF36D0">
              <w:rPr>
                <w:i/>
                <w:vertAlign w:val="subscript"/>
              </w:rPr>
              <w:t>,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(1-</w:t>
            </w:r>
            <w:r w:rsidRPr="00FF36D0">
              <w:rPr>
                <w:i/>
              </w:rPr>
              <w:t>NUCADJ</w:t>
            </w:r>
            <w:r w:rsidRPr="00FF36D0">
              <w:t xml:space="preserve">) * </w:t>
            </w:r>
            <w:r w:rsidRPr="00FF36D0">
              <w:rPr>
                <w:i/>
              </w:rPr>
              <w:t>T3</w:t>
            </w:r>
            <w:r w:rsidRPr="00FF36D0">
              <w:t xml:space="preserve">] * RTSPP </w:t>
            </w:r>
            <w:proofErr w:type="spellStart"/>
            <w:r w:rsidRPr="00FF36D0">
              <w:rPr>
                <w:i/>
                <w:vertAlign w:val="subscript"/>
              </w:rPr>
              <w:t>i</w:t>
            </w:r>
            <w:proofErr w:type="spellEnd"/>
            <w:r w:rsidRPr="00FF36D0">
              <w:rPr>
                <w:i/>
                <w:vertAlign w:val="subscript"/>
              </w:rPr>
              <w:t>, od, p</w:t>
            </w:r>
            <w:r w:rsidRPr="00FF36D0">
              <w:t xml:space="preserve">] + [RTQQNET </w:t>
            </w:r>
            <w:proofErr w:type="spellStart"/>
            <w:r w:rsidRPr="00FF36D0">
              <w:rPr>
                <w:i/>
                <w:vertAlign w:val="subscript"/>
              </w:rPr>
              <w:t>i</w:t>
            </w:r>
            <w:proofErr w:type="spellEnd"/>
            <w:r w:rsidRPr="00FF36D0">
              <w:rPr>
                <w:i/>
                <w:vertAlign w:val="subscript"/>
              </w:rPr>
              <w:t>,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15DCC4AF" w14:textId="390ABB9C"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proofErr w:type="spellStart"/>
            <w:r w:rsidRPr="00FF36D0">
              <w:rPr>
                <w:i/>
                <w:vertAlign w:val="subscript"/>
              </w:rPr>
              <w:t>i</w:t>
            </w:r>
            <w:proofErr w:type="spellEnd"/>
            <w:r w:rsidRPr="00FF36D0">
              <w:rPr>
                <w:i/>
                <w:vertAlign w:val="subscript"/>
              </w:rPr>
              <w:t>, od, p</w:t>
            </w:r>
            <w:r w:rsidRPr="00FF36D0">
              <w:t xml:space="preserve"> * </w:t>
            </w:r>
            <w:r w:rsidRPr="00FF36D0">
              <w:rPr>
                <w:i/>
              </w:rPr>
              <w:t>NUCADJ</w:t>
            </w:r>
            <w:r w:rsidRPr="00FF36D0">
              <w:t xml:space="preserve"> * </w:t>
            </w:r>
            <w:r w:rsidRPr="00FF36D0">
              <w:rPr>
                <w:i/>
              </w:rPr>
              <w:t>T1</w:t>
            </w:r>
            <w:r w:rsidRPr="00FF36D0">
              <w:t xml:space="preserve"> * RTSPP </w:t>
            </w:r>
            <w:proofErr w:type="spellStart"/>
            <w:r w:rsidRPr="00FF36D0">
              <w:rPr>
                <w:i/>
                <w:vertAlign w:val="subscript"/>
              </w:rPr>
              <w:t>i</w:t>
            </w:r>
            <w:proofErr w:type="spellEnd"/>
            <w:r w:rsidRPr="00FF36D0">
              <w:rPr>
                <w:i/>
                <w:vertAlign w:val="subscript"/>
              </w:rPr>
              <w:t>, od, p</w:t>
            </w:r>
            <w:r w:rsidRPr="00FF36D0">
              <w:rPr>
                <w:b/>
                <w:bCs/>
              </w:rPr>
              <w:t>]/</w:t>
            </w:r>
            <w:r w:rsidRPr="00FF36D0">
              <w:t>n},</w:t>
            </w:r>
          </w:p>
          <w:p w14:paraId="517227A5" w14:textId="201AE3E8" w:rsidR="002D0D49" w:rsidRPr="00FF36D0" w:rsidRDefault="002D0D49" w:rsidP="0031595F">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proofErr w:type="spellStart"/>
            <w:r w:rsidRPr="00FF36D0">
              <w:rPr>
                <w:i/>
                <w:vertAlign w:val="subscript"/>
              </w:rPr>
              <w:t>i</w:t>
            </w:r>
            <w:proofErr w:type="spellEnd"/>
            <w:r w:rsidRPr="00FF36D0">
              <w:rPr>
                <w:i/>
                <w:vertAlign w:val="subscript"/>
              </w:rPr>
              <w:t>, od, p</w:t>
            </w:r>
            <w:r w:rsidRPr="00FF36D0">
              <w:t xml:space="preserve"> </w:t>
            </w:r>
            <w:r w:rsidRPr="00FF36D0">
              <w:rPr>
                <w:sz w:val="16"/>
              </w:rPr>
              <w:t xml:space="preserve">* </w:t>
            </w:r>
            <w:r w:rsidRPr="00FF36D0">
              <w:rPr>
                <w:i/>
              </w:rPr>
              <w:t>T4</w:t>
            </w:r>
            <w:r w:rsidRPr="00FF36D0">
              <w:t>/</w:t>
            </w:r>
            <w:r w:rsidRPr="00FF36D0">
              <w:rPr>
                <w:i/>
              </w:rPr>
              <w:t>n</w:t>
            </w:r>
            <w:r w:rsidRPr="00FF36D0">
              <w:t>}],</w:t>
            </w:r>
          </w:p>
          <w:p w14:paraId="2367B604" w14:textId="77777777" w:rsidR="002D0D49" w:rsidRPr="00BE4766" w:rsidRDefault="002D0D49" w:rsidP="0031595F">
            <w:pPr>
              <w:pStyle w:val="TableBody"/>
              <w:ind w:left="1643" w:hanging="1373"/>
            </w:pPr>
            <w:r w:rsidRPr="00FF36D0">
              <w:t xml:space="preserve">                      MAF * IMCE]</w:t>
            </w:r>
          </w:p>
          <w:p w14:paraId="5CBE7F75" w14:textId="77777777" w:rsidR="002D0D49" w:rsidRPr="00142152" w:rsidRDefault="002D0D49" w:rsidP="0031595F">
            <w:pPr>
              <w:pStyle w:val="TableBody"/>
              <w:ind w:left="1643" w:hanging="1373"/>
            </w:pPr>
          </w:p>
          <w:p w14:paraId="132C9AB3" w14:textId="42A6059C" w:rsidR="002D0D49" w:rsidRPr="00142152" w:rsidRDefault="002D0D49" w:rsidP="0031595F">
            <w:pPr>
              <w:pStyle w:val="TableBody"/>
              <w:ind w:left="1402" w:hanging="1170"/>
              <w:rPr>
                <w:b/>
              </w:rPr>
            </w:pPr>
            <w:r w:rsidRPr="00142152">
              <w:t xml:space="preserve">RTQQNET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C3AB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1.75pt" o:ole="">
                  <v:imagedata r:id="rId16" o:title=""/>
                </v:shape>
                <o:OLEObject Type="Embed" ProgID="Equation.3" ShapeID="_x0000_i1025" DrawAspect="Content" ObjectID="_1645341176" r:id="rId17"/>
              </w:object>
            </w:r>
            <w:r w:rsidRPr="00142152">
              <w:rPr>
                <w:b/>
              </w:rPr>
              <w:t>(</w:t>
            </w:r>
            <w:r w:rsidRPr="00142152">
              <w:t xml:space="preserve">RTQQES </w:t>
            </w:r>
            <w:proofErr w:type="spellStart"/>
            <w:r>
              <w:rPr>
                <w:i/>
                <w:vertAlign w:val="subscript"/>
              </w:rPr>
              <w:t>i</w:t>
            </w:r>
            <w:proofErr w:type="spellEnd"/>
            <w:r>
              <w:rPr>
                <w:i/>
                <w:vertAlign w:val="subscript"/>
              </w:rPr>
              <w:t>,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proofErr w:type="spellStart"/>
            <w:r>
              <w:rPr>
                <w:i/>
                <w:vertAlign w:val="subscript"/>
              </w:rPr>
              <w:t>i</w:t>
            </w:r>
            <w:proofErr w:type="spellEnd"/>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00122AC9">
              <w:t xml:space="preserve"> </w:t>
            </w:r>
            <w:r>
              <w:t xml:space="preserve">  </w:t>
            </w:r>
            <w:r w:rsidRPr="00BE4766">
              <w:rPr>
                <w:b/>
                <w:position w:val="-20"/>
              </w:rPr>
              <w:object w:dxaOrig="225" w:dyaOrig="420" w14:anchorId="047E37C8">
                <v:shape id="_x0000_i1026" type="#_x0000_t75" style="width:11.25pt;height:21.75pt" o:ole="">
                  <v:imagedata r:id="rId16" o:title=""/>
                </v:shape>
                <o:OLEObject Type="Embed" ProgID="Equation.3" ShapeID="_x0000_i1026" DrawAspect="Content" ObjectID="_1645341177" r:id="rId18"/>
              </w:object>
            </w:r>
            <w:r>
              <w:t xml:space="preserve">(RTQQES </w:t>
            </w:r>
            <w:proofErr w:type="spellStart"/>
            <w:r>
              <w:rPr>
                <w:i/>
                <w:vertAlign w:val="subscript"/>
              </w:rPr>
              <w:t>i</w:t>
            </w:r>
            <w:proofErr w:type="spellEnd"/>
            <w:r>
              <w:rPr>
                <w:i/>
                <w:vertAlign w:val="subscript"/>
              </w:rPr>
              <w:t>, od, p, c</w:t>
            </w:r>
            <w:r>
              <w:t xml:space="preserve"> – RTQQEP </w:t>
            </w:r>
            <w:proofErr w:type="spellStart"/>
            <w:r>
              <w:rPr>
                <w:i/>
                <w:vertAlign w:val="subscript"/>
              </w:rPr>
              <w:t>i</w:t>
            </w:r>
            <w:proofErr w:type="spellEnd"/>
            <w:r>
              <w:rPr>
                <w:i/>
                <w:vertAlign w:val="subscript"/>
              </w:rPr>
              <w:t>, od, p, c</w:t>
            </w:r>
            <w:r>
              <w:t>)]</w:t>
            </w:r>
            <w:r w:rsidRPr="00142152">
              <w:t xml:space="preserve"> * RTSPP </w:t>
            </w:r>
            <w:proofErr w:type="spellStart"/>
            <w:r w:rsidRPr="00D77426">
              <w:rPr>
                <w:i/>
                <w:vertAlign w:val="subscript"/>
              </w:rPr>
              <w:t>i</w:t>
            </w:r>
            <w:proofErr w:type="spellEnd"/>
            <w:r>
              <w:rPr>
                <w:i/>
                <w:vertAlign w:val="subscript"/>
              </w:rPr>
              <w:t>, o</w:t>
            </w:r>
            <w:r w:rsidRPr="00D77426">
              <w:rPr>
                <w:i/>
                <w:vertAlign w:val="subscript"/>
              </w:rPr>
              <w:t>d</w:t>
            </w:r>
            <w:r>
              <w:rPr>
                <w:i/>
                <w:vertAlign w:val="subscript"/>
              </w:rPr>
              <w:t>, p</w:t>
            </w:r>
          </w:p>
          <w:p w14:paraId="31378DC9" w14:textId="77777777" w:rsidR="002D0D49" w:rsidRPr="00142152" w:rsidRDefault="002D0D49" w:rsidP="0031595F">
            <w:pPr>
              <w:pStyle w:val="TableBody"/>
              <w:ind w:left="293"/>
              <w:rPr>
                <w:b/>
              </w:rPr>
            </w:pPr>
          </w:p>
          <w:p w14:paraId="3B4719CF" w14:textId="77777777" w:rsidR="002D0D49" w:rsidRPr="00142152" w:rsidRDefault="002D0D49" w:rsidP="0031595F">
            <w:pPr>
              <w:pStyle w:val="TableBody"/>
              <w:ind w:left="1402" w:hanging="1170"/>
              <w:rPr>
                <w:color w:val="000000"/>
              </w:rPr>
            </w:pPr>
            <w:r w:rsidRPr="00142152">
              <w:rPr>
                <w:color w:val="000000"/>
              </w:rPr>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142152">
              <w:rPr>
                <w:color w:val="000000"/>
              </w:rPr>
              <w:t xml:space="preserve"> </w:t>
            </w:r>
          </w:p>
          <w:p w14:paraId="31B5E01C" w14:textId="77777777" w:rsidR="002D0D49" w:rsidRDefault="002D0D49" w:rsidP="0031595F">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296357B5" w14:textId="77777777" w:rsidR="002D0D49" w:rsidRDefault="002D0D49" w:rsidP="0031595F">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632883CF" w14:textId="77777777" w:rsidR="002D0D49" w:rsidRPr="00BE4766" w:rsidRDefault="002D0D49" w:rsidP="0031595F">
            <w:pPr>
              <w:pStyle w:val="TableBody"/>
              <w:tabs>
                <w:tab w:val="right" w:pos="9360"/>
              </w:tabs>
              <w:ind w:left="1733" w:hanging="1440"/>
              <w:rPr>
                <w:rFonts w:ascii="Cambria" w:hAnsi="Cambria"/>
                <w:i/>
                <w:color w:val="404040"/>
              </w:rPr>
            </w:pPr>
            <w:r w:rsidRPr="00BE4766">
              <w:t>L</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45579DD" w14:textId="77777777" w:rsidR="002D0D49" w:rsidRPr="007B39E8" w:rsidRDefault="002D0D49" w:rsidP="0031595F">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This factor shall not be set below 100%.  Revisions to this factor will be recommended by TAC and the ERCOT Finance and Audit (F&amp;A) Committee, and approved by the ERCOT Board.  Such revisions shall be implemented on the 45th calendar day following ERCOT Board approval unless otherwise directed by the ERCOT Board.</w:t>
            </w:r>
          </w:p>
          <w:p w14:paraId="7E30C8B5" w14:textId="77777777" w:rsidR="002D0D49" w:rsidRDefault="002D0D49" w:rsidP="0031595F">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r w:rsidRPr="00BE4766">
              <w:t>.</w:t>
            </w:r>
          </w:p>
          <w:p w14:paraId="3090B527" w14:textId="77777777" w:rsidR="002D0D49" w:rsidRPr="00BE4766" w:rsidRDefault="002D0D49" w:rsidP="0031595F">
            <w:pPr>
              <w:pStyle w:val="TableBody"/>
              <w:tabs>
                <w:tab w:val="right" w:pos="9360"/>
              </w:tabs>
              <w:ind w:left="1733" w:hanging="1440"/>
            </w:pPr>
            <w:r w:rsidRPr="00BE4766">
              <w:t>RTQQNET</w:t>
            </w:r>
            <w:r>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A825423" w14:textId="77777777" w:rsidR="002D0D49" w:rsidRPr="00BE4766" w:rsidRDefault="002D0D49" w:rsidP="0031595F">
            <w:pPr>
              <w:pStyle w:val="TableBody"/>
              <w:tabs>
                <w:tab w:val="right" w:pos="9360"/>
              </w:tabs>
              <w:ind w:left="1733" w:hanging="1440"/>
            </w:pPr>
            <w:r w:rsidRPr="00BE4766">
              <w:t>RTQQES</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Counter-Party is the seller for interval </w:t>
            </w:r>
            <w:proofErr w:type="spellStart"/>
            <w:r w:rsidRPr="00BE4766">
              <w:rPr>
                <w:i/>
              </w:rPr>
              <w:t>i</w:t>
            </w:r>
            <w:proofErr w:type="spellEnd"/>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34E29AAF" w14:textId="77777777" w:rsidR="002D0D49" w:rsidRPr="00BE4766" w:rsidRDefault="002D0D49" w:rsidP="0031595F">
            <w:pPr>
              <w:pStyle w:val="TableBody"/>
              <w:tabs>
                <w:tab w:val="right" w:pos="9360"/>
              </w:tabs>
              <w:ind w:left="1733" w:hanging="1440"/>
            </w:pPr>
            <w:r w:rsidRPr="00BE4766">
              <w:t>RTQQEP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for which the Counter-Party is</w:t>
            </w:r>
            <w:r>
              <w:t xml:space="preserve"> </w:t>
            </w:r>
            <w:r w:rsidRPr="00BE4766">
              <w:t xml:space="preserve"> the buyer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7454E87D" w14:textId="77777777" w:rsidR="002D0D49" w:rsidRPr="00921C84" w:rsidRDefault="002D0D49" w:rsidP="0031595F">
            <w:pPr>
              <w:pStyle w:val="TableBody"/>
              <w:tabs>
                <w:tab w:val="right" w:pos="9360"/>
              </w:tabs>
              <w:ind w:left="1733" w:hanging="1440"/>
              <w:rPr>
                <w:i/>
              </w:rPr>
            </w:pPr>
            <w:r>
              <w:rPr>
                <w:i/>
              </w:rPr>
              <w:t>BTCF</w:t>
            </w:r>
            <w:r>
              <w:t xml:space="preserve"> =                </w:t>
            </w:r>
            <w:r>
              <w:rPr>
                <w:i/>
              </w:rPr>
              <w:t>Bilateral Trades Credit Factor</w:t>
            </w:r>
          </w:p>
          <w:p w14:paraId="7867F719" w14:textId="77777777" w:rsidR="002D0D49" w:rsidRPr="00BE4766" w:rsidRDefault="002D0D49" w:rsidP="0031595F">
            <w:pPr>
              <w:pStyle w:val="TableBody"/>
              <w:tabs>
                <w:tab w:val="right" w:pos="9360"/>
              </w:tabs>
              <w:ind w:left="1733" w:hanging="1440"/>
              <w:rPr>
                <w:i/>
              </w:rPr>
            </w:pPr>
            <w:r w:rsidRPr="00BE4766">
              <w:t>RTSPP</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77F654E" w14:textId="77777777" w:rsidR="002D0D49" w:rsidRPr="00BE4766" w:rsidRDefault="002D0D49" w:rsidP="0031595F">
            <w:pPr>
              <w:pStyle w:val="TableBody"/>
              <w:tabs>
                <w:tab w:val="right" w:pos="9360"/>
              </w:tabs>
              <w:ind w:left="1733" w:hanging="1440"/>
              <w:rPr>
                <w:i/>
              </w:rPr>
            </w:pPr>
            <w:r w:rsidRPr="00BE4766">
              <w:t>DARTNET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r w:rsidRPr="00BE4766">
              <w:t xml:space="preserve">Counter-Party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D5E3879" w14:textId="77777777" w:rsidR="002D0D49" w:rsidRPr="00BE4766" w:rsidRDefault="002D0D49" w:rsidP="0031595F">
            <w:pPr>
              <w:pStyle w:val="TableBody"/>
              <w:tabs>
                <w:tab w:val="right" w:pos="9360"/>
              </w:tabs>
              <w:ind w:left="1733" w:hanging="1440"/>
            </w:pPr>
            <w:r w:rsidRPr="00BE4766">
              <w:t>DART</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2A983AD" w14:textId="77777777" w:rsidR="002D0D49" w:rsidRPr="00BE4766" w:rsidRDefault="002D0D49" w:rsidP="0031595F">
            <w:pPr>
              <w:pStyle w:val="TableBody"/>
              <w:tabs>
                <w:tab w:val="right" w:pos="9360"/>
              </w:tabs>
              <w:ind w:left="1733" w:hanging="1440"/>
            </w:pPr>
            <w:r w:rsidRPr="00BE4766">
              <w:t>DAM EOB Cleared</w:t>
            </w:r>
            <w:r w:rsidRPr="00BE4766">
              <w:rPr>
                <w:color w:val="000000"/>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C2D584A" w14:textId="77777777" w:rsidR="002D0D49" w:rsidRPr="00B3490C" w:rsidRDefault="002D0D49" w:rsidP="0031595F">
            <w:pPr>
              <w:pStyle w:val="TableBody"/>
              <w:tabs>
                <w:tab w:val="right" w:pos="9360"/>
              </w:tabs>
              <w:ind w:left="1728" w:hanging="1440"/>
              <w:rPr>
                <w:i/>
              </w:rPr>
            </w:pPr>
            <w:r w:rsidRPr="00BE4766">
              <w:t>DAM EOO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proofErr w:type="spellStart"/>
            <w:r w:rsidRPr="00BE4766">
              <w:rPr>
                <w:i/>
              </w:rPr>
              <w:t>i</w:t>
            </w:r>
            <w:proofErr w:type="spellEnd"/>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52A103EC" w14:textId="77777777" w:rsidR="002D0D49" w:rsidRPr="00BE4766" w:rsidRDefault="002D0D49" w:rsidP="0031595F">
            <w:pPr>
              <w:pStyle w:val="TableBody"/>
              <w:ind w:left="1733" w:hanging="1440"/>
            </w:pPr>
            <w:r w:rsidRPr="00BE4766">
              <w:t>DAM TPO Cleared</w:t>
            </w:r>
            <w:r w:rsidRPr="00B0223E">
              <w:rPr>
                <w:i/>
                <w:vertAlign w:val="subscript"/>
              </w:rPr>
              <w:t xml:space="preserve">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62043F0" w14:textId="77777777" w:rsidR="002D0D49" w:rsidRPr="00BE4766" w:rsidRDefault="002D0D49" w:rsidP="0031595F">
            <w:pPr>
              <w:pStyle w:val="TableBody"/>
              <w:ind w:left="1733" w:hanging="1440"/>
            </w:pPr>
            <w:r w:rsidRPr="00BE4766">
              <w:t xml:space="preserve">DAM PTP Cleared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1EDB0171" w14:textId="77777777" w:rsidR="002D0D49" w:rsidRPr="00BE4766" w:rsidRDefault="002D0D49" w:rsidP="0031595F">
            <w:pPr>
              <w:pStyle w:val="TableBody"/>
              <w:ind w:left="1733" w:hanging="1440"/>
            </w:pPr>
            <w:r w:rsidRPr="00BE4766">
              <w:t xml:space="preserve">DARTPTP </w:t>
            </w:r>
            <w:proofErr w:type="spellStart"/>
            <w:r w:rsidRPr="00B0223E">
              <w:rPr>
                <w:i/>
                <w:vertAlign w:val="subscript"/>
              </w:rPr>
              <w:t>i</w:t>
            </w:r>
            <w:proofErr w:type="spellEnd"/>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 for value of PTP Obligation for interval </w:t>
            </w:r>
            <w:proofErr w:type="spellStart"/>
            <w:r w:rsidRPr="00BE4766">
              <w:rPr>
                <w:i/>
              </w:rPr>
              <w:t>i</w:t>
            </w:r>
            <w:proofErr w:type="spellEnd"/>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2D308D1" w14:textId="77777777" w:rsidR="002D0D49" w:rsidRPr="00BE4766" w:rsidRDefault="002D0D49" w:rsidP="0031595F">
            <w:pPr>
              <w:pStyle w:val="TableBody"/>
              <w:ind w:left="1733" w:hanging="1440"/>
            </w:pPr>
            <w:r w:rsidRPr="00900F8C">
              <w:rPr>
                <w:i/>
              </w:rPr>
              <w:t>c</w:t>
            </w:r>
            <w:r w:rsidRPr="00BE4766">
              <w:t xml:space="preserve"> = </w:t>
            </w:r>
            <w:r w:rsidRPr="00BE4766">
              <w:tab/>
              <w:t xml:space="preserve">Bilateral Counter-Party </w:t>
            </w:r>
          </w:p>
          <w:p w14:paraId="05061FAF" w14:textId="77777777" w:rsidR="002D0D49" w:rsidRDefault="002D0D49" w:rsidP="0031595F">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6FA2350" w14:textId="77777777" w:rsidR="002D0D49" w:rsidRPr="00BE4766" w:rsidRDefault="002D0D49" w:rsidP="0031595F">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5298A61" w14:textId="77777777" w:rsidR="002D0D49" w:rsidRPr="00BE4766" w:rsidRDefault="002D0D49" w:rsidP="0031595F">
            <w:pPr>
              <w:pStyle w:val="TableBody"/>
              <w:ind w:left="1733" w:hanging="1440"/>
            </w:pPr>
            <w:proofErr w:type="spellStart"/>
            <w:r w:rsidRPr="00900F8C">
              <w:rPr>
                <w:i/>
              </w:rPr>
              <w:t>i</w:t>
            </w:r>
            <w:proofErr w:type="spellEnd"/>
            <w:r w:rsidRPr="00BE4766">
              <w:t xml:space="preserve"> = </w:t>
            </w:r>
            <w:r w:rsidRPr="00BE4766">
              <w:tab/>
              <w:t>Settlement Interval</w:t>
            </w:r>
          </w:p>
          <w:p w14:paraId="35AE8EAB" w14:textId="77777777" w:rsidR="002D0D49" w:rsidRPr="00BE4766" w:rsidRDefault="002D0D49" w:rsidP="0031595F">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04A41163" w14:textId="77777777" w:rsidR="002D0D49" w:rsidRDefault="002D0D49" w:rsidP="0031595F">
            <w:pPr>
              <w:pStyle w:val="TableBody"/>
              <w:ind w:left="1733" w:hanging="1440"/>
              <w:rPr>
                <w:i/>
              </w:rPr>
            </w:pPr>
            <w:r w:rsidRPr="00FF36D0">
              <w:rPr>
                <w:i/>
              </w:rPr>
              <w:t>nm =</w:t>
            </w:r>
            <w:r w:rsidRPr="00FF36D0">
              <w:rPr>
                <w:i/>
              </w:rPr>
              <w:tab/>
            </w:r>
            <w:r w:rsidRPr="00FF36D0">
              <w:t>Notional Multiplier</w:t>
            </w:r>
          </w:p>
          <w:p w14:paraId="253BBF95" w14:textId="77777777" w:rsidR="002D0D49" w:rsidRPr="00BE4766" w:rsidRDefault="002D0D49" w:rsidP="0031595F">
            <w:pPr>
              <w:pStyle w:val="TableBody"/>
              <w:ind w:left="1733" w:hanging="1440"/>
            </w:pPr>
            <w:r w:rsidRPr="00900F8C">
              <w:rPr>
                <w:i/>
              </w:rPr>
              <w:t>o</w:t>
            </w:r>
            <w:r>
              <w:rPr>
                <w:i/>
              </w:rPr>
              <w:t>d</w:t>
            </w:r>
            <w:r w:rsidRPr="00BE4766">
              <w:t xml:space="preserve"> = </w:t>
            </w:r>
            <w:r w:rsidRPr="00BE4766">
              <w:tab/>
            </w:r>
            <w:r>
              <w:t>Operating Day</w:t>
            </w:r>
          </w:p>
          <w:p w14:paraId="00318EF3" w14:textId="77777777" w:rsidR="002D0D49" w:rsidRDefault="002D0D49" w:rsidP="0031595F">
            <w:pPr>
              <w:pStyle w:val="TableBody"/>
              <w:ind w:left="1733" w:hanging="1440"/>
              <w:rPr>
                <w:highlight w:val="yellow"/>
              </w:rPr>
            </w:pPr>
            <w:r>
              <w:rPr>
                <w:i/>
              </w:rPr>
              <w:t>p</w:t>
            </w:r>
            <w:r w:rsidRPr="00BE4766">
              <w:t xml:space="preserve"> = </w:t>
            </w:r>
            <w:r w:rsidRPr="00BE4766">
              <w:tab/>
              <w:t>A Settlement Point</w:t>
            </w:r>
          </w:p>
        </w:tc>
      </w:tr>
      <w:tr w:rsidR="002D0D49" w14:paraId="7494BB88" w14:textId="77777777" w:rsidTr="0031595F">
        <w:trPr>
          <w:trHeight w:val="91"/>
        </w:trPr>
        <w:tc>
          <w:tcPr>
            <w:tcW w:w="1619" w:type="dxa"/>
          </w:tcPr>
          <w:p w14:paraId="74614C8B" w14:textId="77777777" w:rsidR="002D0D49" w:rsidRPr="00906156" w:rsidRDefault="002D0D49" w:rsidP="0031595F">
            <w:pPr>
              <w:pStyle w:val="TableBody"/>
            </w:pPr>
            <w:r w:rsidRPr="00906156">
              <w:t>IMCE</w:t>
            </w:r>
          </w:p>
        </w:tc>
        <w:tc>
          <w:tcPr>
            <w:tcW w:w="880" w:type="dxa"/>
          </w:tcPr>
          <w:p w14:paraId="53C26958" w14:textId="77777777" w:rsidR="002D0D49" w:rsidRPr="004F59D3" w:rsidRDefault="002D0D49" w:rsidP="0031595F">
            <w:pPr>
              <w:pStyle w:val="TableBody"/>
            </w:pPr>
            <w:r w:rsidRPr="004F59D3">
              <w:t>$</w:t>
            </w:r>
          </w:p>
        </w:tc>
        <w:tc>
          <w:tcPr>
            <w:tcW w:w="6820" w:type="dxa"/>
          </w:tcPr>
          <w:p w14:paraId="6450456F" w14:textId="77777777" w:rsidR="002D0D49" w:rsidRPr="004F59D3" w:rsidRDefault="002D0D49" w:rsidP="0031595F">
            <w:pPr>
              <w:pStyle w:val="TableBody"/>
            </w:pPr>
            <w:r w:rsidRPr="004F59D3">
              <w:rPr>
                <w:i/>
              </w:rPr>
              <w:t xml:space="preserve">Initial Minimum Current Exposure </w:t>
            </w:r>
          </w:p>
          <w:p w14:paraId="7684A5D0" w14:textId="77777777" w:rsidR="002D0D49" w:rsidRPr="00484E48" w:rsidRDefault="002D0D49" w:rsidP="0031595F">
            <w:pPr>
              <w:pStyle w:val="TableBody"/>
            </w:pPr>
          </w:p>
          <w:p w14:paraId="59DA0B61" w14:textId="77777777" w:rsidR="002D0D49" w:rsidRPr="00367720" w:rsidRDefault="002D0D49" w:rsidP="0031595F">
            <w:pPr>
              <w:pStyle w:val="TableBody"/>
              <w:ind w:left="1757" w:hanging="1440"/>
            </w:pPr>
            <w:r w:rsidRPr="00484E48">
              <w:t xml:space="preserve">IMCE =   </w:t>
            </w:r>
            <w:r w:rsidRPr="00484E48">
              <w:tab/>
              <w:t xml:space="preserve">TOA * (EFFCAP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CF37AF5" w14:textId="77777777" w:rsidR="002D0D49" w:rsidRPr="00367720" w:rsidRDefault="002D0D49" w:rsidP="0031595F">
            <w:pPr>
              <w:pStyle w:val="TableBody"/>
              <w:ind w:left="1762" w:hanging="1440"/>
            </w:pPr>
          </w:p>
          <w:p w14:paraId="43C0C000" w14:textId="77777777" w:rsidR="002D0D49" w:rsidRPr="00367720" w:rsidRDefault="002D0D49" w:rsidP="0031595F">
            <w:pPr>
              <w:pStyle w:val="TableBody"/>
              <w:ind w:left="1762" w:hanging="1440"/>
            </w:pPr>
            <w:r w:rsidRPr="00367720">
              <w:t>Where:</w:t>
            </w:r>
          </w:p>
          <w:p w14:paraId="5492A647" w14:textId="77777777" w:rsidR="002D0D49" w:rsidRPr="00367720" w:rsidRDefault="002D0D49" w:rsidP="0031595F">
            <w:pPr>
              <w:pStyle w:val="TableBody"/>
              <w:ind w:left="1762" w:hanging="1440"/>
            </w:pPr>
          </w:p>
          <w:p w14:paraId="1901C950" w14:textId="77777777" w:rsidR="002D0D49" w:rsidRPr="00367720" w:rsidRDefault="002D0D49" w:rsidP="0031595F">
            <w:pPr>
              <w:pStyle w:val="TableBody"/>
              <w:ind w:left="1762" w:hanging="1440"/>
              <w:rPr>
                <w:i/>
              </w:rPr>
            </w:pPr>
            <w:r w:rsidRPr="00367720">
              <w:t>EFFCAP =</w:t>
            </w:r>
            <w:r w:rsidRPr="00367720">
              <w:tab/>
            </w:r>
            <w:r w:rsidRPr="00367720">
              <w:rPr>
                <w:i/>
              </w:rPr>
              <w:t xml:space="preserve">Effective Cap. </w:t>
            </w:r>
            <w:r w:rsidRPr="00367720">
              <w:t xml:space="preserve">The greater of Value of Lost Load (VOLL), as described in the Methodology for Implementing Operating Reserve Demand Curve (ORDC) to Calculate Real-Time Reserve Price Adder, or the SWCAP, as determined in accordance with Public Utility Commission of Texas (PUCT) Substantive Rules.  </w:t>
            </w:r>
          </w:p>
        </w:tc>
      </w:tr>
      <w:tr w:rsidR="004A6DF4" w14:paraId="5984C7D7" w14:textId="77777777" w:rsidTr="00DC6908">
        <w:trPr>
          <w:trHeight w:val="91"/>
        </w:trPr>
        <w:tc>
          <w:tcPr>
            <w:tcW w:w="9319"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4A6DF4" w14:paraId="1A4DCFE5" w14:textId="77777777" w:rsidTr="004A6DF4">
              <w:tc>
                <w:tcPr>
                  <w:tcW w:w="9134" w:type="dxa"/>
                  <w:shd w:val="pct12" w:color="auto" w:fill="auto"/>
                </w:tcPr>
                <w:p w14:paraId="62C8A3EF" w14:textId="79C6BD69" w:rsidR="004A6DF4" w:rsidRPr="0002450E" w:rsidRDefault="004A6DF4" w:rsidP="004A6DF4">
                  <w:pPr>
                    <w:pStyle w:val="Instructions"/>
                    <w:spacing w:before="120"/>
                    <w:rPr>
                      <w:iCs/>
                    </w:rPr>
                  </w:pPr>
                  <w:r>
                    <w:rPr>
                      <w:iCs/>
                    </w:rPr>
                    <w:t>[NPRR978</w:t>
                  </w:r>
                  <w:r w:rsidRPr="0002450E">
                    <w:rPr>
                      <w:iCs/>
                    </w:rPr>
                    <w:t xml:space="preserve">:  Replace </w:t>
                  </w:r>
                  <w:r>
                    <w:rPr>
                      <w:iCs/>
                    </w:rPr>
                    <w:t>the variable “IMCE”</w:t>
                  </w:r>
                  <w:r w:rsidRPr="0002450E">
                    <w:rPr>
                      <w:iCs/>
                    </w:rPr>
                    <w:t xml:space="preserve"> above with the following upon system implementation:] </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820"/>
                  </w:tblGrid>
                  <w:tr w:rsidR="004A6DF4" w:rsidRPr="00367720" w14:paraId="114BFB38" w14:textId="77777777" w:rsidTr="00E7014E">
                    <w:trPr>
                      <w:trHeight w:val="91"/>
                    </w:trPr>
                    <w:tc>
                      <w:tcPr>
                        <w:tcW w:w="1619" w:type="dxa"/>
                      </w:tcPr>
                      <w:p w14:paraId="6F462559" w14:textId="77777777" w:rsidR="004A6DF4" w:rsidRPr="00906156" w:rsidRDefault="004A6DF4" w:rsidP="004A6DF4">
                        <w:pPr>
                          <w:pStyle w:val="TableBody"/>
                        </w:pPr>
                        <w:r w:rsidRPr="00906156">
                          <w:t>IMCE</w:t>
                        </w:r>
                      </w:p>
                    </w:tc>
                    <w:tc>
                      <w:tcPr>
                        <w:tcW w:w="880" w:type="dxa"/>
                      </w:tcPr>
                      <w:p w14:paraId="7113C0CA" w14:textId="77777777" w:rsidR="004A6DF4" w:rsidRPr="004F59D3" w:rsidRDefault="004A6DF4" w:rsidP="004A6DF4">
                        <w:pPr>
                          <w:pStyle w:val="TableBody"/>
                        </w:pPr>
                        <w:r w:rsidRPr="004F59D3">
                          <w:t>$</w:t>
                        </w:r>
                      </w:p>
                    </w:tc>
                    <w:tc>
                      <w:tcPr>
                        <w:tcW w:w="6820" w:type="dxa"/>
                      </w:tcPr>
                      <w:p w14:paraId="1DD7F028" w14:textId="77777777" w:rsidR="004A6DF4" w:rsidRPr="004F59D3" w:rsidRDefault="004A6DF4" w:rsidP="004A6DF4">
                        <w:pPr>
                          <w:pStyle w:val="TableBody"/>
                        </w:pPr>
                        <w:r w:rsidRPr="004F59D3">
                          <w:rPr>
                            <w:i/>
                          </w:rPr>
                          <w:t xml:space="preserve">Initial Minimum Current Exposure </w:t>
                        </w:r>
                      </w:p>
                      <w:p w14:paraId="0025023B" w14:textId="77777777" w:rsidR="004A6DF4" w:rsidRPr="00484E48" w:rsidRDefault="004A6DF4" w:rsidP="004A6DF4">
                        <w:pPr>
                          <w:pStyle w:val="TableBody"/>
                        </w:pPr>
                      </w:p>
                      <w:p w14:paraId="26D340CA" w14:textId="77777777" w:rsidR="004A6DF4" w:rsidRPr="00367720" w:rsidRDefault="004A6DF4" w:rsidP="004A6DF4">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1169576F" w14:textId="77777777" w:rsidR="004A6DF4" w:rsidRPr="00367720" w:rsidRDefault="004A6DF4" w:rsidP="004A6DF4">
                        <w:pPr>
                          <w:pStyle w:val="TableBody"/>
                          <w:ind w:left="1762" w:hanging="1440"/>
                          <w:rPr>
                            <w:i/>
                          </w:rPr>
                        </w:pPr>
                        <w:r w:rsidRPr="00367720">
                          <w:t xml:space="preserve"> </w:t>
                        </w:r>
                      </w:p>
                    </w:tc>
                  </w:tr>
                </w:tbl>
                <w:p w14:paraId="055EA0DC" w14:textId="04453D1D" w:rsidR="004A6DF4" w:rsidRPr="00B35DA1" w:rsidRDefault="004A6DF4" w:rsidP="004A6DF4">
                  <w:pPr>
                    <w:pStyle w:val="TableBody"/>
                    <w:ind w:left="1710"/>
                  </w:pPr>
                </w:p>
              </w:tc>
            </w:tr>
          </w:tbl>
          <w:p w14:paraId="56320F60" w14:textId="77777777" w:rsidR="004A6DF4" w:rsidRPr="004F59D3" w:rsidRDefault="004A6DF4" w:rsidP="0031595F">
            <w:pPr>
              <w:pStyle w:val="TableBody"/>
              <w:rPr>
                <w:i/>
              </w:rPr>
            </w:pPr>
          </w:p>
        </w:tc>
      </w:tr>
      <w:tr w:rsidR="002D0D49" w14:paraId="77D72BA9" w14:textId="77777777" w:rsidTr="0031595F">
        <w:trPr>
          <w:trHeight w:val="91"/>
        </w:trPr>
        <w:tc>
          <w:tcPr>
            <w:tcW w:w="1619" w:type="dxa"/>
          </w:tcPr>
          <w:p w14:paraId="08EB3676" w14:textId="77777777" w:rsidR="002D0D49" w:rsidRPr="00906156" w:rsidRDefault="002D0D49" w:rsidP="0031595F">
            <w:pPr>
              <w:pStyle w:val="TableBody"/>
            </w:pPr>
            <w:r w:rsidRPr="00906156">
              <w:t>TOA</w:t>
            </w:r>
          </w:p>
        </w:tc>
        <w:tc>
          <w:tcPr>
            <w:tcW w:w="880" w:type="dxa"/>
          </w:tcPr>
          <w:p w14:paraId="42950FA1" w14:textId="77777777" w:rsidR="002D0D49" w:rsidRPr="004F59D3" w:rsidRDefault="002D0D49" w:rsidP="0031595F">
            <w:pPr>
              <w:pStyle w:val="TableBody"/>
            </w:pPr>
            <w:r w:rsidRPr="004F59D3">
              <w:t>None</w:t>
            </w:r>
          </w:p>
        </w:tc>
        <w:tc>
          <w:tcPr>
            <w:tcW w:w="6820" w:type="dxa"/>
          </w:tcPr>
          <w:p w14:paraId="6B856741" w14:textId="77777777" w:rsidR="002D0D49" w:rsidRPr="00367720" w:rsidRDefault="002D0D49" w:rsidP="0031595F">
            <w:pPr>
              <w:pStyle w:val="TableBody"/>
              <w:rPr>
                <w:i/>
              </w:rPr>
            </w:pPr>
            <w:r w:rsidRPr="004F59D3">
              <w:rPr>
                <w:i/>
              </w:rPr>
              <w:t>Trade-Only Activity</w:t>
            </w:r>
            <w:r w:rsidRPr="004F59D3">
              <w:t>—Counter-Party that does not represent either a Load or a generatio</w:t>
            </w:r>
            <w:r w:rsidRPr="00484E48">
              <w:t xml:space="preserve">n QSE.  </w:t>
            </w:r>
            <w:r w:rsidRPr="00484E48">
              <w:rPr>
                <w:iCs w:val="0"/>
              </w:rPr>
              <w:t>Set to “0” if Counter-Party represents a QSE that has an association with a</w:t>
            </w:r>
            <w:r w:rsidRPr="00484E48" w:rsidDel="0044096C">
              <w:rPr>
                <w:iCs w:val="0"/>
              </w:rPr>
              <w:t xml:space="preserve"> </w:t>
            </w:r>
            <w:r w:rsidRPr="00367720">
              <w:rPr>
                <w:iCs w:val="0"/>
              </w:rPr>
              <w:t>Load Serving Entity (LSE) or a Resource Entity, or if Counter-Party does not represent any QSE;</w:t>
            </w:r>
            <w:r w:rsidRPr="00367720">
              <w:rPr>
                <w:b/>
                <w:bCs/>
                <w:i/>
                <w:iCs w:val="0"/>
              </w:rPr>
              <w:t xml:space="preserve"> </w:t>
            </w:r>
            <w:r w:rsidRPr="00367720">
              <w:rPr>
                <w:iCs w:val="0"/>
              </w:rPr>
              <w:t>otherwise set to 1.</w:t>
            </w:r>
          </w:p>
        </w:tc>
      </w:tr>
      <w:tr w:rsidR="002D0D49" w14:paraId="107B6A72" w14:textId="77777777" w:rsidTr="0031595F">
        <w:trPr>
          <w:trHeight w:val="91"/>
        </w:trPr>
        <w:tc>
          <w:tcPr>
            <w:tcW w:w="1619" w:type="dxa"/>
          </w:tcPr>
          <w:p w14:paraId="14B2E6C3" w14:textId="77777777" w:rsidR="002D0D49" w:rsidRPr="00906156" w:rsidRDefault="002D0D49" w:rsidP="0031595F">
            <w:pPr>
              <w:pStyle w:val="TableBody"/>
              <w:rPr>
                <w:i/>
              </w:rPr>
            </w:pPr>
            <w:r w:rsidRPr="00906156">
              <w:rPr>
                <w:i/>
              </w:rPr>
              <w:t>q</w:t>
            </w:r>
          </w:p>
        </w:tc>
        <w:tc>
          <w:tcPr>
            <w:tcW w:w="880" w:type="dxa"/>
          </w:tcPr>
          <w:p w14:paraId="2E4B7DC4" w14:textId="77777777" w:rsidR="002D0D49" w:rsidRPr="004F59D3" w:rsidRDefault="002D0D49" w:rsidP="0031595F">
            <w:pPr>
              <w:pStyle w:val="TableBody"/>
            </w:pPr>
            <w:r w:rsidRPr="004F59D3">
              <w:t>None.</w:t>
            </w:r>
          </w:p>
        </w:tc>
        <w:tc>
          <w:tcPr>
            <w:tcW w:w="6820" w:type="dxa"/>
          </w:tcPr>
          <w:p w14:paraId="21248127" w14:textId="77777777" w:rsidR="002D0D49" w:rsidRPr="004F59D3" w:rsidRDefault="002D0D49" w:rsidP="0031595F">
            <w:pPr>
              <w:pStyle w:val="TableBody"/>
            </w:pPr>
            <w:r w:rsidRPr="004F59D3">
              <w:t>QSEs represented by Counter-Party.</w:t>
            </w:r>
          </w:p>
        </w:tc>
      </w:tr>
      <w:tr w:rsidR="002D0D49" w14:paraId="3A635143" w14:textId="77777777" w:rsidTr="0031595F">
        <w:trPr>
          <w:trHeight w:val="91"/>
        </w:trPr>
        <w:tc>
          <w:tcPr>
            <w:tcW w:w="1619" w:type="dxa"/>
          </w:tcPr>
          <w:p w14:paraId="69AF5082" w14:textId="77777777" w:rsidR="002D0D49" w:rsidRPr="00906156" w:rsidRDefault="002D0D49" w:rsidP="0031595F">
            <w:pPr>
              <w:pStyle w:val="TableBody"/>
              <w:rPr>
                <w:i/>
              </w:rPr>
            </w:pPr>
            <w:r w:rsidRPr="00906156">
              <w:rPr>
                <w:i/>
              </w:rPr>
              <w:t>a</w:t>
            </w:r>
          </w:p>
        </w:tc>
        <w:tc>
          <w:tcPr>
            <w:tcW w:w="880" w:type="dxa"/>
          </w:tcPr>
          <w:p w14:paraId="05B074CE" w14:textId="77777777" w:rsidR="002D0D49" w:rsidRPr="004F59D3" w:rsidRDefault="002D0D49" w:rsidP="0031595F">
            <w:pPr>
              <w:pStyle w:val="TableBody"/>
            </w:pPr>
            <w:r w:rsidRPr="004F59D3">
              <w:t>None.</w:t>
            </w:r>
          </w:p>
        </w:tc>
        <w:tc>
          <w:tcPr>
            <w:tcW w:w="6820" w:type="dxa"/>
          </w:tcPr>
          <w:p w14:paraId="5D7DB3B0" w14:textId="77777777" w:rsidR="002D0D49" w:rsidRPr="004F59D3" w:rsidRDefault="002D0D49" w:rsidP="0031595F">
            <w:pPr>
              <w:pStyle w:val="TableBody"/>
            </w:pPr>
            <w:r w:rsidRPr="004F59D3">
              <w:t>CRR Account Holders represented by Counter-Party.</w:t>
            </w:r>
          </w:p>
        </w:tc>
      </w:tr>
      <w:tr w:rsidR="002D0D49" w14:paraId="11055758" w14:textId="77777777" w:rsidTr="0031595F">
        <w:trPr>
          <w:trHeight w:val="91"/>
        </w:trPr>
        <w:tc>
          <w:tcPr>
            <w:tcW w:w="1619" w:type="dxa"/>
          </w:tcPr>
          <w:p w14:paraId="0F314784" w14:textId="77777777" w:rsidR="002D0D49" w:rsidRPr="00951B55" w:rsidRDefault="002D0D49" w:rsidP="0031595F">
            <w:pPr>
              <w:pStyle w:val="TableBody"/>
            </w:pPr>
            <w:r>
              <w:t>IA</w:t>
            </w:r>
          </w:p>
        </w:tc>
        <w:tc>
          <w:tcPr>
            <w:tcW w:w="880" w:type="dxa"/>
          </w:tcPr>
          <w:p w14:paraId="70915410" w14:textId="77777777" w:rsidR="002D0D49" w:rsidRDefault="002D0D49" w:rsidP="0031595F">
            <w:pPr>
              <w:pStyle w:val="TableBody"/>
            </w:pPr>
            <w:r>
              <w:t>$</w:t>
            </w:r>
          </w:p>
        </w:tc>
        <w:tc>
          <w:tcPr>
            <w:tcW w:w="6820" w:type="dxa"/>
          </w:tcPr>
          <w:p w14:paraId="1252E419" w14:textId="77777777" w:rsidR="002D0D49" w:rsidRPr="00947170" w:rsidRDefault="002D0D49" w:rsidP="0031595F">
            <w:pPr>
              <w:pStyle w:val="TableBody"/>
            </w:pPr>
            <w:r w:rsidRPr="00CE545D">
              <w:rPr>
                <w:i/>
              </w:rPr>
              <w:t>Independent Amount</w:t>
            </w:r>
            <w:r>
              <w:t>—</w:t>
            </w:r>
            <w:r w:rsidRPr="00CE545D">
              <w:t>The amount required to be posted as defined in Section 16.16.1, Counter-Party Criteria.</w:t>
            </w:r>
          </w:p>
        </w:tc>
      </w:tr>
      <w:tr w:rsidR="002D0D49" w14:paraId="7322E519" w14:textId="77777777" w:rsidTr="0031595F">
        <w:trPr>
          <w:trHeight w:val="91"/>
        </w:trPr>
        <w:tc>
          <w:tcPr>
            <w:tcW w:w="1619" w:type="dxa"/>
          </w:tcPr>
          <w:p w14:paraId="14F490A8" w14:textId="77777777" w:rsidR="002D0D49" w:rsidRDefault="002D0D49" w:rsidP="0031595F">
            <w:pPr>
              <w:pStyle w:val="TableBody"/>
            </w:pPr>
            <w:r>
              <w:t>RFAF</w:t>
            </w:r>
          </w:p>
        </w:tc>
        <w:tc>
          <w:tcPr>
            <w:tcW w:w="880" w:type="dxa"/>
          </w:tcPr>
          <w:p w14:paraId="055E2DAA" w14:textId="77777777" w:rsidR="002D0D49" w:rsidRDefault="002D0D49" w:rsidP="0031595F">
            <w:pPr>
              <w:pStyle w:val="TableBody"/>
            </w:pPr>
            <w:r>
              <w:t>None</w:t>
            </w:r>
          </w:p>
        </w:tc>
        <w:tc>
          <w:tcPr>
            <w:tcW w:w="6820" w:type="dxa"/>
          </w:tcPr>
          <w:p w14:paraId="090A81D1" w14:textId="77777777" w:rsidR="002D0D49" w:rsidRPr="00CE545D" w:rsidRDefault="002D0D49" w:rsidP="0031595F">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1CBBD670" w14:textId="77777777" w:rsidR="002D0D49" w:rsidRDefault="002D0D49" w:rsidP="002D0D49">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2D0D49" w:rsidRPr="00BE4766" w14:paraId="50ECFB23" w14:textId="77777777" w:rsidTr="002D0D49">
        <w:trPr>
          <w:trHeight w:val="351"/>
          <w:tblHeader/>
        </w:trPr>
        <w:tc>
          <w:tcPr>
            <w:tcW w:w="1448" w:type="dxa"/>
          </w:tcPr>
          <w:p w14:paraId="6D1E3EF5" w14:textId="77777777" w:rsidR="002D0D49" w:rsidRPr="00BE4766" w:rsidRDefault="002D0D49" w:rsidP="0031595F">
            <w:pPr>
              <w:pStyle w:val="TableHead"/>
            </w:pPr>
            <w:r>
              <w:t>Parameter</w:t>
            </w:r>
          </w:p>
        </w:tc>
        <w:tc>
          <w:tcPr>
            <w:tcW w:w="1702" w:type="dxa"/>
          </w:tcPr>
          <w:p w14:paraId="3C6226A7" w14:textId="77777777" w:rsidR="002D0D49" w:rsidRPr="00BE4766" w:rsidRDefault="002D0D49" w:rsidP="0031595F">
            <w:pPr>
              <w:pStyle w:val="TableHead"/>
            </w:pPr>
            <w:r w:rsidRPr="00BE4766">
              <w:t>Unit</w:t>
            </w:r>
          </w:p>
        </w:tc>
        <w:tc>
          <w:tcPr>
            <w:tcW w:w="6120" w:type="dxa"/>
          </w:tcPr>
          <w:p w14:paraId="1C71B301" w14:textId="77777777" w:rsidR="002D0D49" w:rsidRPr="00BE4766" w:rsidRDefault="002D0D49" w:rsidP="0031595F">
            <w:pPr>
              <w:pStyle w:val="TableHead"/>
            </w:pPr>
            <w:r>
              <w:t>Current Value*</w:t>
            </w:r>
          </w:p>
        </w:tc>
      </w:tr>
      <w:tr w:rsidR="002D0D49" w:rsidRPr="00BE4766" w14:paraId="4515A9BE" w14:textId="77777777" w:rsidTr="002D0D49">
        <w:trPr>
          <w:trHeight w:val="519"/>
        </w:trPr>
        <w:tc>
          <w:tcPr>
            <w:tcW w:w="1448" w:type="dxa"/>
          </w:tcPr>
          <w:p w14:paraId="2E6B5C63" w14:textId="77777777" w:rsidR="002D0D49" w:rsidRPr="004F59D3" w:rsidRDefault="002D0D49" w:rsidP="0031595F">
            <w:pPr>
              <w:pStyle w:val="TableBody"/>
              <w:rPr>
                <w:i/>
              </w:rPr>
            </w:pPr>
            <w:r w:rsidRPr="004F59D3">
              <w:rPr>
                <w:i/>
              </w:rPr>
              <w:t>nm</w:t>
            </w:r>
          </w:p>
        </w:tc>
        <w:tc>
          <w:tcPr>
            <w:tcW w:w="1702" w:type="dxa"/>
          </w:tcPr>
          <w:p w14:paraId="67C4004E" w14:textId="77777777" w:rsidR="002D0D49" w:rsidRPr="004F59D3" w:rsidRDefault="002D0D49" w:rsidP="0031595F">
            <w:pPr>
              <w:pStyle w:val="TableBody"/>
            </w:pPr>
            <w:r w:rsidRPr="004F59D3">
              <w:t>None</w:t>
            </w:r>
          </w:p>
        </w:tc>
        <w:tc>
          <w:tcPr>
            <w:tcW w:w="6120" w:type="dxa"/>
          </w:tcPr>
          <w:p w14:paraId="654C8EF8" w14:textId="77777777" w:rsidR="002D0D49" w:rsidRPr="00484E48" w:rsidRDefault="002D0D49" w:rsidP="0031595F">
            <w:pPr>
              <w:pStyle w:val="TableBody"/>
            </w:pPr>
            <w:r w:rsidRPr="00484E48">
              <w:t>50</w:t>
            </w:r>
          </w:p>
        </w:tc>
      </w:tr>
      <w:tr w:rsidR="002D0D49" w:rsidRPr="00BE4766" w14:paraId="4BD7A6C0" w14:textId="77777777" w:rsidTr="002D0D49">
        <w:trPr>
          <w:trHeight w:val="519"/>
        </w:trPr>
        <w:tc>
          <w:tcPr>
            <w:tcW w:w="1448" w:type="dxa"/>
          </w:tcPr>
          <w:p w14:paraId="6B1DBC35" w14:textId="77777777" w:rsidR="002D0D49" w:rsidRPr="004F59D3" w:rsidRDefault="002D0D49" w:rsidP="0031595F">
            <w:pPr>
              <w:pStyle w:val="TableBody"/>
              <w:rPr>
                <w:i/>
              </w:rPr>
            </w:pPr>
            <w:proofErr w:type="spellStart"/>
            <w:r w:rsidRPr="004F59D3">
              <w:rPr>
                <w:i/>
              </w:rPr>
              <w:t>cif</w:t>
            </w:r>
            <w:proofErr w:type="spellEnd"/>
          </w:p>
        </w:tc>
        <w:tc>
          <w:tcPr>
            <w:tcW w:w="1702" w:type="dxa"/>
          </w:tcPr>
          <w:p w14:paraId="6ECA2374" w14:textId="77777777" w:rsidR="002D0D49" w:rsidRPr="004F59D3" w:rsidRDefault="002D0D49" w:rsidP="0031595F">
            <w:pPr>
              <w:pStyle w:val="TableBody"/>
            </w:pPr>
            <w:r w:rsidRPr="004F59D3">
              <w:t>Percentage</w:t>
            </w:r>
          </w:p>
        </w:tc>
        <w:tc>
          <w:tcPr>
            <w:tcW w:w="6120" w:type="dxa"/>
          </w:tcPr>
          <w:p w14:paraId="5BBF100D" w14:textId="77777777" w:rsidR="002D0D49" w:rsidRPr="00484E48" w:rsidRDefault="002D0D49" w:rsidP="0031595F">
            <w:pPr>
              <w:pStyle w:val="TableBody"/>
            </w:pPr>
            <w:r w:rsidRPr="00484E48">
              <w:t>9%</w:t>
            </w:r>
          </w:p>
        </w:tc>
      </w:tr>
      <w:tr w:rsidR="002D0D49" w:rsidRPr="00BE4766" w14:paraId="2ACB7A72" w14:textId="77777777" w:rsidTr="002D0D49">
        <w:trPr>
          <w:trHeight w:val="519"/>
        </w:trPr>
        <w:tc>
          <w:tcPr>
            <w:tcW w:w="1448" w:type="dxa"/>
          </w:tcPr>
          <w:p w14:paraId="2B250066" w14:textId="77777777" w:rsidR="002D0D49" w:rsidRPr="008F4340" w:rsidRDefault="002D0D49" w:rsidP="0031595F">
            <w:pPr>
              <w:pStyle w:val="TableBody"/>
              <w:rPr>
                <w:i/>
              </w:rPr>
            </w:pPr>
            <w:r w:rsidRPr="008F4340">
              <w:rPr>
                <w:i/>
                <w:lang w:val="fr-FR"/>
              </w:rPr>
              <w:t>NUCADJ</w:t>
            </w:r>
          </w:p>
        </w:tc>
        <w:tc>
          <w:tcPr>
            <w:tcW w:w="1702" w:type="dxa"/>
          </w:tcPr>
          <w:p w14:paraId="458D0B11" w14:textId="77777777" w:rsidR="002D0D49" w:rsidRDefault="002D0D49" w:rsidP="0031595F">
            <w:pPr>
              <w:pStyle w:val="TableBody"/>
            </w:pPr>
            <w:r>
              <w:t>Percentage</w:t>
            </w:r>
          </w:p>
        </w:tc>
        <w:tc>
          <w:tcPr>
            <w:tcW w:w="6120" w:type="dxa"/>
          </w:tcPr>
          <w:p w14:paraId="4EEE65FD" w14:textId="77777777" w:rsidR="002D0D49" w:rsidRDefault="002D0D49" w:rsidP="0031595F">
            <w:pPr>
              <w:pStyle w:val="TableBody"/>
            </w:pPr>
            <w:r>
              <w:t>Minimum value of 20%.</w:t>
            </w:r>
          </w:p>
        </w:tc>
      </w:tr>
      <w:tr w:rsidR="002D0D49" w:rsidRPr="00BE4766" w14:paraId="5C27CF7D" w14:textId="77777777" w:rsidTr="002D0D49">
        <w:trPr>
          <w:trHeight w:val="519"/>
        </w:trPr>
        <w:tc>
          <w:tcPr>
            <w:tcW w:w="1448" w:type="dxa"/>
          </w:tcPr>
          <w:p w14:paraId="5B253197" w14:textId="77777777" w:rsidR="002D0D49" w:rsidRDefault="002D0D49" w:rsidP="0031595F">
            <w:pPr>
              <w:pStyle w:val="TableBody"/>
              <w:rPr>
                <w:i/>
              </w:rPr>
            </w:pPr>
            <w:r>
              <w:rPr>
                <w:i/>
              </w:rPr>
              <w:t>T1</w:t>
            </w:r>
          </w:p>
        </w:tc>
        <w:tc>
          <w:tcPr>
            <w:tcW w:w="1702" w:type="dxa"/>
          </w:tcPr>
          <w:p w14:paraId="3CEC6751" w14:textId="77777777" w:rsidR="002D0D49" w:rsidRDefault="002D0D49" w:rsidP="0031595F">
            <w:pPr>
              <w:pStyle w:val="TableBody"/>
            </w:pPr>
            <w:r>
              <w:t>Days</w:t>
            </w:r>
          </w:p>
        </w:tc>
        <w:tc>
          <w:tcPr>
            <w:tcW w:w="6120" w:type="dxa"/>
          </w:tcPr>
          <w:p w14:paraId="544452C2" w14:textId="77777777" w:rsidR="002D0D49" w:rsidRDefault="002D0D49" w:rsidP="0031595F">
            <w:pPr>
              <w:pStyle w:val="TableBody"/>
            </w:pPr>
            <w:r>
              <w:t>2</w:t>
            </w:r>
          </w:p>
        </w:tc>
      </w:tr>
      <w:tr w:rsidR="002D0D49" w:rsidRPr="00BE4766" w14:paraId="14D849AF" w14:textId="77777777" w:rsidTr="002D0D49">
        <w:trPr>
          <w:trHeight w:val="519"/>
        </w:trPr>
        <w:tc>
          <w:tcPr>
            <w:tcW w:w="1448" w:type="dxa"/>
          </w:tcPr>
          <w:p w14:paraId="7E4FE7A4" w14:textId="77777777" w:rsidR="002D0D49" w:rsidRDefault="002D0D49" w:rsidP="0031595F">
            <w:pPr>
              <w:pStyle w:val="TableBody"/>
              <w:rPr>
                <w:i/>
              </w:rPr>
            </w:pPr>
            <w:r>
              <w:rPr>
                <w:i/>
              </w:rPr>
              <w:t>T2</w:t>
            </w:r>
          </w:p>
        </w:tc>
        <w:tc>
          <w:tcPr>
            <w:tcW w:w="1702" w:type="dxa"/>
          </w:tcPr>
          <w:p w14:paraId="5A767ABC" w14:textId="77777777" w:rsidR="002D0D49" w:rsidRDefault="002D0D49" w:rsidP="0031595F">
            <w:pPr>
              <w:pStyle w:val="TableBody"/>
            </w:pPr>
            <w:r>
              <w:t>Days</w:t>
            </w:r>
          </w:p>
        </w:tc>
        <w:tc>
          <w:tcPr>
            <w:tcW w:w="6120" w:type="dxa"/>
          </w:tcPr>
          <w:p w14:paraId="0E4F5764" w14:textId="77777777" w:rsidR="002D0D49" w:rsidRDefault="002D0D49" w:rsidP="0031595F">
            <w:pPr>
              <w:pStyle w:val="TableBody"/>
              <w:rPr>
                <w:i/>
              </w:rPr>
            </w:pPr>
            <w:r>
              <w:t>5</w:t>
            </w:r>
          </w:p>
        </w:tc>
      </w:tr>
      <w:tr w:rsidR="002D0D49" w:rsidRPr="00BE4766" w14:paraId="5855A457" w14:textId="77777777" w:rsidTr="002D0D49">
        <w:trPr>
          <w:trHeight w:val="519"/>
        </w:trPr>
        <w:tc>
          <w:tcPr>
            <w:tcW w:w="1448" w:type="dxa"/>
          </w:tcPr>
          <w:p w14:paraId="488F7473" w14:textId="77777777" w:rsidR="002D0D49" w:rsidRDefault="002D0D49" w:rsidP="0031595F">
            <w:pPr>
              <w:pStyle w:val="TableBody"/>
              <w:rPr>
                <w:i/>
              </w:rPr>
            </w:pPr>
            <w:r>
              <w:rPr>
                <w:i/>
              </w:rPr>
              <w:t>T3</w:t>
            </w:r>
          </w:p>
        </w:tc>
        <w:tc>
          <w:tcPr>
            <w:tcW w:w="1702" w:type="dxa"/>
          </w:tcPr>
          <w:p w14:paraId="42732A42" w14:textId="77777777" w:rsidR="002D0D49" w:rsidRDefault="002D0D49" w:rsidP="0031595F">
            <w:pPr>
              <w:pStyle w:val="TableBody"/>
            </w:pPr>
            <w:r w:rsidRPr="00AD0E0C">
              <w:t>Days</w:t>
            </w:r>
          </w:p>
        </w:tc>
        <w:tc>
          <w:tcPr>
            <w:tcW w:w="6120" w:type="dxa"/>
          </w:tcPr>
          <w:p w14:paraId="5728EE95" w14:textId="77777777" w:rsidR="002D0D49" w:rsidRDefault="002D0D49" w:rsidP="0031595F">
            <w:pPr>
              <w:pStyle w:val="TableBody"/>
              <w:rPr>
                <w:i/>
              </w:rPr>
            </w:pPr>
            <w:r>
              <w:t>5</w:t>
            </w:r>
          </w:p>
        </w:tc>
      </w:tr>
      <w:tr w:rsidR="002D0D49" w:rsidRPr="00BE4766" w14:paraId="0F5C2904" w14:textId="77777777" w:rsidTr="002D0D49">
        <w:trPr>
          <w:trHeight w:val="519"/>
        </w:trPr>
        <w:tc>
          <w:tcPr>
            <w:tcW w:w="1448" w:type="dxa"/>
          </w:tcPr>
          <w:p w14:paraId="688E921E" w14:textId="77777777" w:rsidR="002D0D49" w:rsidRDefault="002D0D49" w:rsidP="0031595F">
            <w:pPr>
              <w:pStyle w:val="TableBody"/>
              <w:rPr>
                <w:i/>
              </w:rPr>
            </w:pPr>
            <w:r>
              <w:rPr>
                <w:i/>
              </w:rPr>
              <w:t>T4</w:t>
            </w:r>
          </w:p>
        </w:tc>
        <w:tc>
          <w:tcPr>
            <w:tcW w:w="1702" w:type="dxa"/>
          </w:tcPr>
          <w:p w14:paraId="4088740C" w14:textId="77777777" w:rsidR="002D0D49" w:rsidRDefault="002D0D49" w:rsidP="0031595F">
            <w:pPr>
              <w:pStyle w:val="TableBody"/>
            </w:pPr>
            <w:r w:rsidRPr="00AD0E0C">
              <w:t>Days</w:t>
            </w:r>
          </w:p>
        </w:tc>
        <w:tc>
          <w:tcPr>
            <w:tcW w:w="6120" w:type="dxa"/>
          </w:tcPr>
          <w:p w14:paraId="4DD8C075" w14:textId="77777777" w:rsidR="002D0D49" w:rsidRDefault="002D0D49" w:rsidP="0031595F">
            <w:pPr>
              <w:pStyle w:val="TableBody"/>
            </w:pPr>
            <w:r>
              <w:t>1</w:t>
            </w:r>
          </w:p>
        </w:tc>
      </w:tr>
      <w:tr w:rsidR="002D0D49" w:rsidRPr="00BE4766" w14:paraId="4148A062" w14:textId="77777777" w:rsidTr="002D0D49">
        <w:trPr>
          <w:trHeight w:val="519"/>
        </w:trPr>
        <w:tc>
          <w:tcPr>
            <w:tcW w:w="1448" w:type="dxa"/>
          </w:tcPr>
          <w:p w14:paraId="5D9E3021" w14:textId="77777777" w:rsidR="002D0D49" w:rsidRDefault="002D0D49" w:rsidP="0031595F">
            <w:pPr>
              <w:pStyle w:val="TableBody"/>
              <w:rPr>
                <w:i/>
              </w:rPr>
            </w:pPr>
            <w:r>
              <w:rPr>
                <w:i/>
              </w:rPr>
              <w:t>T5</w:t>
            </w:r>
          </w:p>
        </w:tc>
        <w:tc>
          <w:tcPr>
            <w:tcW w:w="1702" w:type="dxa"/>
          </w:tcPr>
          <w:p w14:paraId="18A94C3D" w14:textId="77777777" w:rsidR="002D0D49" w:rsidRDefault="002D0D49" w:rsidP="0031595F">
            <w:pPr>
              <w:pStyle w:val="TableBody"/>
            </w:pPr>
            <w:r w:rsidRPr="00AD0E0C">
              <w:t>Days</w:t>
            </w:r>
          </w:p>
        </w:tc>
        <w:tc>
          <w:tcPr>
            <w:tcW w:w="6120" w:type="dxa"/>
          </w:tcPr>
          <w:p w14:paraId="31DE895E" w14:textId="77777777" w:rsidR="002D0D49" w:rsidRDefault="002D0D49" w:rsidP="0031595F">
            <w:pPr>
              <w:pStyle w:val="TableBody"/>
              <w:rPr>
                <w:i/>
              </w:rPr>
            </w:pPr>
            <w:r>
              <w:t>For a Counter-Party that represents Load this value is equal to 5, otherwise this value is equal to 2.</w:t>
            </w:r>
          </w:p>
        </w:tc>
      </w:tr>
      <w:tr w:rsidR="002D0D49" w:rsidRPr="00BE4766" w14:paraId="64DA81C6" w14:textId="77777777" w:rsidTr="002D0D49">
        <w:trPr>
          <w:trHeight w:val="519"/>
        </w:trPr>
        <w:tc>
          <w:tcPr>
            <w:tcW w:w="1448" w:type="dxa"/>
          </w:tcPr>
          <w:p w14:paraId="1A3DA326" w14:textId="77777777" w:rsidR="002D0D49" w:rsidRPr="008F4340" w:rsidRDefault="002D0D49" w:rsidP="0031595F">
            <w:pPr>
              <w:pStyle w:val="TableBody"/>
              <w:rPr>
                <w:i/>
              </w:rPr>
            </w:pPr>
            <w:r w:rsidRPr="008F4340">
              <w:rPr>
                <w:i/>
              </w:rPr>
              <w:t>BTCF</w:t>
            </w:r>
          </w:p>
        </w:tc>
        <w:tc>
          <w:tcPr>
            <w:tcW w:w="1702" w:type="dxa"/>
          </w:tcPr>
          <w:p w14:paraId="49A8B096" w14:textId="77777777" w:rsidR="002D0D49" w:rsidRDefault="002D0D49" w:rsidP="0031595F">
            <w:pPr>
              <w:pStyle w:val="TableBody"/>
            </w:pPr>
            <w:r>
              <w:t>Percentage</w:t>
            </w:r>
          </w:p>
        </w:tc>
        <w:tc>
          <w:tcPr>
            <w:tcW w:w="6120" w:type="dxa"/>
          </w:tcPr>
          <w:p w14:paraId="678B44C7" w14:textId="77777777" w:rsidR="002D0D49" w:rsidRDefault="002D0D49" w:rsidP="0031595F">
            <w:pPr>
              <w:pStyle w:val="TableBody"/>
            </w:pPr>
            <w:r>
              <w:t>80%</w:t>
            </w:r>
          </w:p>
        </w:tc>
      </w:tr>
      <w:tr w:rsidR="002D0D49" w:rsidRPr="00BE4766" w14:paraId="38A43523" w14:textId="77777777" w:rsidTr="002D0D49">
        <w:trPr>
          <w:trHeight w:val="519"/>
        </w:trPr>
        <w:tc>
          <w:tcPr>
            <w:tcW w:w="1448" w:type="dxa"/>
          </w:tcPr>
          <w:p w14:paraId="2DB16FF5" w14:textId="77777777" w:rsidR="002D0D49" w:rsidRPr="008F4340" w:rsidRDefault="002D0D49" w:rsidP="0031595F">
            <w:pPr>
              <w:pStyle w:val="TableBody"/>
              <w:rPr>
                <w:i/>
              </w:rPr>
            </w:pPr>
            <w:r>
              <w:rPr>
                <w:i/>
              </w:rPr>
              <w:t>n</w:t>
            </w:r>
          </w:p>
        </w:tc>
        <w:tc>
          <w:tcPr>
            <w:tcW w:w="1702" w:type="dxa"/>
          </w:tcPr>
          <w:p w14:paraId="0B20DA7B" w14:textId="77777777" w:rsidR="002D0D49" w:rsidRDefault="002D0D49" w:rsidP="0031595F">
            <w:pPr>
              <w:pStyle w:val="TableBody"/>
            </w:pPr>
            <w:r>
              <w:t>Days</w:t>
            </w:r>
          </w:p>
        </w:tc>
        <w:tc>
          <w:tcPr>
            <w:tcW w:w="6120" w:type="dxa"/>
          </w:tcPr>
          <w:p w14:paraId="066A574F" w14:textId="77777777" w:rsidR="002D0D49" w:rsidRDefault="002D0D49" w:rsidP="0031595F">
            <w:pPr>
              <w:pStyle w:val="TableBody"/>
            </w:pPr>
            <w:r>
              <w:t>14</w:t>
            </w:r>
          </w:p>
        </w:tc>
      </w:tr>
      <w:tr w:rsidR="002D0D49" w:rsidRPr="00BE4766" w14:paraId="5C5110EA" w14:textId="77777777" w:rsidTr="002D0D49">
        <w:trPr>
          <w:trHeight w:val="519"/>
        </w:trPr>
        <w:tc>
          <w:tcPr>
            <w:tcW w:w="9270" w:type="dxa"/>
            <w:gridSpan w:val="3"/>
          </w:tcPr>
          <w:p w14:paraId="0E97457A" w14:textId="77777777" w:rsidR="002D0D49" w:rsidRDefault="002D0D49"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2D02D8AB" w14:textId="77777777" w:rsidR="00856F40" w:rsidRDefault="00856F40" w:rsidP="00E45FD4">
      <w:pPr>
        <w:pStyle w:val="BodyTextNumbered"/>
        <w:spacing w:before="240"/>
      </w:pPr>
      <w:r>
        <w:t>(3)</w:t>
      </w:r>
      <w: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13EF508" w14:textId="77777777" w:rsidR="00856F40" w:rsidRDefault="00856F40" w:rsidP="00C9406C">
      <w:pPr>
        <w:pStyle w:val="H4"/>
        <w:keepNext w:val="0"/>
        <w:spacing w:before="0"/>
        <w:ind w:left="720" w:hanging="720"/>
        <w:outlineLvl w:val="9"/>
        <w:rPr>
          <w:b/>
        </w:rPr>
      </w:pPr>
      <w:bookmarkStart w:id="449" w:name="_Toc344279648"/>
      <w:bookmarkStart w:id="450" w:name="_Toc344279748"/>
      <w:bookmarkStart w:id="451" w:name="_Toc349821800"/>
      <w:r w:rsidRPr="00D77FC8">
        <w:rPr>
          <w:iCs/>
        </w:rPr>
        <w:t>(4)</w:t>
      </w:r>
      <w:r w:rsidRPr="00D77FC8">
        <w:rPr>
          <w:iCs/>
        </w:rPr>
        <w:tab/>
        <w:t>ERCOT shall monitor and calculate each Counter-Party’s TPEA and TPES daily.</w:t>
      </w:r>
      <w:bookmarkEnd w:id="449"/>
      <w:bookmarkEnd w:id="450"/>
      <w:bookmarkEnd w:id="451"/>
    </w:p>
    <w:p w14:paraId="474B16BD" w14:textId="77777777" w:rsidR="00F56ABB" w:rsidRPr="00D63F95" w:rsidRDefault="00727E32" w:rsidP="00866318">
      <w:pPr>
        <w:pStyle w:val="H4"/>
        <w:keepNext w:val="0"/>
        <w:ind w:left="1267" w:hanging="1267"/>
        <w:rPr>
          <w:b/>
        </w:rPr>
      </w:pPr>
      <w:bookmarkStart w:id="452" w:name="_Toc390438967"/>
      <w:bookmarkStart w:id="453" w:name="_Toc405897664"/>
      <w:bookmarkStart w:id="454" w:name="_Toc415055768"/>
      <w:bookmarkStart w:id="455" w:name="_Toc415055894"/>
      <w:bookmarkStart w:id="456" w:name="_Toc415055993"/>
      <w:bookmarkStart w:id="457" w:name="_Toc415056094"/>
      <w:bookmarkStart w:id="458" w:name="_Toc34728508"/>
      <w:r w:rsidRPr="004F59D3">
        <w:rPr>
          <w:b/>
        </w:rPr>
        <w:t>16.11.4.2</w:t>
      </w:r>
      <w:r w:rsidRPr="00D63F95">
        <w:rPr>
          <w:b/>
        </w:rPr>
        <w:tab/>
        <w:t>Determination of Counter-Party Initial Estimated Liability</w:t>
      </w:r>
      <w:bookmarkEnd w:id="452"/>
      <w:bookmarkEnd w:id="453"/>
      <w:bookmarkEnd w:id="454"/>
      <w:bookmarkEnd w:id="455"/>
      <w:bookmarkEnd w:id="456"/>
      <w:bookmarkEnd w:id="457"/>
      <w:bookmarkEnd w:id="458"/>
    </w:p>
    <w:p w14:paraId="26B41A8B" w14:textId="77777777" w:rsidR="00FC1C5F" w:rsidRDefault="00727E32">
      <w:pPr>
        <w:pStyle w:val="List"/>
        <w:ind w:left="720"/>
      </w:pPr>
      <w:r>
        <w:t>(1)</w:t>
      </w:r>
      <w:r>
        <w:tab/>
      </w:r>
      <w:r w:rsidR="002D0D49">
        <w:t xml:space="preserve">For each Counter-Party, </w:t>
      </w:r>
      <w:r w:rsidR="002D0D49" w:rsidRPr="004F59D3">
        <w:t>except those Counter-Parties that are only CRR Account Holders,</w:t>
      </w:r>
      <w:r w:rsidR="002D0D49">
        <w:t xml:space="preserve"> ERCOT shall determine </w:t>
      </w:r>
      <w:r w:rsidR="0058051D">
        <w:t xml:space="preserve">an Initial Estimated Liability (IEL) </w:t>
      </w:r>
      <w:r w:rsidR="002D0D49">
        <w:t>for purposes of Section 16.11.3, Alternative Means of Satisfying ERCOT Creditworthiness Requirements.</w:t>
      </w:r>
    </w:p>
    <w:p w14:paraId="666AFDB7" w14:textId="77777777" w:rsidR="000370C5" w:rsidRDefault="000370C5" w:rsidP="000370C5">
      <w:pPr>
        <w:pStyle w:val="List"/>
        <w:ind w:left="720"/>
      </w:pPr>
      <w:r>
        <w:t>(2)</w:t>
      </w:r>
      <w:r>
        <w:tab/>
        <w:t xml:space="preserve">For a Counter-Party that </w:t>
      </w:r>
      <w:r w:rsidR="00023149">
        <w:t>has all its</w:t>
      </w:r>
      <w:r>
        <w:t xml:space="preserve"> QSE</w:t>
      </w:r>
      <w:r w:rsidR="00023149">
        <w:t>s</w:t>
      </w:r>
      <w:r>
        <w:t xml:space="preserve"> representing only LSEs, ERCOT shall calculate the IEL using the following formula: </w:t>
      </w:r>
    </w:p>
    <w:p w14:paraId="319450AA" w14:textId="77777777" w:rsidR="000370C5" w:rsidRDefault="000370C5" w:rsidP="000370C5">
      <w:pPr>
        <w:pStyle w:val="List"/>
        <w:rPr>
          <w:b/>
          <w:lang w:val="es-ES"/>
        </w:rPr>
      </w:pPr>
      <w:r>
        <w:rPr>
          <w:b/>
          <w:lang w:val="es-ES"/>
        </w:rPr>
        <w:t xml:space="preserve">IEL = DEL </w:t>
      </w:r>
      <w:r w:rsidRPr="00753977">
        <w:rPr>
          <w:b/>
          <w:lang w:val="es-ES"/>
        </w:rPr>
        <w:t>*</w:t>
      </w:r>
      <w:r>
        <w:rPr>
          <w:b/>
          <w:lang w:val="es-ES"/>
        </w:rPr>
        <w:t xml:space="preserve"> Max [0.2, RTEFL] </w:t>
      </w:r>
      <w:r w:rsidRPr="00753977">
        <w:rPr>
          <w:b/>
          <w:lang w:val="es-ES"/>
        </w:rPr>
        <w:t>*</w:t>
      </w:r>
      <w:r>
        <w:rPr>
          <w:b/>
          <w:lang w:val="es-ES"/>
        </w:rPr>
        <w:t xml:space="preserve"> RTAEP </w:t>
      </w:r>
      <w:r w:rsidRPr="00753977">
        <w:rPr>
          <w:b/>
          <w:lang w:val="es-ES"/>
        </w:rPr>
        <w:t>*</w:t>
      </w:r>
      <w:r>
        <w:rPr>
          <w:b/>
          <w:lang w:val="es-ES"/>
        </w:rPr>
        <w:t xml:space="preserve"> (M1 + M2)</w:t>
      </w:r>
    </w:p>
    <w:p w14:paraId="21E754EA"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39"/>
        <w:gridCol w:w="6588"/>
      </w:tblGrid>
      <w:tr w:rsidR="000370C5" w14:paraId="6BCA4948" w14:textId="77777777" w:rsidTr="000370C5">
        <w:tc>
          <w:tcPr>
            <w:tcW w:w="1574" w:type="dxa"/>
          </w:tcPr>
          <w:p w14:paraId="42B14F9A" w14:textId="77777777" w:rsidR="000370C5" w:rsidRDefault="000370C5" w:rsidP="000370C5">
            <w:pPr>
              <w:pStyle w:val="TableHead"/>
            </w:pPr>
            <w:r>
              <w:t>Variable</w:t>
            </w:r>
          </w:p>
        </w:tc>
        <w:tc>
          <w:tcPr>
            <w:tcW w:w="694" w:type="dxa"/>
          </w:tcPr>
          <w:p w14:paraId="2747A26F" w14:textId="77777777" w:rsidR="000370C5" w:rsidRDefault="000370C5" w:rsidP="000370C5">
            <w:pPr>
              <w:pStyle w:val="TableHead"/>
              <w:jc w:val="center"/>
            </w:pPr>
            <w:r>
              <w:t>Unit</w:t>
            </w:r>
          </w:p>
        </w:tc>
        <w:tc>
          <w:tcPr>
            <w:tcW w:w="6588" w:type="dxa"/>
          </w:tcPr>
          <w:p w14:paraId="022F4DDA" w14:textId="77777777" w:rsidR="000370C5" w:rsidRDefault="000370C5" w:rsidP="000370C5">
            <w:pPr>
              <w:pStyle w:val="TableHead"/>
            </w:pPr>
            <w:r>
              <w:t>Description</w:t>
            </w:r>
          </w:p>
        </w:tc>
      </w:tr>
      <w:tr w:rsidR="000370C5" w14:paraId="2961F599" w14:textId="77777777" w:rsidTr="000370C5">
        <w:tc>
          <w:tcPr>
            <w:tcW w:w="1574" w:type="dxa"/>
          </w:tcPr>
          <w:p w14:paraId="4A6A4BFD" w14:textId="77777777" w:rsidR="000370C5" w:rsidRDefault="000370C5" w:rsidP="000370C5">
            <w:pPr>
              <w:pStyle w:val="TableBody"/>
            </w:pPr>
            <w:r>
              <w:t>IEL</w:t>
            </w:r>
          </w:p>
        </w:tc>
        <w:tc>
          <w:tcPr>
            <w:tcW w:w="694" w:type="dxa"/>
          </w:tcPr>
          <w:p w14:paraId="6AF20AFD" w14:textId="77777777" w:rsidR="000370C5" w:rsidRDefault="000370C5" w:rsidP="000370C5">
            <w:pPr>
              <w:pStyle w:val="TableBody"/>
            </w:pPr>
            <w:r>
              <w:t>$</w:t>
            </w:r>
          </w:p>
        </w:tc>
        <w:tc>
          <w:tcPr>
            <w:tcW w:w="6588" w:type="dxa"/>
          </w:tcPr>
          <w:p w14:paraId="629C8332" w14:textId="77777777" w:rsidR="000370C5" w:rsidRDefault="000370C5" w:rsidP="000370C5">
            <w:pPr>
              <w:pStyle w:val="TableBody"/>
            </w:pPr>
            <w:r w:rsidRPr="00B67540">
              <w:rPr>
                <w:i/>
              </w:rPr>
              <w:t>Initial Estimated Liability</w:t>
            </w:r>
            <w:r w:rsidRPr="00B67540">
              <w:rPr>
                <w:color w:val="000000"/>
              </w:rPr>
              <w:sym w:font="Symbol" w:char="F0BE"/>
            </w:r>
            <w:r>
              <w:t>The Counter-Party’s</w:t>
            </w:r>
            <w:r w:rsidR="00C3054D" w:rsidRPr="00C3054D">
              <w:t xml:space="preserve"> Initial Estimated Liability</w:t>
            </w:r>
            <w:r>
              <w:t>.</w:t>
            </w:r>
          </w:p>
        </w:tc>
      </w:tr>
      <w:tr w:rsidR="000370C5" w14:paraId="105BDDFD" w14:textId="77777777" w:rsidTr="000370C5">
        <w:tc>
          <w:tcPr>
            <w:tcW w:w="1574" w:type="dxa"/>
          </w:tcPr>
          <w:p w14:paraId="2E17BFA8"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694" w:type="dxa"/>
          </w:tcPr>
          <w:p w14:paraId="60205809" w14:textId="77777777" w:rsidR="000370C5" w:rsidRDefault="000370C5" w:rsidP="000370C5">
            <w:pPr>
              <w:pStyle w:val="TableBody"/>
            </w:pPr>
            <w:r>
              <w:t>MWh</w:t>
            </w:r>
          </w:p>
        </w:tc>
        <w:tc>
          <w:tcPr>
            <w:tcW w:w="6588" w:type="dxa"/>
          </w:tcPr>
          <w:p w14:paraId="53DE4076" w14:textId="77777777" w:rsidR="000370C5" w:rsidRDefault="000370C5" w:rsidP="000370C5">
            <w:pPr>
              <w:pStyle w:val="TableBody"/>
            </w:pPr>
            <w:r w:rsidRPr="00B67540">
              <w:rPr>
                <w:i/>
              </w:rPr>
              <w:t>Daily Estimated Load</w:t>
            </w:r>
            <w:r w:rsidRPr="00B67540">
              <w:rPr>
                <w:color w:val="000000"/>
              </w:rPr>
              <w:sym w:font="Symbol" w:char="F0BE"/>
            </w:r>
            <w:r>
              <w:t xml:space="preserve">The Counter-Party’s estimated average daily Load as determined by ERCOT based on information provided by the Counter-Party. </w:t>
            </w:r>
          </w:p>
        </w:tc>
      </w:tr>
      <w:tr w:rsidR="000370C5" w14:paraId="2C92EA43" w14:textId="77777777" w:rsidTr="000370C5">
        <w:tc>
          <w:tcPr>
            <w:tcW w:w="1574" w:type="dxa"/>
          </w:tcPr>
          <w:p w14:paraId="2F5FF4B3" w14:textId="77777777" w:rsidR="000370C5" w:rsidRDefault="000370C5" w:rsidP="000370C5">
            <w:pPr>
              <w:pStyle w:val="TableBody"/>
            </w:pPr>
            <w:r>
              <w:t>RTEFL</w:t>
            </w:r>
          </w:p>
        </w:tc>
        <w:tc>
          <w:tcPr>
            <w:tcW w:w="694" w:type="dxa"/>
          </w:tcPr>
          <w:p w14:paraId="0F3B3CF0" w14:textId="77777777" w:rsidR="000370C5" w:rsidRDefault="000370C5" w:rsidP="000370C5">
            <w:pPr>
              <w:pStyle w:val="TableBody"/>
            </w:pPr>
            <w:r>
              <w:t>none</w:t>
            </w:r>
          </w:p>
        </w:tc>
        <w:tc>
          <w:tcPr>
            <w:tcW w:w="6588" w:type="dxa"/>
          </w:tcPr>
          <w:p w14:paraId="6E9D88B8" w14:textId="77777777" w:rsidR="000370C5" w:rsidRDefault="000370C5" w:rsidP="00E12AFD">
            <w:pPr>
              <w:pStyle w:val="TableBody"/>
            </w:pPr>
            <w:r w:rsidRPr="00B67540">
              <w:rPr>
                <w:i/>
              </w:rPr>
              <w:t>Real-Time Energy Factor for Load</w:t>
            </w:r>
            <w:r w:rsidRPr="00B67540">
              <w:rPr>
                <w:color w:val="000000"/>
              </w:rPr>
              <w:sym w:font="Symbol" w:char="F0BE"/>
            </w:r>
            <w:r>
              <w:t>The ratio of the Counter-Party’s estimated energy pur</w:t>
            </w:r>
            <w:r w:rsidR="00E12AFD">
              <w:t xml:space="preserve">chases in the </w:t>
            </w:r>
            <w:r>
              <w:t>RTM as determined by ERCOT based on information provided by the Counter-Party, to the Counter-Party’s Daily Estimated Load.</w:t>
            </w:r>
          </w:p>
        </w:tc>
      </w:tr>
      <w:tr w:rsidR="000370C5" w14:paraId="6564F50A" w14:textId="77777777" w:rsidTr="000370C5">
        <w:tc>
          <w:tcPr>
            <w:tcW w:w="1574" w:type="dxa"/>
          </w:tcPr>
          <w:p w14:paraId="1B31EA14" w14:textId="77777777" w:rsidR="000370C5" w:rsidRPr="00B67540" w:rsidRDefault="000370C5" w:rsidP="000370C5">
            <w:pPr>
              <w:pStyle w:val="TableBody"/>
              <w:rPr>
                <w:color w:val="000000"/>
              </w:rPr>
            </w:pPr>
            <w:r w:rsidRPr="00B67540">
              <w:rPr>
                <w:color w:val="000000"/>
              </w:rPr>
              <w:t>RTAEP</w:t>
            </w:r>
          </w:p>
        </w:tc>
        <w:tc>
          <w:tcPr>
            <w:tcW w:w="694" w:type="dxa"/>
          </w:tcPr>
          <w:p w14:paraId="64EDBDA8" w14:textId="77777777" w:rsidR="000370C5" w:rsidRDefault="000370C5" w:rsidP="000370C5">
            <w:pPr>
              <w:pStyle w:val="TableBody"/>
            </w:pPr>
            <w:r>
              <w:t>$/MWh</w:t>
            </w:r>
          </w:p>
        </w:tc>
        <w:tc>
          <w:tcPr>
            <w:tcW w:w="6588" w:type="dxa"/>
          </w:tcPr>
          <w:p w14:paraId="0F91BF4F" w14:textId="77777777" w:rsidR="000370C5" w:rsidRPr="00B67540" w:rsidRDefault="000370C5" w:rsidP="000370C5">
            <w:pPr>
              <w:pStyle w:val="TableBody"/>
              <w:rPr>
                <w:color w:val="000000"/>
              </w:rPr>
            </w:pPr>
            <w:r w:rsidRPr="00B67540">
              <w:rPr>
                <w:i/>
              </w:rPr>
              <w:t>Real-Time Average Energy Price</w:t>
            </w:r>
            <w:r w:rsidRPr="00B67540">
              <w:rPr>
                <w:color w:val="000000"/>
              </w:rPr>
              <w:sym w:font="Symbol" w:char="F0BE"/>
            </w:r>
            <w:r w:rsidRPr="00B67540">
              <w:rPr>
                <w:color w:val="000000"/>
              </w:rPr>
              <w:t xml:space="preserve">Average Settlement Point Price for the “ERCOT 345” as defined in Section 3.5.2.5, ERCOT Hub Average 345 kV Hub (ERCOT 345), based upon the previous seven days’ average Real-Time Settlement Point Prices. </w:t>
            </w:r>
          </w:p>
        </w:tc>
      </w:tr>
    </w:tbl>
    <w:p w14:paraId="6D197B70" w14:textId="77777777" w:rsidR="000370C5" w:rsidRDefault="000370C5" w:rsidP="000370C5">
      <w:pPr>
        <w:pStyle w:val="List"/>
        <w:spacing w:before="240"/>
        <w:ind w:left="720"/>
      </w:pPr>
      <w:r>
        <w:t>(3)</w:t>
      </w:r>
      <w:r>
        <w:tab/>
        <w:t xml:space="preserve">For a Counter-Party that </w:t>
      </w:r>
      <w:r w:rsidR="00023149">
        <w:t>has all its</w:t>
      </w:r>
      <w:r>
        <w:t xml:space="preserve"> QSE</w:t>
      </w:r>
      <w:r w:rsidR="00023149">
        <w:t>s</w:t>
      </w:r>
      <w:r>
        <w:t xml:space="preserve"> representing only Resources, ERCOT shall calculate the IEL using the following formula: </w:t>
      </w:r>
    </w:p>
    <w:p w14:paraId="05A16CBB" w14:textId="77777777" w:rsidR="000370C5" w:rsidRDefault="000370C5" w:rsidP="000370C5">
      <w:pPr>
        <w:pStyle w:val="List"/>
        <w:rPr>
          <w:lang w:val="es-ES"/>
        </w:rPr>
      </w:pPr>
      <w:r w:rsidRPr="00753977">
        <w:rPr>
          <w:b/>
          <w:lang w:val="es-ES"/>
        </w:rPr>
        <w:t>IEL</w:t>
      </w:r>
      <w:r w:rsidRPr="00753977">
        <w:rPr>
          <w:b/>
          <w:lang w:val="es-ES"/>
        </w:rPr>
        <w:tab/>
        <w:t>=</w:t>
      </w:r>
      <w:r w:rsidRPr="00753977">
        <w:rPr>
          <w:b/>
          <w:lang w:val="es-ES"/>
        </w:rPr>
        <w:tab/>
        <w:t>DEG * Max [0.2, RTEFG] * RTAEP * (M1 + M2)</w:t>
      </w:r>
    </w:p>
    <w:p w14:paraId="1CD4EAEC" w14:textId="77777777" w:rsidR="000370C5" w:rsidRDefault="000370C5" w:rsidP="000370C5">
      <w:pPr>
        <w:pStyle w:val="BodyTextIndent"/>
        <w:spacing w:after="0"/>
        <w:ind w:left="0"/>
        <w:rPr>
          <w:iCs w:val="0"/>
        </w:rPr>
      </w:pPr>
      <w:r>
        <w:rPr>
          <w:iCs w:val="0"/>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729820C2" w14:textId="77777777" w:rsidTr="000370C5">
        <w:trPr>
          <w:tblHeader/>
        </w:trPr>
        <w:tc>
          <w:tcPr>
            <w:tcW w:w="1574" w:type="dxa"/>
          </w:tcPr>
          <w:p w14:paraId="2F4520EC" w14:textId="77777777" w:rsidR="000370C5" w:rsidRPr="00B67540" w:rsidRDefault="000370C5" w:rsidP="000370C5">
            <w:pPr>
              <w:pStyle w:val="TableHead"/>
              <w:rPr>
                <w:color w:val="000000"/>
              </w:rPr>
            </w:pPr>
            <w:r w:rsidRPr="00B67540">
              <w:rPr>
                <w:color w:val="000000"/>
              </w:rPr>
              <w:t>Variable</w:t>
            </w:r>
          </w:p>
        </w:tc>
        <w:tc>
          <w:tcPr>
            <w:tcW w:w="874" w:type="dxa"/>
          </w:tcPr>
          <w:p w14:paraId="0A0CD8A0" w14:textId="77777777" w:rsidR="000370C5" w:rsidRPr="00B67540" w:rsidRDefault="000370C5" w:rsidP="000370C5">
            <w:pPr>
              <w:pStyle w:val="TableHead"/>
              <w:jc w:val="center"/>
              <w:rPr>
                <w:color w:val="000000"/>
              </w:rPr>
            </w:pPr>
            <w:r w:rsidRPr="00B67540">
              <w:rPr>
                <w:color w:val="000000"/>
              </w:rPr>
              <w:t>Unit</w:t>
            </w:r>
          </w:p>
        </w:tc>
        <w:tc>
          <w:tcPr>
            <w:tcW w:w="6408" w:type="dxa"/>
          </w:tcPr>
          <w:p w14:paraId="29DF3244" w14:textId="77777777" w:rsidR="000370C5" w:rsidRPr="00B67540" w:rsidRDefault="000370C5" w:rsidP="000370C5">
            <w:pPr>
              <w:pStyle w:val="TableHead"/>
              <w:rPr>
                <w:color w:val="000000"/>
              </w:rPr>
            </w:pPr>
            <w:r w:rsidRPr="00B67540">
              <w:rPr>
                <w:color w:val="000000"/>
              </w:rPr>
              <w:t>Description</w:t>
            </w:r>
          </w:p>
        </w:tc>
      </w:tr>
      <w:tr w:rsidR="000370C5" w14:paraId="5149DB8B" w14:textId="77777777" w:rsidTr="000370C5">
        <w:tc>
          <w:tcPr>
            <w:tcW w:w="1574" w:type="dxa"/>
          </w:tcPr>
          <w:p w14:paraId="512DAC4F" w14:textId="77777777" w:rsidR="000370C5" w:rsidRPr="00B67540" w:rsidRDefault="000370C5" w:rsidP="000370C5">
            <w:pPr>
              <w:pStyle w:val="TableBody"/>
              <w:rPr>
                <w:color w:val="000000"/>
              </w:rPr>
            </w:pPr>
            <w:r w:rsidRPr="00B67540">
              <w:rPr>
                <w:color w:val="000000"/>
              </w:rPr>
              <w:t>IEL</w:t>
            </w:r>
          </w:p>
        </w:tc>
        <w:tc>
          <w:tcPr>
            <w:tcW w:w="874" w:type="dxa"/>
          </w:tcPr>
          <w:p w14:paraId="60383A06" w14:textId="77777777" w:rsidR="000370C5" w:rsidRPr="00B67540" w:rsidRDefault="000370C5" w:rsidP="000370C5">
            <w:pPr>
              <w:pStyle w:val="TableBody"/>
              <w:rPr>
                <w:color w:val="000000"/>
              </w:rPr>
            </w:pPr>
            <w:r w:rsidRPr="00B67540">
              <w:rPr>
                <w:color w:val="000000"/>
              </w:rPr>
              <w:t>$</w:t>
            </w:r>
          </w:p>
        </w:tc>
        <w:tc>
          <w:tcPr>
            <w:tcW w:w="6408" w:type="dxa"/>
          </w:tcPr>
          <w:p w14:paraId="6816E486" w14:textId="77777777" w:rsidR="000370C5" w:rsidRPr="00B67540" w:rsidRDefault="000370C5" w:rsidP="000370C5">
            <w:pPr>
              <w:pStyle w:val="TableBody"/>
              <w:rPr>
                <w:color w:val="000000"/>
              </w:rPr>
            </w:pPr>
            <w:r w:rsidRPr="00B67540">
              <w:rPr>
                <w:i/>
                <w:color w:val="000000"/>
              </w:rPr>
              <w:t>Initial Estimated Liability</w:t>
            </w:r>
            <w:r w:rsidRPr="00B67540">
              <w:rPr>
                <w:color w:val="000000"/>
              </w:rPr>
              <w:sym w:font="Symbol" w:char="F0BE"/>
            </w:r>
            <w:r w:rsidRPr="00B67540">
              <w:rPr>
                <w:color w:val="000000"/>
              </w:rPr>
              <w:t>The Counter-Party’s Initial Estimated Liability.</w:t>
            </w:r>
          </w:p>
        </w:tc>
      </w:tr>
      <w:tr w:rsidR="000370C5" w14:paraId="5BC89D86" w14:textId="77777777" w:rsidTr="000370C5">
        <w:tc>
          <w:tcPr>
            <w:tcW w:w="1574" w:type="dxa"/>
          </w:tcPr>
          <w:p w14:paraId="19784ECC" w14:textId="77777777" w:rsidR="000370C5" w:rsidRPr="00B67540" w:rsidRDefault="000370C5" w:rsidP="000370C5">
            <w:pPr>
              <w:pStyle w:val="TableBody"/>
              <w:rPr>
                <w:color w:val="000000"/>
              </w:rPr>
            </w:pPr>
            <w:r w:rsidRPr="00B67540">
              <w:rPr>
                <w:color w:val="000000"/>
              </w:rPr>
              <w:t>DEG</w:t>
            </w:r>
          </w:p>
        </w:tc>
        <w:tc>
          <w:tcPr>
            <w:tcW w:w="874" w:type="dxa"/>
          </w:tcPr>
          <w:p w14:paraId="37739FC8" w14:textId="77777777" w:rsidR="000370C5" w:rsidRPr="00B67540" w:rsidRDefault="000370C5" w:rsidP="000370C5">
            <w:pPr>
              <w:pStyle w:val="TableBody"/>
              <w:rPr>
                <w:i/>
                <w:color w:val="000000"/>
              </w:rPr>
            </w:pPr>
            <w:r w:rsidRPr="00B67540">
              <w:rPr>
                <w:color w:val="000000"/>
              </w:rPr>
              <w:t>MWh</w:t>
            </w:r>
          </w:p>
        </w:tc>
        <w:tc>
          <w:tcPr>
            <w:tcW w:w="6408" w:type="dxa"/>
          </w:tcPr>
          <w:p w14:paraId="69C593EB" w14:textId="77777777" w:rsidR="000370C5" w:rsidRPr="00B67540" w:rsidRDefault="000370C5" w:rsidP="000370C5">
            <w:pPr>
              <w:pStyle w:val="TableBody"/>
              <w:rPr>
                <w:color w:val="000000"/>
              </w:rPr>
            </w:pPr>
            <w:r w:rsidRPr="00B67540">
              <w:rPr>
                <w:i/>
                <w:color w:val="000000"/>
              </w:rPr>
              <w:t>Daily Estimated Generation</w:t>
            </w:r>
            <w:r w:rsidRPr="00B67540">
              <w:rPr>
                <w:color w:val="000000"/>
              </w:rPr>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DFF228B" w14:textId="77777777" w:rsidTr="000370C5">
        <w:tc>
          <w:tcPr>
            <w:tcW w:w="1574" w:type="dxa"/>
          </w:tcPr>
          <w:p w14:paraId="3A5000E3" w14:textId="77777777" w:rsidR="000370C5" w:rsidRPr="00B67540" w:rsidRDefault="000370C5" w:rsidP="000370C5">
            <w:pPr>
              <w:pStyle w:val="TableBody"/>
              <w:rPr>
                <w:color w:val="000000"/>
              </w:rPr>
            </w:pPr>
            <w:r w:rsidRPr="00B67540">
              <w:rPr>
                <w:color w:val="000000"/>
              </w:rPr>
              <w:t>RTEFG</w:t>
            </w:r>
          </w:p>
        </w:tc>
        <w:tc>
          <w:tcPr>
            <w:tcW w:w="874" w:type="dxa"/>
          </w:tcPr>
          <w:p w14:paraId="2A3ECAD3" w14:textId="77777777" w:rsidR="000370C5" w:rsidRPr="00B67540" w:rsidRDefault="000370C5" w:rsidP="000370C5">
            <w:pPr>
              <w:pStyle w:val="TableBody"/>
              <w:rPr>
                <w:color w:val="000000"/>
              </w:rPr>
            </w:pPr>
            <w:r w:rsidRPr="00B67540">
              <w:rPr>
                <w:color w:val="000000"/>
              </w:rPr>
              <w:t>none</w:t>
            </w:r>
          </w:p>
        </w:tc>
        <w:tc>
          <w:tcPr>
            <w:tcW w:w="6408" w:type="dxa"/>
          </w:tcPr>
          <w:p w14:paraId="45F7C9A2" w14:textId="77777777" w:rsidR="000370C5" w:rsidRPr="00B67540" w:rsidRDefault="000370C5" w:rsidP="009B0BEE">
            <w:pPr>
              <w:pStyle w:val="TableBody"/>
              <w:rPr>
                <w:color w:val="000000"/>
              </w:rPr>
            </w:pPr>
            <w:r w:rsidRPr="00B67540">
              <w:rPr>
                <w:i/>
                <w:color w:val="000000"/>
              </w:rPr>
              <w:t>Real-Time Energy Factor for Generation</w:t>
            </w:r>
            <w:r w:rsidRPr="00B67540">
              <w:rPr>
                <w:color w:val="000000"/>
              </w:rPr>
              <w:sym w:font="Symbol" w:char="F0BE"/>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r w:rsidR="000370C5" w14:paraId="0608F5DC" w14:textId="77777777" w:rsidTr="000370C5">
        <w:tc>
          <w:tcPr>
            <w:tcW w:w="1574" w:type="dxa"/>
          </w:tcPr>
          <w:p w14:paraId="4FDD0E67" w14:textId="77777777" w:rsidR="000370C5" w:rsidRPr="00B67540" w:rsidRDefault="000370C5" w:rsidP="000370C5">
            <w:pPr>
              <w:pStyle w:val="TableBody"/>
              <w:rPr>
                <w:color w:val="000000"/>
              </w:rPr>
            </w:pPr>
            <w:r w:rsidRPr="00B67540">
              <w:rPr>
                <w:color w:val="000000"/>
              </w:rPr>
              <w:t>RTAEP</w:t>
            </w:r>
          </w:p>
        </w:tc>
        <w:tc>
          <w:tcPr>
            <w:tcW w:w="874" w:type="dxa"/>
          </w:tcPr>
          <w:p w14:paraId="6E7E7270" w14:textId="77777777" w:rsidR="000370C5" w:rsidRPr="00B67540" w:rsidRDefault="000370C5" w:rsidP="000370C5">
            <w:pPr>
              <w:pStyle w:val="TableBody"/>
              <w:rPr>
                <w:color w:val="000000"/>
              </w:rPr>
            </w:pPr>
            <w:r w:rsidRPr="00B67540">
              <w:rPr>
                <w:color w:val="000000"/>
              </w:rPr>
              <w:t>$/MWh</w:t>
            </w:r>
          </w:p>
        </w:tc>
        <w:tc>
          <w:tcPr>
            <w:tcW w:w="6408" w:type="dxa"/>
          </w:tcPr>
          <w:p w14:paraId="03F9178C" w14:textId="77777777" w:rsidR="000370C5" w:rsidRPr="00B67540" w:rsidRDefault="000370C5" w:rsidP="000370C5">
            <w:pPr>
              <w:pStyle w:val="TableBody"/>
              <w:rPr>
                <w:color w:val="000000"/>
              </w:rPr>
            </w:pPr>
            <w:r w:rsidRPr="00B67540">
              <w:rPr>
                <w:i/>
                <w:color w:val="000000"/>
              </w:rPr>
              <w:t>Real-Time Average Energy Price</w:t>
            </w:r>
            <w:r w:rsidRPr="00B67540">
              <w:rPr>
                <w:color w:val="000000"/>
              </w:rPr>
              <w:sym w:font="Symbol" w:char="F0BE"/>
            </w:r>
            <w:r w:rsidRPr="00B67540">
              <w:rPr>
                <w:color w:val="000000"/>
              </w:rPr>
              <w:t>Average Settlement Point Price for the “ERCOT 345” as defined in Section 3.5.2.5 based upon the previous seven days average Real-Time Settlement Point Prices.</w:t>
            </w:r>
          </w:p>
        </w:tc>
      </w:tr>
    </w:tbl>
    <w:p w14:paraId="20CC9B8A" w14:textId="77777777" w:rsidR="000370C5" w:rsidRDefault="000370C5" w:rsidP="000370C5">
      <w:pPr>
        <w:pStyle w:val="List"/>
        <w:spacing w:before="240"/>
        <w:ind w:left="720"/>
      </w:pPr>
      <w:r>
        <w:t>(4)</w:t>
      </w:r>
      <w:r>
        <w:tab/>
        <w:t xml:space="preserve">For a Counter-Party that </w:t>
      </w:r>
      <w:r w:rsidR="00023149">
        <w:t>has</w:t>
      </w:r>
      <w:r>
        <w:t xml:space="preserve"> QSE</w:t>
      </w:r>
      <w:r w:rsidR="00023149">
        <w:t>s</w:t>
      </w:r>
      <w:r>
        <w:t xml:space="preserve"> representing both LSE and Resources, ERCOT shall calculate the Counter-Party’s IEL using the following formula:</w:t>
      </w:r>
    </w:p>
    <w:p w14:paraId="6477D3D3" w14:textId="77777777" w:rsidR="000370C5" w:rsidRDefault="000370C5" w:rsidP="000370C5">
      <w:pPr>
        <w:pStyle w:val="BodyText"/>
        <w:tabs>
          <w:tab w:val="left" w:pos="1440"/>
        </w:tabs>
        <w:ind w:left="2160" w:hanging="1440"/>
      </w:pPr>
      <w:r w:rsidRPr="00753977">
        <w:rPr>
          <w:b/>
        </w:rPr>
        <w:t>IEL</w:t>
      </w:r>
      <w:r w:rsidRPr="00753977">
        <w:rPr>
          <w:b/>
        </w:rPr>
        <w:tab/>
        <w:t>=</w:t>
      </w:r>
      <w:r w:rsidRPr="00753977">
        <w:rPr>
          <w:b/>
        </w:rPr>
        <w:tab/>
        <w:t xml:space="preserve">DEL * Max [0.1, RTEFL] * RTAEP </w:t>
      </w:r>
      <w:r w:rsidRPr="00753977">
        <w:t>*</w:t>
      </w:r>
      <w:r w:rsidRPr="00753977">
        <w:rPr>
          <w:b/>
        </w:rPr>
        <w:t xml:space="preserve"> (M1 + M2) + DEG * Max [0.1, RTEFG] * RTAEP * (M1 + M2)</w:t>
      </w:r>
    </w:p>
    <w:p w14:paraId="6406258F" w14:textId="77777777" w:rsidR="000370C5" w:rsidRDefault="000370C5" w:rsidP="000370C5">
      <w:pPr>
        <w:pStyle w:val="BodyTextIndent"/>
        <w:spacing w:after="0"/>
        <w:ind w:left="0"/>
        <w:rPr>
          <w:iCs w:val="0"/>
        </w:rPr>
      </w:pPr>
      <w:r>
        <w:rPr>
          <w:iCs w:val="0"/>
        </w:rPr>
        <w:t xml:space="preserve">The above variables are defined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874"/>
        <w:gridCol w:w="6408"/>
      </w:tblGrid>
      <w:tr w:rsidR="000370C5" w14:paraId="57A3DB74" w14:textId="77777777" w:rsidTr="000370C5">
        <w:trPr>
          <w:cantSplit/>
          <w:tblHeader/>
        </w:trPr>
        <w:tc>
          <w:tcPr>
            <w:tcW w:w="1574" w:type="dxa"/>
          </w:tcPr>
          <w:p w14:paraId="5ADBCBF8" w14:textId="77777777" w:rsidR="000370C5" w:rsidRDefault="000370C5" w:rsidP="000370C5">
            <w:pPr>
              <w:pStyle w:val="TableHead"/>
            </w:pPr>
            <w:r>
              <w:t>Variable</w:t>
            </w:r>
          </w:p>
        </w:tc>
        <w:tc>
          <w:tcPr>
            <w:tcW w:w="874" w:type="dxa"/>
          </w:tcPr>
          <w:p w14:paraId="3D2CCDF3" w14:textId="77777777" w:rsidR="000370C5" w:rsidRDefault="000370C5" w:rsidP="000370C5">
            <w:pPr>
              <w:pStyle w:val="TableHead"/>
            </w:pPr>
            <w:r>
              <w:t>Unit</w:t>
            </w:r>
          </w:p>
        </w:tc>
        <w:tc>
          <w:tcPr>
            <w:tcW w:w="6408" w:type="dxa"/>
          </w:tcPr>
          <w:p w14:paraId="7AE5A97B" w14:textId="77777777" w:rsidR="000370C5" w:rsidRDefault="000370C5" w:rsidP="000370C5">
            <w:pPr>
              <w:pStyle w:val="TableHead"/>
            </w:pPr>
            <w:r>
              <w:t>Description</w:t>
            </w:r>
          </w:p>
        </w:tc>
      </w:tr>
      <w:tr w:rsidR="000370C5" w14:paraId="6AA9984A" w14:textId="77777777" w:rsidTr="000370C5">
        <w:trPr>
          <w:cantSplit/>
          <w:tblHeader/>
        </w:trPr>
        <w:tc>
          <w:tcPr>
            <w:tcW w:w="1574" w:type="dxa"/>
          </w:tcPr>
          <w:p w14:paraId="4426D013" w14:textId="77777777" w:rsidR="000370C5" w:rsidRDefault="000370C5" w:rsidP="000370C5">
            <w:pPr>
              <w:pStyle w:val="TableBody"/>
            </w:pPr>
            <w:r>
              <w:t>IEL</w:t>
            </w:r>
          </w:p>
        </w:tc>
        <w:tc>
          <w:tcPr>
            <w:tcW w:w="874" w:type="dxa"/>
          </w:tcPr>
          <w:p w14:paraId="20094810" w14:textId="77777777" w:rsidR="000370C5" w:rsidRDefault="000370C5" w:rsidP="000370C5">
            <w:pPr>
              <w:pStyle w:val="TableBody"/>
            </w:pPr>
            <w:r>
              <w:t>$</w:t>
            </w:r>
          </w:p>
        </w:tc>
        <w:tc>
          <w:tcPr>
            <w:tcW w:w="6408" w:type="dxa"/>
          </w:tcPr>
          <w:p w14:paraId="1F1E5B84" w14:textId="77777777" w:rsidR="000370C5" w:rsidRDefault="000370C5" w:rsidP="000370C5">
            <w:pPr>
              <w:pStyle w:val="TableBody"/>
            </w:pPr>
            <w:r w:rsidRPr="00B67540">
              <w:rPr>
                <w:i/>
              </w:rPr>
              <w:t>Initial Estimated Liability</w:t>
            </w:r>
            <w:r w:rsidRPr="00B67540">
              <w:sym w:font="Symbol" w:char="F0BE"/>
            </w:r>
            <w:r>
              <w:t>The Counter-Party’s Initial Estimated Liability.</w:t>
            </w:r>
          </w:p>
        </w:tc>
      </w:tr>
      <w:tr w:rsidR="000370C5" w14:paraId="0A6C37C5" w14:textId="77777777" w:rsidTr="000370C5">
        <w:trPr>
          <w:cantSplit/>
          <w:trHeight w:val="89"/>
          <w:tblHeader/>
        </w:trPr>
        <w:tc>
          <w:tcPr>
            <w:tcW w:w="1574" w:type="dxa"/>
          </w:tcPr>
          <w:p w14:paraId="074437B6" w14:textId="77777777" w:rsidR="000370C5" w:rsidRDefault="000370C5" w:rsidP="000370C5">
            <w:pPr>
              <w:pStyle w:val="TableBody"/>
            </w:pPr>
            <w:smartTag w:uri="urn:schemas-microsoft-com:office:smarttags" w:element="place">
              <w:smartTag w:uri="urn:schemas-microsoft-com:office:smarttags" w:element="State">
                <w:r>
                  <w:t>DEL</w:t>
                </w:r>
              </w:smartTag>
            </w:smartTag>
          </w:p>
        </w:tc>
        <w:tc>
          <w:tcPr>
            <w:tcW w:w="874" w:type="dxa"/>
          </w:tcPr>
          <w:p w14:paraId="5F19F903" w14:textId="77777777" w:rsidR="000370C5" w:rsidRDefault="000370C5" w:rsidP="000370C5">
            <w:pPr>
              <w:pStyle w:val="TableBody"/>
            </w:pPr>
            <w:r>
              <w:t>MWh</w:t>
            </w:r>
          </w:p>
        </w:tc>
        <w:tc>
          <w:tcPr>
            <w:tcW w:w="6408" w:type="dxa"/>
          </w:tcPr>
          <w:p w14:paraId="0272D544" w14:textId="77777777" w:rsidR="000370C5" w:rsidRDefault="000370C5" w:rsidP="000370C5">
            <w:pPr>
              <w:pStyle w:val="TableBody"/>
            </w:pPr>
            <w:r w:rsidRPr="00B67540">
              <w:rPr>
                <w:i/>
              </w:rPr>
              <w:t>Daily Estimated Load</w:t>
            </w:r>
            <w:r w:rsidRPr="00B67540">
              <w:sym w:font="Symbol" w:char="F0BE"/>
            </w:r>
            <w:r>
              <w:t>The Counter-Party’s estimated average daily Load as determined by ERCOT based on information provided by the Counter-Party.</w:t>
            </w:r>
          </w:p>
        </w:tc>
      </w:tr>
      <w:tr w:rsidR="000370C5" w14:paraId="4D81AF51" w14:textId="77777777" w:rsidTr="000370C5">
        <w:trPr>
          <w:cantSplit/>
          <w:tblHeader/>
        </w:trPr>
        <w:tc>
          <w:tcPr>
            <w:tcW w:w="1574" w:type="dxa"/>
          </w:tcPr>
          <w:p w14:paraId="74A43E88" w14:textId="77777777" w:rsidR="000370C5" w:rsidRDefault="000370C5" w:rsidP="000370C5">
            <w:pPr>
              <w:pStyle w:val="TableBody"/>
            </w:pPr>
            <w:r>
              <w:t>DEG</w:t>
            </w:r>
          </w:p>
        </w:tc>
        <w:tc>
          <w:tcPr>
            <w:tcW w:w="874" w:type="dxa"/>
          </w:tcPr>
          <w:p w14:paraId="5BFFE08E" w14:textId="77777777" w:rsidR="000370C5" w:rsidRDefault="000370C5" w:rsidP="000370C5">
            <w:pPr>
              <w:pStyle w:val="TableBody"/>
            </w:pPr>
            <w:r>
              <w:t>MWh</w:t>
            </w:r>
          </w:p>
        </w:tc>
        <w:tc>
          <w:tcPr>
            <w:tcW w:w="6408" w:type="dxa"/>
          </w:tcPr>
          <w:p w14:paraId="02568D91" w14:textId="77777777" w:rsidR="000370C5" w:rsidRDefault="000370C5" w:rsidP="000370C5">
            <w:pPr>
              <w:pStyle w:val="TableBody"/>
            </w:pPr>
            <w:r w:rsidRPr="00B67540">
              <w:rPr>
                <w:i/>
              </w:rPr>
              <w:t>Daily Estimated Generation</w:t>
            </w:r>
            <w:r w:rsidRPr="00B67540">
              <w:sym w:font="Symbol" w:char="F0BE"/>
            </w:r>
            <w:r w:rsidRPr="00B67540">
              <w:rPr>
                <w:color w:val="000000"/>
              </w:rPr>
              <w:t>The Counter-Party’s estimated average daily generation</w:t>
            </w:r>
            <w:r>
              <w:t xml:space="preserve"> as determined by ERCOT based on information provided by the Counter-Party</w:t>
            </w:r>
            <w:r w:rsidRPr="00B67540">
              <w:rPr>
                <w:color w:val="000000"/>
              </w:rPr>
              <w:t>.</w:t>
            </w:r>
          </w:p>
        </w:tc>
      </w:tr>
      <w:tr w:rsidR="000370C5" w14:paraId="42BB3D32" w14:textId="77777777" w:rsidTr="000370C5">
        <w:trPr>
          <w:cantSplit/>
          <w:tblHeader/>
        </w:trPr>
        <w:tc>
          <w:tcPr>
            <w:tcW w:w="1574" w:type="dxa"/>
          </w:tcPr>
          <w:p w14:paraId="032FA6C0" w14:textId="77777777" w:rsidR="000370C5" w:rsidRDefault="000370C5" w:rsidP="000370C5">
            <w:pPr>
              <w:pStyle w:val="TableBody"/>
            </w:pPr>
            <w:r>
              <w:t>RTEFL</w:t>
            </w:r>
          </w:p>
        </w:tc>
        <w:tc>
          <w:tcPr>
            <w:tcW w:w="874" w:type="dxa"/>
          </w:tcPr>
          <w:p w14:paraId="561CC294" w14:textId="77777777" w:rsidR="000370C5" w:rsidRDefault="000370C5" w:rsidP="000370C5">
            <w:pPr>
              <w:pStyle w:val="TableBody"/>
            </w:pPr>
            <w:r>
              <w:t>none</w:t>
            </w:r>
          </w:p>
        </w:tc>
        <w:tc>
          <w:tcPr>
            <w:tcW w:w="6408" w:type="dxa"/>
          </w:tcPr>
          <w:p w14:paraId="286195C4" w14:textId="77777777" w:rsidR="000370C5" w:rsidRDefault="000370C5" w:rsidP="000370C5">
            <w:pPr>
              <w:pStyle w:val="TableBody"/>
            </w:pPr>
            <w:r w:rsidRPr="00B67540">
              <w:rPr>
                <w:i/>
              </w:rPr>
              <w:t>Real-Time Energy Factor for Load</w:t>
            </w:r>
            <w:r w:rsidRPr="00B67540">
              <w:sym w:font="Symbol" w:char="F0BE"/>
            </w:r>
            <w:r>
              <w:t>The ratio of the Counter-Party’s estimated energy purchases in the RTM as determined by ERCOT based on information provided by the Counter-Party, to the Counter-Party’s Daily Estimated Load.</w:t>
            </w:r>
          </w:p>
        </w:tc>
      </w:tr>
      <w:tr w:rsidR="000370C5" w14:paraId="537F599D" w14:textId="77777777" w:rsidTr="000370C5">
        <w:trPr>
          <w:cantSplit/>
          <w:tblHeader/>
        </w:trPr>
        <w:tc>
          <w:tcPr>
            <w:tcW w:w="1574" w:type="dxa"/>
          </w:tcPr>
          <w:p w14:paraId="24277B76" w14:textId="77777777" w:rsidR="000370C5" w:rsidRDefault="000370C5" w:rsidP="000370C5">
            <w:pPr>
              <w:pStyle w:val="TableBody"/>
            </w:pPr>
            <w:r>
              <w:t>RTAEP</w:t>
            </w:r>
          </w:p>
        </w:tc>
        <w:tc>
          <w:tcPr>
            <w:tcW w:w="874" w:type="dxa"/>
          </w:tcPr>
          <w:p w14:paraId="19B81E9C" w14:textId="77777777" w:rsidR="000370C5" w:rsidRDefault="000370C5" w:rsidP="000370C5">
            <w:pPr>
              <w:pStyle w:val="TableBody"/>
            </w:pPr>
            <w:r>
              <w:t>$/MWh</w:t>
            </w:r>
          </w:p>
        </w:tc>
        <w:tc>
          <w:tcPr>
            <w:tcW w:w="6408" w:type="dxa"/>
          </w:tcPr>
          <w:p w14:paraId="477AF7C0" w14:textId="77777777" w:rsidR="000370C5" w:rsidRDefault="000370C5" w:rsidP="000370C5">
            <w:pPr>
              <w:pStyle w:val="TableBody"/>
            </w:pPr>
            <w:r w:rsidRPr="00B67540">
              <w:rPr>
                <w:i/>
              </w:rPr>
              <w:t>Real-Time Average Energy Price</w:t>
            </w:r>
            <w:r w:rsidRPr="00B67540">
              <w:sym w:font="Symbol" w:char="F0BE"/>
            </w:r>
            <w:r w:rsidRPr="00B67540">
              <w:rPr>
                <w:color w:val="000000"/>
              </w:rPr>
              <w:t>Average Settlement Point Price for the “ERCOT 345” as defined in Section 3.5.2.5 based upon the previous seven days’ average Real-Time Settlement Point Prices.</w:t>
            </w:r>
          </w:p>
        </w:tc>
      </w:tr>
      <w:tr w:rsidR="000370C5" w14:paraId="78F5152D" w14:textId="77777777" w:rsidTr="000370C5">
        <w:tblPrEx>
          <w:tblLook w:val="01E0" w:firstRow="1" w:lastRow="1" w:firstColumn="1" w:lastColumn="1" w:noHBand="0" w:noVBand="0"/>
        </w:tblPrEx>
        <w:trPr>
          <w:cantSplit/>
          <w:tblHeader/>
        </w:trPr>
        <w:tc>
          <w:tcPr>
            <w:tcW w:w="1574" w:type="dxa"/>
          </w:tcPr>
          <w:p w14:paraId="579DC635" w14:textId="77777777" w:rsidR="000370C5" w:rsidRDefault="000370C5" w:rsidP="000370C5">
            <w:pPr>
              <w:pStyle w:val="TableBody"/>
            </w:pPr>
            <w:r>
              <w:t>RTEFG</w:t>
            </w:r>
          </w:p>
        </w:tc>
        <w:tc>
          <w:tcPr>
            <w:tcW w:w="874" w:type="dxa"/>
          </w:tcPr>
          <w:p w14:paraId="5AC9C7DA" w14:textId="77777777" w:rsidR="000370C5" w:rsidRDefault="000370C5" w:rsidP="000370C5">
            <w:pPr>
              <w:pStyle w:val="TableBody"/>
            </w:pPr>
            <w:r>
              <w:t>none</w:t>
            </w:r>
          </w:p>
        </w:tc>
        <w:tc>
          <w:tcPr>
            <w:tcW w:w="6408" w:type="dxa"/>
          </w:tcPr>
          <w:p w14:paraId="0A04E5EB" w14:textId="77777777" w:rsidR="000370C5" w:rsidRPr="00B67540" w:rsidRDefault="000370C5" w:rsidP="009B0BEE">
            <w:pPr>
              <w:pStyle w:val="TableBody"/>
              <w:rPr>
                <w:i/>
              </w:rPr>
            </w:pPr>
            <w:r w:rsidRPr="00B67540">
              <w:rPr>
                <w:i/>
              </w:rPr>
              <w:t>Real-Time Energy Factor for Generation</w:t>
            </w:r>
            <w:r>
              <w:t xml:space="preserve">—The ratio of the Counter-Party’s </w:t>
            </w:r>
            <w:r w:rsidR="009B0BEE">
              <w:t xml:space="preserve">QSE to QSE </w:t>
            </w:r>
            <w:r>
              <w:t>estimated energy sales as determined by ERCOT, based on information provided by the Counter-Party, to the Counter-Party’s Daily Estimated Generation.</w:t>
            </w:r>
          </w:p>
        </w:tc>
      </w:tr>
    </w:tbl>
    <w:p w14:paraId="6D3A5103" w14:textId="77777777" w:rsidR="009B0BEE" w:rsidRDefault="00727E32" w:rsidP="004A233E">
      <w:pPr>
        <w:pStyle w:val="List"/>
        <w:spacing w:before="240"/>
        <w:ind w:left="720"/>
      </w:pPr>
      <w:r>
        <w:t>(5)</w:t>
      </w:r>
      <w:r>
        <w:tab/>
      </w:r>
      <w:r w:rsidR="009B0BEE">
        <w:t xml:space="preserve">For a Counter-Party that has all its QSEs representing neither Load nor generation, and that is not representing a CRR Account Holder, the IEL is equal to IMCE as defined in paragraph (2) of Section 16.11.4.1, </w:t>
      </w:r>
      <w:r w:rsidR="009B0BEE" w:rsidRPr="004526B8">
        <w:t>Determination of Total Potential Exposure for a Counter-Party</w:t>
      </w:r>
      <w:r w:rsidR="009B0BEE">
        <w:t>.</w:t>
      </w:r>
    </w:p>
    <w:p w14:paraId="7142CF0E" w14:textId="77777777" w:rsidR="00082575" w:rsidRDefault="009B0BEE" w:rsidP="009B0BEE">
      <w:pPr>
        <w:spacing w:after="240"/>
      </w:pPr>
      <w:r>
        <w:t>(6)</w:t>
      </w:r>
      <w:r>
        <w:tab/>
      </w:r>
      <w:r w:rsidR="00727E32">
        <w:t>For a Counter-Party that is only a CRR Account Holder and is not a QSE, the IEL is zero.</w:t>
      </w:r>
    </w:p>
    <w:p w14:paraId="2B0E4CBD" w14:textId="77777777" w:rsidR="00AF167A" w:rsidRPr="0002450E" w:rsidRDefault="00AF167A" w:rsidP="00AF167A">
      <w:pPr>
        <w:pStyle w:val="H4"/>
        <w:rPr>
          <w:b/>
          <w:bCs/>
        </w:rPr>
      </w:pPr>
      <w:bookmarkStart w:id="459" w:name="_Toc390438968"/>
      <w:bookmarkStart w:id="460" w:name="_Toc405897665"/>
      <w:bookmarkStart w:id="461" w:name="_Toc415055769"/>
      <w:bookmarkStart w:id="462" w:name="_Toc415055895"/>
      <w:bookmarkStart w:id="463" w:name="_Toc415055994"/>
      <w:bookmarkStart w:id="464" w:name="_Toc415056095"/>
      <w:bookmarkStart w:id="465" w:name="_Toc34728509"/>
      <w:r w:rsidRPr="0002450E">
        <w:rPr>
          <w:b/>
          <w:bCs/>
        </w:rPr>
        <w:t>16.11.4.3</w:t>
      </w:r>
      <w:r w:rsidRPr="0002450E">
        <w:rPr>
          <w:b/>
          <w:bCs/>
        </w:rPr>
        <w:tab/>
        <w:t>Determination of Counter-Party Estimated Aggregate Liability</w:t>
      </w:r>
      <w:bookmarkEnd w:id="459"/>
      <w:bookmarkEnd w:id="460"/>
      <w:bookmarkEnd w:id="461"/>
      <w:bookmarkEnd w:id="462"/>
      <w:bookmarkEnd w:id="463"/>
      <w:bookmarkEnd w:id="464"/>
      <w:bookmarkEnd w:id="465"/>
    </w:p>
    <w:p w14:paraId="5EA2C3DA" w14:textId="77777777" w:rsidR="00DF0271" w:rsidRDefault="00DF0271" w:rsidP="00DF0271">
      <w:pPr>
        <w:pStyle w:val="List"/>
        <w:ind w:left="720"/>
      </w:pPr>
      <w:r>
        <w:t>(1)</w:t>
      </w:r>
      <w:r>
        <w:tab/>
        <w:t xml:space="preserve">After a Counter-Party commences activity in ERCOT markets, ERCOT shall monitor and calculate the Counter-Party’s EAL based on the formulas below.  </w:t>
      </w:r>
    </w:p>
    <w:p w14:paraId="25407031" w14:textId="77777777" w:rsidR="00DF0271" w:rsidRPr="00183BC3" w:rsidRDefault="00DF0271" w:rsidP="00DF0271">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ab/>
        <w:t xml:space="preserve">= </w:t>
      </w:r>
      <w:r w:rsidRPr="00753977">
        <w:rPr>
          <w:b/>
        </w:rPr>
        <w:tab/>
      </w:r>
      <w:r w:rsidRPr="00D77426">
        <w:rPr>
          <w:b/>
        </w:rPr>
        <w:t>Max [IEL</w:t>
      </w:r>
      <w:r>
        <w:rPr>
          <w:b/>
        </w:rPr>
        <w:t xml:space="preserve"> during the first 40-day period only beginning on the date that the Counter-Party commences activity in ERCOT markets</w:t>
      </w:r>
      <w:r w:rsidRPr="00D77426">
        <w:rPr>
          <w:b/>
        </w:rPr>
        <w:t xml:space="preserve">, </w:t>
      </w:r>
      <w:r>
        <w:rPr>
          <w:b/>
        </w:rPr>
        <w:t xml:space="preserve">RFAF * </w:t>
      </w:r>
      <w:r w:rsidRPr="00D77426">
        <w:rPr>
          <w:b/>
        </w:rPr>
        <w:t xml:space="preserve">Max {RTLE during the previous </w:t>
      </w:r>
      <w:proofErr w:type="spellStart"/>
      <w:r w:rsidRPr="00934A67">
        <w:rPr>
          <w:b/>
          <w:i/>
        </w:rPr>
        <w:t>lrq</w:t>
      </w:r>
      <w:proofErr w:type="spellEnd"/>
      <w:r>
        <w:rPr>
          <w:b/>
          <w:i/>
        </w:rPr>
        <w:t xml:space="preserve"> </w:t>
      </w:r>
      <w:r w:rsidRPr="00D77426">
        <w:rPr>
          <w:b/>
        </w:rPr>
        <w:t>day</w:t>
      </w:r>
      <w:r>
        <w:rPr>
          <w:b/>
        </w:rPr>
        <w:t>s</w:t>
      </w:r>
      <w:r w:rsidRPr="00D77426">
        <w:rPr>
          <w:b/>
        </w:rPr>
        <w:t>}, RTLF]</w:t>
      </w:r>
      <w:r>
        <w:rPr>
          <w:b/>
        </w:rPr>
        <w:t xml:space="preserve"> + DFAF * DALE</w:t>
      </w:r>
      <w:r w:rsidRPr="00D77426">
        <w:rPr>
          <w:b/>
        </w:rPr>
        <w:t xml:space="preserve"> + Max [RTLCNS, Max {URTA during the previous </w:t>
      </w:r>
      <w:proofErr w:type="spellStart"/>
      <w:r w:rsidRPr="00934A67">
        <w:rPr>
          <w:b/>
          <w:i/>
        </w:rPr>
        <w:t>lrq</w:t>
      </w:r>
      <w:proofErr w:type="spellEnd"/>
      <w:r>
        <w:rPr>
          <w:b/>
          <w:i/>
        </w:rPr>
        <w:t xml:space="preserve"> </w:t>
      </w:r>
      <w:r w:rsidRPr="00D77426">
        <w:rPr>
          <w:b/>
        </w:rPr>
        <w:t>day</w:t>
      </w:r>
      <w:r>
        <w:rPr>
          <w:b/>
        </w:rPr>
        <w:t>s</w:t>
      </w:r>
      <w:r w:rsidRPr="00D77426">
        <w:rPr>
          <w:b/>
        </w:rPr>
        <w:t>}]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341CD427" w14:textId="77777777" w:rsidR="00DF0271" w:rsidRDefault="00DF0271" w:rsidP="00DF0271">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 </w:t>
      </w:r>
      <w:r w:rsidRPr="004F59D3">
        <w:rPr>
          <w:b/>
        </w:rPr>
        <w:tab/>
        <w:t xml:space="preserve">Max [RFAF * Max {RTLE during the previous </w:t>
      </w:r>
      <w:proofErr w:type="spellStart"/>
      <w:r w:rsidRPr="004F59D3">
        <w:rPr>
          <w:b/>
          <w:i/>
        </w:rPr>
        <w:t>lrt</w:t>
      </w:r>
      <w:proofErr w:type="spellEnd"/>
      <w:r w:rsidRPr="004F59D3">
        <w:rPr>
          <w:b/>
        </w:rPr>
        <w:t xml:space="preserve"> days}, RTLF] + DFAF * DALE + Max [RTLCNS, Max {URTA during the previous </w:t>
      </w:r>
      <w:proofErr w:type="spellStart"/>
      <w:r w:rsidRPr="004F59D3">
        <w:rPr>
          <w:b/>
          <w:i/>
        </w:rPr>
        <w:t>lrt</w:t>
      </w:r>
      <w:proofErr w:type="spellEnd"/>
      <w:r w:rsidRPr="004F59D3">
        <w:rPr>
          <w:b/>
        </w:rPr>
        <w:t xml:space="preserve"> days}] + OUT</w:t>
      </w:r>
      <w:r w:rsidRPr="004F59D3">
        <w:rPr>
          <w:b/>
          <w:i/>
          <w:vertAlign w:val="subscript"/>
        </w:rPr>
        <w:t xml:space="preserve"> t</w:t>
      </w:r>
      <w:r w:rsidRPr="00753977">
        <w:rPr>
          <w:b/>
        </w:rPr>
        <w:t xml:space="preserve"> </w:t>
      </w:r>
    </w:p>
    <w:p w14:paraId="5103B987" w14:textId="77777777" w:rsidR="00DF0271" w:rsidRDefault="00DF0271" w:rsidP="00DF0271">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16F15653" w14:textId="77777777" w:rsidR="00DF0271" w:rsidRPr="00C42795" w:rsidRDefault="00DF0271" w:rsidP="00DF0271">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43895F4E" w14:textId="77777777" w:rsidR="00DF0271" w:rsidRDefault="00DF0271" w:rsidP="00DF0271">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DF0271" w:rsidRPr="003D0DC1" w14:paraId="58EAB5C6" w14:textId="77777777" w:rsidTr="0031595F">
        <w:trPr>
          <w:trHeight w:val="351"/>
          <w:tblHeader/>
        </w:trPr>
        <w:tc>
          <w:tcPr>
            <w:tcW w:w="1503" w:type="dxa"/>
          </w:tcPr>
          <w:p w14:paraId="081A132C" w14:textId="77777777" w:rsidR="00DF0271" w:rsidRPr="00BE4766" w:rsidRDefault="00DF0271" w:rsidP="0031595F">
            <w:pPr>
              <w:pStyle w:val="TableHead"/>
            </w:pPr>
            <w:r w:rsidRPr="00BE4766">
              <w:t>Variable</w:t>
            </w:r>
          </w:p>
        </w:tc>
        <w:tc>
          <w:tcPr>
            <w:tcW w:w="886" w:type="dxa"/>
          </w:tcPr>
          <w:p w14:paraId="6B5E3EAC" w14:textId="77777777" w:rsidR="00DF0271" w:rsidRPr="00BE4766" w:rsidRDefault="00DF0271" w:rsidP="0031595F">
            <w:pPr>
              <w:pStyle w:val="TableHead"/>
            </w:pPr>
            <w:r w:rsidRPr="00BE4766">
              <w:t>Unit</w:t>
            </w:r>
          </w:p>
        </w:tc>
        <w:tc>
          <w:tcPr>
            <w:tcW w:w="6701" w:type="dxa"/>
          </w:tcPr>
          <w:p w14:paraId="19973576" w14:textId="77777777" w:rsidR="00DF0271" w:rsidRPr="00BE4766" w:rsidRDefault="00DF0271" w:rsidP="0031595F">
            <w:pPr>
              <w:pStyle w:val="TableHead"/>
            </w:pPr>
            <w:r w:rsidRPr="00BE4766">
              <w:t>Description</w:t>
            </w:r>
          </w:p>
        </w:tc>
      </w:tr>
      <w:tr w:rsidR="00DF0271" w:rsidRPr="003D0DC1" w14:paraId="552B0677" w14:textId="77777777" w:rsidTr="0031595F">
        <w:trPr>
          <w:trHeight w:val="519"/>
        </w:trPr>
        <w:tc>
          <w:tcPr>
            <w:tcW w:w="1503" w:type="dxa"/>
          </w:tcPr>
          <w:p w14:paraId="3F4C58D4" w14:textId="77777777" w:rsidR="00DF0271" w:rsidRPr="00BE4766" w:rsidRDefault="00DF0271" w:rsidP="0031595F">
            <w:pPr>
              <w:pStyle w:val="TableBody"/>
            </w:pPr>
            <w:r w:rsidRPr="00BE4766">
              <w:t>EAL</w:t>
            </w:r>
            <w:r w:rsidRPr="00277384">
              <w:rPr>
                <w:b/>
                <w:i/>
                <w:vertAlign w:val="subscript"/>
              </w:rPr>
              <w:t xml:space="preserve"> </w:t>
            </w:r>
            <w:r w:rsidRPr="00D36347">
              <w:rPr>
                <w:i/>
                <w:vertAlign w:val="subscript"/>
              </w:rPr>
              <w:t>q</w:t>
            </w:r>
          </w:p>
        </w:tc>
        <w:tc>
          <w:tcPr>
            <w:tcW w:w="886" w:type="dxa"/>
          </w:tcPr>
          <w:p w14:paraId="6EF88611" w14:textId="77777777" w:rsidR="00DF0271" w:rsidRPr="00BE4766" w:rsidRDefault="00DF0271" w:rsidP="0031595F">
            <w:pPr>
              <w:pStyle w:val="TableBody"/>
            </w:pPr>
            <w:r w:rsidRPr="00BE4766">
              <w:t>$</w:t>
            </w:r>
          </w:p>
        </w:tc>
        <w:tc>
          <w:tcPr>
            <w:tcW w:w="6701" w:type="dxa"/>
          </w:tcPr>
          <w:p w14:paraId="4F3C3E33" w14:textId="77777777" w:rsidR="00DF0271" w:rsidRPr="00BE4766" w:rsidRDefault="00DF0271" w:rsidP="0031595F">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by a Counter-Party if at least one QSE represented by the Counter-Party represents either Load or generation.</w:t>
            </w:r>
          </w:p>
        </w:tc>
      </w:tr>
      <w:tr w:rsidR="00DF0271" w:rsidRPr="003D0DC1" w14:paraId="3B8F1FA5" w14:textId="77777777" w:rsidTr="0031595F">
        <w:trPr>
          <w:trHeight w:val="519"/>
        </w:trPr>
        <w:tc>
          <w:tcPr>
            <w:tcW w:w="1503" w:type="dxa"/>
          </w:tcPr>
          <w:p w14:paraId="6EA3D832" w14:textId="77777777" w:rsidR="00DF0271" w:rsidRPr="004F59D3" w:rsidRDefault="00DF0271" w:rsidP="0031595F">
            <w:pPr>
              <w:pStyle w:val="TableBody"/>
            </w:pPr>
            <w:r w:rsidRPr="004F59D3">
              <w:t xml:space="preserve">EAL </w:t>
            </w:r>
            <w:r w:rsidRPr="004F59D3">
              <w:rPr>
                <w:i/>
                <w:vertAlign w:val="subscript"/>
              </w:rPr>
              <w:t>t</w:t>
            </w:r>
          </w:p>
        </w:tc>
        <w:tc>
          <w:tcPr>
            <w:tcW w:w="886" w:type="dxa"/>
          </w:tcPr>
          <w:p w14:paraId="1EA9F59F" w14:textId="77777777" w:rsidR="00DF0271" w:rsidRPr="00484E48" w:rsidRDefault="00DF0271" w:rsidP="0031595F">
            <w:pPr>
              <w:pStyle w:val="TableBody"/>
            </w:pPr>
            <w:r w:rsidRPr="00484E48">
              <w:t>$</w:t>
            </w:r>
          </w:p>
        </w:tc>
        <w:tc>
          <w:tcPr>
            <w:tcW w:w="6701" w:type="dxa"/>
          </w:tcPr>
          <w:p w14:paraId="7940872F" w14:textId="77777777" w:rsidR="00DF0271" w:rsidRPr="00367720" w:rsidRDefault="00DF0271" w:rsidP="0031595F">
            <w:pPr>
              <w:pStyle w:val="TableBody"/>
              <w:rPr>
                <w:i/>
              </w:rPr>
            </w:pPr>
            <w:r w:rsidRPr="00484E48">
              <w:rPr>
                <w:i/>
              </w:rPr>
              <w:t>Estimated Aggregate Liability for all the QSEs</w:t>
            </w:r>
            <w:r w:rsidRPr="00367720">
              <w:t xml:space="preserve"> represented by a Counter-Party if none of the QSEs represented by the Counter-Party represent either Load or generation.</w:t>
            </w:r>
          </w:p>
        </w:tc>
      </w:tr>
      <w:tr w:rsidR="00DF0271" w:rsidRPr="003D0DC1" w14:paraId="230AF888" w14:textId="77777777" w:rsidTr="0031595F">
        <w:trPr>
          <w:trHeight w:val="519"/>
        </w:trPr>
        <w:tc>
          <w:tcPr>
            <w:tcW w:w="1503" w:type="dxa"/>
          </w:tcPr>
          <w:p w14:paraId="7CBDC34C" w14:textId="77777777" w:rsidR="00DF0271" w:rsidRPr="00484E48" w:rsidRDefault="00DF0271" w:rsidP="0031595F">
            <w:pPr>
              <w:pStyle w:val="TableBody"/>
            </w:pPr>
            <w:r w:rsidRPr="004F59D3">
              <w:t>EAL</w:t>
            </w:r>
            <w:r w:rsidRPr="004F59D3">
              <w:rPr>
                <w:b/>
                <w:i/>
                <w:vertAlign w:val="subscript"/>
              </w:rPr>
              <w:t xml:space="preserve"> </w:t>
            </w:r>
            <w:r w:rsidRPr="004F59D3">
              <w:rPr>
                <w:i/>
                <w:vertAlign w:val="subscript"/>
              </w:rPr>
              <w:t>a</w:t>
            </w:r>
          </w:p>
        </w:tc>
        <w:tc>
          <w:tcPr>
            <w:tcW w:w="886" w:type="dxa"/>
          </w:tcPr>
          <w:p w14:paraId="16FA29F5" w14:textId="77777777" w:rsidR="00DF0271" w:rsidRPr="00484E48" w:rsidRDefault="00DF0271" w:rsidP="0031595F">
            <w:pPr>
              <w:pStyle w:val="TableBody"/>
            </w:pPr>
            <w:r w:rsidRPr="00484E48">
              <w:t>$</w:t>
            </w:r>
          </w:p>
        </w:tc>
        <w:tc>
          <w:tcPr>
            <w:tcW w:w="6701" w:type="dxa"/>
          </w:tcPr>
          <w:p w14:paraId="16284C7C" w14:textId="77777777" w:rsidR="00DF0271" w:rsidRPr="00367720" w:rsidRDefault="00DF0271" w:rsidP="0031595F">
            <w:pPr>
              <w:pStyle w:val="TableBody"/>
              <w:rPr>
                <w:i/>
              </w:rPr>
            </w:pPr>
            <w:r w:rsidRPr="00367720">
              <w:rPr>
                <w:i/>
              </w:rPr>
              <w:t>Estimated Aggregate Liability for all the CRR Account Holders</w:t>
            </w:r>
            <w:r w:rsidRPr="00367720">
              <w:t xml:space="preserve"> represented by the Counter-Party.</w:t>
            </w:r>
          </w:p>
        </w:tc>
      </w:tr>
      <w:tr w:rsidR="00DF0271" w:rsidRPr="003D0DC1" w14:paraId="6BAB699E" w14:textId="77777777" w:rsidTr="0031595F">
        <w:trPr>
          <w:trHeight w:val="91"/>
        </w:trPr>
        <w:tc>
          <w:tcPr>
            <w:tcW w:w="1503" w:type="dxa"/>
          </w:tcPr>
          <w:p w14:paraId="76ED37D2" w14:textId="77777777" w:rsidR="00DF0271" w:rsidRPr="00BE4766" w:rsidRDefault="00DF0271" w:rsidP="0031595F">
            <w:pPr>
              <w:pStyle w:val="TableBody"/>
            </w:pPr>
            <w:r w:rsidRPr="00BE4766">
              <w:t>IEL</w:t>
            </w:r>
          </w:p>
        </w:tc>
        <w:tc>
          <w:tcPr>
            <w:tcW w:w="886" w:type="dxa"/>
          </w:tcPr>
          <w:p w14:paraId="058358E5" w14:textId="77777777" w:rsidR="00DF0271" w:rsidRPr="00BE4766" w:rsidRDefault="00DF0271" w:rsidP="0031595F">
            <w:pPr>
              <w:pStyle w:val="TableBody"/>
            </w:pPr>
            <w:r w:rsidRPr="00BE4766">
              <w:t>$</w:t>
            </w:r>
          </w:p>
        </w:tc>
        <w:tc>
          <w:tcPr>
            <w:tcW w:w="6701" w:type="dxa"/>
          </w:tcPr>
          <w:p w14:paraId="1AF6085C" w14:textId="77777777" w:rsidR="00DF0271" w:rsidRPr="00BE4766" w:rsidRDefault="00DF0271" w:rsidP="0031595F">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Counter-Party</w:t>
            </w:r>
            <w:r w:rsidRPr="00C44724">
              <w:t xml:space="preserve"> if at least one QSE represented by the Counter-Party represents either Load or generation as defined in paragraphs (1), (2), (3) and (4) of Section 16.11.</w:t>
            </w:r>
            <w:r>
              <w:t>4.</w:t>
            </w:r>
            <w:r w:rsidRPr="00C44724">
              <w:t>2, Determination of Counter-Party Initial Estimated Liability</w:t>
            </w:r>
            <w:r w:rsidRPr="00BE4766">
              <w:t>.</w:t>
            </w:r>
          </w:p>
        </w:tc>
      </w:tr>
      <w:tr w:rsidR="00DF0271" w:rsidRPr="003D0DC1" w14:paraId="2C75A29C" w14:textId="77777777" w:rsidTr="0031595F">
        <w:trPr>
          <w:trHeight w:val="91"/>
        </w:trPr>
        <w:tc>
          <w:tcPr>
            <w:tcW w:w="1503" w:type="dxa"/>
          </w:tcPr>
          <w:p w14:paraId="29FFB515" w14:textId="77777777" w:rsidR="00DF0271" w:rsidRPr="00BE4766" w:rsidRDefault="00DF0271" w:rsidP="0031595F">
            <w:pPr>
              <w:pStyle w:val="TableBody"/>
              <w:rPr>
                <w:i/>
              </w:rPr>
            </w:pPr>
            <w:r>
              <w:rPr>
                <w:i/>
              </w:rPr>
              <w:t>q</w:t>
            </w:r>
          </w:p>
        </w:tc>
        <w:tc>
          <w:tcPr>
            <w:tcW w:w="886" w:type="dxa"/>
          </w:tcPr>
          <w:p w14:paraId="51D2A2A5" w14:textId="77777777" w:rsidR="00DF0271" w:rsidRPr="00BE4766" w:rsidRDefault="00DF0271" w:rsidP="0031595F">
            <w:pPr>
              <w:pStyle w:val="TableBody"/>
            </w:pPr>
          </w:p>
        </w:tc>
        <w:tc>
          <w:tcPr>
            <w:tcW w:w="6701" w:type="dxa"/>
          </w:tcPr>
          <w:p w14:paraId="18B680BD" w14:textId="77777777" w:rsidR="00DF0271" w:rsidRPr="00BE4766" w:rsidRDefault="00DF0271" w:rsidP="0031595F">
            <w:pPr>
              <w:pStyle w:val="TableBody"/>
            </w:pPr>
            <w:r w:rsidRPr="00BE4766">
              <w:t>QSE</w:t>
            </w:r>
            <w:r>
              <w:t>s</w:t>
            </w:r>
            <w:r w:rsidRPr="00BE4766">
              <w:t xml:space="preserve"> represented by Counter-Party.</w:t>
            </w:r>
          </w:p>
        </w:tc>
      </w:tr>
      <w:tr w:rsidR="00DF0271" w:rsidRPr="003D0DC1" w14:paraId="29DE967E" w14:textId="77777777" w:rsidTr="0031595F">
        <w:trPr>
          <w:trHeight w:val="91"/>
        </w:trPr>
        <w:tc>
          <w:tcPr>
            <w:tcW w:w="1503" w:type="dxa"/>
          </w:tcPr>
          <w:p w14:paraId="37EC0D3E" w14:textId="77777777" w:rsidR="00DF0271" w:rsidRDefault="00DF0271" w:rsidP="0031595F">
            <w:pPr>
              <w:pStyle w:val="TableBody"/>
              <w:rPr>
                <w:i/>
              </w:rPr>
            </w:pPr>
            <w:r>
              <w:rPr>
                <w:i/>
              </w:rPr>
              <w:t>t</w:t>
            </w:r>
          </w:p>
        </w:tc>
        <w:tc>
          <w:tcPr>
            <w:tcW w:w="886" w:type="dxa"/>
          </w:tcPr>
          <w:p w14:paraId="75C4E3CE" w14:textId="77777777" w:rsidR="00DF0271" w:rsidRPr="00BE4766" w:rsidRDefault="00DF0271" w:rsidP="0031595F">
            <w:pPr>
              <w:pStyle w:val="TableBody"/>
            </w:pPr>
          </w:p>
        </w:tc>
        <w:tc>
          <w:tcPr>
            <w:tcW w:w="6701" w:type="dxa"/>
          </w:tcPr>
          <w:p w14:paraId="1D643F56" w14:textId="77777777" w:rsidR="00DF0271" w:rsidRPr="00BE4766" w:rsidRDefault="00DF0271" w:rsidP="0031595F">
            <w:pPr>
              <w:pStyle w:val="TableBody"/>
            </w:pPr>
            <w:r w:rsidRPr="00545E0B">
              <w:t>QSEs represented by a Counter-Party if none of the QSEs represented by the Counter-Party represent either Load or generation</w:t>
            </w:r>
          </w:p>
        </w:tc>
      </w:tr>
      <w:tr w:rsidR="00DF0271" w:rsidRPr="003D0DC1" w14:paraId="1631C39D" w14:textId="77777777" w:rsidTr="0031595F">
        <w:trPr>
          <w:trHeight w:val="91"/>
        </w:trPr>
        <w:tc>
          <w:tcPr>
            <w:tcW w:w="1503" w:type="dxa"/>
          </w:tcPr>
          <w:p w14:paraId="5B4027DA" w14:textId="77777777" w:rsidR="00DF0271" w:rsidRPr="00BE4766" w:rsidRDefault="00DF0271" w:rsidP="0031595F">
            <w:pPr>
              <w:pStyle w:val="TableBody"/>
              <w:rPr>
                <w:i/>
              </w:rPr>
            </w:pPr>
            <w:r>
              <w:rPr>
                <w:i/>
              </w:rPr>
              <w:t>a</w:t>
            </w:r>
          </w:p>
        </w:tc>
        <w:tc>
          <w:tcPr>
            <w:tcW w:w="886" w:type="dxa"/>
          </w:tcPr>
          <w:p w14:paraId="4745CC5B" w14:textId="77777777" w:rsidR="00DF0271" w:rsidRPr="00BE4766" w:rsidRDefault="00DF0271" w:rsidP="0031595F">
            <w:pPr>
              <w:pStyle w:val="TableBody"/>
            </w:pPr>
          </w:p>
        </w:tc>
        <w:tc>
          <w:tcPr>
            <w:tcW w:w="6701" w:type="dxa"/>
          </w:tcPr>
          <w:p w14:paraId="5BBDAA0E" w14:textId="77777777" w:rsidR="00DF0271" w:rsidRPr="00BE4766" w:rsidRDefault="00DF0271" w:rsidP="0031595F">
            <w:pPr>
              <w:pStyle w:val="TableBody"/>
            </w:pPr>
            <w:r w:rsidRPr="00BE4766">
              <w:t>CRR Account Holder</w:t>
            </w:r>
            <w:r>
              <w:t>s</w:t>
            </w:r>
            <w:r w:rsidRPr="00BE4766">
              <w:t xml:space="preserve"> represented by Counter-Party.</w:t>
            </w:r>
          </w:p>
        </w:tc>
      </w:tr>
      <w:tr w:rsidR="00DF0271" w:rsidRPr="003D0DC1" w14:paraId="1DF94383" w14:textId="77777777" w:rsidTr="0031595F">
        <w:trPr>
          <w:trHeight w:val="593"/>
        </w:trPr>
        <w:tc>
          <w:tcPr>
            <w:tcW w:w="1503" w:type="dxa"/>
          </w:tcPr>
          <w:p w14:paraId="0E2A206D" w14:textId="77777777" w:rsidR="00DF0271" w:rsidRPr="00BE4766" w:rsidRDefault="00DF0271" w:rsidP="0031595F">
            <w:pPr>
              <w:pStyle w:val="TableBody"/>
            </w:pPr>
            <w:r w:rsidRPr="00BE4766">
              <w:t>RTLE</w:t>
            </w:r>
          </w:p>
        </w:tc>
        <w:tc>
          <w:tcPr>
            <w:tcW w:w="886" w:type="dxa"/>
          </w:tcPr>
          <w:p w14:paraId="012AA688" w14:textId="77777777" w:rsidR="00DF0271" w:rsidRPr="00BE4766" w:rsidRDefault="00DF0271" w:rsidP="0031595F">
            <w:pPr>
              <w:pStyle w:val="TableBody"/>
            </w:pPr>
            <w:r w:rsidRPr="00BE4766">
              <w:t>$</w:t>
            </w:r>
          </w:p>
        </w:tc>
        <w:tc>
          <w:tcPr>
            <w:tcW w:w="6701" w:type="dxa"/>
          </w:tcPr>
          <w:p w14:paraId="5C4353F8" w14:textId="77777777" w:rsidR="00DF0271" w:rsidRPr="00BE4766" w:rsidRDefault="00DF0271" w:rsidP="0031595F">
            <w:pPr>
              <w:pStyle w:val="TableBody"/>
            </w:pPr>
            <w:r w:rsidRPr="00BE4766">
              <w:rPr>
                <w:i/>
              </w:rPr>
              <w:t>Real Time Liability Extrapolated</w:t>
            </w:r>
            <w:r>
              <w:rPr>
                <w:i/>
              </w:rPr>
              <w:t xml:space="preserve"> for a QSE that represents either Load or generation</w:t>
            </w:r>
            <w:r w:rsidRPr="00BE4766">
              <w:t xml:space="preserve"> —M1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w:t>
            </w:r>
            <w:r>
              <w:t>RTM</w:t>
            </w:r>
            <w:r w:rsidRPr="00BE4766">
              <w:t xml:space="preserve"> Initial Statements </w:t>
            </w:r>
            <w:r>
              <w:t xml:space="preserve">are produced for Counter-Parties according to the ERCOT Settlement Calendar </w:t>
            </w:r>
            <w:r w:rsidRPr="00BE4766">
              <w:t>divided by 14.</w:t>
            </w:r>
          </w:p>
        </w:tc>
      </w:tr>
      <w:tr w:rsidR="00DF0271" w:rsidRPr="003D0DC1" w14:paraId="0D1C249E" w14:textId="77777777" w:rsidTr="0031595F">
        <w:trPr>
          <w:trHeight w:val="350"/>
        </w:trPr>
        <w:tc>
          <w:tcPr>
            <w:tcW w:w="1503" w:type="dxa"/>
          </w:tcPr>
          <w:p w14:paraId="7E9FC58A" w14:textId="77777777" w:rsidR="00DF0271" w:rsidRPr="00BE4766" w:rsidRDefault="00DF0271" w:rsidP="0031595F">
            <w:pPr>
              <w:pStyle w:val="TableBody"/>
            </w:pPr>
            <w:r w:rsidRPr="00BE4766">
              <w:t>URTA</w:t>
            </w:r>
          </w:p>
        </w:tc>
        <w:tc>
          <w:tcPr>
            <w:tcW w:w="886" w:type="dxa"/>
          </w:tcPr>
          <w:p w14:paraId="526A2DE0" w14:textId="77777777" w:rsidR="00DF0271" w:rsidRPr="00BE4766" w:rsidRDefault="00DF0271" w:rsidP="0031595F">
            <w:pPr>
              <w:pStyle w:val="TableBody"/>
            </w:pPr>
            <w:r w:rsidRPr="00BE4766">
              <w:t>$</w:t>
            </w:r>
          </w:p>
        </w:tc>
        <w:tc>
          <w:tcPr>
            <w:tcW w:w="6701" w:type="dxa"/>
          </w:tcPr>
          <w:p w14:paraId="4E6ED632" w14:textId="77777777" w:rsidR="00DF0271" w:rsidRPr="00BE4766" w:rsidRDefault="00DF0271" w:rsidP="0031595F">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Counter-Party</w:t>
            </w:r>
            <w:r>
              <w:t xml:space="preserve"> in the 14 most recent Operating Days for which</w:t>
            </w:r>
            <w:r w:rsidRPr="00BE4766">
              <w:t xml:space="preserve"> RTM Initial Statements </w:t>
            </w:r>
            <w:r>
              <w:t>are produced for Counter-Parties according to the ERCOT Settlement Calendar</w:t>
            </w:r>
            <w:r w:rsidRPr="00BE4766">
              <w:t xml:space="preserve"> divided by 14.</w:t>
            </w:r>
          </w:p>
        </w:tc>
      </w:tr>
      <w:tr w:rsidR="00DF0271" w:rsidRPr="003D0DC1" w14:paraId="0640B979" w14:textId="77777777" w:rsidTr="0031595F">
        <w:trPr>
          <w:trHeight w:val="350"/>
        </w:trPr>
        <w:tc>
          <w:tcPr>
            <w:tcW w:w="1503" w:type="dxa"/>
          </w:tcPr>
          <w:p w14:paraId="0BB57CD2" w14:textId="77777777" w:rsidR="00DF0271" w:rsidRPr="00BE4766" w:rsidRDefault="00DF0271" w:rsidP="0031595F">
            <w:pPr>
              <w:pStyle w:val="TableBody"/>
            </w:pPr>
            <w:r w:rsidRPr="00BE4766">
              <w:t>RTL</w:t>
            </w:r>
          </w:p>
        </w:tc>
        <w:tc>
          <w:tcPr>
            <w:tcW w:w="886" w:type="dxa"/>
          </w:tcPr>
          <w:p w14:paraId="4C823956" w14:textId="77777777" w:rsidR="00DF0271" w:rsidRPr="00BE4766" w:rsidRDefault="00DF0271" w:rsidP="0031595F">
            <w:pPr>
              <w:pStyle w:val="TableBody"/>
            </w:pPr>
            <w:r w:rsidRPr="00BE4766">
              <w:t>$</w:t>
            </w:r>
          </w:p>
        </w:tc>
        <w:tc>
          <w:tcPr>
            <w:tcW w:w="6701" w:type="dxa"/>
          </w:tcPr>
          <w:p w14:paraId="3ADE8929" w14:textId="77777777" w:rsidR="00DF0271" w:rsidRPr="00BE4766" w:rsidRDefault="00DF0271" w:rsidP="0031595F">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DF0271" w:rsidRPr="003D0DC1" w14:paraId="6D710D5D" w14:textId="77777777" w:rsidTr="0031595F">
        <w:trPr>
          <w:trHeight w:val="350"/>
        </w:trPr>
        <w:tc>
          <w:tcPr>
            <w:tcW w:w="1503" w:type="dxa"/>
          </w:tcPr>
          <w:p w14:paraId="7C1806AF" w14:textId="77777777" w:rsidR="00DF0271" w:rsidRPr="00BE4766" w:rsidRDefault="00DF0271" w:rsidP="0031595F">
            <w:pPr>
              <w:pStyle w:val="TableBody"/>
            </w:pPr>
            <w:r w:rsidRPr="00BE4766">
              <w:t>RTLCNS</w:t>
            </w:r>
          </w:p>
        </w:tc>
        <w:tc>
          <w:tcPr>
            <w:tcW w:w="886" w:type="dxa"/>
          </w:tcPr>
          <w:p w14:paraId="40C55C76" w14:textId="77777777" w:rsidR="00DF0271" w:rsidRPr="00BE4766" w:rsidRDefault="00DF0271" w:rsidP="0031595F">
            <w:pPr>
              <w:pStyle w:val="TableBody"/>
            </w:pPr>
            <w:r w:rsidRPr="00BE4766">
              <w:t>$</w:t>
            </w:r>
          </w:p>
        </w:tc>
        <w:tc>
          <w:tcPr>
            <w:tcW w:w="6701" w:type="dxa"/>
          </w:tcPr>
          <w:p w14:paraId="6E79027E" w14:textId="77777777" w:rsidR="00DF0271" w:rsidRPr="005548A2" w:rsidRDefault="00DF0271" w:rsidP="0031595F">
            <w:pPr>
              <w:pStyle w:val="TableBody"/>
              <w:rPr>
                <w:i/>
              </w:rPr>
            </w:pPr>
            <w:r w:rsidRPr="005548A2">
              <w:rPr>
                <w:i/>
              </w:rPr>
              <w:t>Real Time Liability Completed and Not Settled</w:t>
            </w:r>
            <w:r w:rsidRPr="005548A2">
              <w:t xml:space="preserve">—For each Operating Day that is completed but not settled, ERCOT shall calculate RTL adjusted up by </w:t>
            </w:r>
            <w:proofErr w:type="spellStart"/>
            <w:r w:rsidRPr="005548A2">
              <w:rPr>
                <w:i/>
              </w:rPr>
              <w:t>rtlcu</w:t>
            </w:r>
            <w:proofErr w:type="spellEnd"/>
            <w:r w:rsidRPr="005548A2">
              <w:rPr>
                <w:i/>
              </w:rPr>
              <w:t xml:space="preserve">% </w:t>
            </w:r>
            <w:r w:rsidRPr="005548A2">
              <w:t xml:space="preserve">if there is a net amount due to ERCOT or adjusted down by </w:t>
            </w:r>
            <w:proofErr w:type="spellStart"/>
            <w:r w:rsidRPr="005548A2">
              <w:rPr>
                <w:i/>
              </w:rPr>
              <w:t>rtlcd</w:t>
            </w:r>
            <w:proofErr w:type="spellEnd"/>
            <w:r w:rsidRPr="005548A2">
              <w:rPr>
                <w:i/>
              </w:rPr>
              <w:t>%</w:t>
            </w:r>
            <w:r w:rsidRPr="005548A2">
              <w:t xml:space="preserve"> if there is a net amount due to the QSE. </w:t>
            </w:r>
          </w:p>
          <w:p w14:paraId="33617DA2" w14:textId="77777777" w:rsidR="00DF0271" w:rsidRPr="005548A2" w:rsidRDefault="00DF0271" w:rsidP="0031595F">
            <w:pPr>
              <w:rPr>
                <w:sz w:val="20"/>
              </w:rPr>
            </w:pPr>
          </w:p>
          <w:p w14:paraId="3E1D6C05" w14:textId="77777777" w:rsidR="00DF0271" w:rsidRDefault="00DF0271" w:rsidP="0031595F">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09C5D030" w14:textId="77777777" w:rsidR="00DF0271" w:rsidRPr="005548A2" w:rsidRDefault="00DF0271" w:rsidP="0031595F">
            <w:pPr>
              <w:ind w:left="720"/>
              <w:rPr>
                <w:sz w:val="20"/>
              </w:rPr>
            </w:pPr>
          </w:p>
          <w:p w14:paraId="04D08926" w14:textId="77777777" w:rsidR="00DF0271" w:rsidRPr="005548A2" w:rsidRDefault="00DF0271" w:rsidP="0031595F">
            <w:pPr>
              <w:tabs>
                <w:tab w:val="right" w:pos="9360"/>
              </w:tabs>
              <w:spacing w:after="60"/>
              <w:rPr>
                <w:iCs/>
                <w:sz w:val="20"/>
              </w:rPr>
            </w:pPr>
            <w:r w:rsidRPr="005548A2">
              <w:rPr>
                <w:iCs/>
                <w:sz w:val="20"/>
              </w:rPr>
              <w:t>Where:</w:t>
            </w:r>
          </w:p>
          <w:p w14:paraId="4F2A23C3" w14:textId="77777777" w:rsidR="00DF0271" w:rsidRPr="005548A2" w:rsidRDefault="00DF0271" w:rsidP="0031595F">
            <w:pPr>
              <w:tabs>
                <w:tab w:val="right" w:pos="9360"/>
              </w:tabs>
              <w:rPr>
                <w:iCs/>
                <w:sz w:val="20"/>
              </w:rPr>
            </w:pPr>
          </w:p>
          <w:p w14:paraId="1EAAC915" w14:textId="77777777" w:rsidR="00DF0271" w:rsidRPr="005548A2" w:rsidRDefault="00DF0271" w:rsidP="0031595F">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18F0EAEC" w14:textId="77777777" w:rsidR="00DF0271" w:rsidRPr="005548A2" w:rsidRDefault="00DF0271" w:rsidP="0031595F">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DF0271" w:rsidRPr="003D0DC1" w14:paraId="04DCE2DB" w14:textId="77777777" w:rsidTr="0031595F">
        <w:trPr>
          <w:trHeight w:val="350"/>
        </w:trPr>
        <w:tc>
          <w:tcPr>
            <w:tcW w:w="1503" w:type="dxa"/>
          </w:tcPr>
          <w:p w14:paraId="251A9A61" w14:textId="77777777" w:rsidR="00DF0271" w:rsidRPr="00BE4766" w:rsidRDefault="00DF0271" w:rsidP="0031595F">
            <w:pPr>
              <w:pStyle w:val="TableBody"/>
              <w:tabs>
                <w:tab w:val="right" w:pos="9360"/>
              </w:tabs>
              <w:rPr>
                <w:noProof/>
              </w:rPr>
            </w:pPr>
            <w:r w:rsidRPr="00BE4766">
              <w:t>RTLF</w:t>
            </w:r>
          </w:p>
        </w:tc>
        <w:tc>
          <w:tcPr>
            <w:tcW w:w="886" w:type="dxa"/>
          </w:tcPr>
          <w:p w14:paraId="08A13CCE" w14:textId="77777777" w:rsidR="00DF0271" w:rsidRPr="00BE4766" w:rsidRDefault="00DF0271" w:rsidP="0031595F">
            <w:pPr>
              <w:pStyle w:val="TableBody"/>
              <w:tabs>
                <w:tab w:val="right" w:pos="9360"/>
              </w:tabs>
              <w:rPr>
                <w:noProof/>
              </w:rPr>
            </w:pPr>
            <w:r w:rsidRPr="00BE4766">
              <w:t>$</w:t>
            </w:r>
          </w:p>
        </w:tc>
        <w:tc>
          <w:tcPr>
            <w:tcW w:w="6701" w:type="dxa"/>
          </w:tcPr>
          <w:p w14:paraId="2CA65BD7" w14:textId="77777777" w:rsidR="00DF0271" w:rsidRPr="005548A2" w:rsidRDefault="00DF0271" w:rsidP="0031595F">
            <w:pPr>
              <w:rPr>
                <w:sz w:val="20"/>
              </w:rPr>
            </w:pPr>
            <w:r w:rsidRPr="005548A2">
              <w:rPr>
                <w:i/>
                <w:sz w:val="20"/>
              </w:rPr>
              <w:t>Real-Time Liability Forward</w:t>
            </w:r>
            <w:r w:rsidRPr="005548A2">
              <w:rPr>
                <w:sz w:val="20"/>
              </w:rPr>
              <w:t xml:space="preserve">— </w:t>
            </w:r>
            <w:proofErr w:type="spellStart"/>
            <w:r w:rsidRPr="005548A2">
              <w:rPr>
                <w:sz w:val="20"/>
              </w:rPr>
              <w:t>rtlfp</w:t>
            </w:r>
            <w:proofErr w:type="spellEnd"/>
            <w:r w:rsidRPr="005548A2">
              <w:rPr>
                <w:sz w:val="20"/>
              </w:rPr>
              <w:t xml:space="preserve">% of the sum of estimated RTL from the most recent seven Operating Days.   </w:t>
            </w:r>
          </w:p>
          <w:p w14:paraId="051E1902" w14:textId="77777777" w:rsidR="00DF0271" w:rsidRPr="005548A2" w:rsidRDefault="00DF0271" w:rsidP="0031595F">
            <w:pPr>
              <w:jc w:val="both"/>
              <w:rPr>
                <w:sz w:val="20"/>
              </w:rPr>
            </w:pPr>
          </w:p>
          <w:p w14:paraId="6EB2034B" w14:textId="77777777" w:rsidR="00DF0271" w:rsidRPr="005548A2" w:rsidRDefault="00DF0271" w:rsidP="0031595F">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3E353C79" w14:textId="77777777" w:rsidR="00DF0271" w:rsidRPr="005548A2" w:rsidRDefault="00DF0271" w:rsidP="0031595F">
            <w:pPr>
              <w:tabs>
                <w:tab w:val="right" w:pos="9360"/>
              </w:tabs>
              <w:spacing w:after="60"/>
              <w:rPr>
                <w:iCs/>
                <w:sz w:val="20"/>
              </w:rPr>
            </w:pPr>
            <w:r w:rsidRPr="005548A2">
              <w:rPr>
                <w:iCs/>
                <w:sz w:val="20"/>
              </w:rPr>
              <w:t>Where:</w:t>
            </w:r>
          </w:p>
          <w:p w14:paraId="1B5DBAE9" w14:textId="77777777" w:rsidR="00DF0271" w:rsidRPr="005548A2" w:rsidRDefault="00DF0271" w:rsidP="0031595F">
            <w:pPr>
              <w:tabs>
                <w:tab w:val="right" w:pos="9360"/>
              </w:tabs>
              <w:rPr>
                <w:iCs/>
                <w:sz w:val="20"/>
              </w:rPr>
            </w:pPr>
          </w:p>
          <w:p w14:paraId="75D84506" w14:textId="77777777" w:rsidR="00DF0271" w:rsidRPr="005548A2" w:rsidRDefault="00DF0271" w:rsidP="0031595F">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DF0271" w:rsidRPr="003D0DC1" w14:paraId="14F896A3" w14:textId="77777777" w:rsidTr="0031595F">
        <w:trPr>
          <w:trHeight w:val="350"/>
        </w:trPr>
        <w:tc>
          <w:tcPr>
            <w:tcW w:w="1503" w:type="dxa"/>
          </w:tcPr>
          <w:p w14:paraId="28F79FC9" w14:textId="77777777" w:rsidR="00DF0271" w:rsidRPr="00BE4766" w:rsidRDefault="00DF0271" w:rsidP="0031595F">
            <w:pPr>
              <w:pStyle w:val="TableBody"/>
              <w:tabs>
                <w:tab w:val="right" w:pos="9360"/>
              </w:tabs>
              <w:rPr>
                <w:noProof/>
              </w:rPr>
            </w:pPr>
            <w:r w:rsidRPr="00BE4766">
              <w:t>OUT</w:t>
            </w:r>
            <w:r>
              <w:t xml:space="preserve"> </w:t>
            </w:r>
            <w:r w:rsidRPr="00C13C33">
              <w:rPr>
                <w:vertAlign w:val="subscript"/>
              </w:rPr>
              <w:t>q</w:t>
            </w:r>
          </w:p>
        </w:tc>
        <w:tc>
          <w:tcPr>
            <w:tcW w:w="886" w:type="dxa"/>
          </w:tcPr>
          <w:p w14:paraId="3EB9ACA6" w14:textId="77777777" w:rsidR="00DF0271" w:rsidRPr="00BE4766" w:rsidRDefault="00DF0271" w:rsidP="0031595F">
            <w:pPr>
              <w:pStyle w:val="TableBody"/>
              <w:tabs>
                <w:tab w:val="right" w:pos="9360"/>
              </w:tabs>
              <w:rPr>
                <w:noProof/>
              </w:rPr>
            </w:pPr>
            <w:r w:rsidRPr="00BE4766">
              <w:t>$</w:t>
            </w:r>
          </w:p>
        </w:tc>
        <w:tc>
          <w:tcPr>
            <w:tcW w:w="6701" w:type="dxa"/>
          </w:tcPr>
          <w:p w14:paraId="742132D8" w14:textId="77777777" w:rsidR="00DF0271" w:rsidRPr="00853D39" w:rsidRDefault="00DF0271" w:rsidP="0031595F">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38A880CE"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3622DE3" w14:textId="77777777" w:rsidR="00DF0271" w:rsidRDefault="00DF0271" w:rsidP="0031595F">
            <w:pPr>
              <w:pStyle w:val="TableBody"/>
              <w:tabs>
                <w:tab w:val="right" w:pos="9360"/>
              </w:tabs>
            </w:pPr>
          </w:p>
          <w:p w14:paraId="58872924" w14:textId="77777777" w:rsidR="00DF0271" w:rsidRDefault="00DF0271" w:rsidP="0031595F">
            <w:pPr>
              <w:pStyle w:val="TableBody"/>
              <w:tabs>
                <w:tab w:val="right" w:pos="9360"/>
              </w:tabs>
            </w:pPr>
            <w:r>
              <w:t>Where:</w:t>
            </w:r>
          </w:p>
          <w:p w14:paraId="54423573" w14:textId="77777777" w:rsidR="00DF0271" w:rsidRPr="00C21ED2" w:rsidRDefault="00DF0271" w:rsidP="0031595F">
            <w:pPr>
              <w:pStyle w:val="TableBody"/>
              <w:tabs>
                <w:tab w:val="right" w:pos="9360"/>
              </w:tabs>
              <w:spacing w:after="0"/>
            </w:pPr>
          </w:p>
          <w:p w14:paraId="0B0961C9" w14:textId="77777777" w:rsidR="00DF0271" w:rsidRPr="00300257" w:rsidRDefault="00DF0271" w:rsidP="0031595F">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Sum of any outstanding Real-Time and Day-Ahead unpaid invoices issued to the Counter-Party</w:t>
            </w:r>
            <w:r>
              <w:rPr>
                <w:sz w:val="20"/>
              </w:rPr>
              <w:t xml:space="preserve">, </w:t>
            </w:r>
            <w:r w:rsidRPr="00300257">
              <w:rPr>
                <w:sz w:val="20"/>
              </w:rPr>
              <w:t xml:space="preserve"> 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01F909CE" w14:textId="77777777" w:rsidR="00DF0271" w:rsidRPr="005078C5" w:rsidRDefault="00DF0271" w:rsidP="0031595F">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 </w:t>
            </w:r>
            <w:r w:rsidRPr="00AE7F00">
              <w:t>Sum of DAL</w:t>
            </w:r>
            <w:r>
              <w:t xml:space="preserve"> for all the QSEs represented by the Counter-Party </w:t>
            </w:r>
            <w:r w:rsidRPr="00AE7F00">
              <w:t xml:space="preserve"> for all Operating Days for which </w:t>
            </w:r>
            <w:r>
              <w:t xml:space="preserve">a </w:t>
            </w:r>
            <w:r w:rsidRPr="00AE7F00">
              <w:t xml:space="preserve">DAM Statement is not </w:t>
            </w:r>
            <w:r w:rsidRPr="00D43459">
              <w:t>generated.</w:t>
            </w:r>
          </w:p>
          <w:p w14:paraId="49F9D6A3" w14:textId="77777777" w:rsidR="00DF0271" w:rsidRDefault="00DF0271" w:rsidP="0031595F">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0AC0AE7" w14:textId="77777777" w:rsidR="00DF0271" w:rsidRPr="005548A2" w:rsidRDefault="00DF0271" w:rsidP="0031595F">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 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True-up Statements were generated in the 21 most recent calendar days, divided by the number of Operating Days for which RTM True-up Settlement Statements were generated for the Counter-Party in the 21 most recent calendar days.  </w:t>
            </w:r>
          </w:p>
          <w:p w14:paraId="332B08AD" w14:textId="77777777" w:rsidR="00DF0271" w:rsidRPr="00BE4766" w:rsidRDefault="00DF0271" w:rsidP="0058051D">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–Estimate of the Counter-Party’s unpaid allocation of CRR Auction revenues that have already been collected but have not been paid out to all QSEs represented by the Counter-Party. CRR Auction revenues that have been earned but not billed are distributed based on the following Load Ratio Shares (LRS</w:t>
            </w:r>
            <w:r w:rsidR="0058051D">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DF0271" w:rsidRPr="003D0DC1" w14:paraId="2BF5AEF0" w14:textId="77777777" w:rsidTr="0031595F">
        <w:trPr>
          <w:trHeight w:val="350"/>
        </w:trPr>
        <w:tc>
          <w:tcPr>
            <w:tcW w:w="1503" w:type="dxa"/>
          </w:tcPr>
          <w:p w14:paraId="1FB7B120" w14:textId="77777777" w:rsidR="00DF0271" w:rsidRPr="00BE4766" w:rsidRDefault="00DF0271" w:rsidP="0031595F">
            <w:pPr>
              <w:pStyle w:val="TableBody"/>
              <w:tabs>
                <w:tab w:val="right" w:pos="9360"/>
              </w:tabs>
            </w:pPr>
            <w:r w:rsidRPr="00545E0B">
              <w:t>DAL</w:t>
            </w:r>
          </w:p>
        </w:tc>
        <w:tc>
          <w:tcPr>
            <w:tcW w:w="886" w:type="dxa"/>
          </w:tcPr>
          <w:p w14:paraId="6512DE28" w14:textId="77777777" w:rsidR="00DF0271" w:rsidRPr="00BE4766" w:rsidRDefault="00DF0271" w:rsidP="0031595F">
            <w:pPr>
              <w:pStyle w:val="TableBody"/>
              <w:tabs>
                <w:tab w:val="right" w:pos="9360"/>
              </w:tabs>
            </w:pPr>
            <w:r w:rsidRPr="00545E0B">
              <w:t>$</w:t>
            </w:r>
          </w:p>
        </w:tc>
        <w:tc>
          <w:tcPr>
            <w:tcW w:w="6701" w:type="dxa"/>
          </w:tcPr>
          <w:p w14:paraId="1FE193F4" w14:textId="77777777" w:rsidR="00DF0271" w:rsidRPr="004F71C8" w:rsidRDefault="00DF0271" w:rsidP="0031595F">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DF0271" w:rsidRPr="003D0DC1" w14:paraId="55806A34" w14:textId="77777777" w:rsidTr="0031595F">
        <w:trPr>
          <w:trHeight w:val="350"/>
        </w:trPr>
        <w:tc>
          <w:tcPr>
            <w:tcW w:w="1503" w:type="dxa"/>
          </w:tcPr>
          <w:p w14:paraId="0B4508FA" w14:textId="77777777" w:rsidR="00DF0271" w:rsidRPr="0012579B" w:rsidRDefault="00DF0271" w:rsidP="0031595F">
            <w:pPr>
              <w:pStyle w:val="TableBody"/>
              <w:tabs>
                <w:tab w:val="right" w:pos="9360"/>
              </w:tabs>
            </w:pPr>
            <w:r w:rsidRPr="00BE4766">
              <w:t>OUT</w:t>
            </w:r>
            <w:r>
              <w:t xml:space="preserve"> </w:t>
            </w:r>
            <w:r>
              <w:rPr>
                <w:i/>
                <w:vertAlign w:val="subscript"/>
              </w:rPr>
              <w:t>t</w:t>
            </w:r>
          </w:p>
        </w:tc>
        <w:tc>
          <w:tcPr>
            <w:tcW w:w="886" w:type="dxa"/>
          </w:tcPr>
          <w:p w14:paraId="727625D9" w14:textId="77777777" w:rsidR="00DF0271" w:rsidRPr="0012579B" w:rsidRDefault="00DF0271" w:rsidP="0031595F">
            <w:pPr>
              <w:pStyle w:val="TableBody"/>
              <w:tabs>
                <w:tab w:val="right" w:pos="9360"/>
              </w:tabs>
            </w:pPr>
            <w:r w:rsidRPr="00BE4766">
              <w:t>$</w:t>
            </w:r>
          </w:p>
        </w:tc>
        <w:tc>
          <w:tcPr>
            <w:tcW w:w="6701" w:type="dxa"/>
          </w:tcPr>
          <w:p w14:paraId="3996FD87" w14:textId="77777777" w:rsidR="00DF0271" w:rsidRPr="0085021C" w:rsidRDefault="00DF0271" w:rsidP="0031595F">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which include (a) outstanding Invoices to the Counter-Party; (b) estimated unbilled items to the Counter-Party, to the extent not adequately accommodated in the RTLE calculation (including resettlemen</w:t>
            </w:r>
            <w:r>
              <w:rPr>
                <w:b w:val="0"/>
                <w:sz w:val="20"/>
                <w:szCs w:val="20"/>
              </w:rPr>
              <w:t>ts and other known liabilities)</w:t>
            </w:r>
            <w:r w:rsidRPr="0085021C">
              <w:rPr>
                <w:b w:val="0"/>
                <w:sz w:val="20"/>
                <w:szCs w:val="20"/>
              </w:rPr>
              <w:t>.</w:t>
            </w:r>
          </w:p>
          <w:p w14:paraId="7088FC15" w14:textId="77777777" w:rsidR="00DF0271" w:rsidRDefault="00DF0271" w:rsidP="0031595F">
            <w:pPr>
              <w:pStyle w:val="TableBody"/>
              <w:tabs>
                <w:tab w:val="right" w:pos="9360"/>
              </w:tabs>
            </w:pPr>
          </w:p>
          <w:p w14:paraId="523B9BE0" w14:textId="77777777" w:rsidR="00DF0271" w:rsidRPr="00142152" w:rsidRDefault="00DF0271" w:rsidP="0031595F">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3D7D018" w14:textId="77777777" w:rsidR="00DF0271" w:rsidRPr="00142152" w:rsidRDefault="00DF0271" w:rsidP="0031595F">
            <w:pPr>
              <w:pStyle w:val="TableBody"/>
              <w:tabs>
                <w:tab w:val="right" w:pos="9360"/>
              </w:tabs>
            </w:pPr>
          </w:p>
          <w:p w14:paraId="1956FBE4" w14:textId="77777777" w:rsidR="00DF0271" w:rsidRDefault="00DF0271" w:rsidP="0031595F">
            <w:pPr>
              <w:pStyle w:val="TableBody"/>
              <w:tabs>
                <w:tab w:val="right" w:pos="9360"/>
              </w:tabs>
            </w:pPr>
            <w:r>
              <w:t>Where:</w:t>
            </w:r>
          </w:p>
          <w:p w14:paraId="390A2522" w14:textId="77777777" w:rsidR="00DF0271" w:rsidRPr="00C21ED2" w:rsidRDefault="00DF0271" w:rsidP="0031595F">
            <w:pPr>
              <w:pStyle w:val="TableBody"/>
              <w:tabs>
                <w:tab w:val="right" w:pos="9360"/>
              </w:tabs>
              <w:spacing w:after="0"/>
            </w:pPr>
          </w:p>
          <w:p w14:paraId="553F51E2" w14:textId="77777777" w:rsidR="00DF0271" w:rsidRPr="00300257" w:rsidRDefault="00DF0271" w:rsidP="0031595F">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 </w:t>
            </w:r>
            <w:r w:rsidRPr="00545E0B">
              <w:rPr>
                <w:i/>
                <w:sz w:val="20"/>
              </w:rPr>
              <w:t>if none of the QSEs represented by the Counter-Party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nvoices issued to the Counter-Party</w:t>
            </w:r>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Counter-Party that have been short-paid as a result of a Default or non-payment of invoices due to ERCOT by another Counter-Party.</w:t>
            </w:r>
          </w:p>
          <w:p w14:paraId="79351E58" w14:textId="77777777" w:rsidR="00DF0271" w:rsidRPr="005078C5" w:rsidRDefault="00DF0271" w:rsidP="0031595F">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Counter-Party </w:t>
            </w:r>
            <w:r w:rsidRPr="0085021C">
              <w:rPr>
                <w:i/>
              </w:rPr>
              <w:t>if none of the QSEs represented by the Counter-Party represent either Load or generation</w:t>
            </w:r>
            <w:r>
              <w:rPr>
                <w:i/>
              </w:rPr>
              <w:t xml:space="preserve"> </w:t>
            </w:r>
            <w:r w:rsidRPr="00D43459">
              <w:t xml:space="preserve">– </w:t>
            </w:r>
            <w:r w:rsidRPr="00AE7F00">
              <w:t>Sum of DAL</w:t>
            </w:r>
            <w:r>
              <w:t xml:space="preserve"> for all the QSEs represented by the Counter-Party </w:t>
            </w:r>
            <w:r w:rsidRPr="00AE7F00">
              <w:t xml:space="preserve"> for all Operating Days for which DAM Statement is not </w:t>
            </w:r>
            <w:r w:rsidRPr="00D43459">
              <w:t>generated.</w:t>
            </w:r>
          </w:p>
          <w:p w14:paraId="05DA0E9B" w14:textId="77777777" w:rsidR="00DF0271" w:rsidRDefault="00DF0271" w:rsidP="0031595F">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96F14DF" w14:textId="77777777" w:rsidR="00DF0271" w:rsidRPr="0012579B" w:rsidRDefault="00DF0271" w:rsidP="0031595F">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DF0271" w:rsidRPr="003D0DC1" w14:paraId="5ECCD1E0" w14:textId="77777777" w:rsidTr="0031595F">
        <w:trPr>
          <w:trHeight w:val="350"/>
        </w:trPr>
        <w:tc>
          <w:tcPr>
            <w:tcW w:w="1503" w:type="dxa"/>
          </w:tcPr>
          <w:p w14:paraId="3A7739C3" w14:textId="77777777" w:rsidR="00DF0271" w:rsidRPr="004F71C8" w:rsidRDefault="00DF0271" w:rsidP="0031595F">
            <w:pPr>
              <w:pStyle w:val="TableBody"/>
              <w:tabs>
                <w:tab w:val="right" w:pos="9360"/>
              </w:tabs>
            </w:pPr>
            <w:r w:rsidRPr="00BE4766">
              <w:t>OUT</w:t>
            </w:r>
            <w:r>
              <w:t xml:space="preserve"> </w:t>
            </w:r>
            <w:r w:rsidRPr="00545E0B">
              <w:rPr>
                <w:i/>
                <w:vertAlign w:val="subscript"/>
              </w:rPr>
              <w:t>a</w:t>
            </w:r>
          </w:p>
        </w:tc>
        <w:tc>
          <w:tcPr>
            <w:tcW w:w="886" w:type="dxa"/>
          </w:tcPr>
          <w:p w14:paraId="0AEFC4C3" w14:textId="77777777" w:rsidR="00DF0271" w:rsidRPr="004F71C8" w:rsidRDefault="00DF0271" w:rsidP="0031595F">
            <w:pPr>
              <w:pStyle w:val="TableBody"/>
              <w:tabs>
                <w:tab w:val="right" w:pos="9360"/>
              </w:tabs>
            </w:pPr>
            <w:r w:rsidRPr="00BE4766">
              <w:t>$</w:t>
            </w:r>
          </w:p>
        </w:tc>
        <w:tc>
          <w:tcPr>
            <w:tcW w:w="6701" w:type="dxa"/>
          </w:tcPr>
          <w:p w14:paraId="2B5C14EE" w14:textId="77777777" w:rsidR="00DF0271" w:rsidRDefault="00DF0271" w:rsidP="0031595F">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the Counter-Party, which include outstanding Invoices to the Counter-Party</w:t>
            </w:r>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069BA8C2" w14:textId="77777777" w:rsidR="00DF0271" w:rsidRDefault="00DF0271" w:rsidP="0031595F">
            <w:pPr>
              <w:pStyle w:val="TableBody"/>
              <w:tabs>
                <w:tab w:val="right" w:pos="9360"/>
              </w:tabs>
            </w:pPr>
          </w:p>
          <w:p w14:paraId="1CA5DA18" w14:textId="77777777" w:rsidR="00DF0271" w:rsidRPr="00C21ED2" w:rsidRDefault="00DF0271" w:rsidP="0031595F">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21AC865D" w14:textId="77777777" w:rsidR="00DF0271" w:rsidRDefault="00DF0271" w:rsidP="0031595F">
            <w:pPr>
              <w:pStyle w:val="TableBody"/>
              <w:tabs>
                <w:tab w:val="right" w:pos="9360"/>
              </w:tabs>
            </w:pPr>
          </w:p>
          <w:p w14:paraId="72AB67BD" w14:textId="77777777" w:rsidR="00DF0271" w:rsidRPr="00C21ED2" w:rsidRDefault="00DF0271" w:rsidP="0031595F">
            <w:pPr>
              <w:pStyle w:val="TableBody"/>
              <w:tabs>
                <w:tab w:val="right" w:pos="9360"/>
              </w:tabs>
            </w:pPr>
            <w:r>
              <w:t>Where:</w:t>
            </w:r>
          </w:p>
          <w:p w14:paraId="34B7A237" w14:textId="77777777" w:rsidR="00DF0271" w:rsidRDefault="00DF0271" w:rsidP="0031595F">
            <w:pPr>
              <w:rPr>
                <w:sz w:val="20"/>
              </w:rPr>
            </w:pPr>
          </w:p>
          <w:p w14:paraId="03D6E8D5" w14:textId="77777777" w:rsidR="00DF0271" w:rsidRPr="00300257" w:rsidRDefault="00DF0271" w:rsidP="0031595F">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Counter-Party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Counter-Party that have been short-paid as a result of a </w:t>
            </w:r>
            <w:r>
              <w:rPr>
                <w:sz w:val="20"/>
              </w:rPr>
              <w:t>d</w:t>
            </w:r>
            <w:r w:rsidRPr="00300257">
              <w:rPr>
                <w:sz w:val="20"/>
              </w:rPr>
              <w:t xml:space="preserve">efault or non-payment of </w:t>
            </w:r>
            <w:r>
              <w:rPr>
                <w:sz w:val="20"/>
              </w:rPr>
              <w:t>I</w:t>
            </w:r>
            <w:r w:rsidRPr="00300257">
              <w:rPr>
                <w:sz w:val="20"/>
              </w:rPr>
              <w:t>nvoices due to ERCOT by another Counter-Party.</w:t>
            </w:r>
          </w:p>
          <w:p w14:paraId="66AEE67A" w14:textId="77777777" w:rsidR="00DF0271" w:rsidRPr="004F71C8" w:rsidRDefault="00DF0271" w:rsidP="0031595F">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 </w:t>
            </w:r>
            <w:r w:rsidRPr="005B1A72">
              <w:t>Sum of DAL</w:t>
            </w:r>
            <w:r>
              <w:t xml:space="preserve"> of all the CRR Account Holders represented by the Counter-Party </w:t>
            </w:r>
            <w:r w:rsidRPr="005B1A72">
              <w:t xml:space="preserve"> for all Operating Days for which DAM Statement is not </w:t>
            </w:r>
            <w:r w:rsidRPr="00D43459">
              <w:t>generated.</w:t>
            </w:r>
          </w:p>
        </w:tc>
      </w:tr>
      <w:tr w:rsidR="00DF0271" w:rsidRPr="007F29AF" w14:paraId="78AE132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29C6C5E" w14:textId="77777777" w:rsidR="00DF0271" w:rsidRPr="00BE4766" w:rsidRDefault="00DF0271" w:rsidP="0031595F">
            <w:pPr>
              <w:pStyle w:val="TableBody"/>
              <w:tabs>
                <w:tab w:val="right" w:pos="9360"/>
              </w:tabs>
            </w:pPr>
            <w:r>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75F644DC" w14:textId="77777777" w:rsidR="00DF0271" w:rsidRPr="00BE4766" w:rsidRDefault="00DF0271" w:rsidP="0031595F">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03BCAFBA" w14:textId="77777777" w:rsidR="00DF0271" w:rsidRPr="00BE4766" w:rsidRDefault="00DF0271" w:rsidP="0031595F">
            <w:pPr>
              <w:pStyle w:val="TableBody"/>
              <w:rPr>
                <w:i/>
              </w:rPr>
            </w:pPr>
            <w:r>
              <w:rPr>
                <w:i/>
              </w:rPr>
              <w:t>Incremental Load Exposure –</w:t>
            </w:r>
            <w:r>
              <w:t xml:space="preserve">In the event of a Mass Transition necessitated by the default of a Counter-Party representing a QSE associated with an LSE, ERCOT may adjust the TPE of the Counter-Parties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Counter-Party’s RTLE, based on the total estimated Electric Service Identifiers (ESI IDs) to be transitioned.  ERCOT will communicate any such adjustment to the Authorized Representative of each Counter-Party who is a POLR within 24 hours of the initiation of a Mass Transition.  The ILE adjustment will remain in place no more than the number of days necessary to effect a Mass Transition for the defaulting Counter-Party, after which time the incremental exposure will be fully reflected in the Counter-Party’s unadjusted TPE.  </w:t>
            </w:r>
          </w:p>
        </w:tc>
      </w:tr>
      <w:tr w:rsidR="00DF0271" w:rsidRPr="007F29AF" w14:paraId="75890549"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49220C9F" w14:textId="77777777" w:rsidR="00DF0271" w:rsidRPr="00BE4766" w:rsidRDefault="00DF0271" w:rsidP="0031595F">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3A4B0C00" w14:textId="77777777" w:rsidR="00DF0271" w:rsidRPr="00BE4766" w:rsidRDefault="00DF0271" w:rsidP="0031595F">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6C18267A" w14:textId="77777777" w:rsidR="00DF0271" w:rsidRPr="00C42795" w:rsidRDefault="00DF0271" w:rsidP="0031595F">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Counter-Party </w:t>
            </w:r>
            <w:r>
              <w:t>in the seven most recent Operating Days for which</w:t>
            </w:r>
            <w:r w:rsidRPr="00BE4766">
              <w:t xml:space="preserve"> DAM Settlement Statements</w:t>
            </w:r>
            <w:r>
              <w:t xml:space="preserve"> are produced for Counter-Parties according to the ERCOT Settlement Calendar</w:t>
            </w:r>
            <w:r w:rsidRPr="00BE4766">
              <w:t xml:space="preserve"> divided by seven.</w:t>
            </w:r>
          </w:p>
        </w:tc>
      </w:tr>
      <w:tr w:rsidR="00DF0271" w:rsidRPr="007F29AF" w14:paraId="07A1E1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49CC22C" w14:textId="77777777" w:rsidR="00DF0271" w:rsidRPr="00BE4766" w:rsidRDefault="00DF0271" w:rsidP="0031595F">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2CD1E72E"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B9E9759" w14:textId="77777777" w:rsidR="00DF0271" w:rsidRDefault="00DF0271" w:rsidP="0031595F">
            <w:pPr>
              <w:pStyle w:val="TableBody"/>
              <w:ind w:left="23"/>
            </w:pPr>
            <w:r>
              <w:t xml:space="preserve">M1 = M1a + M1b—Multiplier for DALE and RTLE.  Provides for forward risk during a Counter-Party termination upon default based upon the sum of the time period required for any termination upon default (M1a) and the time period required for a Mass Transition only (M1b).  The M1a component is applicable to all Counter-Parties.  The M1b component is applicable only to Counter-Parties </w:t>
            </w:r>
            <w:r w:rsidRPr="00A0266F">
              <w:t>representing any QSE associated with a L</w:t>
            </w:r>
            <w:r w:rsidRPr="004F253C">
              <w:t>SE</w:t>
            </w:r>
            <w:r w:rsidRPr="00A0266F">
              <w:t>.</w:t>
            </w:r>
          </w:p>
          <w:p w14:paraId="5E20D752" w14:textId="77777777" w:rsidR="00DF0271" w:rsidRDefault="00DF0271" w:rsidP="0031595F">
            <w:pPr>
              <w:pStyle w:val="TableBody"/>
              <w:ind w:left="1823" w:hanging="1440"/>
            </w:pPr>
          </w:p>
          <w:p w14:paraId="2CF14227" w14:textId="77777777" w:rsidR="00DF0271" w:rsidRDefault="00DF0271" w:rsidP="00504E97">
            <w:pPr>
              <w:pStyle w:val="TableBody"/>
              <w:ind w:left="1823" w:hanging="1440"/>
            </w:pPr>
            <w:r>
              <w:t xml:space="preserve">M1a </w:t>
            </w:r>
            <w:r w:rsidRPr="000769A3">
              <w:t>=</w:t>
            </w:r>
            <w:r>
              <w:t xml:space="preserve">    </w:t>
            </w:r>
            <w:r>
              <w:tab/>
              <w:t xml:space="preserve">Time period required for any termination </w:t>
            </w:r>
            <w:r w:rsidR="00504E97">
              <w:t>upon default.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457"/>
            </w:tblGrid>
            <w:tr w:rsidR="00504E97" w14:paraId="55A2C17B" w14:textId="77777777" w:rsidTr="00504E97">
              <w:tc>
                <w:tcPr>
                  <w:tcW w:w="6457" w:type="dxa"/>
                  <w:shd w:val="pct12" w:color="auto" w:fill="auto"/>
                </w:tcPr>
                <w:p w14:paraId="3E839215" w14:textId="77777777" w:rsidR="00504E97" w:rsidRPr="0002450E" w:rsidRDefault="00504E97" w:rsidP="00504E97">
                  <w:pPr>
                    <w:pStyle w:val="Instructions"/>
                    <w:spacing w:before="120"/>
                    <w:rPr>
                      <w:iCs/>
                    </w:rPr>
                  </w:pPr>
                  <w:r>
                    <w:rPr>
                      <w:iCs/>
                    </w:rPr>
                    <w:t>[NPRR907</w:t>
                  </w:r>
                  <w:r w:rsidRPr="0002450E">
                    <w:rPr>
                      <w:iCs/>
                    </w:rPr>
                    <w:t xml:space="preserve">:  Replace </w:t>
                  </w:r>
                  <w:r>
                    <w:rPr>
                      <w:iCs/>
                    </w:rPr>
                    <w:t>parameter “M1a”</w:t>
                  </w:r>
                  <w:r w:rsidRPr="0002450E">
                    <w:rPr>
                      <w:iCs/>
                    </w:rPr>
                    <w:t xml:space="preserve"> above with the following upon system implementation:] </w:t>
                  </w:r>
                </w:p>
                <w:p w14:paraId="58880725" w14:textId="77777777" w:rsidR="00504E97" w:rsidRDefault="00504E97" w:rsidP="00504E97">
                  <w:pPr>
                    <w:pStyle w:val="TableBody"/>
                    <w:ind w:left="1710" w:hanging="1440"/>
                  </w:pPr>
                  <w:r>
                    <w:t xml:space="preserve">M1a </w:t>
                  </w:r>
                  <w:r w:rsidRPr="000769A3">
                    <w:t>=</w:t>
                  </w:r>
                  <w:r>
                    <w:t xml:space="preserve">    </w:t>
                  </w:r>
                  <w:r>
                    <w:tab/>
                    <w:t>Time period required for any termination from an Operating Day</w:t>
                  </w:r>
                  <w:r w:rsidRPr="00DD32A5">
                    <w:t>.</w:t>
                  </w:r>
                  <w:r>
                    <w:t xml:space="preserve">  </w:t>
                  </w:r>
                </w:p>
                <w:p w14:paraId="7586F646" w14:textId="77777777" w:rsidR="00504E97" w:rsidRPr="00B35DA1" w:rsidRDefault="00504E97" w:rsidP="00504E97">
                  <w:pPr>
                    <w:pStyle w:val="TableBody"/>
                    <w:ind w:left="1710"/>
                  </w:pPr>
                  <w:r>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tc>
            </w:tr>
          </w:tbl>
          <w:p w14:paraId="5FE574CE" w14:textId="77777777" w:rsidR="00DF0271" w:rsidRDefault="00DF0271" w:rsidP="00504E97">
            <w:pPr>
              <w:pStyle w:val="TableBody"/>
              <w:spacing w:before="120"/>
              <w:ind w:left="1823" w:hanging="1440"/>
            </w:pPr>
            <w:r>
              <w:t>M1b =</w:t>
            </w:r>
            <w:r>
              <w:tab/>
              <w:t>Weighted average transition days = Min(B</w:t>
            </w:r>
            <w:r w:rsidRPr="00ED17A2">
              <w:t>,</w:t>
            </w:r>
            <w:r w:rsidRPr="0045269D">
              <w:t xml:space="preserve"> (2 + Max(1, (u+1)/2))*(</w:t>
            </w:r>
            <w:r>
              <w:t xml:space="preserve">1-DF)), </w:t>
            </w:r>
            <w:r w:rsidRPr="00A0266F">
              <w:t>rounded up to whole days</w:t>
            </w:r>
            <w:r>
              <w:t xml:space="preserve"> </w:t>
            </w:r>
          </w:p>
          <w:p w14:paraId="00BEFCF9" w14:textId="77777777" w:rsidR="00DF0271" w:rsidRDefault="00DF0271" w:rsidP="0031595F">
            <w:pPr>
              <w:pStyle w:val="TableBody"/>
              <w:ind w:left="1823" w:hanging="1440"/>
            </w:pPr>
            <w:r>
              <w:t xml:space="preserve">Where: </w:t>
            </w:r>
            <w:r>
              <w:tab/>
            </w:r>
          </w:p>
          <w:p w14:paraId="39FB92C8" w14:textId="77777777" w:rsidR="00DF0271" w:rsidRDefault="00DF0271" w:rsidP="0031595F">
            <w:pPr>
              <w:pStyle w:val="TableBody"/>
              <w:ind w:left="1823" w:hanging="1440"/>
            </w:pPr>
            <w:r>
              <w:t xml:space="preserve">u = </w:t>
            </w:r>
            <w:r>
              <w:tab/>
              <w:t>(</w:t>
            </w:r>
            <w:proofErr w:type="spellStart"/>
            <w:r>
              <w:t>ESIn</w:t>
            </w:r>
            <w:proofErr w:type="spellEnd"/>
            <w:r>
              <w:t xml:space="preserve">/r) Unscaled number of days to transition.  </w:t>
            </w:r>
          </w:p>
          <w:p w14:paraId="033AD096" w14:textId="77777777" w:rsidR="00DF0271" w:rsidRDefault="00DF0271" w:rsidP="0031595F">
            <w:pPr>
              <w:pStyle w:val="TableBody"/>
              <w:ind w:left="1823" w:hanging="1440"/>
            </w:pPr>
            <w:r>
              <w:t>B =</w:t>
            </w:r>
            <w:r>
              <w:tab/>
            </w:r>
            <w:r w:rsidRPr="009648F5">
              <w:t>Benchmark value</w:t>
            </w:r>
            <w:r w:rsidRPr="00275EFD">
              <w:t>.</w:t>
            </w:r>
            <w:r>
              <w:t xml:space="preserve">  Used to establish a maximum M1 value</w:t>
            </w:r>
            <w:r w:rsidRPr="00DD32A5">
              <w:t>.</w:t>
            </w:r>
          </w:p>
          <w:p w14:paraId="0260C5D7" w14:textId="77777777" w:rsidR="00DF0271" w:rsidRDefault="00DF0271" w:rsidP="0031595F">
            <w:pPr>
              <w:pStyle w:val="TableBody"/>
              <w:ind w:left="1823" w:hanging="1440"/>
            </w:pPr>
            <w:proofErr w:type="spellStart"/>
            <w:r>
              <w:t>ESIn</w:t>
            </w:r>
            <w:proofErr w:type="spellEnd"/>
            <w:r>
              <w:t xml:space="preserve"> =</w:t>
            </w:r>
            <w:r>
              <w:tab/>
              <w:t>Number of ESI IDs associated with an individual Counter-Party.  This value will be updated no less often than annually by ERCOT and updated values communicated to individual Counter-Parties.  Counter-Parties entering the market will provide an estimated number of ESI IDs for use during their first six months of market activity.  Subsequent to this time, the value for that Counter-Party shall be updated by ERCOT concurrently with other Counter-Parties with QSEs representing an LSE.</w:t>
            </w:r>
          </w:p>
          <w:p w14:paraId="55927730" w14:textId="77777777" w:rsidR="00DF0271" w:rsidRDefault="00DF0271" w:rsidP="0031595F">
            <w:pPr>
              <w:pStyle w:val="TableBody"/>
              <w:ind w:left="1823" w:hanging="1440"/>
            </w:pPr>
            <w:r>
              <w:t>r =</w:t>
            </w:r>
            <w:r>
              <w:tab/>
              <w:t>Assumed ESI ID daily transition rate.</w:t>
            </w:r>
          </w:p>
          <w:p w14:paraId="6EF3521C" w14:textId="77777777" w:rsidR="00DF0271" w:rsidRPr="00BE4766" w:rsidRDefault="00DF0271" w:rsidP="0031595F">
            <w:pPr>
              <w:pStyle w:val="TableBody"/>
              <w:ind w:left="1829" w:hanging="1440"/>
              <w:rPr>
                <w:i/>
              </w:rPr>
            </w:pPr>
            <w:r w:rsidRPr="00EA568A">
              <w:t>DF =</w:t>
            </w:r>
            <w:r>
              <w:tab/>
              <w:t>Di</w:t>
            </w:r>
            <w:r w:rsidRPr="00EA568A">
              <w:t>scount Factor</w:t>
            </w:r>
            <w:r w:rsidRPr="00F822CB">
              <w:t xml:space="preserve"> applied to M1b if the </w:t>
            </w:r>
            <w:r w:rsidRPr="00AB77FB">
              <w:t xml:space="preserve"> Counter-Party </w:t>
            </w:r>
            <w:r w:rsidRPr="00F822CB">
              <w:t xml:space="preserve">is eligible for unsecured credit under </w:t>
            </w:r>
            <w:r>
              <w:t>Section 16.11.2, Requirements for Setting a Counter-Party’s Unsecured Credit Limit, or meets other creditworthiness standards that may be developed and approved by TAC and the ERCOT Board.</w:t>
            </w:r>
          </w:p>
        </w:tc>
      </w:tr>
      <w:tr w:rsidR="00DF0271" w:rsidRPr="007F29AF" w14:paraId="576387CB"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8428FE6" w14:textId="77777777" w:rsidR="00DF0271" w:rsidRPr="00BE4766" w:rsidRDefault="00DF0271" w:rsidP="0031595F">
            <w:pPr>
              <w:pStyle w:val="TableBody"/>
              <w:tabs>
                <w:tab w:val="right" w:pos="9360"/>
              </w:tabs>
            </w:pPr>
            <w:r>
              <w:t>M2</w:t>
            </w:r>
          </w:p>
        </w:tc>
        <w:tc>
          <w:tcPr>
            <w:tcW w:w="886" w:type="dxa"/>
            <w:tcBorders>
              <w:top w:val="single" w:sz="4" w:space="0" w:color="auto"/>
              <w:left w:val="single" w:sz="4" w:space="0" w:color="auto"/>
              <w:bottom w:val="single" w:sz="4" w:space="0" w:color="auto"/>
              <w:right w:val="single" w:sz="4" w:space="0" w:color="auto"/>
            </w:tcBorders>
          </w:tcPr>
          <w:p w14:paraId="5C9759E6" w14:textId="77777777" w:rsidR="00DF0271" w:rsidRPr="00BE4766" w:rsidRDefault="00DF0271" w:rsidP="0031595F">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3560A33F" w14:textId="77777777" w:rsidR="00DF0271" w:rsidRPr="00BE4766" w:rsidRDefault="00DF0271" w:rsidP="0031595F">
            <w:pPr>
              <w:pStyle w:val="TableBody"/>
              <w:rPr>
                <w:i/>
              </w:rPr>
            </w:pPr>
            <w:r w:rsidRPr="00BE4766">
              <w:t>Multiplier for URTA.</w:t>
            </w:r>
          </w:p>
        </w:tc>
      </w:tr>
      <w:tr w:rsidR="00DF0271" w:rsidRPr="007F29AF" w14:paraId="1EE73271"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05D63C5" w14:textId="77777777" w:rsidR="00DF0271" w:rsidRDefault="00DF0271" w:rsidP="0031595F">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39C93B0F"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77EB74A7" w14:textId="77777777" w:rsidR="00DF0271" w:rsidRPr="00BE4766" w:rsidRDefault="00DF0271" w:rsidP="0031595F">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DF0271" w:rsidRPr="007F29AF" w14:paraId="2E230007"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2686D1A0" w14:textId="77777777" w:rsidR="00DF0271" w:rsidRDefault="00DF0271" w:rsidP="0031595F">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1D249FEC" w14:textId="77777777" w:rsidR="00DF0271" w:rsidRPr="00BE4766" w:rsidRDefault="00DF0271" w:rsidP="0031595F">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2117EE70" w14:textId="77777777" w:rsidR="00DF0271" w:rsidRPr="00BE4766" w:rsidRDefault="00DF0271" w:rsidP="0031595F">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DF0271" w:rsidRPr="007F29AF" w14:paraId="6EC68C40"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0FC4CF02" w14:textId="77777777" w:rsidR="00DF0271" w:rsidRDefault="00DF0271" w:rsidP="0031595F">
            <w:pPr>
              <w:pStyle w:val="TableBody"/>
              <w:tabs>
                <w:tab w:val="right" w:pos="9360"/>
              </w:tabs>
            </w:pPr>
            <w:proofErr w:type="spellStart"/>
            <w:r w:rsidRPr="00934A67">
              <w:rPr>
                <w:i/>
              </w:rPr>
              <w:t>lrq</w:t>
            </w:r>
            <w:proofErr w:type="spellEnd"/>
          </w:p>
        </w:tc>
        <w:tc>
          <w:tcPr>
            <w:tcW w:w="886" w:type="dxa"/>
            <w:tcBorders>
              <w:top w:val="single" w:sz="4" w:space="0" w:color="auto"/>
              <w:left w:val="single" w:sz="4" w:space="0" w:color="auto"/>
              <w:bottom w:val="single" w:sz="4" w:space="0" w:color="auto"/>
              <w:right w:val="single" w:sz="4" w:space="0" w:color="auto"/>
            </w:tcBorders>
          </w:tcPr>
          <w:p w14:paraId="0C4637A0"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CD0BBE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w:t>
            </w:r>
            <w:r w:rsidRPr="00934A67">
              <w:t xml:space="preserve">all QSEs represented by the Counter-Party if </w:t>
            </w:r>
            <w:r>
              <w:t>any</w:t>
            </w:r>
            <w:r w:rsidRPr="00934A67">
              <w:t xml:space="preserve"> of the QSEs represented by the Counter-Party represent either Load or generation</w:t>
            </w:r>
            <w:r w:rsidRPr="008A7DE2">
              <w:t>.</w:t>
            </w:r>
          </w:p>
        </w:tc>
      </w:tr>
      <w:tr w:rsidR="00DF0271" w:rsidRPr="007F29AF" w14:paraId="3E5AFB54" w14:textId="77777777" w:rsidTr="0031595F">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1FF5794" w14:textId="77777777" w:rsidR="00DF0271" w:rsidRDefault="00DF0271" w:rsidP="0031595F">
            <w:pPr>
              <w:pStyle w:val="TableBody"/>
              <w:tabs>
                <w:tab w:val="right" w:pos="9360"/>
              </w:tabs>
            </w:pPr>
            <w:proofErr w:type="spellStart"/>
            <w:r w:rsidRPr="00934A67">
              <w:rPr>
                <w:i/>
              </w:rPr>
              <w:t>lrt</w:t>
            </w:r>
            <w:proofErr w:type="spellEnd"/>
          </w:p>
        </w:tc>
        <w:tc>
          <w:tcPr>
            <w:tcW w:w="886" w:type="dxa"/>
            <w:tcBorders>
              <w:top w:val="single" w:sz="4" w:space="0" w:color="auto"/>
              <w:left w:val="single" w:sz="4" w:space="0" w:color="auto"/>
              <w:bottom w:val="single" w:sz="4" w:space="0" w:color="auto"/>
              <w:right w:val="single" w:sz="4" w:space="0" w:color="auto"/>
            </w:tcBorders>
          </w:tcPr>
          <w:p w14:paraId="4BCFAAFF" w14:textId="77777777" w:rsidR="00DF0271" w:rsidRPr="00BE4766" w:rsidRDefault="00DF0271" w:rsidP="0031595F">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78DFD77E" w14:textId="77777777" w:rsidR="00DF0271" w:rsidRPr="00BE4766" w:rsidRDefault="00DF0271" w:rsidP="0031595F">
            <w:pPr>
              <w:pStyle w:val="TableBody"/>
            </w:pPr>
            <w:r w:rsidRPr="00DF6B12">
              <w:t>Look-back period for R</w:t>
            </w:r>
            <w:r>
              <w:t>TM</w:t>
            </w:r>
            <w:r w:rsidRPr="00DF6B12">
              <w:t xml:space="preserve"> </w:t>
            </w:r>
            <w:r>
              <w:t>to find the maximum of RTLE or URTA</w:t>
            </w:r>
            <w:r w:rsidRPr="00DF6B12">
              <w:t xml:space="preserve"> for all QSEs represented by the Counter-Party if none of the QSEs represented by the Counter-Party represent either Load or generation</w:t>
            </w:r>
            <w:r w:rsidRPr="00A549C5">
              <w:t>.</w:t>
            </w:r>
          </w:p>
        </w:tc>
      </w:tr>
    </w:tbl>
    <w:p w14:paraId="4368976A" w14:textId="77777777" w:rsidR="00DF0271" w:rsidRDefault="00DF0271" w:rsidP="00DF0271">
      <w:pPr>
        <w:pStyle w:val="Instructions"/>
        <w:spacing w:after="0"/>
        <w:rPr>
          <w:b w:val="0"/>
          <w:i w:val="0"/>
          <w:iCs/>
        </w:rPr>
      </w:pPr>
    </w:p>
    <w:p w14:paraId="1E858571" w14:textId="77777777" w:rsidR="00DF0271" w:rsidRDefault="00DF0271" w:rsidP="00DF0271">
      <w:pPr>
        <w:pStyle w:val="Instructions"/>
        <w:spacing w:after="0"/>
        <w:rPr>
          <w:b w:val="0"/>
          <w:i w:val="0"/>
          <w:iCs/>
        </w:rPr>
      </w:pPr>
      <w:r>
        <w:rPr>
          <w:b w:val="0"/>
          <w:i w:val="0"/>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DF0271" w:rsidRPr="00BE4766" w14:paraId="0AC09C2C" w14:textId="77777777" w:rsidTr="00504E97">
        <w:trPr>
          <w:trHeight w:val="351"/>
          <w:tblHeader/>
        </w:trPr>
        <w:tc>
          <w:tcPr>
            <w:tcW w:w="2153" w:type="dxa"/>
          </w:tcPr>
          <w:p w14:paraId="035D01EB" w14:textId="77777777" w:rsidR="00DF0271" w:rsidRPr="00BE4766" w:rsidRDefault="00DF0271" w:rsidP="0031595F">
            <w:pPr>
              <w:pStyle w:val="TableHead"/>
            </w:pPr>
            <w:r>
              <w:t>Parameter</w:t>
            </w:r>
          </w:p>
        </w:tc>
        <w:tc>
          <w:tcPr>
            <w:tcW w:w="2300" w:type="dxa"/>
          </w:tcPr>
          <w:p w14:paraId="221F3AE3" w14:textId="77777777" w:rsidR="00DF0271" w:rsidRPr="00BE4766" w:rsidRDefault="00DF0271" w:rsidP="0031595F">
            <w:pPr>
              <w:pStyle w:val="TableHead"/>
            </w:pPr>
            <w:r w:rsidRPr="00BE4766">
              <w:t>Unit</w:t>
            </w:r>
          </w:p>
        </w:tc>
        <w:tc>
          <w:tcPr>
            <w:tcW w:w="4637" w:type="dxa"/>
          </w:tcPr>
          <w:p w14:paraId="2322D7E1" w14:textId="77777777" w:rsidR="00DF0271" w:rsidRPr="00BE4766" w:rsidRDefault="00DF0271" w:rsidP="0031595F">
            <w:pPr>
              <w:pStyle w:val="TableHead"/>
            </w:pPr>
            <w:r>
              <w:t>Current Value*</w:t>
            </w:r>
          </w:p>
        </w:tc>
      </w:tr>
      <w:tr w:rsidR="00DF0271" w:rsidRPr="00BE4766" w14:paraId="7DF881B6" w14:textId="77777777" w:rsidTr="00504E97">
        <w:trPr>
          <w:trHeight w:val="519"/>
        </w:trPr>
        <w:tc>
          <w:tcPr>
            <w:tcW w:w="2153" w:type="dxa"/>
          </w:tcPr>
          <w:p w14:paraId="1A33F7C3" w14:textId="77777777" w:rsidR="00DF0271" w:rsidRDefault="00DF0271" w:rsidP="0031595F">
            <w:pPr>
              <w:pStyle w:val="TableBody"/>
              <w:rPr>
                <w:i/>
              </w:rPr>
            </w:pPr>
            <w:proofErr w:type="spellStart"/>
            <w:r>
              <w:rPr>
                <w:i/>
              </w:rPr>
              <w:t>rtlcu</w:t>
            </w:r>
            <w:proofErr w:type="spellEnd"/>
          </w:p>
        </w:tc>
        <w:tc>
          <w:tcPr>
            <w:tcW w:w="2300" w:type="dxa"/>
          </w:tcPr>
          <w:p w14:paraId="56B4BB05" w14:textId="77777777" w:rsidR="00DF0271" w:rsidRDefault="00DF0271" w:rsidP="0031595F">
            <w:pPr>
              <w:pStyle w:val="TableBody"/>
            </w:pPr>
            <w:r>
              <w:t>Percentage</w:t>
            </w:r>
          </w:p>
        </w:tc>
        <w:tc>
          <w:tcPr>
            <w:tcW w:w="4637" w:type="dxa"/>
          </w:tcPr>
          <w:p w14:paraId="6E779E15" w14:textId="77777777" w:rsidR="00DF0271" w:rsidRPr="00083512" w:rsidRDefault="00DF0271" w:rsidP="0031595F">
            <w:pPr>
              <w:pStyle w:val="TableBody"/>
            </w:pPr>
            <w:r w:rsidRPr="00083512">
              <w:t>110%</w:t>
            </w:r>
          </w:p>
        </w:tc>
      </w:tr>
      <w:tr w:rsidR="00DF0271" w:rsidRPr="00BE4766" w14:paraId="451601AB" w14:textId="77777777" w:rsidTr="00504E97">
        <w:trPr>
          <w:trHeight w:val="519"/>
        </w:trPr>
        <w:tc>
          <w:tcPr>
            <w:tcW w:w="2153" w:type="dxa"/>
          </w:tcPr>
          <w:p w14:paraId="41952D83" w14:textId="77777777" w:rsidR="00DF0271" w:rsidRDefault="00DF0271" w:rsidP="0031595F">
            <w:pPr>
              <w:pStyle w:val="TableBody"/>
              <w:rPr>
                <w:i/>
              </w:rPr>
            </w:pPr>
            <w:proofErr w:type="spellStart"/>
            <w:r>
              <w:rPr>
                <w:i/>
              </w:rPr>
              <w:t>rtlcd</w:t>
            </w:r>
            <w:proofErr w:type="spellEnd"/>
          </w:p>
        </w:tc>
        <w:tc>
          <w:tcPr>
            <w:tcW w:w="2300" w:type="dxa"/>
          </w:tcPr>
          <w:p w14:paraId="12FFC0F3" w14:textId="77777777" w:rsidR="00DF0271" w:rsidRDefault="00DF0271" w:rsidP="0031595F">
            <w:pPr>
              <w:pStyle w:val="TableBody"/>
            </w:pPr>
            <w:r>
              <w:t>Percentage</w:t>
            </w:r>
          </w:p>
        </w:tc>
        <w:tc>
          <w:tcPr>
            <w:tcW w:w="4637" w:type="dxa"/>
          </w:tcPr>
          <w:p w14:paraId="7899F341" w14:textId="77777777" w:rsidR="00DF0271" w:rsidRPr="00083512" w:rsidRDefault="00DF0271" w:rsidP="0031595F">
            <w:pPr>
              <w:pStyle w:val="TableBody"/>
            </w:pPr>
            <w:r w:rsidRPr="00083512">
              <w:t xml:space="preserve">90% </w:t>
            </w:r>
          </w:p>
        </w:tc>
      </w:tr>
      <w:tr w:rsidR="00DF0271" w:rsidRPr="00BE4766" w14:paraId="6AC74F1B" w14:textId="77777777" w:rsidTr="00504E97">
        <w:trPr>
          <w:trHeight w:val="519"/>
        </w:trPr>
        <w:tc>
          <w:tcPr>
            <w:tcW w:w="2153" w:type="dxa"/>
          </w:tcPr>
          <w:p w14:paraId="784ADD1A" w14:textId="77777777" w:rsidR="00DF0271" w:rsidRDefault="00DF0271" w:rsidP="0031595F">
            <w:pPr>
              <w:pStyle w:val="TableBody"/>
              <w:rPr>
                <w:i/>
              </w:rPr>
            </w:pPr>
            <w:proofErr w:type="spellStart"/>
            <w:r>
              <w:rPr>
                <w:i/>
              </w:rPr>
              <w:t>rtlfp</w:t>
            </w:r>
            <w:proofErr w:type="spellEnd"/>
          </w:p>
        </w:tc>
        <w:tc>
          <w:tcPr>
            <w:tcW w:w="2300" w:type="dxa"/>
          </w:tcPr>
          <w:p w14:paraId="6B11226F" w14:textId="77777777" w:rsidR="00DF0271" w:rsidRDefault="00DF0271" w:rsidP="0031595F">
            <w:pPr>
              <w:pStyle w:val="TableBody"/>
            </w:pPr>
            <w:r>
              <w:t>Percentage</w:t>
            </w:r>
          </w:p>
        </w:tc>
        <w:tc>
          <w:tcPr>
            <w:tcW w:w="4637" w:type="dxa"/>
          </w:tcPr>
          <w:p w14:paraId="0B62DD0F" w14:textId="77777777" w:rsidR="00DF0271" w:rsidRPr="00083512" w:rsidRDefault="00DF0271" w:rsidP="0031595F">
            <w:pPr>
              <w:pStyle w:val="TableBody"/>
            </w:pPr>
            <w:r w:rsidRPr="00083512">
              <w:t>150%</w:t>
            </w:r>
            <w:r>
              <w:t xml:space="preserve"> </w:t>
            </w:r>
          </w:p>
        </w:tc>
      </w:tr>
      <w:tr w:rsidR="00DF0271" w:rsidRPr="00BE4766" w14:paraId="1F9FA84E" w14:textId="77777777" w:rsidTr="00504E97">
        <w:trPr>
          <w:trHeight w:val="519"/>
        </w:trPr>
        <w:tc>
          <w:tcPr>
            <w:tcW w:w="2153" w:type="dxa"/>
          </w:tcPr>
          <w:p w14:paraId="7B32A3A9" w14:textId="77777777" w:rsidR="00DF0271" w:rsidRPr="00F45C95" w:rsidRDefault="00DF0271" w:rsidP="0031595F">
            <w:pPr>
              <w:pStyle w:val="TableBody"/>
              <w:rPr>
                <w:i/>
              </w:rPr>
            </w:pPr>
            <w:proofErr w:type="spellStart"/>
            <w:r>
              <w:rPr>
                <w:i/>
              </w:rPr>
              <w:t>ufd</w:t>
            </w:r>
            <w:proofErr w:type="spellEnd"/>
          </w:p>
        </w:tc>
        <w:tc>
          <w:tcPr>
            <w:tcW w:w="2300" w:type="dxa"/>
          </w:tcPr>
          <w:p w14:paraId="60BD771D" w14:textId="77777777" w:rsidR="00DF0271" w:rsidRDefault="00DF0271" w:rsidP="0031595F">
            <w:pPr>
              <w:pStyle w:val="TableBody"/>
            </w:pPr>
            <w:r>
              <w:t>Days</w:t>
            </w:r>
          </w:p>
        </w:tc>
        <w:tc>
          <w:tcPr>
            <w:tcW w:w="4637" w:type="dxa"/>
          </w:tcPr>
          <w:p w14:paraId="5F8F82F4" w14:textId="77777777" w:rsidR="00DF0271" w:rsidRDefault="00DF0271" w:rsidP="0031595F">
            <w:pPr>
              <w:pStyle w:val="TableBody"/>
            </w:pPr>
            <w:r>
              <w:t>55</w:t>
            </w:r>
          </w:p>
        </w:tc>
      </w:tr>
      <w:tr w:rsidR="00DF0271" w:rsidRPr="00BE4766" w14:paraId="53C1FBEF" w14:textId="77777777" w:rsidTr="00504E97">
        <w:trPr>
          <w:trHeight w:val="519"/>
        </w:trPr>
        <w:tc>
          <w:tcPr>
            <w:tcW w:w="2153" w:type="dxa"/>
          </w:tcPr>
          <w:p w14:paraId="4B086DC2" w14:textId="77777777" w:rsidR="00DF0271" w:rsidRPr="00F45C95" w:rsidRDefault="00DF0271" w:rsidP="0031595F">
            <w:pPr>
              <w:pStyle w:val="TableBody"/>
              <w:rPr>
                <w:i/>
              </w:rPr>
            </w:pPr>
            <w:proofErr w:type="spellStart"/>
            <w:r>
              <w:rPr>
                <w:i/>
              </w:rPr>
              <w:t>utd</w:t>
            </w:r>
            <w:proofErr w:type="spellEnd"/>
          </w:p>
        </w:tc>
        <w:tc>
          <w:tcPr>
            <w:tcW w:w="2300" w:type="dxa"/>
          </w:tcPr>
          <w:p w14:paraId="1D6798E0" w14:textId="77777777" w:rsidR="00DF0271" w:rsidRDefault="00DF0271" w:rsidP="0031595F">
            <w:pPr>
              <w:pStyle w:val="TableBody"/>
            </w:pPr>
            <w:r>
              <w:t>Days</w:t>
            </w:r>
          </w:p>
        </w:tc>
        <w:tc>
          <w:tcPr>
            <w:tcW w:w="4637" w:type="dxa"/>
          </w:tcPr>
          <w:p w14:paraId="2A608458" w14:textId="77777777" w:rsidR="00DF0271" w:rsidRPr="005C0927" w:rsidRDefault="00DF0271" w:rsidP="0031595F">
            <w:pPr>
              <w:pStyle w:val="TableBody"/>
            </w:pPr>
            <w:r>
              <w:t>180</w:t>
            </w:r>
          </w:p>
        </w:tc>
      </w:tr>
      <w:tr w:rsidR="00DF0271" w:rsidRPr="00BE4766" w14:paraId="727DC58B" w14:textId="77777777" w:rsidTr="00504E97">
        <w:trPr>
          <w:trHeight w:val="519"/>
        </w:trPr>
        <w:tc>
          <w:tcPr>
            <w:tcW w:w="2153" w:type="dxa"/>
          </w:tcPr>
          <w:p w14:paraId="53EAE31A" w14:textId="77777777" w:rsidR="00DF0271" w:rsidRPr="00E41A69" w:rsidRDefault="00DF0271" w:rsidP="0031595F">
            <w:pPr>
              <w:pStyle w:val="TableBody"/>
              <w:rPr>
                <w:i/>
              </w:rPr>
            </w:pPr>
            <w:r w:rsidRPr="00E41A69">
              <w:rPr>
                <w:i/>
              </w:rPr>
              <w:t>M1</w:t>
            </w:r>
            <w:r>
              <w:rPr>
                <w:i/>
              </w:rPr>
              <w:t>a</w:t>
            </w:r>
          </w:p>
        </w:tc>
        <w:tc>
          <w:tcPr>
            <w:tcW w:w="2300" w:type="dxa"/>
          </w:tcPr>
          <w:p w14:paraId="75175022" w14:textId="77777777" w:rsidR="00DF0271" w:rsidRDefault="00DF0271" w:rsidP="0031595F">
            <w:pPr>
              <w:pStyle w:val="TableBody"/>
            </w:pPr>
            <w:r>
              <w:t>Days</w:t>
            </w:r>
          </w:p>
        </w:tc>
        <w:tc>
          <w:tcPr>
            <w:tcW w:w="4637" w:type="dxa"/>
          </w:tcPr>
          <w:p w14:paraId="1A6A1394" w14:textId="77777777" w:rsidR="00DF0271" w:rsidRDefault="00DF0271" w:rsidP="0031595F">
            <w:pPr>
              <w:pStyle w:val="TableBody"/>
            </w:pPr>
            <w:r>
              <w:t>12</w:t>
            </w:r>
          </w:p>
        </w:tc>
      </w:tr>
      <w:tr w:rsidR="00DF0271" w:rsidRPr="00BE4766" w14:paraId="5514ED92" w14:textId="77777777" w:rsidTr="00504E97">
        <w:trPr>
          <w:trHeight w:val="519"/>
        </w:trPr>
        <w:tc>
          <w:tcPr>
            <w:tcW w:w="9090" w:type="dxa"/>
            <w:gridSpan w:val="3"/>
          </w:tcPr>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4A0" w:firstRow="1" w:lastRow="0" w:firstColumn="1" w:lastColumn="0" w:noHBand="0" w:noVBand="1"/>
            </w:tblPr>
            <w:tblGrid>
              <w:gridCol w:w="9558"/>
            </w:tblGrid>
            <w:tr w:rsidR="003B47DA" w14:paraId="1EA4F126" w14:textId="77777777" w:rsidTr="00504E97">
              <w:tc>
                <w:tcPr>
                  <w:tcW w:w="9558" w:type="dxa"/>
                  <w:shd w:val="pct12" w:color="auto" w:fill="auto"/>
                </w:tcPr>
                <w:p w14:paraId="5E1048D9" w14:textId="77777777" w:rsidR="003B47DA" w:rsidRPr="0002450E" w:rsidRDefault="003B47DA" w:rsidP="003B47DA">
                  <w:pPr>
                    <w:pStyle w:val="Instructions"/>
                    <w:spacing w:before="120"/>
                    <w:rPr>
                      <w:iCs/>
                    </w:rPr>
                  </w:pPr>
                  <w:r>
                    <w:rPr>
                      <w:iCs/>
                    </w:rPr>
                    <w:t>[NPRR907</w:t>
                  </w:r>
                  <w:r w:rsidRPr="0002450E">
                    <w:rPr>
                      <w:iCs/>
                    </w:rPr>
                    <w:t xml:space="preserve">:  Replace </w:t>
                  </w:r>
                  <w:r>
                    <w:rPr>
                      <w:iCs/>
                    </w:rPr>
                    <w:t>parameter “M1a”</w:t>
                  </w:r>
                  <w:r w:rsidRPr="0002450E">
                    <w:rPr>
                      <w:iCs/>
                    </w:rPr>
                    <w:t xml:space="preserve"> above with the following upon system implementation:]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8"/>
                    <w:gridCol w:w="1702"/>
                    <w:gridCol w:w="5940"/>
                  </w:tblGrid>
                  <w:tr w:rsidR="000929F0" w14:paraId="6B37162D" w14:textId="77777777" w:rsidTr="00504E97">
                    <w:trPr>
                      <w:trHeight w:val="519"/>
                    </w:trPr>
                    <w:tc>
                      <w:tcPr>
                        <w:tcW w:w="1448" w:type="dxa"/>
                      </w:tcPr>
                      <w:p w14:paraId="31C7A7A4" w14:textId="77777777" w:rsidR="000929F0" w:rsidRPr="00E41A69" w:rsidRDefault="000929F0" w:rsidP="000929F0">
                        <w:pPr>
                          <w:pStyle w:val="TableBody"/>
                          <w:rPr>
                            <w:i/>
                          </w:rPr>
                        </w:pPr>
                        <w:r w:rsidRPr="00E41A69">
                          <w:rPr>
                            <w:i/>
                          </w:rPr>
                          <w:t>M1</w:t>
                        </w:r>
                        <w:r>
                          <w:rPr>
                            <w:i/>
                          </w:rPr>
                          <w:t>d</w:t>
                        </w:r>
                      </w:p>
                    </w:tc>
                    <w:tc>
                      <w:tcPr>
                        <w:tcW w:w="1702" w:type="dxa"/>
                      </w:tcPr>
                      <w:p w14:paraId="53770D41" w14:textId="77777777" w:rsidR="000929F0" w:rsidRDefault="000929F0" w:rsidP="000929F0">
                        <w:pPr>
                          <w:pStyle w:val="TableBody"/>
                        </w:pPr>
                        <w:r>
                          <w:t>Days</w:t>
                        </w:r>
                      </w:p>
                    </w:tc>
                    <w:tc>
                      <w:tcPr>
                        <w:tcW w:w="5940" w:type="dxa"/>
                      </w:tcPr>
                      <w:p w14:paraId="194445D1" w14:textId="77777777" w:rsidR="000929F0" w:rsidRDefault="000929F0" w:rsidP="000929F0">
                        <w:pPr>
                          <w:pStyle w:val="TableBody"/>
                        </w:pPr>
                        <w:r>
                          <w:t>8</w:t>
                        </w:r>
                      </w:p>
                    </w:tc>
                  </w:tr>
                </w:tbl>
                <w:p w14:paraId="3B5A9F7A" w14:textId="77777777" w:rsidR="003B47DA" w:rsidRPr="00B35DA1" w:rsidRDefault="003B47DA" w:rsidP="00504E97">
                  <w:pPr>
                    <w:spacing w:after="240"/>
                  </w:pPr>
                </w:p>
              </w:tc>
            </w:tr>
          </w:tbl>
          <w:p w14:paraId="38C412E0" w14:textId="77777777" w:rsidR="00DF0271" w:rsidRPr="00D11FB5" w:rsidRDefault="00DF0271" w:rsidP="0031595F">
            <w:pPr>
              <w:pStyle w:val="TableBody"/>
            </w:pPr>
          </w:p>
        </w:tc>
      </w:tr>
      <w:tr w:rsidR="00DF0271" w:rsidRPr="00BE4766" w14:paraId="4B63D1F6" w14:textId="77777777" w:rsidTr="00504E97">
        <w:trPr>
          <w:trHeight w:val="519"/>
        </w:trPr>
        <w:tc>
          <w:tcPr>
            <w:tcW w:w="2153" w:type="dxa"/>
          </w:tcPr>
          <w:p w14:paraId="1EEADDD9" w14:textId="77777777" w:rsidR="00DF0271" w:rsidRDefault="00DF0271" w:rsidP="0031595F">
            <w:pPr>
              <w:pStyle w:val="TableBody"/>
              <w:rPr>
                <w:i/>
              </w:rPr>
            </w:pPr>
            <w:r>
              <w:rPr>
                <w:i/>
              </w:rPr>
              <w:t>B</w:t>
            </w:r>
          </w:p>
        </w:tc>
        <w:tc>
          <w:tcPr>
            <w:tcW w:w="2300" w:type="dxa"/>
          </w:tcPr>
          <w:p w14:paraId="334D7F36" w14:textId="77777777" w:rsidR="00DF0271" w:rsidRDefault="00DF0271" w:rsidP="0031595F">
            <w:pPr>
              <w:pStyle w:val="TableBody"/>
            </w:pPr>
            <w:r>
              <w:t>Days</w:t>
            </w:r>
          </w:p>
        </w:tc>
        <w:tc>
          <w:tcPr>
            <w:tcW w:w="4637" w:type="dxa"/>
          </w:tcPr>
          <w:p w14:paraId="3F1608FE" w14:textId="77777777" w:rsidR="00DF0271" w:rsidRPr="00D11FB5" w:rsidRDefault="00DF0271" w:rsidP="0031595F">
            <w:pPr>
              <w:pStyle w:val="TableBody"/>
            </w:pPr>
            <w:r w:rsidRPr="00D11FB5">
              <w:t>8</w:t>
            </w:r>
          </w:p>
        </w:tc>
      </w:tr>
      <w:tr w:rsidR="00DF0271" w:rsidRPr="00BE4766" w14:paraId="533AD4A2" w14:textId="77777777" w:rsidTr="00504E97">
        <w:trPr>
          <w:trHeight w:val="519"/>
        </w:trPr>
        <w:tc>
          <w:tcPr>
            <w:tcW w:w="2153" w:type="dxa"/>
          </w:tcPr>
          <w:p w14:paraId="4F7AB477" w14:textId="77777777" w:rsidR="00DF0271" w:rsidRDefault="00DF0271" w:rsidP="0031595F">
            <w:pPr>
              <w:pStyle w:val="TableBody"/>
              <w:rPr>
                <w:i/>
              </w:rPr>
            </w:pPr>
            <w:r>
              <w:rPr>
                <w:i/>
              </w:rPr>
              <w:t>r</w:t>
            </w:r>
          </w:p>
        </w:tc>
        <w:tc>
          <w:tcPr>
            <w:tcW w:w="2300" w:type="dxa"/>
          </w:tcPr>
          <w:p w14:paraId="316A1ADD" w14:textId="77777777" w:rsidR="00DF0271" w:rsidRDefault="00DF0271" w:rsidP="0031595F">
            <w:pPr>
              <w:pStyle w:val="TableBody"/>
            </w:pPr>
            <w:r>
              <w:t>none</w:t>
            </w:r>
          </w:p>
        </w:tc>
        <w:tc>
          <w:tcPr>
            <w:tcW w:w="4637" w:type="dxa"/>
          </w:tcPr>
          <w:p w14:paraId="4E955DC3" w14:textId="77777777" w:rsidR="00DF0271" w:rsidRPr="00D11FB5" w:rsidRDefault="00DF0271" w:rsidP="0031595F">
            <w:pPr>
              <w:pStyle w:val="TableBody"/>
            </w:pPr>
            <w:r>
              <w:t>100,000 per day</w:t>
            </w:r>
          </w:p>
        </w:tc>
      </w:tr>
      <w:tr w:rsidR="00DF0271" w:rsidRPr="00BE4766" w14:paraId="6F759537" w14:textId="77777777" w:rsidTr="00504E97">
        <w:trPr>
          <w:trHeight w:val="519"/>
        </w:trPr>
        <w:tc>
          <w:tcPr>
            <w:tcW w:w="2153" w:type="dxa"/>
          </w:tcPr>
          <w:p w14:paraId="12FC400B" w14:textId="77777777" w:rsidR="00DF0271" w:rsidRDefault="00DF0271" w:rsidP="0031595F">
            <w:pPr>
              <w:pStyle w:val="TableBody"/>
              <w:rPr>
                <w:i/>
              </w:rPr>
            </w:pPr>
            <w:r>
              <w:rPr>
                <w:i/>
              </w:rPr>
              <w:t>DF</w:t>
            </w:r>
          </w:p>
        </w:tc>
        <w:tc>
          <w:tcPr>
            <w:tcW w:w="2300" w:type="dxa"/>
          </w:tcPr>
          <w:p w14:paraId="72319CC4" w14:textId="77777777" w:rsidR="00DF0271" w:rsidRDefault="00DF0271" w:rsidP="0031595F">
            <w:pPr>
              <w:pStyle w:val="TableBody"/>
            </w:pPr>
            <w:r>
              <w:t>Percentage</w:t>
            </w:r>
          </w:p>
        </w:tc>
        <w:tc>
          <w:tcPr>
            <w:tcW w:w="4637" w:type="dxa"/>
          </w:tcPr>
          <w:p w14:paraId="745802F0" w14:textId="77777777" w:rsidR="00DF0271" w:rsidRDefault="00DF0271" w:rsidP="0031595F">
            <w:pPr>
              <w:pStyle w:val="TableBody"/>
            </w:pPr>
            <w:r>
              <w:t>0</w:t>
            </w:r>
          </w:p>
        </w:tc>
      </w:tr>
      <w:tr w:rsidR="00DF0271" w:rsidRPr="00BE4766" w14:paraId="6D9FC4B0" w14:textId="77777777" w:rsidTr="00504E97">
        <w:trPr>
          <w:trHeight w:val="519"/>
        </w:trPr>
        <w:tc>
          <w:tcPr>
            <w:tcW w:w="2153" w:type="dxa"/>
          </w:tcPr>
          <w:p w14:paraId="0CEA4BB4" w14:textId="77777777" w:rsidR="00DF0271" w:rsidRDefault="00DF0271" w:rsidP="0031595F">
            <w:pPr>
              <w:pStyle w:val="TableBody"/>
              <w:rPr>
                <w:i/>
              </w:rPr>
            </w:pPr>
            <w:r>
              <w:rPr>
                <w:i/>
              </w:rPr>
              <w:t>M2</w:t>
            </w:r>
          </w:p>
        </w:tc>
        <w:tc>
          <w:tcPr>
            <w:tcW w:w="2300" w:type="dxa"/>
          </w:tcPr>
          <w:p w14:paraId="13670173" w14:textId="77777777" w:rsidR="00DF0271" w:rsidRDefault="00DF0271" w:rsidP="0031595F">
            <w:pPr>
              <w:pStyle w:val="TableBody"/>
            </w:pPr>
            <w:r>
              <w:t>Days</w:t>
            </w:r>
          </w:p>
        </w:tc>
        <w:tc>
          <w:tcPr>
            <w:tcW w:w="4637" w:type="dxa"/>
          </w:tcPr>
          <w:p w14:paraId="71AF5012" w14:textId="77777777" w:rsidR="00DF0271" w:rsidRPr="00545E0B" w:rsidRDefault="00DF0271" w:rsidP="0031595F">
            <w:pPr>
              <w:pStyle w:val="TableBody"/>
            </w:pPr>
            <w:r w:rsidRPr="00545E0B">
              <w:t>9</w:t>
            </w:r>
          </w:p>
        </w:tc>
      </w:tr>
      <w:tr w:rsidR="00DF0271" w:rsidRPr="00BE4766" w14:paraId="0BC55781" w14:textId="77777777" w:rsidTr="00504E97">
        <w:trPr>
          <w:trHeight w:val="519"/>
        </w:trPr>
        <w:tc>
          <w:tcPr>
            <w:tcW w:w="2153" w:type="dxa"/>
          </w:tcPr>
          <w:p w14:paraId="25498169" w14:textId="77777777" w:rsidR="00DF0271" w:rsidRDefault="00DF0271" w:rsidP="0031595F">
            <w:pPr>
              <w:pStyle w:val="TableBody"/>
              <w:rPr>
                <w:i/>
              </w:rPr>
            </w:pPr>
            <w:proofErr w:type="spellStart"/>
            <w:r>
              <w:rPr>
                <w:i/>
              </w:rPr>
              <w:t>lrq</w:t>
            </w:r>
            <w:proofErr w:type="spellEnd"/>
          </w:p>
        </w:tc>
        <w:tc>
          <w:tcPr>
            <w:tcW w:w="2300" w:type="dxa"/>
          </w:tcPr>
          <w:p w14:paraId="0FF65B29" w14:textId="77777777" w:rsidR="00DF0271" w:rsidRDefault="00DF0271" w:rsidP="0031595F">
            <w:pPr>
              <w:pStyle w:val="TableBody"/>
            </w:pPr>
            <w:r>
              <w:t>Days</w:t>
            </w:r>
          </w:p>
        </w:tc>
        <w:tc>
          <w:tcPr>
            <w:tcW w:w="4637" w:type="dxa"/>
          </w:tcPr>
          <w:p w14:paraId="7913E857" w14:textId="77777777" w:rsidR="00DF0271" w:rsidRPr="00545E0B" w:rsidRDefault="00DF0271" w:rsidP="0031595F">
            <w:pPr>
              <w:pStyle w:val="TableBody"/>
            </w:pPr>
            <w:r w:rsidRPr="007822E6">
              <w:t>40</w:t>
            </w:r>
          </w:p>
        </w:tc>
      </w:tr>
      <w:tr w:rsidR="00DF0271" w:rsidRPr="00BE4766" w14:paraId="24C2A1F1" w14:textId="77777777" w:rsidTr="00504E97">
        <w:trPr>
          <w:trHeight w:val="519"/>
        </w:trPr>
        <w:tc>
          <w:tcPr>
            <w:tcW w:w="2153" w:type="dxa"/>
          </w:tcPr>
          <w:p w14:paraId="2CBABA1E" w14:textId="77777777" w:rsidR="00DF0271" w:rsidRDefault="00DF0271" w:rsidP="0031595F">
            <w:pPr>
              <w:pStyle w:val="TableBody"/>
              <w:rPr>
                <w:i/>
              </w:rPr>
            </w:pPr>
            <w:proofErr w:type="spellStart"/>
            <w:r>
              <w:rPr>
                <w:i/>
              </w:rPr>
              <w:t>lrt</w:t>
            </w:r>
            <w:proofErr w:type="spellEnd"/>
          </w:p>
        </w:tc>
        <w:tc>
          <w:tcPr>
            <w:tcW w:w="2300" w:type="dxa"/>
          </w:tcPr>
          <w:p w14:paraId="1282EAF7" w14:textId="77777777" w:rsidR="00DF0271" w:rsidRDefault="00DF0271" w:rsidP="0031595F">
            <w:pPr>
              <w:pStyle w:val="TableBody"/>
            </w:pPr>
            <w:r>
              <w:t>Days</w:t>
            </w:r>
          </w:p>
        </w:tc>
        <w:tc>
          <w:tcPr>
            <w:tcW w:w="4637" w:type="dxa"/>
          </w:tcPr>
          <w:p w14:paraId="437CC5F2" w14:textId="77777777" w:rsidR="00DF0271" w:rsidRPr="00545E0B" w:rsidRDefault="00DF0271" w:rsidP="0031595F">
            <w:pPr>
              <w:pStyle w:val="TableBody"/>
            </w:pPr>
            <w:r w:rsidRPr="007822E6">
              <w:t>20</w:t>
            </w:r>
          </w:p>
        </w:tc>
      </w:tr>
      <w:tr w:rsidR="00DF0271" w:rsidRPr="00BE4766" w14:paraId="6BAA841A" w14:textId="77777777" w:rsidTr="00504E97">
        <w:trPr>
          <w:trHeight w:val="519"/>
        </w:trPr>
        <w:tc>
          <w:tcPr>
            <w:tcW w:w="9090" w:type="dxa"/>
            <w:gridSpan w:val="3"/>
          </w:tcPr>
          <w:p w14:paraId="59CB69E6" w14:textId="77777777" w:rsidR="00DF0271" w:rsidRDefault="00DF0271" w:rsidP="0031595F">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79ADAB3" w14:textId="77777777" w:rsidR="00613851" w:rsidRPr="00613851" w:rsidRDefault="00613851" w:rsidP="009648F5">
      <w:pPr>
        <w:widowControl w:val="0"/>
        <w:tabs>
          <w:tab w:val="left" w:pos="1620"/>
        </w:tabs>
        <w:spacing w:before="480" w:after="240"/>
        <w:outlineLvl w:val="4"/>
        <w:rPr>
          <w:b/>
          <w:bCs/>
          <w:i/>
          <w:szCs w:val="26"/>
        </w:rPr>
      </w:pPr>
      <w:bookmarkStart w:id="466" w:name="_Toc419200621"/>
      <w:bookmarkStart w:id="467" w:name="_Toc405814007"/>
      <w:bookmarkStart w:id="468" w:name="_Toc309731025"/>
      <w:bookmarkStart w:id="469" w:name="_Toc390438969"/>
      <w:bookmarkStart w:id="470" w:name="_Toc405897667"/>
      <w:bookmarkStart w:id="471" w:name="_Toc415055771"/>
      <w:bookmarkStart w:id="472" w:name="_Toc415055897"/>
      <w:bookmarkStart w:id="473" w:name="_Toc415055996"/>
      <w:bookmarkStart w:id="474" w:name="_Toc415056097"/>
      <w:bookmarkStart w:id="475" w:name="_Toc34728510"/>
      <w:r w:rsidRPr="00613851">
        <w:rPr>
          <w:b/>
          <w:bCs/>
          <w:i/>
          <w:iCs/>
          <w:szCs w:val="26"/>
        </w:rPr>
        <w:t>16.11.4.3.1</w:t>
      </w:r>
      <w:r w:rsidRPr="00613851">
        <w:rPr>
          <w:b/>
          <w:bCs/>
          <w:i/>
          <w:iCs/>
          <w:szCs w:val="26"/>
        </w:rPr>
        <w:tab/>
        <w:t>Day-Ahead Liability Estimate</w:t>
      </w:r>
      <w:bookmarkEnd w:id="466"/>
      <w:bookmarkEnd w:id="467"/>
      <w:bookmarkEnd w:id="468"/>
      <w:bookmarkEnd w:id="475"/>
    </w:p>
    <w:p w14:paraId="5AC4C53D" w14:textId="77777777" w:rsidR="00613851" w:rsidRPr="00613851" w:rsidRDefault="00613851" w:rsidP="009648F5">
      <w:pPr>
        <w:widowControl w:val="0"/>
        <w:spacing w:after="240"/>
        <w:ind w:left="720" w:hanging="720"/>
        <w:rPr>
          <w:iCs/>
        </w:rPr>
      </w:pPr>
      <w:r w:rsidRPr="00613851">
        <w:rPr>
          <w:iCs/>
        </w:rPr>
        <w:t>(1)</w:t>
      </w:r>
      <w:r w:rsidRPr="00613851">
        <w:rPr>
          <w:iCs/>
        </w:rPr>
        <w:tab/>
        <w:t>ERCOT shall estimate Day-Ahead Liability (DAL) for an Operating Day as the sum of estimates for the following DAM Settlement charges and payments:</w:t>
      </w:r>
    </w:p>
    <w:p w14:paraId="49CFA88D" w14:textId="77777777" w:rsidR="00613851" w:rsidRPr="00613851" w:rsidRDefault="00613851" w:rsidP="009648F5">
      <w:pPr>
        <w:widowControl w:val="0"/>
        <w:spacing w:after="240"/>
        <w:ind w:left="1440" w:hanging="720"/>
        <w:rPr>
          <w:iCs/>
        </w:rPr>
      </w:pPr>
      <w:r w:rsidRPr="00613851">
        <w:rPr>
          <w:iCs/>
        </w:rPr>
        <w:t>(a)</w:t>
      </w:r>
      <w:r w:rsidRPr="00613851">
        <w:rPr>
          <w:iCs/>
        </w:rPr>
        <w:tab/>
        <w:t>Section 4.6.2.1, Day-Ahead Energy Payment;</w:t>
      </w:r>
    </w:p>
    <w:p w14:paraId="3E81F892" w14:textId="77777777" w:rsidR="00613851" w:rsidRPr="00613851" w:rsidRDefault="00613851" w:rsidP="009648F5">
      <w:pPr>
        <w:widowControl w:val="0"/>
        <w:spacing w:after="240"/>
        <w:ind w:left="1440" w:hanging="720"/>
        <w:rPr>
          <w:iCs/>
        </w:rPr>
      </w:pPr>
      <w:r w:rsidRPr="00613851">
        <w:rPr>
          <w:iCs/>
        </w:rPr>
        <w:t>(b)</w:t>
      </w:r>
      <w:r w:rsidRPr="00613851">
        <w:rPr>
          <w:iCs/>
        </w:rPr>
        <w:tab/>
        <w:t>Section 4.6.2.2, Day-Ahead Energy Charge;</w:t>
      </w:r>
    </w:p>
    <w:p w14:paraId="1B29E098" w14:textId="77777777" w:rsidR="00613851" w:rsidRPr="00613851" w:rsidRDefault="00613851" w:rsidP="009648F5">
      <w:pPr>
        <w:widowControl w:val="0"/>
        <w:spacing w:after="240"/>
        <w:ind w:left="1440" w:hanging="720"/>
        <w:rPr>
          <w:iCs/>
        </w:rPr>
      </w:pPr>
      <w:r w:rsidRPr="00613851">
        <w:rPr>
          <w:iCs/>
        </w:rPr>
        <w:t>(c)</w:t>
      </w:r>
      <w:r w:rsidRPr="00613851">
        <w:rPr>
          <w:iCs/>
        </w:rPr>
        <w:tab/>
        <w:t>Section 4.6.3, Settlement for PTP Obligations Bought in DAM;</w:t>
      </w:r>
    </w:p>
    <w:p w14:paraId="3099DBBF" w14:textId="77777777" w:rsidR="00613851" w:rsidRPr="00613851" w:rsidRDefault="00613851" w:rsidP="009648F5">
      <w:pPr>
        <w:widowControl w:val="0"/>
        <w:spacing w:after="240"/>
        <w:ind w:left="1440" w:hanging="720"/>
        <w:rPr>
          <w:iCs/>
        </w:rPr>
      </w:pPr>
      <w:r w:rsidRPr="00613851">
        <w:rPr>
          <w:iCs/>
        </w:rPr>
        <w:t>(d)</w:t>
      </w:r>
      <w:r w:rsidRPr="00613851">
        <w:rPr>
          <w:iCs/>
        </w:rPr>
        <w:tab/>
        <w:t>Section 4.6.4.1.1, Regulation Up Service Payment;</w:t>
      </w:r>
    </w:p>
    <w:p w14:paraId="198FEE87" w14:textId="77777777" w:rsidR="00613851" w:rsidRPr="00613851" w:rsidRDefault="00613851" w:rsidP="009648F5">
      <w:pPr>
        <w:widowControl w:val="0"/>
        <w:spacing w:after="240"/>
        <w:ind w:left="1440" w:hanging="720"/>
        <w:rPr>
          <w:iCs/>
        </w:rPr>
      </w:pPr>
      <w:r w:rsidRPr="00613851">
        <w:rPr>
          <w:iCs/>
        </w:rPr>
        <w:t>(e)</w:t>
      </w:r>
      <w:r w:rsidRPr="00613851">
        <w:rPr>
          <w:iCs/>
        </w:rPr>
        <w:tab/>
        <w:t>Section 4.6.4.1.2, Regulation Down Service Payment;</w:t>
      </w:r>
    </w:p>
    <w:p w14:paraId="41BE771A" w14:textId="77777777" w:rsidR="00613851" w:rsidRPr="00613851" w:rsidRDefault="00613851" w:rsidP="009648F5">
      <w:pPr>
        <w:widowControl w:val="0"/>
        <w:spacing w:after="240"/>
        <w:ind w:left="1440" w:hanging="720"/>
        <w:rPr>
          <w:iCs/>
        </w:rPr>
      </w:pPr>
      <w:r w:rsidRPr="00613851">
        <w:rPr>
          <w:iCs/>
        </w:rPr>
        <w:t>(f)</w:t>
      </w:r>
      <w:r w:rsidRPr="00613851">
        <w:rPr>
          <w:iCs/>
        </w:rPr>
        <w:tab/>
        <w:t>Section 4.6.4.1.3, Responsive Reserve Service Payment;</w:t>
      </w:r>
    </w:p>
    <w:p w14:paraId="42EBF3EA" w14:textId="77777777" w:rsidR="00613851" w:rsidRPr="00613851" w:rsidRDefault="00613851" w:rsidP="009648F5">
      <w:pPr>
        <w:widowControl w:val="0"/>
        <w:spacing w:after="240"/>
        <w:ind w:left="1440" w:hanging="720"/>
        <w:rPr>
          <w:iCs/>
        </w:rPr>
      </w:pPr>
      <w:r w:rsidRPr="00613851">
        <w:rPr>
          <w:iCs/>
        </w:rPr>
        <w:t>(g)</w:t>
      </w:r>
      <w:r w:rsidRPr="00613851">
        <w:rPr>
          <w:iCs/>
        </w:rPr>
        <w:tab/>
        <w:t>Section 4.6.4.1.4, Non-Spinning Reserve Service Payment;</w:t>
      </w:r>
    </w:p>
    <w:p w14:paraId="70F93F2E" w14:textId="77777777" w:rsidR="00613851" w:rsidRPr="00613851" w:rsidRDefault="00613851" w:rsidP="009648F5">
      <w:pPr>
        <w:widowControl w:val="0"/>
        <w:spacing w:after="240"/>
        <w:ind w:left="1440" w:hanging="720"/>
        <w:rPr>
          <w:iCs/>
        </w:rPr>
      </w:pPr>
      <w:r w:rsidRPr="00613851">
        <w:rPr>
          <w:iCs/>
        </w:rPr>
        <w:t>(h)</w:t>
      </w:r>
      <w:r w:rsidRPr="00613851">
        <w:rPr>
          <w:iCs/>
        </w:rPr>
        <w:tab/>
        <w:t>Section 4.6.4.2.1, Regulation Up Service Charge;</w:t>
      </w:r>
    </w:p>
    <w:p w14:paraId="24F9CC7C" w14:textId="77777777" w:rsidR="00613851" w:rsidRPr="00613851" w:rsidRDefault="00613851" w:rsidP="009648F5">
      <w:pPr>
        <w:widowControl w:val="0"/>
        <w:spacing w:after="240"/>
        <w:ind w:left="1440" w:hanging="720"/>
        <w:rPr>
          <w:iCs/>
        </w:rPr>
      </w:pPr>
      <w:r w:rsidRPr="00613851">
        <w:rPr>
          <w:iCs/>
        </w:rPr>
        <w:t>(</w:t>
      </w:r>
      <w:proofErr w:type="spellStart"/>
      <w:r w:rsidRPr="00613851">
        <w:rPr>
          <w:iCs/>
        </w:rPr>
        <w:t>i</w:t>
      </w:r>
      <w:proofErr w:type="spellEnd"/>
      <w:r w:rsidRPr="00613851">
        <w:rPr>
          <w:iCs/>
        </w:rPr>
        <w:t>)</w:t>
      </w:r>
      <w:r w:rsidRPr="00613851">
        <w:rPr>
          <w:iCs/>
        </w:rPr>
        <w:tab/>
        <w:t>Section 4.6.4.2.2, Regulation Down Service Charge;</w:t>
      </w:r>
    </w:p>
    <w:p w14:paraId="1E2685CB" w14:textId="77777777" w:rsidR="00613851" w:rsidRPr="00613851" w:rsidRDefault="00613851" w:rsidP="009648F5">
      <w:pPr>
        <w:widowControl w:val="0"/>
        <w:spacing w:after="240"/>
        <w:ind w:left="1440" w:hanging="720"/>
        <w:rPr>
          <w:iCs/>
        </w:rPr>
      </w:pPr>
      <w:r w:rsidRPr="00613851">
        <w:rPr>
          <w:iCs/>
        </w:rPr>
        <w:t>(j)</w:t>
      </w:r>
      <w:r w:rsidRPr="00613851">
        <w:rPr>
          <w:iCs/>
        </w:rPr>
        <w:tab/>
        <w:t>Section 4.6.4.2.3, Responsive Reserve Service Charge;</w:t>
      </w:r>
    </w:p>
    <w:p w14:paraId="46E780EE" w14:textId="77777777" w:rsidR="00613851" w:rsidRPr="00613851" w:rsidRDefault="00613851" w:rsidP="009648F5">
      <w:pPr>
        <w:widowControl w:val="0"/>
        <w:spacing w:after="240"/>
        <w:ind w:left="1440" w:hanging="720"/>
        <w:rPr>
          <w:iCs/>
        </w:rPr>
      </w:pPr>
      <w:r w:rsidRPr="00613851">
        <w:rPr>
          <w:iCs/>
        </w:rPr>
        <w:t>(k)</w:t>
      </w:r>
      <w:r w:rsidRPr="00613851">
        <w:rPr>
          <w:iCs/>
        </w:rPr>
        <w:tab/>
        <w:t>Section 4.6.4.2.4, Non-Spinning Reserve Service Charge;</w:t>
      </w:r>
    </w:p>
    <w:p w14:paraId="3A4A0F8A" w14:textId="77777777" w:rsidR="00613851" w:rsidRPr="00613851" w:rsidRDefault="00613851" w:rsidP="009648F5">
      <w:pPr>
        <w:widowControl w:val="0"/>
        <w:spacing w:after="240"/>
        <w:ind w:left="1440" w:hanging="720"/>
        <w:rPr>
          <w:iCs/>
        </w:rPr>
      </w:pPr>
      <w:r w:rsidRPr="00613851">
        <w:rPr>
          <w:iCs/>
        </w:rPr>
        <w:t>(l)</w:t>
      </w:r>
      <w:r w:rsidRPr="00613851">
        <w:rPr>
          <w:iCs/>
        </w:rPr>
        <w:tab/>
        <w:t>Section 7.9.1.1, Payments and Charges for PTP Obligations Settled in DAM;</w:t>
      </w:r>
    </w:p>
    <w:p w14:paraId="4642FC3F" w14:textId="77777777" w:rsidR="00613851" w:rsidRPr="00613851" w:rsidRDefault="00613851" w:rsidP="009648F5">
      <w:pPr>
        <w:widowControl w:val="0"/>
        <w:spacing w:after="240"/>
        <w:ind w:left="1440" w:hanging="720"/>
        <w:rPr>
          <w:iCs/>
        </w:rPr>
      </w:pPr>
      <w:r w:rsidRPr="00613851">
        <w:rPr>
          <w:iCs/>
        </w:rPr>
        <w:t>(m)</w:t>
      </w:r>
      <w:r w:rsidRPr="00613851">
        <w:rPr>
          <w:iCs/>
        </w:rPr>
        <w:tab/>
        <w:t>Section 7.9.1.2, Payments for PTP Options Settled in DAM;</w:t>
      </w:r>
    </w:p>
    <w:p w14:paraId="12D3D1EF" w14:textId="77777777" w:rsidR="00613851" w:rsidRPr="00613851" w:rsidRDefault="00613851" w:rsidP="009648F5">
      <w:pPr>
        <w:widowControl w:val="0"/>
        <w:spacing w:after="240"/>
        <w:ind w:left="1440" w:hanging="720"/>
        <w:rPr>
          <w:iCs/>
        </w:rPr>
      </w:pPr>
      <w:r w:rsidRPr="00613851">
        <w:rPr>
          <w:iCs/>
        </w:rPr>
        <w:t>(n)</w:t>
      </w:r>
      <w:r w:rsidRPr="00613851">
        <w:rPr>
          <w:iCs/>
        </w:rPr>
        <w:tab/>
        <w:t>Section 7.9.1.5, Payments and Charges for PTP Obligations with Refund Settled in DAM; and</w:t>
      </w:r>
    </w:p>
    <w:p w14:paraId="63297784" w14:textId="77777777" w:rsidR="00613851" w:rsidRPr="00613851" w:rsidRDefault="00613851" w:rsidP="009648F5">
      <w:pPr>
        <w:widowControl w:val="0"/>
        <w:spacing w:after="240"/>
        <w:ind w:left="1440" w:hanging="720"/>
        <w:rPr>
          <w:iCs/>
        </w:rPr>
      </w:pPr>
      <w:r w:rsidRPr="00613851">
        <w:rPr>
          <w:iCs/>
        </w:rPr>
        <w:t>(o)</w:t>
      </w:r>
      <w:r w:rsidRPr="00613851">
        <w:rPr>
          <w:iCs/>
        </w:rPr>
        <w:tab/>
        <w:t>Section 7.9.1.6, Payments for PTP Options with Refund Settled in DAM.</w:t>
      </w:r>
    </w:p>
    <w:p w14:paraId="48DAFDE9" w14:textId="77777777" w:rsidR="00613851" w:rsidRPr="00613851" w:rsidRDefault="00613851" w:rsidP="00613851">
      <w:pPr>
        <w:keepNext/>
        <w:tabs>
          <w:tab w:val="left" w:pos="1620"/>
        </w:tabs>
        <w:spacing w:before="240" w:after="240"/>
        <w:ind w:left="1627" w:hanging="1627"/>
        <w:outlineLvl w:val="4"/>
        <w:rPr>
          <w:b/>
          <w:bCs/>
          <w:i/>
          <w:iCs/>
          <w:szCs w:val="26"/>
        </w:rPr>
      </w:pPr>
      <w:bookmarkStart w:id="476" w:name="_Toc34728511"/>
      <w:r w:rsidRPr="00613851">
        <w:rPr>
          <w:b/>
          <w:bCs/>
          <w:i/>
          <w:iCs/>
          <w:szCs w:val="26"/>
        </w:rPr>
        <w:t>16.11.4.3.2</w:t>
      </w:r>
      <w:r w:rsidRPr="00613851">
        <w:rPr>
          <w:b/>
          <w:bCs/>
          <w:i/>
          <w:iCs/>
          <w:szCs w:val="26"/>
        </w:rPr>
        <w:tab/>
        <w:t>Real-Time Liability Estimate</w:t>
      </w:r>
      <w:bookmarkEnd w:id="476"/>
    </w:p>
    <w:p w14:paraId="144BB042" w14:textId="77777777" w:rsidR="00613851" w:rsidRPr="00613851" w:rsidRDefault="00613851" w:rsidP="00613851">
      <w:pPr>
        <w:keepNext/>
        <w:spacing w:after="240"/>
        <w:ind w:left="720" w:hanging="720"/>
        <w:rPr>
          <w:iCs/>
        </w:rPr>
      </w:pPr>
      <w:r w:rsidRPr="00613851">
        <w:rPr>
          <w:iCs/>
        </w:rPr>
        <w:t>(1)</w:t>
      </w:r>
      <w:r w:rsidRPr="00613851">
        <w:rPr>
          <w:iCs/>
        </w:rPr>
        <w:tab/>
        <w:t>ERCOT shall estimate RTL for an Operating Day as the sum of estimates for the following RTM Settlement charges and payments:</w:t>
      </w:r>
    </w:p>
    <w:p w14:paraId="36B59AEF" w14:textId="77777777" w:rsidR="00613851" w:rsidRPr="00613851" w:rsidRDefault="00613851" w:rsidP="00613851">
      <w:pPr>
        <w:spacing w:after="240"/>
        <w:ind w:left="1440" w:hanging="720"/>
      </w:pPr>
      <w:r w:rsidRPr="00613851">
        <w:t>(a)</w:t>
      </w:r>
      <w:r w:rsidRPr="00613851">
        <w:tab/>
        <w:t xml:space="preserve">Section 6.6.3.1, Real-Time Energy Imbalance Payment or Charge at a Resource Node, using Real-Time Metered Generation (RTMG) as generation estimate; </w:t>
      </w:r>
    </w:p>
    <w:p w14:paraId="70059D2F" w14:textId="77777777" w:rsidR="00613851" w:rsidRPr="00613851" w:rsidRDefault="00613851" w:rsidP="00613851">
      <w:pPr>
        <w:spacing w:after="240"/>
        <w:ind w:left="1440" w:hanging="720"/>
      </w:pPr>
      <w:r w:rsidRPr="00613851">
        <w:t>(b)</w:t>
      </w:r>
      <w:r w:rsidRPr="00613851">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35DA1" w14:paraId="17E52C37" w14:textId="77777777" w:rsidTr="00B7359F">
        <w:tc>
          <w:tcPr>
            <w:tcW w:w="9558" w:type="dxa"/>
            <w:shd w:val="pct12" w:color="auto" w:fill="auto"/>
          </w:tcPr>
          <w:p w14:paraId="226C1687" w14:textId="77777777" w:rsidR="00B35DA1" w:rsidRPr="0002450E" w:rsidRDefault="00B35DA1" w:rsidP="00B7359F">
            <w:pPr>
              <w:pStyle w:val="Instructions"/>
              <w:spacing w:before="120"/>
              <w:rPr>
                <w:iCs/>
              </w:rPr>
            </w:pPr>
            <w:r>
              <w:rPr>
                <w:iCs/>
              </w:rPr>
              <w:t>[NPRR829</w:t>
            </w:r>
            <w:r w:rsidRPr="0002450E">
              <w:rPr>
                <w:iCs/>
              </w:rPr>
              <w:t xml:space="preserve">:  Replace </w:t>
            </w:r>
            <w:r>
              <w:rPr>
                <w:iCs/>
              </w:rPr>
              <w:t>item (b)</w:t>
            </w:r>
            <w:r w:rsidRPr="0002450E">
              <w:rPr>
                <w:iCs/>
              </w:rPr>
              <w:t xml:space="preserve"> above with the following upon system implementation:] </w:t>
            </w:r>
          </w:p>
          <w:p w14:paraId="27A8F5A9" w14:textId="77777777" w:rsidR="00B35DA1" w:rsidRPr="00B35DA1" w:rsidRDefault="00B35DA1" w:rsidP="00B35DA1">
            <w:pPr>
              <w:spacing w:after="240"/>
              <w:ind w:left="1440" w:hanging="720"/>
            </w:pPr>
            <w:r w:rsidRPr="00613851">
              <w:t>(b)</w:t>
            </w:r>
            <w:r w:rsidRPr="00613851">
              <w:tab/>
              <w:t>Section 6.6.3.2, Real-Time Energy Imbalance Payment or Charge at a Load Zone, using 14 day or seven day old LRS for Load estimate</w:t>
            </w:r>
            <w:r>
              <w:t xml:space="preserve"> and Real-Time telemetry of net generation as the generation estimate</w:t>
            </w:r>
            <w:r w:rsidRPr="00613851">
              <w:t>;</w:t>
            </w:r>
          </w:p>
        </w:tc>
      </w:tr>
    </w:tbl>
    <w:p w14:paraId="4DDDE8F6" w14:textId="77777777" w:rsidR="00613851" w:rsidRPr="00613851" w:rsidRDefault="00613851" w:rsidP="00AC0942">
      <w:pPr>
        <w:spacing w:before="240" w:after="240"/>
        <w:ind w:left="1440" w:hanging="720"/>
      </w:pPr>
      <w:r w:rsidRPr="00613851">
        <w:t>(c)</w:t>
      </w:r>
      <w:r w:rsidRPr="00613851">
        <w:tab/>
        <w:t>Section 6.6.3.3, Real-Time Energy Imbalance Payment or Charge at a Hub;</w:t>
      </w:r>
    </w:p>
    <w:p w14:paraId="553EFAEF" w14:textId="77777777" w:rsidR="00613851" w:rsidRPr="00613851" w:rsidRDefault="00613851" w:rsidP="00613851">
      <w:pPr>
        <w:spacing w:after="240"/>
        <w:ind w:left="1440" w:hanging="720"/>
      </w:pPr>
      <w:r w:rsidRPr="00613851">
        <w:t>(d)</w:t>
      </w:r>
      <w:r w:rsidRPr="00613851">
        <w:tab/>
        <w:t>Section 6.6.3.4, Real-Time Energy Payment for DC Tie Import;</w:t>
      </w:r>
    </w:p>
    <w:p w14:paraId="6C2D8D4C" w14:textId="77777777" w:rsidR="00613851" w:rsidRPr="00613851" w:rsidRDefault="00613851" w:rsidP="00613851">
      <w:pPr>
        <w:spacing w:after="240"/>
        <w:ind w:left="1440" w:hanging="720"/>
      </w:pPr>
      <w:r w:rsidRPr="00613851">
        <w:t>(e)</w:t>
      </w:r>
      <w:r w:rsidRPr="00613851">
        <w:tab/>
        <w:t xml:space="preserve">Section 6.6.3.6, Real-Time Energy Charge for DC Tie Export Represented by the QSE Under the </w:t>
      </w:r>
      <w:proofErr w:type="spellStart"/>
      <w:r w:rsidRPr="00613851">
        <w:t>Oklaunion</w:t>
      </w:r>
      <w:proofErr w:type="spellEnd"/>
      <w:r w:rsidRPr="00613851">
        <w:t xml:space="preserve">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1A7AB9" w14:paraId="10C107F0" w14:textId="77777777" w:rsidTr="00767EC3">
        <w:tc>
          <w:tcPr>
            <w:tcW w:w="9558" w:type="dxa"/>
            <w:shd w:val="pct12" w:color="auto" w:fill="auto"/>
          </w:tcPr>
          <w:p w14:paraId="2A927AB9" w14:textId="77777777" w:rsidR="001A7AB9" w:rsidRPr="0002450E" w:rsidRDefault="001A7AB9" w:rsidP="00767EC3">
            <w:pPr>
              <w:pStyle w:val="Instructions"/>
              <w:spacing w:before="120"/>
              <w:rPr>
                <w:iCs/>
              </w:rPr>
            </w:pPr>
            <w:r>
              <w:rPr>
                <w:iCs/>
              </w:rPr>
              <w:t>[NPRR917</w:t>
            </w:r>
            <w:r w:rsidRPr="0002450E">
              <w:rPr>
                <w:iCs/>
              </w:rPr>
              <w:t xml:space="preserve">:  </w:t>
            </w:r>
            <w:r>
              <w:rPr>
                <w:iCs/>
              </w:rPr>
              <w:t>Insert item (f) below</w:t>
            </w:r>
            <w:r w:rsidRPr="0002450E">
              <w:rPr>
                <w:iCs/>
              </w:rPr>
              <w:t xml:space="preserve"> upon system implementation</w:t>
            </w:r>
            <w:r>
              <w:rPr>
                <w:iCs/>
              </w:rPr>
              <w:t xml:space="preserve"> and renumber accordingly</w:t>
            </w:r>
            <w:r w:rsidRPr="0002450E">
              <w:rPr>
                <w:iCs/>
              </w:rPr>
              <w:t xml:space="preserve">:] </w:t>
            </w:r>
          </w:p>
          <w:p w14:paraId="507AC414" w14:textId="77777777" w:rsidR="001A7AB9" w:rsidRPr="00B35DA1" w:rsidRDefault="001A7AB9" w:rsidP="001A7AB9">
            <w:pPr>
              <w:spacing w:after="240"/>
              <w:ind w:left="1440" w:hanging="720"/>
            </w:pPr>
            <w:r w:rsidRPr="00B75A10">
              <w:t>(f)</w:t>
            </w:r>
            <w:r w:rsidRPr="00B75A10">
              <w:tab/>
              <w:t xml:space="preserve">Section 6.6.3.9, Real-Time Payment or Charge for Energy from </w:t>
            </w:r>
            <w:r w:rsidRPr="007A41CB">
              <w:t>a Settlement Only Distribution Generator (SODG) or a Settlement Only Transmission Generator (SOTG)</w:t>
            </w:r>
            <w:r>
              <w:t>,</w:t>
            </w:r>
            <w:r w:rsidRPr="00FF47C6">
              <w:t xml:space="preserve"> using the Real-Time telemetry</w:t>
            </w:r>
            <w:r>
              <w:t>, if provided,</w:t>
            </w:r>
            <w:r w:rsidRPr="00FF47C6">
              <w:t xml:space="preserve"> of net generation as the outflow estimate and the Real-Time Price for each SODG or SOTG site</w:t>
            </w:r>
            <w:r w:rsidRPr="00B75A10">
              <w:t>;</w:t>
            </w:r>
          </w:p>
        </w:tc>
      </w:tr>
    </w:tbl>
    <w:p w14:paraId="585A3F67" w14:textId="77777777" w:rsidR="00613851" w:rsidRPr="00613851" w:rsidRDefault="00613851" w:rsidP="003E021A">
      <w:pPr>
        <w:spacing w:before="240" w:after="240"/>
        <w:ind w:left="1440" w:hanging="720"/>
      </w:pPr>
      <w:r w:rsidRPr="00613851">
        <w:t>(f)</w:t>
      </w:r>
      <w:r w:rsidRPr="00613851">
        <w:tab/>
        <w:t>Section 6.6.4, Real-Time Congestion Payment or Charge for Self-Schedules; and</w:t>
      </w:r>
    </w:p>
    <w:p w14:paraId="193F3B9F" w14:textId="77777777" w:rsidR="00613851" w:rsidRDefault="00613851" w:rsidP="00613851">
      <w:pPr>
        <w:spacing w:after="240"/>
        <w:ind w:left="1440" w:hanging="720"/>
      </w:pPr>
      <w:bookmarkStart w:id="477" w:name="_Toc397670191"/>
      <w:bookmarkStart w:id="478" w:name="_Toc405805793"/>
      <w:bookmarkStart w:id="479" w:name="_Toc422205968"/>
      <w:r w:rsidRPr="00613851">
        <w:t>(g)</w:t>
      </w:r>
      <w:r w:rsidRPr="00613851">
        <w:tab/>
        <w:t>Section 7.9.2.1,</w:t>
      </w:r>
      <w:bookmarkEnd w:id="477"/>
      <w:bookmarkEnd w:id="478"/>
      <w:bookmarkEnd w:id="479"/>
      <w:r w:rsidRPr="00613851">
        <w:t xml:space="preserve"> Payments and Charges for PTP Obligations Settled in Real-Time.</w:t>
      </w:r>
    </w:p>
    <w:p w14:paraId="29DEF723" w14:textId="77777777" w:rsidR="009453A8" w:rsidRDefault="009453A8" w:rsidP="009453A8">
      <w:pPr>
        <w:keepNext/>
        <w:tabs>
          <w:tab w:val="left" w:pos="1620"/>
        </w:tabs>
        <w:spacing w:before="240" w:after="240"/>
        <w:outlineLvl w:val="4"/>
        <w:rPr>
          <w:b/>
          <w:bCs/>
          <w:i/>
          <w:iCs/>
          <w:szCs w:val="26"/>
        </w:rPr>
      </w:pPr>
      <w:bookmarkStart w:id="480" w:name="_Toc34728512"/>
      <w:r w:rsidRPr="00613851">
        <w:rPr>
          <w:b/>
          <w:bCs/>
          <w:i/>
          <w:iCs/>
          <w:szCs w:val="26"/>
        </w:rPr>
        <w:t>16.11.4.3.</w:t>
      </w:r>
      <w:r>
        <w:rPr>
          <w:b/>
          <w:bCs/>
          <w:i/>
          <w:iCs/>
          <w:szCs w:val="26"/>
        </w:rPr>
        <w:t>3</w:t>
      </w:r>
      <w:r w:rsidRPr="00613851">
        <w:rPr>
          <w:b/>
          <w:bCs/>
          <w:i/>
          <w:iCs/>
          <w:szCs w:val="26"/>
        </w:rPr>
        <w:tab/>
      </w:r>
      <w:r>
        <w:rPr>
          <w:b/>
          <w:bCs/>
          <w:i/>
          <w:iCs/>
          <w:szCs w:val="26"/>
        </w:rPr>
        <w:t>Forward Adjustment Factors</w:t>
      </w:r>
      <w:bookmarkEnd w:id="480"/>
    </w:p>
    <w:p w14:paraId="69BBD247" w14:textId="77777777" w:rsidR="009453A8" w:rsidRDefault="009453A8" w:rsidP="009453A8">
      <w:pPr>
        <w:keepNext/>
        <w:spacing w:after="240"/>
        <w:ind w:left="720" w:hanging="720"/>
        <w:rPr>
          <w:iCs/>
        </w:rPr>
      </w:pPr>
      <w:r>
        <w:rPr>
          <w:iCs/>
        </w:rPr>
        <w:t>(1)</w:t>
      </w:r>
      <w:r>
        <w:rPr>
          <w:iCs/>
        </w:rPr>
        <w:tab/>
        <w:t>Forward adjustment factors are used to adjust TPEA based on electricity futures prices.</w:t>
      </w:r>
    </w:p>
    <w:p w14:paraId="657EE274" w14:textId="77777777" w:rsidR="009453A8" w:rsidRDefault="009453A8" w:rsidP="009453A8">
      <w:pPr>
        <w:keepNext/>
        <w:spacing w:after="240"/>
        <w:ind w:left="1440" w:hanging="720"/>
        <w:rPr>
          <w:iCs/>
        </w:rPr>
      </w:pPr>
      <w:r>
        <w:rPr>
          <w:iCs/>
        </w:rPr>
        <w:t>(a)</w:t>
      </w:r>
      <w:r>
        <w:rPr>
          <w:iCs/>
        </w:rPr>
        <w:tab/>
        <w:t xml:space="preserve">Futures Weekly Average Price (FWAP): </w:t>
      </w:r>
    </w:p>
    <w:p w14:paraId="4FC27539" w14:textId="10BAC73C" w:rsidR="009453A8" w:rsidRPr="004143EA" w:rsidRDefault="009453A8" w:rsidP="009453A8">
      <w:pPr>
        <w:spacing w:after="240"/>
      </w:pPr>
      <w:r>
        <w:rPr>
          <w:iCs/>
        </w:rPr>
        <w:tab/>
      </w:r>
      <w:r>
        <w:rPr>
          <w:iCs/>
        </w:rPr>
        <w:tab/>
      </w:r>
      <w:proofErr w:type="spellStart"/>
      <w:r>
        <w:rPr>
          <w:iCs/>
        </w:rPr>
        <w:t>FWAP</w:t>
      </w:r>
      <w:r w:rsidRPr="006B56FB">
        <w:rPr>
          <w:i/>
          <w:iCs/>
          <w:vertAlign w:val="subscript"/>
        </w:rPr>
        <w:t>w</w:t>
      </w:r>
      <w:proofErr w:type="spellEnd"/>
      <w:r>
        <w:rPr>
          <w:iCs/>
        </w:rPr>
        <w:t xml:space="preserve"> = (1/</w:t>
      </w:r>
      <w:proofErr w:type="spellStart"/>
      <w:r w:rsidRPr="00934A67">
        <w:rPr>
          <w:i/>
          <w:iCs/>
        </w:rPr>
        <w:t>nfwh</w:t>
      </w:r>
      <w:proofErr w:type="spellEnd"/>
      <w:r>
        <w:rPr>
          <w:iCs/>
        </w:rPr>
        <w:t xml:space="preserve">) * </w:t>
      </w:r>
      <w:r w:rsidRPr="005D40CD">
        <w:rPr>
          <w:iCs/>
        </w:rPr>
        <w:fldChar w:fldCharType="begin"/>
      </w:r>
      <w:r w:rsidRPr="005D40CD">
        <w:rPr>
          <w:iCs/>
        </w:rPr>
        <w:instrText xml:space="preserve"> QUOTE </w:instrText>
      </w:r>
      <m:oMath>
        <m:nary>
          <m:naryPr>
            <m:chr m:val="∑"/>
            <m:limLoc m:val="undOvr"/>
            <m:ctrlPr>
              <w:rPr>
                <w:rFonts w:ascii="Cambria Math" w:hAnsi="Cambria Math"/>
                <w:i/>
                <w:iCs/>
              </w:rPr>
            </m:ctrlPr>
          </m:naryPr>
          <m:sub>
            <m:r>
              <m:rPr>
                <m:sty m:val="p"/>
              </m:rPr>
              <w:rPr>
                <w:rFonts w:ascii="Cambria Math" w:hAnsi="Cambria Math"/>
              </w:rPr>
              <m:t>fwh=1</m:t>
            </m:r>
          </m:sub>
          <m:sup>
            <m:r>
              <m:rPr>
                <m:sty m:val="p"/>
              </m:rPr>
              <w:rPr>
                <w:rFonts w:ascii="Cambria Math" w:hAnsi="Cambria Math"/>
              </w:rPr>
              <m:t>nfwh</m:t>
            </m:r>
          </m:sup>
          <m:e/>
        </m:nary>
      </m:oMath>
      <w:r w:rsidRPr="005D40CD">
        <w:rPr>
          <w:iCs/>
        </w:rPr>
        <w:instrText xml:space="preserve"> </w:instrText>
      </w:r>
      <w:r w:rsidRPr="005D40CD">
        <w:rPr>
          <w:iCs/>
        </w:rPr>
        <w:fldChar w:fldCharType="end"/>
      </w:r>
      <m:oMath>
        <m:nary>
          <m:naryPr>
            <m:chr m:val="∑"/>
            <m:limLoc m:val="undOvr"/>
            <m:ctrlPr>
              <w:rPr>
                <w:rFonts w:ascii="Cambria Math" w:hAnsi="Cambria Math"/>
                <w:i/>
                <w:iCs/>
              </w:rPr>
            </m:ctrlPr>
          </m:naryPr>
          <m:sub>
            <m:r>
              <w:rPr>
                <w:rFonts w:ascii="Cambria Math" w:hAnsi="Cambria Math"/>
              </w:rPr>
              <m:t>fwh=</m:t>
            </m:r>
            <m:r>
              <w:rPr>
                <w:rFonts w:ascii="Cambria Math" w:hAnsi="Cambria Math"/>
              </w:rPr>
              <m:t>1</m:t>
            </m:r>
          </m:sub>
          <m:sup>
            <m:r>
              <w:rPr>
                <w:rFonts w:ascii="Cambria Math" w:hAnsi="Cambria Math"/>
              </w:rPr>
              <m:t>nfwh</m:t>
            </m:r>
          </m:sup>
          <m:e>
            <m:r>
              <m:rPr>
                <m:sty m:val="p"/>
              </m:rPr>
              <w:rPr>
                <w:rFonts w:ascii="Cambria Math" w:hAnsi="Cambria Math"/>
              </w:rPr>
              <m:t>[</m:t>
            </m:r>
          </m:e>
        </m:nary>
      </m:oMath>
      <w:r w:rsidRPr="005035F1">
        <w:rPr>
          <w:iCs/>
        </w:rPr>
        <w:t xml:space="preserve">FHP </w:t>
      </w:r>
      <w:proofErr w:type="spellStart"/>
      <w:r w:rsidRPr="005035F1">
        <w:rPr>
          <w:i/>
          <w:iCs/>
          <w:vertAlign w:val="subscript"/>
        </w:rPr>
        <w:t>fwh</w:t>
      </w:r>
      <w:proofErr w:type="spellEnd"/>
      <w:r w:rsidRPr="005035F1">
        <w:rPr>
          <w:i/>
          <w:iCs/>
          <w:vertAlign w:val="subscript"/>
        </w:rPr>
        <w:t xml:space="preserve">, </w:t>
      </w:r>
      <w:proofErr w:type="spellStart"/>
      <w:r w:rsidRPr="005035F1">
        <w:rPr>
          <w:i/>
          <w:iCs/>
          <w:vertAlign w:val="subscript"/>
        </w:rPr>
        <w:t>rhub</w:t>
      </w:r>
      <w:proofErr w:type="spellEnd"/>
      <w:r>
        <w:rPr>
          <w:iCs/>
        </w:rPr>
        <w:t>]</w:t>
      </w:r>
    </w:p>
    <w:p w14:paraId="7217F9EC" w14:textId="77777777" w:rsidR="009453A8" w:rsidRDefault="009453A8" w:rsidP="009453A8">
      <w:pPr>
        <w:keepNext/>
        <w:spacing w:after="240"/>
        <w:ind w:left="1440" w:hanging="720"/>
        <w:rPr>
          <w:iCs/>
        </w:rPr>
      </w:pPr>
      <w:r>
        <w:rPr>
          <w:iCs/>
        </w:rPr>
        <w:t>(b)</w:t>
      </w:r>
      <w:r>
        <w:rPr>
          <w:iCs/>
        </w:rPr>
        <w:tab/>
        <w:t xml:space="preserve">Projected Real-Time Forward Average Price (PRFAP): </w:t>
      </w:r>
    </w:p>
    <w:p w14:paraId="1CDBDA5B" w14:textId="6879FEF8" w:rsidR="009453A8" w:rsidRPr="006B56FB" w:rsidRDefault="009453A8" w:rsidP="009453A8">
      <w:pPr>
        <w:spacing w:after="240"/>
        <w:rPr>
          <w:iCs/>
        </w:rPr>
      </w:pPr>
      <w:r>
        <w:rPr>
          <w:iCs/>
        </w:rPr>
        <w:tab/>
      </w:r>
      <w:r>
        <w:rPr>
          <w:iCs/>
        </w:rPr>
        <w:tab/>
        <w:t>PRFAP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5035F1">
        <w:rPr>
          <w:i/>
          <w:iCs/>
        </w:rPr>
        <w:t xml:space="preserve">RWF </w:t>
      </w:r>
      <w:r w:rsidRPr="005035F1">
        <w:rPr>
          <w:i/>
          <w:iCs/>
          <w:vertAlign w:val="subscript"/>
        </w:rPr>
        <w:t>w</w:t>
      </w:r>
      <w:r w:rsidRPr="005035F1">
        <w:rPr>
          <w:iCs/>
        </w:rPr>
        <w:t xml:space="preserve"> * FWAP </w:t>
      </w:r>
      <w:r w:rsidRPr="005035F1">
        <w:rPr>
          <w:i/>
          <w:iCs/>
          <w:vertAlign w:val="subscript"/>
        </w:rPr>
        <w:t>w</w:t>
      </w:r>
      <w:r w:rsidRPr="005035F1">
        <w:rPr>
          <w:iCs/>
        </w:rPr>
        <w:t>]</w:t>
      </w:r>
    </w:p>
    <w:p w14:paraId="3954A635" w14:textId="77777777" w:rsidR="009453A8" w:rsidRDefault="009453A8" w:rsidP="009453A8">
      <w:pPr>
        <w:keepNext/>
        <w:spacing w:after="240"/>
        <w:ind w:left="1440" w:hanging="720"/>
        <w:rPr>
          <w:iCs/>
        </w:rPr>
      </w:pPr>
      <w:r>
        <w:rPr>
          <w:iCs/>
        </w:rPr>
        <w:t>(c)</w:t>
      </w:r>
      <w:r>
        <w:rPr>
          <w:iCs/>
        </w:rPr>
        <w:tab/>
        <w:t xml:space="preserve">Projected Day-Ahead Forward Average Price (PDFAP): </w:t>
      </w:r>
    </w:p>
    <w:p w14:paraId="7F790E3A" w14:textId="7DE520C3" w:rsidR="009453A8" w:rsidRDefault="009453A8" w:rsidP="009453A8">
      <w:pPr>
        <w:keepNext/>
        <w:spacing w:after="240"/>
        <w:ind w:left="1440"/>
        <w:rPr>
          <w:iCs/>
        </w:rPr>
      </w:pPr>
      <w:r>
        <w:rPr>
          <w:iCs/>
        </w:rPr>
        <w:t>PDFAP =</w:t>
      </w:r>
      <w:r>
        <w:rPr>
          <w:position w:val="-6"/>
        </w:rPr>
        <w:t xml:space="preserve"> </w:t>
      </w:r>
      <m:oMath>
        <m:nary>
          <m:naryPr>
            <m:chr m:val="∑"/>
            <m:limLoc m:val="undOvr"/>
            <m:ctrlPr>
              <w:rPr>
                <w:rFonts w:ascii="Cambria Math" w:hAnsi="Cambria Math"/>
                <w:i/>
                <w:iCs/>
              </w:rPr>
            </m:ctrlPr>
          </m:naryPr>
          <m:sub>
            <m:r>
              <w:rPr>
                <w:rFonts w:ascii="Cambria Math" w:hAnsi="Cambria Math"/>
              </w:rPr>
              <m:t>w=1</m:t>
            </m:r>
          </m:sub>
          <m:sup>
            <m:r>
              <w:rPr>
                <w:rFonts w:ascii="Cambria Math" w:hAnsi="Cambria Math"/>
              </w:rPr>
              <m:t>3</m:t>
            </m:r>
          </m:sup>
          <m:e>
            <m:r>
              <m:rPr>
                <m:sty m:val="p"/>
              </m:rPr>
              <w:rPr>
                <w:rFonts w:ascii="Cambria Math" w:hAnsi="Cambria Math"/>
              </w:rPr>
              <m:t>[</m:t>
            </m:r>
          </m:e>
        </m:nary>
      </m:oMath>
      <w:r w:rsidRPr="006B56FB">
        <w:rPr>
          <w:i/>
          <w:iCs/>
        </w:rPr>
        <w:t>D</w:t>
      </w:r>
      <w:r w:rsidRPr="005035F1">
        <w:rPr>
          <w:i/>
          <w:iCs/>
        </w:rPr>
        <w:t xml:space="preserve">WF </w:t>
      </w:r>
      <w:r w:rsidRPr="005035F1">
        <w:rPr>
          <w:i/>
          <w:iCs/>
          <w:vertAlign w:val="subscript"/>
        </w:rPr>
        <w:t>w</w:t>
      </w:r>
      <w:r w:rsidRPr="005035F1">
        <w:rPr>
          <w:iCs/>
        </w:rPr>
        <w:t xml:space="preserve"> * FWAP </w:t>
      </w:r>
      <w:r w:rsidRPr="005035F1">
        <w:rPr>
          <w:i/>
          <w:iCs/>
          <w:vertAlign w:val="subscript"/>
        </w:rPr>
        <w:t>w</w:t>
      </w:r>
      <w:r w:rsidRPr="005035F1">
        <w:rPr>
          <w:iCs/>
        </w:rPr>
        <w:t>]</w:t>
      </w:r>
    </w:p>
    <w:p w14:paraId="6223B224" w14:textId="77777777" w:rsidR="009453A8" w:rsidRDefault="009453A8" w:rsidP="009453A8">
      <w:pPr>
        <w:keepNext/>
        <w:spacing w:after="240"/>
        <w:ind w:left="1440" w:hanging="720"/>
        <w:rPr>
          <w:iCs/>
        </w:rPr>
      </w:pPr>
      <w:r>
        <w:rPr>
          <w:iCs/>
        </w:rPr>
        <w:t>(d)</w:t>
      </w:r>
      <w:r>
        <w:rPr>
          <w:iCs/>
        </w:rPr>
        <w:tab/>
        <w:t xml:space="preserve">Historic Real-Time Settled Average Price (HRSAP): </w:t>
      </w:r>
    </w:p>
    <w:p w14:paraId="0E75FEA6" w14:textId="04B2A5DC" w:rsidR="009453A8" w:rsidRPr="005035F1" w:rsidRDefault="009453A8" w:rsidP="009453A8">
      <w:pPr>
        <w:spacing w:after="240"/>
        <w:rPr>
          <w:i/>
          <w:iCs/>
          <w:vertAlign w:val="subscript"/>
        </w:rPr>
      </w:pPr>
      <w:r>
        <w:rPr>
          <w:iCs/>
        </w:rPr>
        <w:tab/>
      </w:r>
      <w:r>
        <w:rPr>
          <w:iCs/>
        </w:rPr>
        <w:tab/>
        <w:t>HRSAP = (1/</w:t>
      </w:r>
      <w:proofErr w:type="spellStart"/>
      <w:r w:rsidRPr="00934A67">
        <w:rPr>
          <w:i/>
          <w:iCs/>
        </w:rPr>
        <w:t>nhr</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hrh=</m:t>
            </m:r>
            <m:r>
              <w:rPr>
                <w:rFonts w:ascii="Cambria Math" w:hAnsi="Cambria Math"/>
              </w:rPr>
              <m:t>1</m:t>
            </m:r>
          </m:sub>
          <m:sup>
            <m:r>
              <w:rPr>
                <w:rFonts w:ascii="Cambria Math" w:hAnsi="Cambria Math"/>
              </w:rPr>
              <m:t>nhrh</m:t>
            </m:r>
          </m:sup>
          <m:e>
            <m:nary>
              <m:naryPr>
                <m:chr m:val="∑"/>
                <m:limLoc m:val="undOvr"/>
                <m:ctrlPr>
                  <w:rPr>
                    <w:rFonts w:ascii="Cambria Math" w:hAnsi="Cambria Math"/>
                    <w:i/>
                    <w:iCs/>
                  </w:rPr>
                </m:ctrlPr>
              </m:naryPr>
              <m:sub>
                <m:r>
                  <w:rPr>
                    <w:rFonts w:ascii="Cambria Math" w:hAnsi="Cambria Math"/>
                  </w:rPr>
                  <m:t>i=1</m:t>
                </m:r>
              </m:sub>
              <m:sup>
                <m:r>
                  <w:rPr>
                    <w:rFonts w:ascii="Cambria Math" w:hAnsi="Cambria Math"/>
                  </w:rPr>
                  <m:t>4</m:t>
                </m:r>
              </m:sup>
              <m:e>
                <m:r>
                  <m:rPr>
                    <m:sty m:val="p"/>
                  </m:rPr>
                  <w:rPr>
                    <w:rFonts w:ascii="Cambria Math" w:hAnsi="Cambria Math"/>
                  </w:rPr>
                  <m:t>[</m:t>
                </m:r>
              </m:e>
            </m:nary>
          </m:e>
        </m:nary>
      </m:oMath>
      <w:r w:rsidRPr="005035F1">
        <w:rPr>
          <w:iCs/>
        </w:rPr>
        <w:t>RTSPP</w:t>
      </w:r>
      <w:r w:rsidRPr="005035F1">
        <w:rPr>
          <w:i/>
          <w:iCs/>
        </w:rPr>
        <w:t xml:space="preserve"> </w:t>
      </w:r>
      <w:proofErr w:type="spellStart"/>
      <w:r w:rsidRPr="005035F1">
        <w:rPr>
          <w:i/>
          <w:iCs/>
          <w:vertAlign w:val="subscript"/>
        </w:rPr>
        <w:t>hrh</w:t>
      </w:r>
      <w:proofErr w:type="spellEnd"/>
      <w:r w:rsidRPr="005035F1">
        <w:rPr>
          <w:i/>
          <w:iCs/>
          <w:vertAlign w:val="subscript"/>
        </w:rPr>
        <w:t xml:space="preserve">, </w:t>
      </w:r>
      <w:proofErr w:type="spellStart"/>
      <w:r>
        <w:rPr>
          <w:i/>
          <w:iCs/>
          <w:vertAlign w:val="subscript"/>
        </w:rPr>
        <w:t>i</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]/4</w:t>
      </w:r>
    </w:p>
    <w:p w14:paraId="5FB6EB89" w14:textId="77777777" w:rsidR="009453A8" w:rsidRDefault="009453A8" w:rsidP="009453A8">
      <w:pPr>
        <w:keepNext/>
        <w:spacing w:after="240"/>
        <w:ind w:left="1440" w:hanging="720"/>
        <w:rPr>
          <w:iCs/>
        </w:rPr>
      </w:pPr>
      <w:r>
        <w:rPr>
          <w:iCs/>
        </w:rPr>
        <w:t>(e)</w:t>
      </w:r>
      <w:r>
        <w:rPr>
          <w:iCs/>
        </w:rPr>
        <w:tab/>
        <w:t xml:space="preserve">Historic Day-Ahead Settled Average Price (HDSAP): </w:t>
      </w:r>
    </w:p>
    <w:p w14:paraId="0776E0AE" w14:textId="25DBD953" w:rsidR="009453A8" w:rsidRPr="005035F1" w:rsidRDefault="009453A8" w:rsidP="009453A8">
      <w:pPr>
        <w:spacing w:after="240"/>
        <w:rPr>
          <w:i/>
          <w:iCs/>
          <w:vertAlign w:val="subscript"/>
        </w:rPr>
      </w:pPr>
      <w:r>
        <w:rPr>
          <w:iCs/>
        </w:rPr>
        <w:tab/>
      </w:r>
      <w:r>
        <w:rPr>
          <w:iCs/>
        </w:rPr>
        <w:tab/>
        <w:t>HDSAP = (1/</w:t>
      </w:r>
      <w:proofErr w:type="spellStart"/>
      <w:r w:rsidRPr="007D0D4F">
        <w:rPr>
          <w:i/>
          <w:iCs/>
        </w:rPr>
        <w:t>nh</w:t>
      </w:r>
      <w:r>
        <w:rPr>
          <w:i/>
          <w:iCs/>
        </w:rPr>
        <w:t>d</w:t>
      </w:r>
      <w:r w:rsidRPr="007D0D4F">
        <w:rPr>
          <w:i/>
          <w:iCs/>
        </w:rPr>
        <w:t>h</w:t>
      </w:r>
      <w:proofErr w:type="spellEnd"/>
      <w:r>
        <w:rPr>
          <w:iCs/>
        </w:rPr>
        <w:t xml:space="preserve">) * </w:t>
      </w:r>
      <m:oMath>
        <m:nary>
          <m:naryPr>
            <m:chr m:val="∑"/>
            <m:limLoc m:val="undOvr"/>
            <m:ctrlPr>
              <w:rPr>
                <w:rFonts w:ascii="Cambria Math" w:hAnsi="Cambria Math"/>
                <w:i/>
                <w:iCs/>
              </w:rPr>
            </m:ctrlPr>
          </m:naryPr>
          <m:sub>
            <m:r>
              <w:rPr>
                <w:rFonts w:ascii="Cambria Math" w:hAnsi="Cambria Math"/>
              </w:rPr>
              <m:t>hdh=</m:t>
            </m:r>
            <m:r>
              <w:rPr>
                <w:rFonts w:ascii="Cambria Math" w:hAnsi="Cambria Math"/>
              </w:rPr>
              <m:t>1</m:t>
            </m:r>
          </m:sub>
          <m:sup>
            <m:r>
              <w:rPr>
                <w:rFonts w:ascii="Cambria Math" w:hAnsi="Cambria Math"/>
              </w:rPr>
              <m:t>nhdh</m:t>
            </m:r>
          </m:sup>
          <m:e>
            <m:r>
              <m:rPr>
                <m:sty m:val="p"/>
              </m:rPr>
              <w:rPr>
                <w:rFonts w:ascii="Cambria Math" w:hAnsi="Cambria Math"/>
              </w:rPr>
              <m:t>[</m:t>
            </m:r>
          </m:e>
        </m:nary>
      </m:oMath>
      <w:r w:rsidRPr="005035F1">
        <w:rPr>
          <w:iCs/>
        </w:rPr>
        <w:t>DASPP</w:t>
      </w:r>
      <w:r w:rsidRPr="005035F1">
        <w:rPr>
          <w:i/>
          <w:iCs/>
        </w:rPr>
        <w:t xml:space="preserve"> </w:t>
      </w:r>
      <w:proofErr w:type="spellStart"/>
      <w:r w:rsidRPr="005035F1">
        <w:rPr>
          <w:i/>
          <w:iCs/>
          <w:vertAlign w:val="subscript"/>
        </w:rPr>
        <w:t>hdh</w:t>
      </w:r>
      <w:proofErr w:type="spellEnd"/>
      <w:r w:rsidRPr="005035F1">
        <w:rPr>
          <w:i/>
          <w:iCs/>
          <w:vertAlign w:val="subscript"/>
        </w:rPr>
        <w:t xml:space="preserve">, </w:t>
      </w:r>
      <w:proofErr w:type="spellStart"/>
      <w:r w:rsidRPr="005035F1">
        <w:rPr>
          <w:i/>
          <w:iCs/>
          <w:vertAlign w:val="subscript"/>
        </w:rPr>
        <w:t>rhub</w:t>
      </w:r>
      <w:proofErr w:type="spellEnd"/>
      <w:r w:rsidRPr="005035F1">
        <w:rPr>
          <w:iCs/>
        </w:rPr>
        <w:t>]</w:t>
      </w:r>
    </w:p>
    <w:p w14:paraId="76963AFD" w14:textId="77777777" w:rsidR="009453A8" w:rsidRDefault="009453A8" w:rsidP="009453A8">
      <w:pPr>
        <w:keepNext/>
        <w:spacing w:after="240"/>
        <w:ind w:left="1440" w:hanging="720"/>
        <w:rPr>
          <w:iCs/>
        </w:rPr>
      </w:pPr>
      <w:r>
        <w:rPr>
          <w:iCs/>
        </w:rPr>
        <w:t>(f)</w:t>
      </w:r>
      <w:r>
        <w:rPr>
          <w:iCs/>
        </w:rPr>
        <w:tab/>
      </w:r>
      <w:r w:rsidRPr="00CB1534">
        <w:rPr>
          <w:iCs/>
        </w:rPr>
        <w:t xml:space="preserve">Real-Time Forward Adjustment Factor (RFAF): </w:t>
      </w:r>
    </w:p>
    <w:p w14:paraId="7C61FC8F" w14:textId="77777777" w:rsidR="009453A8" w:rsidRDefault="009453A8" w:rsidP="009453A8">
      <w:pPr>
        <w:keepNext/>
        <w:spacing w:after="240"/>
        <w:ind w:left="1440" w:hanging="720"/>
        <w:rPr>
          <w:iCs/>
        </w:rPr>
      </w:pPr>
      <w:r>
        <w:rPr>
          <w:iCs/>
        </w:rPr>
        <w:tab/>
      </w:r>
      <w:r w:rsidRPr="00CB1534">
        <w:rPr>
          <w:iCs/>
        </w:rPr>
        <w:t>RFAF = P</w:t>
      </w:r>
      <w:r>
        <w:rPr>
          <w:iCs/>
        </w:rPr>
        <w:t>R</w:t>
      </w:r>
      <w:r w:rsidRPr="00CB1534">
        <w:rPr>
          <w:iCs/>
        </w:rPr>
        <w:t>FAP/HRSAP</w:t>
      </w:r>
    </w:p>
    <w:p w14:paraId="5622F581" w14:textId="77777777" w:rsidR="009453A8" w:rsidRDefault="009453A8" w:rsidP="009453A8">
      <w:pPr>
        <w:keepNext/>
        <w:spacing w:after="240"/>
        <w:ind w:left="1440" w:hanging="720"/>
        <w:rPr>
          <w:iCs/>
        </w:rPr>
      </w:pPr>
      <w:r>
        <w:rPr>
          <w:iCs/>
        </w:rPr>
        <w:t>(g)</w:t>
      </w:r>
      <w:r>
        <w:rPr>
          <w:iCs/>
        </w:rPr>
        <w:tab/>
        <w:t>Day-Ahead Forward Adjustment Factor (DFAF):</w:t>
      </w:r>
    </w:p>
    <w:p w14:paraId="163143F0" w14:textId="77777777" w:rsidR="009453A8" w:rsidRDefault="009453A8" w:rsidP="009453A8">
      <w:pPr>
        <w:keepNext/>
        <w:spacing w:after="240"/>
        <w:ind w:left="1440" w:hanging="720"/>
      </w:pPr>
      <w:r>
        <w:rPr>
          <w:iCs/>
        </w:rPr>
        <w:tab/>
        <w:t xml:space="preserve">DFAF = PDFAP/HDSAP </w:t>
      </w:r>
    </w:p>
    <w:p w14:paraId="7B07FB24" w14:textId="77777777" w:rsidR="009453A8" w:rsidRDefault="009453A8" w:rsidP="009453A8">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69"/>
        <w:gridCol w:w="1296"/>
        <w:gridCol w:w="6285"/>
      </w:tblGrid>
      <w:tr w:rsidR="009453A8" w14:paraId="72692938" w14:textId="77777777" w:rsidTr="005551AD">
        <w:tc>
          <w:tcPr>
            <w:tcW w:w="1264" w:type="dxa"/>
          </w:tcPr>
          <w:p w14:paraId="7C3A93AD" w14:textId="77777777" w:rsidR="009453A8" w:rsidRDefault="009453A8" w:rsidP="005551AD">
            <w:pPr>
              <w:pStyle w:val="TableHead"/>
            </w:pPr>
            <w:r>
              <w:t>Variable</w:t>
            </w:r>
          </w:p>
        </w:tc>
        <w:tc>
          <w:tcPr>
            <w:tcW w:w="899" w:type="dxa"/>
          </w:tcPr>
          <w:p w14:paraId="6E4060EF" w14:textId="77777777" w:rsidR="009453A8" w:rsidRDefault="009453A8" w:rsidP="005551AD">
            <w:pPr>
              <w:pStyle w:val="TableHead"/>
            </w:pPr>
            <w:r>
              <w:t>Unit</w:t>
            </w:r>
          </w:p>
        </w:tc>
        <w:tc>
          <w:tcPr>
            <w:tcW w:w="7107" w:type="dxa"/>
          </w:tcPr>
          <w:p w14:paraId="36D3B23A" w14:textId="77777777" w:rsidR="009453A8" w:rsidRDefault="009453A8" w:rsidP="005551AD">
            <w:pPr>
              <w:pStyle w:val="TableHead"/>
            </w:pPr>
            <w:r>
              <w:t>Description</w:t>
            </w:r>
          </w:p>
        </w:tc>
      </w:tr>
      <w:tr w:rsidR="009453A8" w14:paraId="18ABD624" w14:textId="77777777" w:rsidTr="005551AD">
        <w:tc>
          <w:tcPr>
            <w:tcW w:w="1264" w:type="dxa"/>
          </w:tcPr>
          <w:p w14:paraId="475F347E" w14:textId="77777777" w:rsidR="009453A8" w:rsidRDefault="009453A8" w:rsidP="005551AD">
            <w:pPr>
              <w:pStyle w:val="TableBody"/>
            </w:pPr>
            <w:r>
              <w:t>PRFAP</w:t>
            </w:r>
          </w:p>
        </w:tc>
        <w:tc>
          <w:tcPr>
            <w:tcW w:w="899" w:type="dxa"/>
          </w:tcPr>
          <w:p w14:paraId="2A6D9606" w14:textId="77777777" w:rsidR="009453A8" w:rsidRDefault="009453A8" w:rsidP="005551AD">
            <w:pPr>
              <w:pStyle w:val="TableBody"/>
              <w:rPr>
                <w:i/>
              </w:rPr>
            </w:pPr>
            <w:r>
              <w:t>$/MWh</w:t>
            </w:r>
          </w:p>
        </w:tc>
        <w:tc>
          <w:tcPr>
            <w:tcW w:w="7107" w:type="dxa"/>
          </w:tcPr>
          <w:p w14:paraId="49212C43" w14:textId="77777777" w:rsidR="009453A8" w:rsidRDefault="009453A8" w:rsidP="005551AD">
            <w:pPr>
              <w:pStyle w:val="TableBody"/>
            </w:pPr>
            <w:r>
              <w:rPr>
                <w:i/>
              </w:rPr>
              <w:t>Projected Real-Time Forward Average Price</w:t>
            </w:r>
            <w:r>
              <w:sym w:font="Symbol" w:char="F0BE"/>
            </w:r>
            <w:r>
              <w:t>The average RTM price per MWh projected forward based on futures market prices.</w:t>
            </w:r>
          </w:p>
        </w:tc>
      </w:tr>
      <w:tr w:rsidR="009453A8" w14:paraId="60681ACE" w14:textId="77777777" w:rsidTr="005551AD">
        <w:tc>
          <w:tcPr>
            <w:tcW w:w="1264" w:type="dxa"/>
          </w:tcPr>
          <w:p w14:paraId="1342E7B7" w14:textId="77777777" w:rsidR="009453A8" w:rsidRDefault="009453A8" w:rsidP="005551AD">
            <w:pPr>
              <w:pStyle w:val="TableBody"/>
            </w:pPr>
            <w:r>
              <w:t>PDFAP</w:t>
            </w:r>
          </w:p>
        </w:tc>
        <w:tc>
          <w:tcPr>
            <w:tcW w:w="899" w:type="dxa"/>
          </w:tcPr>
          <w:p w14:paraId="08C019A5" w14:textId="77777777" w:rsidR="009453A8" w:rsidRDefault="009453A8" w:rsidP="005551AD">
            <w:pPr>
              <w:pStyle w:val="TableBody"/>
            </w:pPr>
            <w:r>
              <w:t>$/MWh</w:t>
            </w:r>
          </w:p>
        </w:tc>
        <w:tc>
          <w:tcPr>
            <w:tcW w:w="7107" w:type="dxa"/>
          </w:tcPr>
          <w:p w14:paraId="4CA49154" w14:textId="77777777" w:rsidR="009453A8" w:rsidRDefault="009453A8" w:rsidP="005551AD">
            <w:pPr>
              <w:pStyle w:val="TableBody"/>
              <w:rPr>
                <w:i/>
              </w:rPr>
            </w:pPr>
            <w:r>
              <w:rPr>
                <w:i/>
              </w:rPr>
              <w:t>Projected Day-Ahead Forward Average Price</w:t>
            </w:r>
            <w:r>
              <w:sym w:font="Symbol" w:char="F0BE"/>
            </w:r>
            <w:r>
              <w:t>The average DAM price per MWh projected forward based on futures market prices.</w:t>
            </w:r>
          </w:p>
        </w:tc>
      </w:tr>
      <w:tr w:rsidR="009453A8" w14:paraId="38A74898" w14:textId="77777777" w:rsidTr="005551AD">
        <w:tc>
          <w:tcPr>
            <w:tcW w:w="1264" w:type="dxa"/>
          </w:tcPr>
          <w:p w14:paraId="14D94221" w14:textId="77777777" w:rsidR="009453A8" w:rsidRDefault="009453A8" w:rsidP="005551AD">
            <w:pPr>
              <w:pStyle w:val="TableBody"/>
            </w:pPr>
            <w:r>
              <w:rPr>
                <w:i/>
              </w:rPr>
              <w:t>w</w:t>
            </w:r>
          </w:p>
        </w:tc>
        <w:tc>
          <w:tcPr>
            <w:tcW w:w="899" w:type="dxa"/>
          </w:tcPr>
          <w:p w14:paraId="6DCAB80A" w14:textId="77777777" w:rsidR="009453A8" w:rsidRDefault="009453A8" w:rsidP="005551AD">
            <w:pPr>
              <w:pStyle w:val="TableBody"/>
            </w:pPr>
            <w:r>
              <w:t>None</w:t>
            </w:r>
          </w:p>
        </w:tc>
        <w:tc>
          <w:tcPr>
            <w:tcW w:w="7107" w:type="dxa"/>
          </w:tcPr>
          <w:p w14:paraId="15033F7D" w14:textId="77777777" w:rsidR="009453A8" w:rsidRPr="006B56FB" w:rsidRDefault="009453A8" w:rsidP="005551AD">
            <w:pPr>
              <w:pStyle w:val="TableBody"/>
            </w:pPr>
            <w:r w:rsidRPr="006B56FB">
              <w:t>One of the three consecutive</w:t>
            </w:r>
            <w:r>
              <w:t xml:space="preserve"> </w:t>
            </w:r>
            <w:r w:rsidRPr="006B56FB">
              <w:t>forward weeks following the current Operating Day.</w:t>
            </w:r>
          </w:p>
        </w:tc>
      </w:tr>
      <w:tr w:rsidR="002F03A7" w14:paraId="2AEF8158" w14:textId="77777777" w:rsidTr="00AC6D4C">
        <w:tc>
          <w:tcPr>
            <w:tcW w:w="9270"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10"/>
            </w:tblGrid>
            <w:tr w:rsidR="002F03A7" w14:paraId="2999674A" w14:textId="77777777" w:rsidTr="00E7014E">
              <w:tc>
                <w:tcPr>
                  <w:tcW w:w="9134" w:type="dxa"/>
                  <w:shd w:val="pct12" w:color="auto" w:fill="auto"/>
                </w:tcPr>
                <w:p w14:paraId="73E0A2D9" w14:textId="45AABB16" w:rsidR="002F03A7" w:rsidRPr="0002450E" w:rsidRDefault="002F03A7" w:rsidP="002F03A7">
                  <w:pPr>
                    <w:pStyle w:val="Instructions"/>
                    <w:spacing w:before="120"/>
                    <w:rPr>
                      <w:iCs/>
                    </w:rPr>
                  </w:pPr>
                  <w:r>
                    <w:rPr>
                      <w:iCs/>
                    </w:rPr>
                    <w:t>[NPRR985</w:t>
                  </w:r>
                  <w:r w:rsidRPr="0002450E">
                    <w:rPr>
                      <w:iCs/>
                    </w:rPr>
                    <w:t xml:space="preserve">:  Replace </w:t>
                  </w:r>
                  <w:r>
                    <w:rPr>
                      <w:iCs/>
                    </w:rPr>
                    <w:t>the variable “w”</w:t>
                  </w:r>
                  <w:r w:rsidRPr="0002450E">
                    <w:rPr>
                      <w:iCs/>
                    </w:rPr>
                    <w:t xml:space="preserve"> above with the following upon system implementation:] </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4"/>
                    <w:gridCol w:w="1260"/>
                    <w:gridCol w:w="6515"/>
                  </w:tblGrid>
                  <w:tr w:rsidR="002F03A7" w:rsidRPr="00367720" w14:paraId="00A94D11" w14:textId="77777777" w:rsidTr="002F03A7">
                    <w:trPr>
                      <w:trHeight w:val="91"/>
                    </w:trPr>
                    <w:tc>
                      <w:tcPr>
                        <w:tcW w:w="1544" w:type="dxa"/>
                      </w:tcPr>
                      <w:p w14:paraId="0BD463D5" w14:textId="303D6044" w:rsidR="002F03A7" w:rsidRPr="00906156" w:rsidRDefault="002F03A7" w:rsidP="002F03A7">
                        <w:pPr>
                          <w:pStyle w:val="TableBody"/>
                        </w:pPr>
                        <w:r w:rsidRPr="008D5459">
                          <w:rPr>
                            <w:i/>
                          </w:rPr>
                          <w:t>w</w:t>
                        </w:r>
                      </w:p>
                    </w:tc>
                    <w:tc>
                      <w:tcPr>
                        <w:tcW w:w="1260" w:type="dxa"/>
                      </w:tcPr>
                      <w:p w14:paraId="6E06A5BD" w14:textId="2BF8E018" w:rsidR="002F03A7" w:rsidRPr="004F59D3" w:rsidRDefault="002F03A7" w:rsidP="002F03A7">
                        <w:pPr>
                          <w:pStyle w:val="TableBody"/>
                        </w:pPr>
                        <w:r w:rsidRPr="008D5459">
                          <w:t>None</w:t>
                        </w:r>
                      </w:p>
                    </w:tc>
                    <w:tc>
                      <w:tcPr>
                        <w:tcW w:w="6515" w:type="dxa"/>
                      </w:tcPr>
                      <w:p w14:paraId="249EF1A7" w14:textId="3156A06F" w:rsidR="002F03A7" w:rsidRPr="00367720" w:rsidRDefault="002F03A7" w:rsidP="002F03A7">
                        <w:pPr>
                          <w:pStyle w:val="TableBody"/>
                          <w:rPr>
                            <w:i/>
                          </w:rPr>
                        </w:pPr>
                        <w:r w:rsidRPr="008D5459">
                          <w:t xml:space="preserve">One of the three consecutive forward weeks </w:t>
                        </w:r>
                        <w:r>
                          <w:t>beginning with</w:t>
                        </w:r>
                        <w:r w:rsidRPr="008D5459">
                          <w:t xml:space="preserve"> </w:t>
                        </w:r>
                        <w:r>
                          <w:t xml:space="preserve">the current </w:t>
                        </w:r>
                        <w:r w:rsidRPr="008D5459">
                          <w:t>Operating Day.</w:t>
                        </w:r>
                      </w:p>
                    </w:tc>
                  </w:tr>
                </w:tbl>
                <w:p w14:paraId="79FE3DE5" w14:textId="77777777" w:rsidR="002F03A7" w:rsidRPr="00B35DA1" w:rsidRDefault="002F03A7" w:rsidP="002F03A7">
                  <w:pPr>
                    <w:pStyle w:val="TableBody"/>
                    <w:ind w:left="1710"/>
                  </w:pPr>
                </w:p>
              </w:tc>
            </w:tr>
          </w:tbl>
          <w:p w14:paraId="117E076C" w14:textId="77777777" w:rsidR="002F03A7" w:rsidRPr="006B56FB" w:rsidRDefault="002F03A7" w:rsidP="005551AD">
            <w:pPr>
              <w:pStyle w:val="TableBody"/>
            </w:pPr>
          </w:p>
        </w:tc>
      </w:tr>
      <w:tr w:rsidR="009453A8" w14:paraId="72D82C44" w14:textId="77777777" w:rsidTr="005551AD">
        <w:tc>
          <w:tcPr>
            <w:tcW w:w="1264" w:type="dxa"/>
          </w:tcPr>
          <w:p w14:paraId="0498D32D" w14:textId="77777777" w:rsidR="009453A8" w:rsidRPr="0021233C" w:rsidRDefault="009453A8" w:rsidP="005551AD">
            <w:pPr>
              <w:pStyle w:val="TableBody"/>
            </w:pPr>
            <w:proofErr w:type="spellStart"/>
            <w:r w:rsidRPr="006B56FB">
              <w:rPr>
                <w:i/>
              </w:rPr>
              <w:t>RWF</w:t>
            </w:r>
            <w:r w:rsidRPr="00240B9F">
              <w:rPr>
                <w:i/>
                <w:vertAlign w:val="subscript"/>
              </w:rPr>
              <w:t>w</w:t>
            </w:r>
            <w:proofErr w:type="spellEnd"/>
          </w:p>
        </w:tc>
        <w:tc>
          <w:tcPr>
            <w:tcW w:w="899" w:type="dxa"/>
          </w:tcPr>
          <w:p w14:paraId="75EA24A9" w14:textId="77777777" w:rsidR="009453A8" w:rsidRDefault="009453A8" w:rsidP="005551AD">
            <w:pPr>
              <w:pStyle w:val="TableBody"/>
            </w:pPr>
            <w:r>
              <w:t>None</w:t>
            </w:r>
          </w:p>
        </w:tc>
        <w:tc>
          <w:tcPr>
            <w:tcW w:w="7107" w:type="dxa"/>
          </w:tcPr>
          <w:p w14:paraId="328D53E4" w14:textId="77777777" w:rsidR="009453A8" w:rsidRDefault="009453A8" w:rsidP="005551AD">
            <w:pPr>
              <w:pStyle w:val="TableBody"/>
              <w:rPr>
                <w:i/>
              </w:rPr>
            </w:pPr>
            <w:r>
              <w:rPr>
                <w:i/>
              </w:rPr>
              <w:t xml:space="preserve">Real-Time Weight Factor for forward week w </w:t>
            </w:r>
            <w:r>
              <w:rPr>
                <w:iCs w:val="0"/>
              </w:rPr>
              <w:t xml:space="preserve">such that </w:t>
            </w:r>
            <w:r w:rsidRPr="0086681B">
              <w:rPr>
                <w:rFonts w:ascii="Cambria Math" w:hAnsi="Cambria Math"/>
              </w:rPr>
              <w:br/>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RW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r w:rsidRPr="00B77CA9">
              <w:fldChar w:fldCharType="begin"/>
            </w:r>
            <w:r w:rsidRPr="00B77CA9">
              <w:instrText xml:space="preserve"> QUOTE </w:instrText>
            </w:r>
            <m:oMath>
              <m:nary>
                <m:naryPr>
                  <m:chr m:val="∑"/>
                  <m:limLoc m:val="undOvr"/>
                  <m:ctrlPr>
                    <w:rPr>
                      <w:rFonts w:ascii="Cambria Math" w:hAnsi="Cambria Math"/>
                      <w:i/>
                    </w:rPr>
                  </m:ctrlPr>
                </m:naryPr>
                <m:sub>
                  <m:r>
                    <m:rPr>
                      <m:sty m:val="p"/>
                    </m:rPr>
                    <w:rPr>
                      <w:rFonts w:ascii="Cambria Math" w:hAnsi="Cambria Math"/>
                    </w:rPr>
                    <m:t>w=1</m:t>
                  </m:r>
                </m:sub>
                <m:sup>
                  <m:r>
                    <m:rPr>
                      <m:sty m:val="p"/>
                    </m:rPr>
                    <w:rPr>
                      <w:rFonts w:ascii="Cambria Math" w:hAnsi="Cambria Math"/>
                    </w:rPr>
                    <m:t>3</m:t>
                  </m:r>
                </m:sup>
                <m:e>
                  <m:r>
                    <m:rPr>
                      <m:sty m:val="p"/>
                    </m:rPr>
                    <w:rPr>
                      <w:rFonts w:ascii="Cambria Math" w:hAnsi="Cambria Math"/>
                    </w:rPr>
                    <m:t>w</m:t>
                  </m:r>
                </m:e>
              </m:nary>
              <m:r>
                <m:rPr>
                  <m:sty m:val="p"/>
                </m:rPr>
                <w:rPr>
                  <w:rFonts w:ascii="Cambria Math" w:hAnsi="Cambria Math"/>
                </w:rPr>
                <m:t>=1</m:t>
              </m:r>
            </m:oMath>
            <w:r w:rsidRPr="00B77CA9">
              <w:instrText xml:space="preserve"> </w:instrText>
            </w:r>
            <w:r w:rsidRPr="00B77CA9">
              <w:fldChar w:fldCharType="end"/>
            </w:r>
          </w:p>
        </w:tc>
      </w:tr>
      <w:tr w:rsidR="009453A8" w14:paraId="40D55130" w14:textId="77777777" w:rsidTr="005551AD">
        <w:tc>
          <w:tcPr>
            <w:tcW w:w="1264" w:type="dxa"/>
          </w:tcPr>
          <w:p w14:paraId="6A270FC2" w14:textId="77777777" w:rsidR="009453A8" w:rsidRDefault="009453A8" w:rsidP="005551AD">
            <w:pPr>
              <w:pStyle w:val="TableBody"/>
              <w:rPr>
                <w:i/>
              </w:rPr>
            </w:pPr>
            <w:proofErr w:type="spellStart"/>
            <w:r w:rsidRPr="006B56FB">
              <w:rPr>
                <w:i/>
              </w:rPr>
              <w:t>DWF</w:t>
            </w:r>
            <w:r w:rsidRPr="00240B9F">
              <w:rPr>
                <w:i/>
                <w:vertAlign w:val="subscript"/>
              </w:rPr>
              <w:t>w</w:t>
            </w:r>
            <w:proofErr w:type="spellEnd"/>
          </w:p>
        </w:tc>
        <w:tc>
          <w:tcPr>
            <w:tcW w:w="899" w:type="dxa"/>
          </w:tcPr>
          <w:p w14:paraId="77946468" w14:textId="77777777" w:rsidR="009453A8" w:rsidRDefault="009453A8" w:rsidP="005551AD">
            <w:pPr>
              <w:pStyle w:val="TableBody"/>
            </w:pPr>
            <w:r>
              <w:t>None</w:t>
            </w:r>
          </w:p>
        </w:tc>
        <w:tc>
          <w:tcPr>
            <w:tcW w:w="7107" w:type="dxa"/>
          </w:tcPr>
          <w:p w14:paraId="71F8661D" w14:textId="77777777" w:rsidR="00EC3B71" w:rsidRDefault="009453A8" w:rsidP="00EC3B71">
            <w:pPr>
              <w:pStyle w:val="TableBody"/>
              <w:rPr>
                <w:iCs w:val="0"/>
              </w:rPr>
            </w:pPr>
            <w:r>
              <w:rPr>
                <w:i/>
              </w:rPr>
              <w:t xml:space="preserve">Day-Ahead Weight Factor for forward week w </w:t>
            </w:r>
            <w:r>
              <w:rPr>
                <w:iCs w:val="0"/>
              </w:rPr>
              <w:t>such that</w:t>
            </w:r>
          </w:p>
          <w:p w14:paraId="12DCEF4E" w14:textId="64C804E3" w:rsidR="009453A8" w:rsidRPr="00EC3B71" w:rsidRDefault="009453A8" w:rsidP="00EC3B71">
            <w:pPr>
              <w:pStyle w:val="TableBody"/>
              <w:rPr>
                <w:i/>
              </w:rPr>
            </w:pPr>
            <w:r>
              <w:rPr>
                <w:iCs w:val="0"/>
              </w:rPr>
              <w:t xml:space="preserve"> </w:t>
            </w:r>
            <m:oMath>
              <m:nary>
                <m:naryPr>
                  <m:chr m:val="∑"/>
                  <m:limLoc m:val="undOvr"/>
                  <m:ctrlPr>
                    <w:rPr>
                      <w:rFonts w:ascii="Cambria Math" w:hAnsi="Cambria Math"/>
                      <w:i/>
                    </w:rPr>
                  </m:ctrlPr>
                </m:naryPr>
                <m:sub>
                  <m:r>
                    <w:rPr>
                      <w:rFonts w:ascii="Cambria Math" w:hAnsi="Cambria Math"/>
                    </w:rPr>
                    <m:t>w=1</m:t>
                  </m:r>
                </m:sub>
                <m:sup>
                  <m:r>
                    <w:rPr>
                      <w:rFonts w:ascii="Cambria Math" w:hAnsi="Cambria Math"/>
                    </w:rPr>
                    <m:t>3</m:t>
                  </m:r>
                </m:sup>
                <m:e>
                  <m:r>
                    <w:rPr>
                      <w:rFonts w:ascii="Cambria Math" w:hAnsi="Cambria Math"/>
                    </w:rPr>
                    <m:t>DW</m:t>
                  </m:r>
                  <m:sSub>
                    <m:sSubPr>
                      <m:ctrlPr>
                        <w:rPr>
                          <w:rFonts w:ascii="Cambria Math" w:eastAsia="Calibri" w:hAnsi="Cambria Math"/>
                          <w:i/>
                        </w:rPr>
                      </m:ctrlPr>
                    </m:sSubPr>
                    <m:e>
                      <m:r>
                        <w:rPr>
                          <w:rFonts w:ascii="Cambria Math" w:hAnsi="Cambria Math"/>
                        </w:rPr>
                        <m:t>F</m:t>
                      </m:r>
                    </m:e>
                    <m:sub>
                      <m:r>
                        <w:rPr>
                          <w:rFonts w:ascii="Cambria Math" w:hAnsi="Cambria Math"/>
                        </w:rPr>
                        <m:t>w</m:t>
                      </m:r>
                    </m:sub>
                  </m:sSub>
                  <m:r>
                    <w:rPr>
                      <w:rFonts w:ascii="Cambria Math" w:hAnsi="Cambria Math"/>
                    </w:rPr>
                    <m:t>=1</m:t>
                  </m:r>
                </m:e>
              </m:nary>
            </m:oMath>
          </w:p>
        </w:tc>
      </w:tr>
      <w:tr w:rsidR="009453A8" w14:paraId="369BE066" w14:textId="77777777" w:rsidTr="005551AD">
        <w:tc>
          <w:tcPr>
            <w:tcW w:w="1264" w:type="dxa"/>
          </w:tcPr>
          <w:p w14:paraId="52986DB6" w14:textId="77777777" w:rsidR="009453A8" w:rsidRPr="00A82C3C" w:rsidRDefault="009453A8" w:rsidP="005551AD">
            <w:pPr>
              <w:pStyle w:val="TableBody"/>
              <w:rPr>
                <w:i/>
              </w:rPr>
            </w:pPr>
            <w:proofErr w:type="spellStart"/>
            <w:r>
              <w:rPr>
                <w:i/>
              </w:rPr>
              <w:t>fwh</w:t>
            </w:r>
            <w:proofErr w:type="spellEnd"/>
          </w:p>
        </w:tc>
        <w:tc>
          <w:tcPr>
            <w:tcW w:w="899" w:type="dxa"/>
          </w:tcPr>
          <w:p w14:paraId="3CB5BFB3" w14:textId="77777777" w:rsidR="009453A8" w:rsidRDefault="009453A8" w:rsidP="005551AD">
            <w:pPr>
              <w:pStyle w:val="TableBody"/>
            </w:pPr>
            <w:r>
              <w:t>None</w:t>
            </w:r>
          </w:p>
        </w:tc>
        <w:tc>
          <w:tcPr>
            <w:tcW w:w="7107" w:type="dxa"/>
          </w:tcPr>
          <w:p w14:paraId="2388150A" w14:textId="77777777" w:rsidR="009453A8" w:rsidRDefault="009453A8" w:rsidP="005551AD">
            <w:pPr>
              <w:pStyle w:val="TableBody"/>
              <w:rPr>
                <w:i/>
              </w:rPr>
            </w:pPr>
            <w:r>
              <w:rPr>
                <w:i/>
              </w:rPr>
              <w:t>Forward Week Hour</w:t>
            </w:r>
            <w:r>
              <w:sym w:font="Symbol" w:char="F0BE"/>
            </w:r>
            <w:r w:rsidRPr="00240B9F">
              <w:t xml:space="preserve">An </w:t>
            </w:r>
            <w:r>
              <w:t>Operating H</w:t>
            </w:r>
            <w:r w:rsidRPr="00240B9F">
              <w:t xml:space="preserve">our from a </w:t>
            </w:r>
            <w:r>
              <w:t>f</w:t>
            </w:r>
            <w:r w:rsidRPr="00240B9F">
              <w:t>orward</w:t>
            </w:r>
            <w:r>
              <w:t xml:space="preserve"> w</w:t>
            </w:r>
            <w:r w:rsidRPr="00240B9F">
              <w:t xml:space="preserve">eek </w:t>
            </w:r>
            <w:r w:rsidRPr="00240B9F">
              <w:rPr>
                <w:i/>
              </w:rPr>
              <w:t>w</w:t>
            </w:r>
            <w:r w:rsidRPr="00240B9F">
              <w:t>.</w:t>
            </w:r>
          </w:p>
        </w:tc>
      </w:tr>
      <w:tr w:rsidR="009453A8" w14:paraId="586DB612" w14:textId="77777777" w:rsidTr="005551AD">
        <w:tc>
          <w:tcPr>
            <w:tcW w:w="1264" w:type="dxa"/>
          </w:tcPr>
          <w:p w14:paraId="14FC72A3" w14:textId="77777777" w:rsidR="009453A8" w:rsidRDefault="009453A8" w:rsidP="005551AD">
            <w:pPr>
              <w:pStyle w:val="TableBody"/>
              <w:rPr>
                <w:i/>
              </w:rPr>
            </w:pPr>
            <w:proofErr w:type="spellStart"/>
            <w:r>
              <w:rPr>
                <w:i/>
              </w:rPr>
              <w:t>nfwh</w:t>
            </w:r>
            <w:proofErr w:type="spellEnd"/>
          </w:p>
        </w:tc>
        <w:tc>
          <w:tcPr>
            <w:tcW w:w="899" w:type="dxa"/>
          </w:tcPr>
          <w:p w14:paraId="33C698EE" w14:textId="77777777" w:rsidR="009453A8" w:rsidRDefault="009453A8" w:rsidP="005551AD">
            <w:pPr>
              <w:pStyle w:val="TableBody"/>
            </w:pPr>
            <w:r>
              <w:t>None</w:t>
            </w:r>
          </w:p>
        </w:tc>
        <w:tc>
          <w:tcPr>
            <w:tcW w:w="7107" w:type="dxa"/>
          </w:tcPr>
          <w:p w14:paraId="64E5A166" w14:textId="77777777" w:rsidR="009453A8" w:rsidRPr="00240B9F" w:rsidRDefault="009453A8" w:rsidP="005551AD">
            <w:pPr>
              <w:pStyle w:val="TableBody"/>
            </w:pPr>
            <w:r>
              <w:rPr>
                <w:i/>
              </w:rPr>
              <w:t>Number of Forward Week Hours</w:t>
            </w:r>
            <w:r>
              <w:sym w:font="Symbol" w:char="F0BE"/>
            </w:r>
            <w:r>
              <w:t>Total number of hours in a forward week.</w:t>
            </w:r>
          </w:p>
        </w:tc>
      </w:tr>
      <w:tr w:rsidR="009453A8" w14:paraId="7E4200E0" w14:textId="77777777" w:rsidTr="005551AD">
        <w:tc>
          <w:tcPr>
            <w:tcW w:w="1264" w:type="dxa"/>
          </w:tcPr>
          <w:p w14:paraId="03EEBF96" w14:textId="77777777" w:rsidR="009453A8" w:rsidRDefault="009453A8" w:rsidP="005551AD">
            <w:pPr>
              <w:pStyle w:val="TableBody"/>
              <w:rPr>
                <w:i/>
              </w:rPr>
            </w:pPr>
            <w:proofErr w:type="spellStart"/>
            <w:r>
              <w:rPr>
                <w:i/>
              </w:rPr>
              <w:t>r</w:t>
            </w:r>
            <w:r w:rsidRPr="006E7FC0">
              <w:rPr>
                <w:i/>
              </w:rPr>
              <w:t>hub</w:t>
            </w:r>
            <w:proofErr w:type="spellEnd"/>
          </w:p>
        </w:tc>
        <w:tc>
          <w:tcPr>
            <w:tcW w:w="899" w:type="dxa"/>
          </w:tcPr>
          <w:p w14:paraId="7938984F" w14:textId="77777777" w:rsidR="009453A8" w:rsidRDefault="009453A8" w:rsidP="005551AD">
            <w:pPr>
              <w:pStyle w:val="TableBody"/>
            </w:pPr>
            <w:r>
              <w:t>None</w:t>
            </w:r>
          </w:p>
        </w:tc>
        <w:tc>
          <w:tcPr>
            <w:tcW w:w="7107" w:type="dxa"/>
          </w:tcPr>
          <w:p w14:paraId="0B37FF18" w14:textId="77777777" w:rsidR="009453A8" w:rsidRDefault="009453A8" w:rsidP="005551AD">
            <w:pPr>
              <w:pStyle w:val="TableBody"/>
              <w:rPr>
                <w:i/>
              </w:rPr>
            </w:pPr>
            <w:r>
              <w:rPr>
                <w:i/>
              </w:rPr>
              <w:t>Reference Hub</w:t>
            </w:r>
            <w:r w:rsidRPr="00193B05">
              <w:sym w:font="Symbol" w:char="F0BE"/>
            </w:r>
            <w:r>
              <w:t>The electrical Hub used as a reference for futures mark-to-market prices</w:t>
            </w:r>
            <w:r w:rsidRPr="00193B05">
              <w:t>.</w:t>
            </w:r>
          </w:p>
        </w:tc>
      </w:tr>
      <w:tr w:rsidR="009453A8" w14:paraId="63791361" w14:textId="77777777" w:rsidTr="005551AD">
        <w:tc>
          <w:tcPr>
            <w:tcW w:w="1264" w:type="dxa"/>
          </w:tcPr>
          <w:p w14:paraId="45288451" w14:textId="77777777" w:rsidR="009453A8" w:rsidRPr="00271210" w:rsidRDefault="009453A8" w:rsidP="005551AD">
            <w:pPr>
              <w:pStyle w:val="TableBody"/>
            </w:pPr>
            <w:proofErr w:type="spellStart"/>
            <w:r>
              <w:t>FWAP</w:t>
            </w:r>
            <w:r w:rsidRPr="00240B9F">
              <w:rPr>
                <w:i/>
                <w:vertAlign w:val="subscript"/>
              </w:rPr>
              <w:t>w</w:t>
            </w:r>
            <w:proofErr w:type="spellEnd"/>
          </w:p>
        </w:tc>
        <w:tc>
          <w:tcPr>
            <w:tcW w:w="899" w:type="dxa"/>
          </w:tcPr>
          <w:p w14:paraId="3E68E37A" w14:textId="77777777" w:rsidR="009453A8" w:rsidRDefault="009453A8" w:rsidP="005551AD">
            <w:pPr>
              <w:pStyle w:val="TableBody"/>
            </w:pPr>
            <w:r>
              <w:t>$/MWh</w:t>
            </w:r>
          </w:p>
        </w:tc>
        <w:tc>
          <w:tcPr>
            <w:tcW w:w="7107" w:type="dxa"/>
          </w:tcPr>
          <w:p w14:paraId="58EBA72B" w14:textId="77777777" w:rsidR="009453A8" w:rsidRDefault="009453A8" w:rsidP="005551AD">
            <w:pPr>
              <w:pStyle w:val="TableBody"/>
            </w:pPr>
            <w:r>
              <w:rPr>
                <w:i/>
              </w:rPr>
              <w:t>Futures Weekly Average Price for week w</w:t>
            </w:r>
            <w:r>
              <w:sym w:font="Symbol" w:char="F0BE"/>
            </w:r>
            <w:r>
              <w:t xml:space="preserve">The average futures price for the hours of the forward week </w:t>
            </w:r>
            <w:r w:rsidRPr="00240B9F">
              <w:rPr>
                <w:i/>
              </w:rPr>
              <w:t>w</w:t>
            </w:r>
            <w:r>
              <w:t>.</w:t>
            </w:r>
          </w:p>
        </w:tc>
      </w:tr>
      <w:tr w:rsidR="009453A8" w14:paraId="6DBBAA35" w14:textId="77777777" w:rsidTr="005551AD">
        <w:tc>
          <w:tcPr>
            <w:tcW w:w="1264" w:type="dxa"/>
          </w:tcPr>
          <w:p w14:paraId="36E96C9F" w14:textId="77777777" w:rsidR="009453A8" w:rsidRDefault="009453A8" w:rsidP="005551AD">
            <w:pPr>
              <w:pStyle w:val="TableBody"/>
            </w:pPr>
            <w:r>
              <w:t>FHP</w:t>
            </w:r>
            <w:r w:rsidRPr="00CE4C14">
              <w:rPr>
                <w:vertAlign w:val="subscript"/>
              </w:rPr>
              <w:t xml:space="preserve"> </w:t>
            </w:r>
            <w:proofErr w:type="spellStart"/>
            <w:r w:rsidRPr="00240B9F">
              <w:rPr>
                <w:i/>
                <w:vertAlign w:val="subscript"/>
              </w:rPr>
              <w:t>fwh</w:t>
            </w:r>
            <w:proofErr w:type="spellEnd"/>
            <w:r>
              <w:rPr>
                <w:i/>
                <w:vertAlign w:val="subscript"/>
              </w:rPr>
              <w:t xml:space="preserve">, </w:t>
            </w:r>
            <w:proofErr w:type="spellStart"/>
            <w:r>
              <w:rPr>
                <w:i/>
                <w:vertAlign w:val="subscript"/>
              </w:rPr>
              <w:t>rhub</w:t>
            </w:r>
            <w:proofErr w:type="spellEnd"/>
          </w:p>
        </w:tc>
        <w:tc>
          <w:tcPr>
            <w:tcW w:w="899" w:type="dxa"/>
          </w:tcPr>
          <w:p w14:paraId="33F8D752" w14:textId="77777777" w:rsidR="009453A8" w:rsidRDefault="009453A8" w:rsidP="005551AD">
            <w:pPr>
              <w:pStyle w:val="TableBody"/>
            </w:pPr>
            <w:r w:rsidRPr="00CE4C14">
              <w:t>$/MWh</w:t>
            </w:r>
          </w:p>
        </w:tc>
        <w:tc>
          <w:tcPr>
            <w:tcW w:w="7107" w:type="dxa"/>
          </w:tcPr>
          <w:p w14:paraId="6C692A2C" w14:textId="77777777" w:rsidR="009453A8" w:rsidRDefault="009453A8" w:rsidP="005551AD">
            <w:pPr>
              <w:pStyle w:val="TableBody"/>
            </w:pPr>
            <w:r>
              <w:rPr>
                <w:i/>
              </w:rPr>
              <w:t xml:space="preserve">Futures Hourly Price of the Reference Hub </w:t>
            </w:r>
            <w:proofErr w:type="spellStart"/>
            <w:r>
              <w:rPr>
                <w:i/>
              </w:rPr>
              <w:t>rhub</w:t>
            </w:r>
            <w:proofErr w:type="spellEnd"/>
            <w:r>
              <w:rPr>
                <w:i/>
              </w:rPr>
              <w:t xml:space="preserve"> for Forward Week Hour </w:t>
            </w:r>
            <w:proofErr w:type="spellStart"/>
            <w:r>
              <w:rPr>
                <w:i/>
              </w:rPr>
              <w:t>fwh</w:t>
            </w:r>
            <w:proofErr w:type="spellEnd"/>
            <w:r w:rsidRPr="00CE4C14">
              <w:sym w:font="Symbol" w:char="F0BE"/>
            </w:r>
            <w:r w:rsidRPr="00CE4C14">
              <w:t>The</w:t>
            </w:r>
            <w:r>
              <w:t xml:space="preserve"> most recent mark-to-market price available for an electricity futures product that is applicable to the forward week hour </w:t>
            </w:r>
            <w:proofErr w:type="spellStart"/>
            <w:r w:rsidRPr="00D54463">
              <w:rPr>
                <w:i/>
              </w:rPr>
              <w:t>fwh</w:t>
            </w:r>
            <w:proofErr w:type="spellEnd"/>
            <w:r>
              <w:t xml:space="preserve"> for the reference Hub </w:t>
            </w:r>
            <w:proofErr w:type="spellStart"/>
            <w:r w:rsidRPr="00D54463">
              <w:rPr>
                <w:i/>
              </w:rPr>
              <w:t>rhub</w:t>
            </w:r>
            <w:proofErr w:type="spellEnd"/>
            <w:r>
              <w:t>.</w:t>
            </w:r>
          </w:p>
          <w:p w14:paraId="1983BB78" w14:textId="77777777" w:rsidR="009453A8" w:rsidRPr="00D54463" w:rsidRDefault="009453A8" w:rsidP="00C42CCF">
            <w:pPr>
              <w:pStyle w:val="TableBody"/>
            </w:pPr>
            <w:r>
              <w:t>ERCOT will disclose to the market the source of its selected electricity futures product(s) used for FHP.  In the event that an ERCOT-selected electricity futures product(s) becomes unavailable or unsuitable for the intended purpose, ERCOT will select a substitute electricity futures product(s).  ERCOT shall set the value of RFAF to 1 and DFAF to 1, and provide Notice of this change as soon as practi</w:t>
            </w:r>
            <w:r w:rsidR="00C42CCF">
              <w:t>ca</w:t>
            </w:r>
            <w:r>
              <w:t>ble, until such time as a substitute electricity futures product(s) is selected and implemented by ERCOT.  ERCOT will notify Market Participants of any change in the electricity futures product(s) at least 60 days prior to the beginning of their use.  In the event that 60 days’ Notice cannot be given, ERCOT will notify Market Participants as soon as practicable prior to use.</w:t>
            </w:r>
          </w:p>
        </w:tc>
      </w:tr>
      <w:tr w:rsidR="009453A8" w14:paraId="6021E32B" w14:textId="77777777" w:rsidTr="005551AD">
        <w:tc>
          <w:tcPr>
            <w:tcW w:w="1264" w:type="dxa"/>
          </w:tcPr>
          <w:p w14:paraId="537D9542" w14:textId="77777777" w:rsidR="009453A8" w:rsidRPr="00D54463" w:rsidRDefault="009453A8" w:rsidP="005551AD">
            <w:pPr>
              <w:pStyle w:val="TableBody"/>
              <w:rPr>
                <w:i/>
              </w:rPr>
            </w:pPr>
            <w:proofErr w:type="spellStart"/>
            <w:r w:rsidRPr="003E3244">
              <w:rPr>
                <w:i/>
              </w:rPr>
              <w:t>hr</w:t>
            </w:r>
            <w:r w:rsidRPr="00D54463">
              <w:rPr>
                <w:i/>
              </w:rPr>
              <w:t>h</w:t>
            </w:r>
            <w:proofErr w:type="spellEnd"/>
          </w:p>
        </w:tc>
        <w:tc>
          <w:tcPr>
            <w:tcW w:w="899" w:type="dxa"/>
          </w:tcPr>
          <w:p w14:paraId="13D3F54C" w14:textId="77777777" w:rsidR="009453A8" w:rsidRPr="00193B05" w:rsidRDefault="009453A8" w:rsidP="005551AD">
            <w:pPr>
              <w:pStyle w:val="TableBody"/>
            </w:pPr>
            <w:r>
              <w:t>None</w:t>
            </w:r>
          </w:p>
        </w:tc>
        <w:tc>
          <w:tcPr>
            <w:tcW w:w="7107" w:type="dxa"/>
          </w:tcPr>
          <w:p w14:paraId="457622CD" w14:textId="77777777" w:rsidR="009453A8" w:rsidRPr="00193B05" w:rsidRDefault="009453A8" w:rsidP="005551AD">
            <w:pPr>
              <w:pStyle w:val="TableBody"/>
              <w:rPr>
                <w:i/>
              </w:rPr>
            </w:pPr>
            <w:r>
              <w:rPr>
                <w:i/>
              </w:rPr>
              <w:t>Historic Real-Time Hour</w:t>
            </w:r>
            <w:r w:rsidRPr="00193B05">
              <w:sym w:font="Symbol" w:char="F0BE"/>
            </w:r>
            <w:r>
              <w:t>An Operating Hour that is settled and used in the most recent RTLE calculation.</w:t>
            </w:r>
          </w:p>
        </w:tc>
      </w:tr>
      <w:tr w:rsidR="009453A8" w14:paraId="4B73C8FE" w14:textId="77777777" w:rsidTr="005551AD">
        <w:tc>
          <w:tcPr>
            <w:tcW w:w="1264" w:type="dxa"/>
          </w:tcPr>
          <w:p w14:paraId="0F14DA84" w14:textId="77777777" w:rsidR="009453A8" w:rsidRPr="00D54463" w:rsidRDefault="009453A8" w:rsidP="005551AD">
            <w:pPr>
              <w:pStyle w:val="TableBody"/>
              <w:rPr>
                <w:i/>
              </w:rPr>
            </w:pPr>
            <w:proofErr w:type="spellStart"/>
            <w:r>
              <w:rPr>
                <w:i/>
              </w:rPr>
              <w:t>nhrh</w:t>
            </w:r>
            <w:proofErr w:type="spellEnd"/>
          </w:p>
        </w:tc>
        <w:tc>
          <w:tcPr>
            <w:tcW w:w="899" w:type="dxa"/>
          </w:tcPr>
          <w:p w14:paraId="2E0FB107" w14:textId="77777777" w:rsidR="009453A8" w:rsidRPr="00193B05" w:rsidRDefault="009453A8" w:rsidP="005551AD">
            <w:pPr>
              <w:pStyle w:val="TableBody"/>
            </w:pPr>
            <w:r>
              <w:t>None</w:t>
            </w:r>
          </w:p>
        </w:tc>
        <w:tc>
          <w:tcPr>
            <w:tcW w:w="7107" w:type="dxa"/>
          </w:tcPr>
          <w:p w14:paraId="2B07206D" w14:textId="77777777" w:rsidR="009453A8" w:rsidRPr="00193B05" w:rsidRDefault="009453A8" w:rsidP="005551AD">
            <w:pPr>
              <w:pStyle w:val="TableBody"/>
              <w:rPr>
                <w:i/>
              </w:rPr>
            </w:pPr>
            <w:r>
              <w:rPr>
                <w:i/>
              </w:rPr>
              <w:t>Number of Historic Real-Time Hours</w:t>
            </w:r>
            <w:r>
              <w:sym w:font="Symbol" w:char="F0BE"/>
            </w:r>
            <w:r>
              <w:t>Total number of historic Real-Time hours that are settled and used in the most recent RTLE calculation.</w:t>
            </w:r>
          </w:p>
        </w:tc>
      </w:tr>
      <w:tr w:rsidR="009453A8" w14:paraId="3E4E5F8D" w14:textId="77777777" w:rsidTr="005551AD">
        <w:tc>
          <w:tcPr>
            <w:tcW w:w="1264" w:type="dxa"/>
          </w:tcPr>
          <w:p w14:paraId="33F2987C" w14:textId="77777777" w:rsidR="009453A8" w:rsidRDefault="009453A8" w:rsidP="005551AD">
            <w:pPr>
              <w:pStyle w:val="TableBody"/>
              <w:rPr>
                <w:i/>
              </w:rPr>
            </w:pPr>
            <w:proofErr w:type="spellStart"/>
            <w:r>
              <w:rPr>
                <w:i/>
              </w:rPr>
              <w:t>i</w:t>
            </w:r>
            <w:proofErr w:type="spellEnd"/>
          </w:p>
        </w:tc>
        <w:tc>
          <w:tcPr>
            <w:tcW w:w="899" w:type="dxa"/>
          </w:tcPr>
          <w:p w14:paraId="7CD08936" w14:textId="77777777" w:rsidR="009453A8" w:rsidRDefault="009453A8" w:rsidP="005551AD">
            <w:pPr>
              <w:pStyle w:val="TableBody"/>
            </w:pPr>
            <w:r>
              <w:t>None</w:t>
            </w:r>
          </w:p>
        </w:tc>
        <w:tc>
          <w:tcPr>
            <w:tcW w:w="7107" w:type="dxa"/>
          </w:tcPr>
          <w:p w14:paraId="672CD759" w14:textId="77777777" w:rsidR="009453A8" w:rsidRPr="00D54463" w:rsidRDefault="009453A8" w:rsidP="005551AD">
            <w:pPr>
              <w:pStyle w:val="TableBody"/>
            </w:pPr>
            <w:r>
              <w:rPr>
                <w:i/>
              </w:rPr>
              <w:t>Settlement Interval</w:t>
            </w:r>
            <w:r>
              <w:sym w:font="Symbol" w:char="F0BE"/>
            </w:r>
            <w:r>
              <w:t>A 15-minute interval that is part of an Operating Hour.</w:t>
            </w:r>
          </w:p>
        </w:tc>
      </w:tr>
      <w:tr w:rsidR="009453A8" w14:paraId="24E335FD" w14:textId="77777777" w:rsidTr="005551AD">
        <w:tc>
          <w:tcPr>
            <w:tcW w:w="1264" w:type="dxa"/>
          </w:tcPr>
          <w:p w14:paraId="5FB4857A" w14:textId="77777777" w:rsidR="009453A8" w:rsidRDefault="009453A8" w:rsidP="005551AD">
            <w:pPr>
              <w:pStyle w:val="TableBody"/>
              <w:rPr>
                <w:i/>
              </w:rPr>
            </w:pPr>
            <w:proofErr w:type="spellStart"/>
            <w:r>
              <w:t>RTSPP</w:t>
            </w:r>
            <w:r w:rsidRPr="00D54463">
              <w:rPr>
                <w:i/>
                <w:vertAlign w:val="subscript"/>
              </w:rPr>
              <w:t>hrh</w:t>
            </w:r>
            <w:proofErr w:type="spellEnd"/>
            <w:r w:rsidRPr="00D54463">
              <w:rPr>
                <w:i/>
                <w:vertAlign w:val="subscript"/>
              </w:rPr>
              <w:t xml:space="preserve">, </w:t>
            </w:r>
            <w:proofErr w:type="spellStart"/>
            <w:r w:rsidRPr="00D54463">
              <w:rPr>
                <w:i/>
                <w:vertAlign w:val="subscript"/>
              </w:rPr>
              <w:t>i</w:t>
            </w:r>
            <w:proofErr w:type="spellEnd"/>
            <w:r w:rsidRPr="00D54463">
              <w:rPr>
                <w:i/>
                <w:vertAlign w:val="subscript"/>
              </w:rPr>
              <w:t xml:space="preserve">, </w:t>
            </w:r>
            <w:proofErr w:type="spellStart"/>
            <w:r w:rsidRPr="00D54463">
              <w:rPr>
                <w:i/>
                <w:vertAlign w:val="subscript"/>
              </w:rPr>
              <w:t>rhub</w:t>
            </w:r>
            <w:proofErr w:type="spellEnd"/>
            <w:r w:rsidRPr="00D54463">
              <w:rPr>
                <w:i/>
                <w:vertAlign w:val="subscript"/>
              </w:rPr>
              <w:t xml:space="preserve"> </w:t>
            </w:r>
          </w:p>
        </w:tc>
        <w:tc>
          <w:tcPr>
            <w:tcW w:w="899" w:type="dxa"/>
          </w:tcPr>
          <w:p w14:paraId="2B7190AF" w14:textId="77777777" w:rsidR="009453A8" w:rsidRDefault="009453A8" w:rsidP="005551AD">
            <w:pPr>
              <w:pStyle w:val="TableBody"/>
            </w:pPr>
            <w:r>
              <w:t>$/MWh</w:t>
            </w:r>
          </w:p>
        </w:tc>
        <w:tc>
          <w:tcPr>
            <w:tcW w:w="7107" w:type="dxa"/>
          </w:tcPr>
          <w:p w14:paraId="3EC84A9D" w14:textId="77777777" w:rsidR="009453A8" w:rsidRPr="006B56FB" w:rsidRDefault="009453A8" w:rsidP="005551AD">
            <w:pPr>
              <w:pStyle w:val="TableBody"/>
            </w:pPr>
            <w:r w:rsidRPr="006B56FB">
              <w:t xml:space="preserve">Real-Time Settlement Point Price for </w:t>
            </w:r>
            <w:proofErr w:type="spellStart"/>
            <w:r w:rsidRPr="009648F5">
              <w:rPr>
                <w:i/>
              </w:rPr>
              <w:t>i</w:t>
            </w:r>
            <w:r w:rsidRPr="006B56FB">
              <w:rPr>
                <w:vertAlign w:val="superscript"/>
              </w:rPr>
              <w:t>th</w:t>
            </w:r>
            <w:proofErr w:type="spellEnd"/>
            <w:r w:rsidRPr="006B56FB">
              <w:t xml:space="preserve"> interval that is part of Operating Hour </w:t>
            </w:r>
            <w:proofErr w:type="spellStart"/>
            <w:r w:rsidRPr="009648F5">
              <w:rPr>
                <w:i/>
              </w:rPr>
              <w:t>hrh</w:t>
            </w:r>
            <w:proofErr w:type="spellEnd"/>
            <w:r w:rsidRPr="006B56FB">
              <w:t xml:space="preserve"> for the Settlement Point </w:t>
            </w:r>
            <w:proofErr w:type="spellStart"/>
            <w:r w:rsidRPr="009648F5">
              <w:rPr>
                <w:i/>
              </w:rPr>
              <w:t>rhub</w:t>
            </w:r>
            <w:proofErr w:type="spellEnd"/>
            <w:r w:rsidRPr="006B56FB">
              <w:t>.</w:t>
            </w:r>
          </w:p>
        </w:tc>
      </w:tr>
      <w:tr w:rsidR="009453A8" w14:paraId="05B5541C" w14:textId="77777777" w:rsidTr="005551AD">
        <w:tc>
          <w:tcPr>
            <w:tcW w:w="1264" w:type="dxa"/>
          </w:tcPr>
          <w:p w14:paraId="3B9AF34B" w14:textId="77777777" w:rsidR="009453A8" w:rsidRDefault="009453A8" w:rsidP="005551AD">
            <w:pPr>
              <w:pStyle w:val="TableBody"/>
            </w:pPr>
            <w:r>
              <w:t>HRSAP</w:t>
            </w:r>
          </w:p>
        </w:tc>
        <w:tc>
          <w:tcPr>
            <w:tcW w:w="899" w:type="dxa"/>
          </w:tcPr>
          <w:p w14:paraId="4274498E" w14:textId="77777777" w:rsidR="009453A8" w:rsidRDefault="009453A8" w:rsidP="005551AD">
            <w:pPr>
              <w:pStyle w:val="TableBody"/>
            </w:pPr>
            <w:r>
              <w:t>$/MWh</w:t>
            </w:r>
          </w:p>
        </w:tc>
        <w:tc>
          <w:tcPr>
            <w:tcW w:w="7107" w:type="dxa"/>
          </w:tcPr>
          <w:p w14:paraId="0236A71A" w14:textId="77777777" w:rsidR="009453A8" w:rsidRDefault="009453A8" w:rsidP="005551AD">
            <w:pPr>
              <w:pStyle w:val="TableBody"/>
              <w:rPr>
                <w:i/>
              </w:rPr>
            </w:pPr>
            <w:r>
              <w:rPr>
                <w:i/>
              </w:rPr>
              <w:t>Historic Real-Time Settled Average Price</w:t>
            </w:r>
            <w:r>
              <w:sym w:font="Symbol" w:char="F0BE"/>
            </w:r>
            <w:r w:rsidRPr="006E7FC0">
              <w:t>The</w:t>
            </w:r>
            <w:r>
              <w:rPr>
                <w:i/>
              </w:rPr>
              <w:t xml:space="preserve"> </w:t>
            </w:r>
            <w:r w:rsidRPr="006E7FC0">
              <w:t>a</w:t>
            </w:r>
            <w:r>
              <w:t>verage historic Real-Time settled price</w:t>
            </w:r>
            <w:r w:rsidRPr="006E7FC0">
              <w:t>.</w:t>
            </w:r>
          </w:p>
        </w:tc>
      </w:tr>
      <w:tr w:rsidR="009453A8" w14:paraId="1382F94B" w14:textId="77777777" w:rsidTr="005551AD">
        <w:tc>
          <w:tcPr>
            <w:tcW w:w="1264" w:type="dxa"/>
          </w:tcPr>
          <w:p w14:paraId="18686A7A" w14:textId="77777777" w:rsidR="009453A8" w:rsidRDefault="009453A8" w:rsidP="005551AD">
            <w:pPr>
              <w:pStyle w:val="TableBody"/>
            </w:pPr>
            <w:r>
              <w:t>HDSAP</w:t>
            </w:r>
          </w:p>
        </w:tc>
        <w:tc>
          <w:tcPr>
            <w:tcW w:w="899" w:type="dxa"/>
          </w:tcPr>
          <w:p w14:paraId="78C98C8B" w14:textId="77777777" w:rsidR="009453A8" w:rsidRDefault="009453A8" w:rsidP="005551AD">
            <w:pPr>
              <w:pStyle w:val="TableBody"/>
            </w:pPr>
            <w:r>
              <w:t>$/MWh</w:t>
            </w:r>
          </w:p>
        </w:tc>
        <w:tc>
          <w:tcPr>
            <w:tcW w:w="7107" w:type="dxa"/>
          </w:tcPr>
          <w:p w14:paraId="6721B754" w14:textId="77777777" w:rsidR="009453A8" w:rsidRDefault="009453A8" w:rsidP="005551AD">
            <w:pPr>
              <w:pStyle w:val="TableBody"/>
              <w:rPr>
                <w:i/>
              </w:rPr>
            </w:pPr>
            <w:r>
              <w:rPr>
                <w:i/>
              </w:rPr>
              <w:t>Historic Day-Ahead Settled Average Price</w:t>
            </w:r>
            <w:r>
              <w:sym w:font="Symbol" w:char="F0BE"/>
            </w:r>
            <w:r w:rsidRPr="006B56FB">
              <w:t>The average historic Day-Ahead settled price.</w:t>
            </w:r>
          </w:p>
        </w:tc>
      </w:tr>
      <w:tr w:rsidR="009453A8" w14:paraId="2CA48BA0" w14:textId="77777777" w:rsidTr="005551AD">
        <w:tc>
          <w:tcPr>
            <w:tcW w:w="1264" w:type="dxa"/>
          </w:tcPr>
          <w:p w14:paraId="22A27BAE" w14:textId="77777777" w:rsidR="009453A8" w:rsidRDefault="009453A8" w:rsidP="005551AD">
            <w:pPr>
              <w:pStyle w:val="TableBody"/>
            </w:pPr>
            <w:proofErr w:type="spellStart"/>
            <w:r w:rsidRPr="003E3244">
              <w:rPr>
                <w:i/>
              </w:rPr>
              <w:t>h</w:t>
            </w:r>
            <w:r>
              <w:rPr>
                <w:i/>
              </w:rPr>
              <w:t>d</w:t>
            </w:r>
            <w:r w:rsidRPr="006E7FC0">
              <w:rPr>
                <w:i/>
              </w:rPr>
              <w:t>h</w:t>
            </w:r>
            <w:proofErr w:type="spellEnd"/>
          </w:p>
        </w:tc>
        <w:tc>
          <w:tcPr>
            <w:tcW w:w="899" w:type="dxa"/>
          </w:tcPr>
          <w:p w14:paraId="4E6F75FC" w14:textId="77777777" w:rsidR="009453A8" w:rsidRDefault="009453A8" w:rsidP="005551AD">
            <w:pPr>
              <w:pStyle w:val="TableBody"/>
            </w:pPr>
            <w:r>
              <w:t>None</w:t>
            </w:r>
          </w:p>
        </w:tc>
        <w:tc>
          <w:tcPr>
            <w:tcW w:w="7107" w:type="dxa"/>
          </w:tcPr>
          <w:p w14:paraId="250E3218" w14:textId="77777777" w:rsidR="009453A8" w:rsidRDefault="009453A8" w:rsidP="005551AD">
            <w:pPr>
              <w:pStyle w:val="TableBody"/>
              <w:rPr>
                <w:i/>
              </w:rPr>
            </w:pPr>
            <w:r>
              <w:rPr>
                <w:i/>
              </w:rPr>
              <w:t>Historic Day-Ahead Hour</w:t>
            </w:r>
            <w:r w:rsidRPr="00193B05">
              <w:sym w:font="Symbol" w:char="F0BE"/>
            </w:r>
            <w:r>
              <w:t>An Operating Hour that is settled and used in the most recent DALE calculation.</w:t>
            </w:r>
          </w:p>
        </w:tc>
      </w:tr>
      <w:tr w:rsidR="009453A8" w14:paraId="3517870D" w14:textId="77777777" w:rsidTr="005551AD">
        <w:tc>
          <w:tcPr>
            <w:tcW w:w="1264" w:type="dxa"/>
          </w:tcPr>
          <w:p w14:paraId="3F8D48D9" w14:textId="77777777" w:rsidR="009453A8" w:rsidRDefault="009453A8" w:rsidP="005551AD">
            <w:pPr>
              <w:pStyle w:val="TableBody"/>
            </w:pPr>
            <w:proofErr w:type="spellStart"/>
            <w:r>
              <w:rPr>
                <w:i/>
              </w:rPr>
              <w:t>nhdh</w:t>
            </w:r>
            <w:proofErr w:type="spellEnd"/>
          </w:p>
        </w:tc>
        <w:tc>
          <w:tcPr>
            <w:tcW w:w="899" w:type="dxa"/>
          </w:tcPr>
          <w:p w14:paraId="2A3090DD" w14:textId="77777777" w:rsidR="009453A8" w:rsidRDefault="009453A8" w:rsidP="005551AD">
            <w:pPr>
              <w:pStyle w:val="TableBody"/>
            </w:pPr>
            <w:r>
              <w:t>None</w:t>
            </w:r>
          </w:p>
        </w:tc>
        <w:tc>
          <w:tcPr>
            <w:tcW w:w="7107" w:type="dxa"/>
          </w:tcPr>
          <w:p w14:paraId="24323492" w14:textId="77777777" w:rsidR="009453A8" w:rsidRDefault="009453A8" w:rsidP="005551AD">
            <w:pPr>
              <w:pStyle w:val="TableBody"/>
              <w:rPr>
                <w:i/>
              </w:rPr>
            </w:pPr>
            <w:r>
              <w:rPr>
                <w:i/>
              </w:rPr>
              <w:t>Number of Historic Day-Ahead Hours</w:t>
            </w:r>
            <w:r>
              <w:sym w:font="Symbol" w:char="F0BE"/>
            </w:r>
            <w:r w:rsidRPr="006B56FB">
              <w:t>Total number of historic day-ahead hours that are settled and used in the most recent DALE calculation.</w:t>
            </w:r>
          </w:p>
        </w:tc>
      </w:tr>
      <w:tr w:rsidR="009453A8" w14:paraId="225E040D" w14:textId="77777777" w:rsidTr="005551AD">
        <w:tc>
          <w:tcPr>
            <w:tcW w:w="1264" w:type="dxa"/>
          </w:tcPr>
          <w:p w14:paraId="62A4D889" w14:textId="77777777" w:rsidR="009453A8" w:rsidRDefault="009453A8" w:rsidP="005551AD">
            <w:pPr>
              <w:pStyle w:val="TableBody"/>
              <w:rPr>
                <w:i/>
              </w:rPr>
            </w:pPr>
            <w:proofErr w:type="spellStart"/>
            <w:r>
              <w:t>DASPP</w:t>
            </w:r>
            <w:r w:rsidRPr="006E7FC0">
              <w:rPr>
                <w:i/>
                <w:vertAlign w:val="subscript"/>
              </w:rPr>
              <w:t>hrh</w:t>
            </w:r>
            <w:proofErr w:type="spellEnd"/>
            <w:r w:rsidRPr="006E7FC0">
              <w:rPr>
                <w:i/>
                <w:vertAlign w:val="subscript"/>
              </w:rPr>
              <w:t xml:space="preserve">, </w:t>
            </w:r>
            <w:proofErr w:type="spellStart"/>
            <w:r w:rsidRPr="006E7FC0">
              <w:rPr>
                <w:i/>
                <w:vertAlign w:val="subscript"/>
              </w:rPr>
              <w:t>rhub</w:t>
            </w:r>
            <w:proofErr w:type="spellEnd"/>
            <w:r w:rsidRPr="006E7FC0">
              <w:rPr>
                <w:i/>
                <w:vertAlign w:val="subscript"/>
              </w:rPr>
              <w:t xml:space="preserve"> </w:t>
            </w:r>
          </w:p>
        </w:tc>
        <w:tc>
          <w:tcPr>
            <w:tcW w:w="899" w:type="dxa"/>
          </w:tcPr>
          <w:p w14:paraId="6913DF4D" w14:textId="77777777" w:rsidR="009453A8" w:rsidRDefault="009453A8" w:rsidP="005551AD">
            <w:pPr>
              <w:pStyle w:val="TableBody"/>
            </w:pPr>
            <w:r>
              <w:t>$/MWh</w:t>
            </w:r>
          </w:p>
        </w:tc>
        <w:tc>
          <w:tcPr>
            <w:tcW w:w="7107" w:type="dxa"/>
          </w:tcPr>
          <w:p w14:paraId="3A6A7D84" w14:textId="77777777" w:rsidR="009453A8" w:rsidRPr="006B56FB" w:rsidRDefault="009453A8" w:rsidP="005551AD">
            <w:pPr>
              <w:pStyle w:val="TableBody"/>
            </w:pPr>
            <w:r w:rsidRPr="006B56FB">
              <w:t xml:space="preserve">Day-Ahead Settlement Point Price for Operating Hour </w:t>
            </w:r>
            <w:proofErr w:type="spellStart"/>
            <w:r w:rsidRPr="009648F5">
              <w:rPr>
                <w:i/>
              </w:rPr>
              <w:t>hdh</w:t>
            </w:r>
            <w:proofErr w:type="spellEnd"/>
            <w:r w:rsidRPr="006B56FB">
              <w:t xml:space="preserve"> for the Settlement Point </w:t>
            </w:r>
            <w:proofErr w:type="spellStart"/>
            <w:r w:rsidRPr="009648F5">
              <w:rPr>
                <w:i/>
              </w:rPr>
              <w:t>rhub</w:t>
            </w:r>
            <w:proofErr w:type="spellEnd"/>
            <w:r w:rsidRPr="006B56FB">
              <w:t>.</w:t>
            </w:r>
          </w:p>
        </w:tc>
      </w:tr>
      <w:tr w:rsidR="009453A8" w14:paraId="77C7145E" w14:textId="77777777" w:rsidTr="005551AD">
        <w:tc>
          <w:tcPr>
            <w:tcW w:w="1264" w:type="dxa"/>
          </w:tcPr>
          <w:p w14:paraId="0BCE2B10" w14:textId="77777777" w:rsidR="009453A8" w:rsidRDefault="009453A8" w:rsidP="005551AD">
            <w:pPr>
              <w:pStyle w:val="TableBody"/>
            </w:pPr>
            <w:r>
              <w:t>RFAF</w:t>
            </w:r>
          </w:p>
        </w:tc>
        <w:tc>
          <w:tcPr>
            <w:tcW w:w="899" w:type="dxa"/>
          </w:tcPr>
          <w:p w14:paraId="7F56AB19" w14:textId="77777777" w:rsidR="009453A8" w:rsidRDefault="009453A8" w:rsidP="005551AD">
            <w:pPr>
              <w:pStyle w:val="TableBody"/>
            </w:pPr>
            <w:r>
              <w:t>None</w:t>
            </w:r>
          </w:p>
        </w:tc>
        <w:tc>
          <w:tcPr>
            <w:tcW w:w="7107" w:type="dxa"/>
          </w:tcPr>
          <w:p w14:paraId="3AEED751" w14:textId="77777777" w:rsidR="009453A8" w:rsidRDefault="009453A8" w:rsidP="005551AD">
            <w:pPr>
              <w:pStyle w:val="TableBody"/>
              <w:rPr>
                <w:i/>
              </w:rPr>
            </w:pPr>
            <w:r w:rsidRPr="00CE4C14">
              <w:rPr>
                <w:i/>
              </w:rPr>
              <w:t>R</w:t>
            </w:r>
            <w:r>
              <w:rPr>
                <w:i/>
              </w:rPr>
              <w:t>eal-Time Forward Adjustment Factor.</w:t>
            </w:r>
          </w:p>
        </w:tc>
      </w:tr>
      <w:tr w:rsidR="009453A8" w14:paraId="13038ECF" w14:textId="77777777" w:rsidTr="005551AD">
        <w:tc>
          <w:tcPr>
            <w:tcW w:w="1264" w:type="dxa"/>
          </w:tcPr>
          <w:p w14:paraId="2B65411A" w14:textId="77777777" w:rsidR="009453A8" w:rsidRDefault="009453A8" w:rsidP="005551AD">
            <w:pPr>
              <w:pStyle w:val="TableBody"/>
            </w:pPr>
            <w:r>
              <w:t>DFAF</w:t>
            </w:r>
          </w:p>
        </w:tc>
        <w:tc>
          <w:tcPr>
            <w:tcW w:w="899" w:type="dxa"/>
          </w:tcPr>
          <w:p w14:paraId="667F4C19" w14:textId="77777777" w:rsidR="009453A8" w:rsidRDefault="009453A8" w:rsidP="005551AD">
            <w:pPr>
              <w:pStyle w:val="TableBody"/>
            </w:pPr>
            <w:r>
              <w:t>None</w:t>
            </w:r>
          </w:p>
        </w:tc>
        <w:tc>
          <w:tcPr>
            <w:tcW w:w="7107" w:type="dxa"/>
          </w:tcPr>
          <w:p w14:paraId="3C974A20" w14:textId="77777777" w:rsidR="009453A8" w:rsidRPr="00CE4C14" w:rsidRDefault="009453A8" w:rsidP="005551AD">
            <w:pPr>
              <w:pStyle w:val="TableBody"/>
              <w:rPr>
                <w:i/>
              </w:rPr>
            </w:pPr>
            <w:r>
              <w:rPr>
                <w:i/>
              </w:rPr>
              <w:t>Day-Ahead Forward Adjustment Factor.</w:t>
            </w:r>
          </w:p>
        </w:tc>
      </w:tr>
    </w:tbl>
    <w:p w14:paraId="0A8A653B" w14:textId="7F6AE5C5" w:rsidR="009453A8" w:rsidRDefault="009453A8" w:rsidP="009453A8">
      <w:pPr>
        <w:pStyle w:val="BodyText"/>
        <w:spacing w:before="240" w:after="0"/>
      </w:pPr>
      <w:r>
        <w:t>The above parameters are defined as follows</w:t>
      </w:r>
      <w:r w:rsidR="002F03A7">
        <w:t>:</w:t>
      </w:r>
      <w:r>
        <w:t xml:space="preserve">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5940"/>
      </w:tblGrid>
      <w:tr w:rsidR="009453A8" w:rsidRPr="00BE4766" w14:paraId="10291ED3" w14:textId="77777777" w:rsidTr="005551AD">
        <w:trPr>
          <w:trHeight w:val="351"/>
          <w:tblHeader/>
        </w:trPr>
        <w:tc>
          <w:tcPr>
            <w:tcW w:w="1448" w:type="dxa"/>
          </w:tcPr>
          <w:p w14:paraId="7A5A4D97" w14:textId="77777777" w:rsidR="009453A8" w:rsidRPr="00BE4766" w:rsidRDefault="009453A8" w:rsidP="005551AD">
            <w:pPr>
              <w:pStyle w:val="TableHead"/>
            </w:pPr>
            <w:r>
              <w:t>Parameter</w:t>
            </w:r>
          </w:p>
        </w:tc>
        <w:tc>
          <w:tcPr>
            <w:tcW w:w="1702" w:type="dxa"/>
          </w:tcPr>
          <w:p w14:paraId="755F8CCB" w14:textId="77777777" w:rsidR="009453A8" w:rsidRPr="00BE4766" w:rsidRDefault="009453A8" w:rsidP="005551AD">
            <w:pPr>
              <w:pStyle w:val="TableHead"/>
            </w:pPr>
            <w:r w:rsidRPr="00BE4766">
              <w:t>Unit</w:t>
            </w:r>
          </w:p>
        </w:tc>
        <w:tc>
          <w:tcPr>
            <w:tcW w:w="5940" w:type="dxa"/>
          </w:tcPr>
          <w:p w14:paraId="6DA93A29" w14:textId="77777777" w:rsidR="009453A8" w:rsidRPr="00BE4766" w:rsidRDefault="009453A8" w:rsidP="005551AD">
            <w:pPr>
              <w:pStyle w:val="TableHead"/>
            </w:pPr>
            <w:r>
              <w:t>Current Value*</w:t>
            </w:r>
          </w:p>
        </w:tc>
      </w:tr>
      <w:tr w:rsidR="009453A8" w:rsidRPr="00BE4766" w14:paraId="4E8115D5" w14:textId="77777777" w:rsidTr="005551AD">
        <w:trPr>
          <w:trHeight w:val="242"/>
        </w:trPr>
        <w:tc>
          <w:tcPr>
            <w:tcW w:w="1448" w:type="dxa"/>
          </w:tcPr>
          <w:p w14:paraId="149035BC" w14:textId="77777777" w:rsidR="009453A8" w:rsidRPr="008F4340" w:rsidRDefault="009453A8" w:rsidP="005551AD">
            <w:pPr>
              <w:pStyle w:val="TableBody"/>
              <w:rPr>
                <w:i/>
              </w:rPr>
            </w:pPr>
            <w:r>
              <w:rPr>
                <w:i/>
                <w:lang w:val="fr-FR"/>
              </w:rPr>
              <w:t>rhub</w:t>
            </w:r>
          </w:p>
        </w:tc>
        <w:tc>
          <w:tcPr>
            <w:tcW w:w="1702" w:type="dxa"/>
          </w:tcPr>
          <w:p w14:paraId="7B6A1FCC" w14:textId="77777777" w:rsidR="009453A8" w:rsidRDefault="009453A8" w:rsidP="005551AD">
            <w:pPr>
              <w:pStyle w:val="TableBody"/>
            </w:pPr>
            <w:r>
              <w:t>None</w:t>
            </w:r>
          </w:p>
        </w:tc>
        <w:tc>
          <w:tcPr>
            <w:tcW w:w="5940" w:type="dxa"/>
          </w:tcPr>
          <w:p w14:paraId="3152BF49" w14:textId="77777777" w:rsidR="009453A8" w:rsidRDefault="009453A8" w:rsidP="005551AD">
            <w:pPr>
              <w:pStyle w:val="TableBody"/>
            </w:pPr>
            <w:r>
              <w:t>ERCOT North Hub</w:t>
            </w:r>
          </w:p>
        </w:tc>
      </w:tr>
      <w:tr w:rsidR="009453A8" w:rsidRPr="00BE4766" w14:paraId="094230F2" w14:textId="77777777" w:rsidTr="005551AD">
        <w:trPr>
          <w:trHeight w:val="242"/>
        </w:trPr>
        <w:tc>
          <w:tcPr>
            <w:tcW w:w="1448" w:type="dxa"/>
          </w:tcPr>
          <w:p w14:paraId="492F5CB4" w14:textId="77777777" w:rsidR="009453A8" w:rsidRDefault="009453A8" w:rsidP="005551AD">
            <w:pPr>
              <w:pStyle w:val="TableBody"/>
              <w:rPr>
                <w:i/>
                <w:lang w:val="fr-FR"/>
              </w:rPr>
            </w:pPr>
            <w:r w:rsidRPr="006B56FB">
              <w:rPr>
                <w:i/>
              </w:rPr>
              <w:t>RWF</w:t>
            </w:r>
            <w:r>
              <w:rPr>
                <w:i/>
                <w:vertAlign w:val="subscript"/>
              </w:rPr>
              <w:t>1</w:t>
            </w:r>
          </w:p>
        </w:tc>
        <w:tc>
          <w:tcPr>
            <w:tcW w:w="1702" w:type="dxa"/>
          </w:tcPr>
          <w:p w14:paraId="39043471" w14:textId="77777777" w:rsidR="009453A8" w:rsidRDefault="009453A8" w:rsidP="005551AD">
            <w:pPr>
              <w:pStyle w:val="TableBody"/>
            </w:pPr>
            <w:r>
              <w:t>None</w:t>
            </w:r>
          </w:p>
        </w:tc>
        <w:tc>
          <w:tcPr>
            <w:tcW w:w="5940" w:type="dxa"/>
          </w:tcPr>
          <w:p w14:paraId="715C9EBA" w14:textId="77777777" w:rsidR="009453A8" w:rsidRDefault="009453A8" w:rsidP="005551AD">
            <w:pPr>
              <w:pStyle w:val="TableBody"/>
            </w:pPr>
            <w:r>
              <w:t>1/3</w:t>
            </w:r>
          </w:p>
        </w:tc>
      </w:tr>
      <w:tr w:rsidR="009453A8" w:rsidRPr="00BE4766" w14:paraId="55E45EF8" w14:textId="77777777" w:rsidTr="005551AD">
        <w:trPr>
          <w:trHeight w:val="242"/>
        </w:trPr>
        <w:tc>
          <w:tcPr>
            <w:tcW w:w="1448" w:type="dxa"/>
          </w:tcPr>
          <w:p w14:paraId="4B5C72A1" w14:textId="77777777" w:rsidR="009453A8" w:rsidRPr="00DE5E37" w:rsidRDefault="009453A8" w:rsidP="005551AD">
            <w:pPr>
              <w:pStyle w:val="TableBody"/>
              <w:rPr>
                <w:i/>
              </w:rPr>
            </w:pPr>
            <w:r w:rsidRPr="00824AAE">
              <w:rPr>
                <w:i/>
              </w:rPr>
              <w:t>RWF</w:t>
            </w:r>
            <w:r>
              <w:rPr>
                <w:i/>
                <w:vertAlign w:val="subscript"/>
              </w:rPr>
              <w:t>2</w:t>
            </w:r>
          </w:p>
        </w:tc>
        <w:tc>
          <w:tcPr>
            <w:tcW w:w="1702" w:type="dxa"/>
          </w:tcPr>
          <w:p w14:paraId="34A6659A" w14:textId="77777777" w:rsidR="009453A8" w:rsidRDefault="009453A8" w:rsidP="005551AD">
            <w:pPr>
              <w:pStyle w:val="TableBody"/>
            </w:pPr>
            <w:r>
              <w:t>None</w:t>
            </w:r>
          </w:p>
        </w:tc>
        <w:tc>
          <w:tcPr>
            <w:tcW w:w="5940" w:type="dxa"/>
          </w:tcPr>
          <w:p w14:paraId="6E9499FD" w14:textId="77777777" w:rsidR="009453A8" w:rsidRDefault="009453A8" w:rsidP="005551AD">
            <w:pPr>
              <w:pStyle w:val="TableBody"/>
            </w:pPr>
            <w:r>
              <w:t>1/3</w:t>
            </w:r>
          </w:p>
        </w:tc>
      </w:tr>
      <w:tr w:rsidR="009453A8" w:rsidRPr="00BE4766" w14:paraId="4434777B" w14:textId="77777777" w:rsidTr="005551AD">
        <w:trPr>
          <w:trHeight w:val="242"/>
        </w:trPr>
        <w:tc>
          <w:tcPr>
            <w:tcW w:w="1448" w:type="dxa"/>
          </w:tcPr>
          <w:p w14:paraId="351C24D7" w14:textId="77777777" w:rsidR="009453A8" w:rsidRPr="00DE5E37" w:rsidRDefault="009453A8" w:rsidP="005551AD">
            <w:pPr>
              <w:pStyle w:val="TableBody"/>
              <w:rPr>
                <w:i/>
              </w:rPr>
            </w:pPr>
            <w:r w:rsidRPr="00824AAE">
              <w:rPr>
                <w:i/>
              </w:rPr>
              <w:t>RWF</w:t>
            </w:r>
            <w:r>
              <w:rPr>
                <w:i/>
                <w:vertAlign w:val="subscript"/>
              </w:rPr>
              <w:t>3</w:t>
            </w:r>
          </w:p>
        </w:tc>
        <w:tc>
          <w:tcPr>
            <w:tcW w:w="1702" w:type="dxa"/>
          </w:tcPr>
          <w:p w14:paraId="13BE104B" w14:textId="77777777" w:rsidR="009453A8" w:rsidRDefault="009453A8" w:rsidP="005551AD">
            <w:pPr>
              <w:pStyle w:val="TableBody"/>
            </w:pPr>
            <w:r>
              <w:t>None</w:t>
            </w:r>
          </w:p>
        </w:tc>
        <w:tc>
          <w:tcPr>
            <w:tcW w:w="5940" w:type="dxa"/>
          </w:tcPr>
          <w:p w14:paraId="7D83CBF5" w14:textId="77777777" w:rsidR="009453A8" w:rsidRDefault="009453A8" w:rsidP="005551AD">
            <w:pPr>
              <w:pStyle w:val="TableBody"/>
            </w:pPr>
            <w:r>
              <w:t>1/3</w:t>
            </w:r>
          </w:p>
        </w:tc>
      </w:tr>
      <w:tr w:rsidR="009453A8" w:rsidRPr="00BE4766" w14:paraId="3486703E" w14:textId="77777777" w:rsidTr="005551AD">
        <w:trPr>
          <w:trHeight w:val="242"/>
        </w:trPr>
        <w:tc>
          <w:tcPr>
            <w:tcW w:w="1448" w:type="dxa"/>
          </w:tcPr>
          <w:p w14:paraId="2BD87EBB" w14:textId="77777777" w:rsidR="009453A8" w:rsidRPr="00DE5E37" w:rsidRDefault="009453A8" w:rsidP="005551AD">
            <w:pPr>
              <w:pStyle w:val="TableBody"/>
              <w:rPr>
                <w:i/>
              </w:rPr>
            </w:pPr>
            <w:r>
              <w:rPr>
                <w:i/>
              </w:rPr>
              <w:t>D</w:t>
            </w:r>
            <w:r w:rsidRPr="00824AAE">
              <w:rPr>
                <w:i/>
              </w:rPr>
              <w:t>WF</w:t>
            </w:r>
            <w:r>
              <w:rPr>
                <w:i/>
                <w:vertAlign w:val="subscript"/>
              </w:rPr>
              <w:t>1</w:t>
            </w:r>
          </w:p>
        </w:tc>
        <w:tc>
          <w:tcPr>
            <w:tcW w:w="1702" w:type="dxa"/>
          </w:tcPr>
          <w:p w14:paraId="2B8285A1" w14:textId="77777777" w:rsidR="009453A8" w:rsidRDefault="009453A8" w:rsidP="005551AD">
            <w:pPr>
              <w:pStyle w:val="TableBody"/>
            </w:pPr>
            <w:r>
              <w:t>None</w:t>
            </w:r>
          </w:p>
        </w:tc>
        <w:tc>
          <w:tcPr>
            <w:tcW w:w="5940" w:type="dxa"/>
          </w:tcPr>
          <w:p w14:paraId="494D4615" w14:textId="77777777" w:rsidR="009453A8" w:rsidRDefault="009453A8" w:rsidP="005551AD">
            <w:pPr>
              <w:pStyle w:val="TableBody"/>
            </w:pPr>
            <w:r>
              <w:t>1/3</w:t>
            </w:r>
          </w:p>
        </w:tc>
      </w:tr>
      <w:tr w:rsidR="009453A8" w:rsidRPr="00BE4766" w14:paraId="385E1652" w14:textId="77777777" w:rsidTr="005551AD">
        <w:trPr>
          <w:trHeight w:val="242"/>
        </w:trPr>
        <w:tc>
          <w:tcPr>
            <w:tcW w:w="1448" w:type="dxa"/>
          </w:tcPr>
          <w:p w14:paraId="248CC17C" w14:textId="77777777" w:rsidR="009453A8" w:rsidRPr="00DE5E37" w:rsidRDefault="009453A8" w:rsidP="005551AD">
            <w:pPr>
              <w:pStyle w:val="TableBody"/>
              <w:rPr>
                <w:i/>
              </w:rPr>
            </w:pPr>
            <w:r>
              <w:rPr>
                <w:i/>
              </w:rPr>
              <w:t>D</w:t>
            </w:r>
            <w:r w:rsidRPr="00824AAE">
              <w:rPr>
                <w:i/>
              </w:rPr>
              <w:t>WF</w:t>
            </w:r>
            <w:r>
              <w:rPr>
                <w:i/>
                <w:vertAlign w:val="subscript"/>
              </w:rPr>
              <w:t>2</w:t>
            </w:r>
          </w:p>
        </w:tc>
        <w:tc>
          <w:tcPr>
            <w:tcW w:w="1702" w:type="dxa"/>
          </w:tcPr>
          <w:p w14:paraId="46E7660C" w14:textId="77777777" w:rsidR="009453A8" w:rsidRDefault="009453A8" w:rsidP="005551AD">
            <w:pPr>
              <w:pStyle w:val="TableBody"/>
            </w:pPr>
            <w:r>
              <w:t>None</w:t>
            </w:r>
          </w:p>
        </w:tc>
        <w:tc>
          <w:tcPr>
            <w:tcW w:w="5940" w:type="dxa"/>
          </w:tcPr>
          <w:p w14:paraId="3642B672" w14:textId="77777777" w:rsidR="009453A8" w:rsidRDefault="009453A8" w:rsidP="005551AD">
            <w:pPr>
              <w:pStyle w:val="TableBody"/>
            </w:pPr>
            <w:r>
              <w:t>1/3</w:t>
            </w:r>
          </w:p>
        </w:tc>
      </w:tr>
      <w:tr w:rsidR="009453A8" w:rsidRPr="00BE4766" w14:paraId="7F181369" w14:textId="77777777" w:rsidTr="005551AD">
        <w:trPr>
          <w:trHeight w:val="242"/>
        </w:trPr>
        <w:tc>
          <w:tcPr>
            <w:tcW w:w="1448" w:type="dxa"/>
          </w:tcPr>
          <w:p w14:paraId="0C8B18A4" w14:textId="77777777" w:rsidR="009453A8" w:rsidRPr="00DE5E37" w:rsidRDefault="009453A8" w:rsidP="005551AD">
            <w:pPr>
              <w:pStyle w:val="TableBody"/>
              <w:rPr>
                <w:i/>
              </w:rPr>
            </w:pPr>
            <w:r>
              <w:rPr>
                <w:i/>
              </w:rPr>
              <w:t>D</w:t>
            </w:r>
            <w:r w:rsidRPr="00824AAE">
              <w:rPr>
                <w:i/>
              </w:rPr>
              <w:t>WF</w:t>
            </w:r>
            <w:r>
              <w:rPr>
                <w:i/>
                <w:vertAlign w:val="subscript"/>
              </w:rPr>
              <w:t>3</w:t>
            </w:r>
          </w:p>
        </w:tc>
        <w:tc>
          <w:tcPr>
            <w:tcW w:w="1702" w:type="dxa"/>
          </w:tcPr>
          <w:p w14:paraId="4F3CFEAE" w14:textId="77777777" w:rsidR="009453A8" w:rsidRDefault="009453A8" w:rsidP="005551AD">
            <w:pPr>
              <w:pStyle w:val="TableBody"/>
            </w:pPr>
            <w:r>
              <w:t>None</w:t>
            </w:r>
          </w:p>
        </w:tc>
        <w:tc>
          <w:tcPr>
            <w:tcW w:w="5940" w:type="dxa"/>
          </w:tcPr>
          <w:p w14:paraId="72032E67" w14:textId="77777777" w:rsidR="009453A8" w:rsidRDefault="009453A8" w:rsidP="005551AD">
            <w:pPr>
              <w:pStyle w:val="TableBody"/>
            </w:pPr>
            <w:r>
              <w:t>1/3</w:t>
            </w:r>
          </w:p>
        </w:tc>
      </w:tr>
      <w:tr w:rsidR="009453A8" w:rsidRPr="00BE4766" w14:paraId="735AF65B" w14:textId="77777777" w:rsidTr="005551AD">
        <w:trPr>
          <w:trHeight w:val="519"/>
        </w:trPr>
        <w:tc>
          <w:tcPr>
            <w:tcW w:w="9090" w:type="dxa"/>
            <w:gridSpan w:val="3"/>
          </w:tcPr>
          <w:p w14:paraId="59AD95DC" w14:textId="77777777" w:rsidR="009453A8" w:rsidRDefault="009453A8" w:rsidP="005551AD">
            <w:pPr>
              <w:pStyle w:val="TableBody"/>
            </w:pPr>
            <w:r>
              <w:t xml:space="preserve">*  </w:t>
            </w:r>
            <w:r w:rsidRPr="00126667">
              <w:t xml:space="preserve">The </w:t>
            </w:r>
            <w:r>
              <w:t xml:space="preserve">current value for the </w:t>
            </w:r>
            <w:r w:rsidRPr="00126667">
              <w:t xml:space="preserve">parameters referenced in </w:t>
            </w:r>
            <w:r>
              <w:t xml:space="preserve">the table above </w:t>
            </w:r>
            <w:r w:rsidRPr="00126667">
              <w:t>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r>
              <w:t>.</w:t>
            </w:r>
          </w:p>
        </w:tc>
      </w:tr>
    </w:tbl>
    <w:p w14:paraId="03A9EE4F" w14:textId="77777777" w:rsidR="00FC1C5F" w:rsidRDefault="00727E32" w:rsidP="009453A8">
      <w:pPr>
        <w:pStyle w:val="ListIntroduction"/>
        <w:tabs>
          <w:tab w:val="left" w:pos="1260"/>
        </w:tabs>
        <w:spacing w:before="480"/>
        <w:outlineLvl w:val="3"/>
      </w:pPr>
      <w:bookmarkStart w:id="481" w:name="_Toc34728513"/>
      <w:r w:rsidRPr="00EA38A1">
        <w:rPr>
          <w:b/>
          <w:iCs w:val="0"/>
        </w:rPr>
        <w:t>16</w:t>
      </w:r>
      <w:r w:rsidRPr="00D63F95">
        <w:rPr>
          <w:b/>
        </w:rPr>
        <w:t>.11.4.4</w:t>
      </w:r>
      <w:r w:rsidRPr="00D63F95">
        <w:rPr>
          <w:b/>
        </w:rPr>
        <w:tab/>
      </w:r>
      <w:r w:rsidR="00E12AFD" w:rsidRPr="00DD1960">
        <w:rPr>
          <w:b/>
          <w:i/>
        </w:rPr>
        <w:t>[RESERVED]</w:t>
      </w:r>
      <w:bookmarkEnd w:id="469"/>
      <w:bookmarkEnd w:id="470"/>
      <w:bookmarkEnd w:id="471"/>
      <w:bookmarkEnd w:id="472"/>
      <w:bookmarkEnd w:id="473"/>
      <w:bookmarkEnd w:id="474"/>
      <w:bookmarkEnd w:id="481"/>
    </w:p>
    <w:p w14:paraId="2927F9E2" w14:textId="77777777" w:rsidR="00A36A5A" w:rsidRPr="00341696" w:rsidRDefault="00A36A5A" w:rsidP="00A36A5A">
      <w:pPr>
        <w:keepNext/>
        <w:widowControl w:val="0"/>
        <w:tabs>
          <w:tab w:val="left" w:pos="1260"/>
        </w:tabs>
        <w:spacing w:before="240" w:after="240"/>
        <w:ind w:left="1267" w:hanging="1267"/>
        <w:outlineLvl w:val="3"/>
        <w:rPr>
          <w:b/>
          <w:bCs/>
          <w:snapToGrid w:val="0"/>
        </w:rPr>
      </w:pPr>
      <w:bookmarkStart w:id="482" w:name="_Toc390438970"/>
      <w:bookmarkStart w:id="483" w:name="_Toc405897668"/>
      <w:bookmarkStart w:id="484" w:name="_Toc415055772"/>
      <w:bookmarkStart w:id="485" w:name="_Toc415055898"/>
      <w:bookmarkStart w:id="486" w:name="_Toc415055997"/>
      <w:bookmarkStart w:id="487" w:name="_Toc415056098"/>
      <w:bookmarkStart w:id="488" w:name="_Toc34728514"/>
      <w:r w:rsidRPr="00341696">
        <w:rPr>
          <w:b/>
          <w:bCs/>
          <w:snapToGrid w:val="0"/>
        </w:rPr>
        <w:t>16.11.4.5</w:t>
      </w:r>
      <w:r w:rsidRPr="00341696">
        <w:rPr>
          <w:b/>
          <w:bCs/>
          <w:snapToGrid w:val="0"/>
        </w:rPr>
        <w:tab/>
        <w:t>Determination of the Counter-Party Future Credit Exposure</w:t>
      </w:r>
      <w:bookmarkEnd w:id="482"/>
      <w:bookmarkEnd w:id="483"/>
      <w:bookmarkEnd w:id="484"/>
      <w:bookmarkEnd w:id="485"/>
      <w:bookmarkEnd w:id="486"/>
      <w:bookmarkEnd w:id="487"/>
      <w:bookmarkEnd w:id="488"/>
    </w:p>
    <w:p w14:paraId="7DAA1AE1" w14:textId="77777777" w:rsidR="00A36A5A" w:rsidRDefault="00A36A5A" w:rsidP="00A36A5A">
      <w:pPr>
        <w:pStyle w:val="BodyText"/>
        <w:tabs>
          <w:tab w:val="left" w:pos="720"/>
        </w:tabs>
        <w:ind w:left="720" w:hanging="720"/>
      </w:pPr>
      <w:r w:rsidRPr="00341696">
        <w:rPr>
          <w:iCs w:val="0"/>
        </w:rPr>
        <w:t>(1)</w:t>
      </w:r>
      <w:r w:rsidRPr="00341696">
        <w:rPr>
          <w:iCs w:val="0"/>
        </w:rPr>
        <w:tab/>
        <w:t xml:space="preserve">ERCOT shall monitor and calculate the Counter-Party’s FCE for all </w:t>
      </w:r>
      <w:r w:rsidR="00613851">
        <w:rPr>
          <w:iCs w:val="0"/>
        </w:rPr>
        <w:t>the CRR Account Holders represented by</w:t>
      </w:r>
      <w:r w:rsidRPr="00341696">
        <w:rPr>
          <w:iCs w:val="0"/>
        </w:rPr>
        <w:t xml:space="preserve"> the Counter-Party as </w:t>
      </w:r>
      <w:r>
        <w:rPr>
          <w:iCs w:val="0"/>
        </w:rPr>
        <w:t>CRR O</w:t>
      </w:r>
      <w:r w:rsidRPr="00341696">
        <w:rPr>
          <w:iCs w:val="0"/>
        </w:rPr>
        <w:t>wner of record at ERCOT</w:t>
      </w:r>
      <w:r w:rsidRPr="00891D7E">
        <w:t>.</w:t>
      </w:r>
      <w:r>
        <w:t xml:space="preserve"> </w:t>
      </w:r>
    </w:p>
    <w:p w14:paraId="01D62A65" w14:textId="77777777" w:rsidR="00A36A5A" w:rsidRPr="002475CE" w:rsidRDefault="00A36A5A" w:rsidP="00A36A5A">
      <w:pPr>
        <w:pStyle w:val="Instructions"/>
        <w:spacing w:after="0"/>
        <w:ind w:left="720"/>
        <w:rPr>
          <w:i w:val="0"/>
        </w:rPr>
      </w:pPr>
      <w:r w:rsidRPr="002475CE">
        <w:rPr>
          <w:i w:val="0"/>
          <w:lang w:val="it-IT"/>
        </w:rPr>
        <w:t xml:space="preserve">FCE </w:t>
      </w:r>
      <w:r w:rsidR="00613851">
        <w:rPr>
          <w:rFonts w:ascii="Times New Roman Bold" w:hAnsi="Times New Roman Bold"/>
          <w:vertAlign w:val="subscript"/>
          <w:lang w:val="it-IT"/>
        </w:rPr>
        <w:t>a</w:t>
      </w:r>
      <w:r w:rsidRPr="002475CE">
        <w:rPr>
          <w:i w:val="0"/>
          <w:lang w:val="it-IT"/>
        </w:rPr>
        <w:t xml:space="preserve">  =  FCEOBL </w:t>
      </w:r>
      <w:r w:rsidR="00613851">
        <w:rPr>
          <w:rFonts w:ascii="Times New Roman Bold" w:hAnsi="Times New Roman Bold"/>
          <w:vertAlign w:val="subscript"/>
          <w:lang w:val="it-IT"/>
        </w:rPr>
        <w:t>a</w:t>
      </w:r>
      <w:r w:rsidRPr="002475CE">
        <w:rPr>
          <w:i w:val="0"/>
          <w:lang w:val="it-IT"/>
        </w:rPr>
        <w:t xml:space="preserve"> + FCEOPT </w:t>
      </w:r>
      <w:r w:rsidR="00613851">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10251386" w14:textId="77777777" w:rsidR="00A36A5A" w:rsidRPr="00FA6425" w:rsidRDefault="00A36A5A" w:rsidP="00A36A5A">
      <w:pPr>
        <w:pStyle w:val="ListIntroduction"/>
        <w:spacing w:after="0"/>
        <w:rPr>
          <w:lang w:val="en-US" w:eastAsia="en-US"/>
        </w:rPr>
      </w:pPr>
    </w:p>
    <w:p w14:paraId="796AC34F" w14:textId="77777777" w:rsidR="00A36A5A" w:rsidRPr="00FA6425" w:rsidRDefault="00A36A5A" w:rsidP="00A36A5A">
      <w:pPr>
        <w:pStyle w:val="ListIntroduction"/>
        <w:spacing w:after="0"/>
        <w:rPr>
          <w:lang w:val="en-US" w:eastAsia="en-US"/>
        </w:rPr>
      </w:pPr>
      <w:r w:rsidRPr="00FA6425">
        <w:rPr>
          <w:lang w:val="en-US" w:eastAsia="en-U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A36A5A" w14:paraId="2DF9B6A5" w14:textId="77777777" w:rsidTr="00077067">
        <w:trPr>
          <w:cantSplit/>
          <w:trHeight w:val="351"/>
          <w:tblHeader/>
        </w:trPr>
        <w:tc>
          <w:tcPr>
            <w:tcW w:w="0" w:type="auto"/>
          </w:tcPr>
          <w:p w14:paraId="0FD3B76C" w14:textId="77777777" w:rsidR="00A36A5A" w:rsidRDefault="00A36A5A" w:rsidP="00077067">
            <w:pPr>
              <w:pStyle w:val="TableHead"/>
            </w:pPr>
            <w:r>
              <w:t>Variable</w:t>
            </w:r>
          </w:p>
        </w:tc>
        <w:tc>
          <w:tcPr>
            <w:tcW w:w="739" w:type="dxa"/>
          </w:tcPr>
          <w:p w14:paraId="48305851" w14:textId="77777777" w:rsidR="00A36A5A" w:rsidRDefault="00A36A5A" w:rsidP="00077067">
            <w:pPr>
              <w:pStyle w:val="TableHead"/>
            </w:pPr>
            <w:r>
              <w:t>Unit</w:t>
            </w:r>
          </w:p>
        </w:tc>
        <w:tc>
          <w:tcPr>
            <w:tcW w:w="6948" w:type="dxa"/>
          </w:tcPr>
          <w:p w14:paraId="01B8EA1B" w14:textId="77777777" w:rsidR="00A36A5A" w:rsidRDefault="00A36A5A" w:rsidP="00077067">
            <w:pPr>
              <w:pStyle w:val="TableHead"/>
            </w:pPr>
            <w:r>
              <w:t>Description</w:t>
            </w:r>
          </w:p>
        </w:tc>
      </w:tr>
      <w:tr w:rsidR="00A36A5A" w14:paraId="5CD90055" w14:textId="77777777" w:rsidTr="00077067">
        <w:trPr>
          <w:trHeight w:val="260"/>
        </w:trPr>
        <w:tc>
          <w:tcPr>
            <w:tcW w:w="0" w:type="auto"/>
          </w:tcPr>
          <w:p w14:paraId="5FE0B18E" w14:textId="77777777" w:rsidR="00A36A5A" w:rsidRDefault="00A36A5A" w:rsidP="00613851">
            <w:pPr>
              <w:pStyle w:val="TableBody"/>
            </w:pPr>
            <w:r>
              <w:t xml:space="preserve">FCE </w:t>
            </w:r>
            <w:r w:rsidR="00613851">
              <w:rPr>
                <w:rFonts w:ascii="Times New Roman Bold" w:hAnsi="Times New Roman Bold"/>
                <w:i/>
                <w:vertAlign w:val="subscript"/>
              </w:rPr>
              <w:t>a</w:t>
            </w:r>
          </w:p>
        </w:tc>
        <w:tc>
          <w:tcPr>
            <w:tcW w:w="739" w:type="dxa"/>
          </w:tcPr>
          <w:p w14:paraId="4A088EB8" w14:textId="77777777" w:rsidR="00A36A5A" w:rsidRDefault="00A36A5A" w:rsidP="00077067">
            <w:pPr>
              <w:pStyle w:val="TableBody"/>
            </w:pPr>
            <w:r>
              <w:t>$</w:t>
            </w:r>
          </w:p>
        </w:tc>
        <w:tc>
          <w:tcPr>
            <w:tcW w:w="6948" w:type="dxa"/>
          </w:tcPr>
          <w:p w14:paraId="45580588" w14:textId="77777777" w:rsidR="00A36A5A" w:rsidRDefault="00A36A5A" w:rsidP="008C0679">
            <w:pPr>
              <w:pStyle w:val="TableBody"/>
            </w:pPr>
            <w:r w:rsidRPr="00B67540">
              <w:rPr>
                <w:i/>
              </w:rPr>
              <w:t>Future Credit Exposure</w:t>
            </w:r>
            <w:r>
              <w:t xml:space="preserve"> for all CRRs held by </w:t>
            </w:r>
            <w:r w:rsidR="008C0679" w:rsidRPr="00545E0B">
              <w:rPr>
                <w:i/>
              </w:rPr>
              <w:t>all CRR Account Holders</w:t>
            </w:r>
            <w:r w:rsidR="008C0679">
              <w:t xml:space="preserve"> represented by </w:t>
            </w:r>
            <w:r>
              <w:t>the Counter-Party.</w:t>
            </w:r>
          </w:p>
        </w:tc>
      </w:tr>
      <w:tr w:rsidR="00A36A5A" w14:paraId="32EEE376" w14:textId="77777777" w:rsidTr="00077067">
        <w:trPr>
          <w:trHeight w:val="611"/>
        </w:trPr>
        <w:tc>
          <w:tcPr>
            <w:tcW w:w="0" w:type="auto"/>
          </w:tcPr>
          <w:p w14:paraId="0BEE9320" w14:textId="77777777" w:rsidR="00A36A5A" w:rsidRDefault="00A36A5A" w:rsidP="00613851">
            <w:pPr>
              <w:pStyle w:val="TableBody"/>
            </w:pPr>
            <w:r>
              <w:t xml:space="preserve">FCEOBL </w:t>
            </w:r>
            <w:r w:rsidR="00613851">
              <w:rPr>
                <w:rFonts w:ascii="Times New Roman Bold" w:hAnsi="Times New Roman Bold"/>
                <w:i/>
                <w:vertAlign w:val="subscript"/>
              </w:rPr>
              <w:t>a</w:t>
            </w:r>
          </w:p>
        </w:tc>
        <w:tc>
          <w:tcPr>
            <w:tcW w:w="739" w:type="dxa"/>
          </w:tcPr>
          <w:p w14:paraId="5A8EE8B9" w14:textId="77777777" w:rsidR="00A36A5A" w:rsidRDefault="00A36A5A" w:rsidP="00077067">
            <w:pPr>
              <w:pStyle w:val="TableBody"/>
            </w:pPr>
            <w:r>
              <w:t>$</w:t>
            </w:r>
          </w:p>
        </w:tc>
        <w:tc>
          <w:tcPr>
            <w:tcW w:w="6948" w:type="dxa"/>
          </w:tcPr>
          <w:p w14:paraId="3782E097" w14:textId="77777777" w:rsidR="00A36A5A" w:rsidRPr="00B67540" w:rsidRDefault="00A36A5A" w:rsidP="008C0679">
            <w:pPr>
              <w:pStyle w:val="TableBody"/>
              <w:rPr>
                <w:iCs w:val="0"/>
              </w:rPr>
            </w:pPr>
            <w:r w:rsidRPr="00B67540">
              <w:rPr>
                <w:i/>
              </w:rPr>
              <w:t>Future Credit Exposure for PTP Obligations</w:t>
            </w:r>
            <w:r>
              <w:t xml:space="preserve"> for all PTP Obligations held by </w:t>
            </w:r>
            <w:r w:rsidR="008C0679">
              <w:t xml:space="preserve">all CRR Account Holders represented by </w:t>
            </w:r>
            <w:r>
              <w:t>the Counter-Party as CRR Owner</w:t>
            </w:r>
            <w:r w:rsidRPr="00B67540">
              <w:rPr>
                <w:i/>
              </w:rPr>
              <w:t xml:space="preserve"> </w:t>
            </w:r>
            <w:r>
              <w:t xml:space="preserve">of record at ERCOT, for all Operating Days in the current operating month, Prompt Month, and all Forward Months. </w:t>
            </w:r>
          </w:p>
        </w:tc>
      </w:tr>
      <w:tr w:rsidR="00A36A5A" w14:paraId="3614E631" w14:textId="77777777" w:rsidTr="00077067">
        <w:trPr>
          <w:trHeight w:val="530"/>
        </w:trPr>
        <w:tc>
          <w:tcPr>
            <w:tcW w:w="0" w:type="auto"/>
          </w:tcPr>
          <w:p w14:paraId="11990135" w14:textId="77777777" w:rsidR="00A36A5A" w:rsidRDefault="00A36A5A" w:rsidP="00613851">
            <w:pPr>
              <w:pStyle w:val="TableBody"/>
            </w:pPr>
            <w:r>
              <w:t xml:space="preserve">FCEOPT </w:t>
            </w:r>
            <w:r w:rsidR="00613851">
              <w:rPr>
                <w:rFonts w:ascii="Times New Roman Bold" w:hAnsi="Times New Roman Bold"/>
                <w:i/>
                <w:vertAlign w:val="subscript"/>
              </w:rPr>
              <w:t>a</w:t>
            </w:r>
          </w:p>
        </w:tc>
        <w:tc>
          <w:tcPr>
            <w:tcW w:w="739" w:type="dxa"/>
          </w:tcPr>
          <w:p w14:paraId="35D011D7" w14:textId="77777777" w:rsidR="00A36A5A" w:rsidRDefault="00A36A5A" w:rsidP="00077067">
            <w:pPr>
              <w:pStyle w:val="TableBody"/>
            </w:pPr>
            <w:r>
              <w:t>$</w:t>
            </w:r>
          </w:p>
        </w:tc>
        <w:tc>
          <w:tcPr>
            <w:tcW w:w="6948" w:type="dxa"/>
          </w:tcPr>
          <w:p w14:paraId="0A4938CE" w14:textId="77777777" w:rsidR="00A36A5A" w:rsidRDefault="00A36A5A" w:rsidP="008C0679">
            <w:pPr>
              <w:pStyle w:val="TableBody"/>
            </w:pPr>
            <w:r w:rsidRPr="00B67540">
              <w:rPr>
                <w:i/>
              </w:rPr>
              <w:t>Future Credit Exposure for PTP Options</w:t>
            </w:r>
            <w:r>
              <w:t xml:space="preserve"> for all PTP Options held by </w:t>
            </w:r>
            <w:r w:rsidR="008C0679">
              <w:t xml:space="preserve">all CRR Account Holders represented by </w:t>
            </w:r>
            <w:r>
              <w:t>the Counter-Party as CRR Owner</w:t>
            </w:r>
            <w:r w:rsidRPr="00B67540">
              <w:rPr>
                <w:i/>
              </w:rPr>
              <w:t xml:space="preserve"> </w:t>
            </w:r>
            <w:r>
              <w:t xml:space="preserve">of record at ERCOT, for all Operating Days remaining in the current operating month and Prompt Month. </w:t>
            </w:r>
          </w:p>
        </w:tc>
      </w:tr>
      <w:tr w:rsidR="00A36A5A" w14:paraId="371F84CB" w14:textId="77777777" w:rsidTr="00077067">
        <w:trPr>
          <w:trHeight w:val="350"/>
        </w:trPr>
        <w:tc>
          <w:tcPr>
            <w:tcW w:w="0" w:type="auto"/>
          </w:tcPr>
          <w:p w14:paraId="5ACFB7D9" w14:textId="77777777" w:rsidR="00A36A5A" w:rsidRPr="00D36347" w:rsidRDefault="00613851" w:rsidP="00077067">
            <w:pPr>
              <w:pStyle w:val="TableBody"/>
              <w:rPr>
                <w:i/>
              </w:rPr>
            </w:pPr>
            <w:r>
              <w:rPr>
                <w:i/>
              </w:rPr>
              <w:t>a</w:t>
            </w:r>
          </w:p>
        </w:tc>
        <w:tc>
          <w:tcPr>
            <w:tcW w:w="739" w:type="dxa"/>
          </w:tcPr>
          <w:p w14:paraId="6DCCD5B3" w14:textId="77777777" w:rsidR="00A36A5A" w:rsidRDefault="00A36A5A" w:rsidP="00077067">
            <w:pPr>
              <w:pStyle w:val="TableBody"/>
            </w:pPr>
            <w:r>
              <w:t>none</w:t>
            </w:r>
          </w:p>
        </w:tc>
        <w:tc>
          <w:tcPr>
            <w:tcW w:w="6948" w:type="dxa"/>
          </w:tcPr>
          <w:p w14:paraId="662F1402" w14:textId="77777777" w:rsidR="00A36A5A" w:rsidRDefault="00A36A5A" w:rsidP="008C0679">
            <w:pPr>
              <w:pStyle w:val="TableBody"/>
            </w:pPr>
            <w:r>
              <w:t>A</w:t>
            </w:r>
            <w:r w:rsidR="008C0679">
              <w:t>ll</w:t>
            </w:r>
            <w:r>
              <w:t xml:space="preserve"> CRR </w:t>
            </w:r>
            <w:r w:rsidR="008C0679">
              <w:t>Account Holders represented by the Counter-Party</w:t>
            </w:r>
            <w:r>
              <w:t>.</w:t>
            </w:r>
          </w:p>
        </w:tc>
      </w:tr>
    </w:tbl>
    <w:p w14:paraId="4F362115" w14:textId="77777777" w:rsidR="00A36A5A" w:rsidRPr="00341696" w:rsidRDefault="00A36A5A" w:rsidP="00A36A5A">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rsidR="008C0679">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6AA00B74" w14:textId="77777777" w:rsidR="00A36A5A" w:rsidRDefault="00A36A5A" w:rsidP="00A36A5A">
      <w:pPr>
        <w:tabs>
          <w:tab w:val="left" w:pos="1440"/>
          <w:tab w:val="left" w:pos="1800"/>
        </w:tabs>
        <w:spacing w:after="240"/>
        <w:ind w:left="720"/>
        <w:contextualSpacing/>
        <w:rPr>
          <w:b/>
        </w:rPr>
      </w:pPr>
      <w:r w:rsidRPr="00341696">
        <w:rPr>
          <w:b/>
          <w:iCs/>
        </w:rPr>
        <w:t xml:space="preserve">FCEOBL </w:t>
      </w:r>
      <w:r w:rsidR="008C0679">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sidR="00D24ED8">
        <w:rPr>
          <w:b/>
        </w:rPr>
        <w:t xml:space="preserve"> </w:t>
      </w:r>
      <w:r>
        <w:rPr>
          <w:b/>
        </w:rPr>
        <w:t xml:space="preserve">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18E43F67" w14:textId="77777777" w:rsidR="0083787A" w:rsidRDefault="0083787A" w:rsidP="0083787A">
      <w:pPr>
        <w:tabs>
          <w:tab w:val="left" w:pos="1440"/>
          <w:tab w:val="left" w:pos="1800"/>
        </w:tabs>
        <w:spacing w:after="240"/>
        <w:ind w:left="720"/>
        <w:contextualSpacing/>
        <w:rPr>
          <w:b/>
        </w:rPr>
      </w:pPr>
    </w:p>
    <w:p w14:paraId="0761193B" w14:textId="77777777" w:rsidR="00A36A5A" w:rsidRDefault="0083787A" w:rsidP="008779D4">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33119280" w14:textId="77777777" w:rsidR="008779D4" w:rsidRPr="00341696" w:rsidRDefault="008779D4" w:rsidP="008779D4">
      <w:pPr>
        <w:tabs>
          <w:tab w:val="left" w:pos="1440"/>
          <w:tab w:val="left" w:pos="1800"/>
        </w:tabs>
        <w:ind w:left="720"/>
        <w:contextualSpacing/>
        <w:rPr>
          <w:b/>
          <w:iCs/>
        </w:rPr>
      </w:pPr>
    </w:p>
    <w:p w14:paraId="442DF677" w14:textId="77777777" w:rsidR="00A36A5A" w:rsidRPr="00341696" w:rsidRDefault="00A36A5A" w:rsidP="008779D4">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A36A5A" w:rsidRPr="00341696" w14:paraId="4FF95375" w14:textId="77777777" w:rsidTr="00E00BA1">
        <w:trPr>
          <w:cantSplit/>
          <w:trHeight w:val="351"/>
          <w:tblHeader/>
        </w:trPr>
        <w:tc>
          <w:tcPr>
            <w:tcW w:w="2069" w:type="dxa"/>
          </w:tcPr>
          <w:p w14:paraId="32551563" w14:textId="77777777" w:rsidR="00A36A5A" w:rsidRPr="00341696" w:rsidRDefault="00A36A5A" w:rsidP="00077067">
            <w:pPr>
              <w:spacing w:after="120"/>
              <w:rPr>
                <w:b/>
                <w:iCs/>
                <w:sz w:val="20"/>
              </w:rPr>
            </w:pPr>
            <w:r w:rsidRPr="00341696">
              <w:rPr>
                <w:b/>
                <w:iCs/>
                <w:sz w:val="20"/>
              </w:rPr>
              <w:t>Variable</w:t>
            </w:r>
          </w:p>
        </w:tc>
        <w:tc>
          <w:tcPr>
            <w:tcW w:w="739" w:type="dxa"/>
          </w:tcPr>
          <w:p w14:paraId="05224EDC" w14:textId="77777777" w:rsidR="00A36A5A" w:rsidRPr="00341696" w:rsidRDefault="00A36A5A" w:rsidP="00077067">
            <w:pPr>
              <w:spacing w:after="120"/>
              <w:rPr>
                <w:b/>
                <w:iCs/>
                <w:sz w:val="20"/>
              </w:rPr>
            </w:pPr>
            <w:r w:rsidRPr="00341696">
              <w:rPr>
                <w:b/>
                <w:iCs/>
                <w:sz w:val="20"/>
              </w:rPr>
              <w:t>Unit</w:t>
            </w:r>
          </w:p>
        </w:tc>
        <w:tc>
          <w:tcPr>
            <w:tcW w:w="6768" w:type="dxa"/>
          </w:tcPr>
          <w:p w14:paraId="103803E0" w14:textId="77777777" w:rsidR="00A36A5A" w:rsidRPr="00341696" w:rsidRDefault="00A36A5A" w:rsidP="00077067">
            <w:pPr>
              <w:spacing w:after="120"/>
              <w:rPr>
                <w:b/>
                <w:iCs/>
                <w:sz w:val="20"/>
              </w:rPr>
            </w:pPr>
            <w:r w:rsidRPr="00341696">
              <w:rPr>
                <w:b/>
                <w:iCs/>
                <w:sz w:val="20"/>
              </w:rPr>
              <w:t>Description</w:t>
            </w:r>
          </w:p>
        </w:tc>
      </w:tr>
      <w:tr w:rsidR="00A36A5A" w:rsidRPr="00341696" w14:paraId="30BEC859" w14:textId="77777777" w:rsidTr="00E00BA1">
        <w:trPr>
          <w:cantSplit/>
          <w:trHeight w:val="519"/>
        </w:trPr>
        <w:tc>
          <w:tcPr>
            <w:tcW w:w="2069" w:type="dxa"/>
          </w:tcPr>
          <w:p w14:paraId="2B039A5A" w14:textId="77777777" w:rsidR="00A36A5A" w:rsidRPr="00341696" w:rsidRDefault="00A36A5A" w:rsidP="008C0679">
            <w:pPr>
              <w:spacing w:after="60"/>
              <w:rPr>
                <w:iCs/>
                <w:sz w:val="20"/>
              </w:rPr>
            </w:pPr>
            <w:r w:rsidRPr="00341696">
              <w:rPr>
                <w:iCs/>
                <w:sz w:val="20"/>
              </w:rPr>
              <w:t xml:space="preserve">FCEOBL </w:t>
            </w:r>
            <w:r w:rsidR="008C0679">
              <w:rPr>
                <w:i/>
                <w:iCs/>
                <w:sz w:val="20"/>
                <w:vertAlign w:val="subscript"/>
              </w:rPr>
              <w:t>a</w:t>
            </w:r>
          </w:p>
        </w:tc>
        <w:tc>
          <w:tcPr>
            <w:tcW w:w="739" w:type="dxa"/>
          </w:tcPr>
          <w:p w14:paraId="44454949" w14:textId="77777777" w:rsidR="00A36A5A" w:rsidRPr="00341696" w:rsidRDefault="00A36A5A" w:rsidP="00077067">
            <w:pPr>
              <w:spacing w:after="60"/>
              <w:rPr>
                <w:iCs/>
                <w:sz w:val="20"/>
              </w:rPr>
            </w:pPr>
            <w:r w:rsidRPr="00341696">
              <w:rPr>
                <w:iCs/>
                <w:sz w:val="20"/>
              </w:rPr>
              <w:t>$</w:t>
            </w:r>
          </w:p>
        </w:tc>
        <w:tc>
          <w:tcPr>
            <w:tcW w:w="6768" w:type="dxa"/>
          </w:tcPr>
          <w:p w14:paraId="31194026" w14:textId="77777777" w:rsidR="00A36A5A" w:rsidRPr="00341696" w:rsidRDefault="00A36A5A" w:rsidP="008C0679">
            <w:pPr>
              <w:spacing w:after="60"/>
              <w:rPr>
                <w:iCs/>
                <w:sz w:val="20"/>
              </w:rPr>
            </w:pPr>
            <w:r w:rsidRPr="00341696">
              <w:rPr>
                <w:i/>
                <w:iCs/>
                <w:sz w:val="20"/>
              </w:rPr>
              <w:t>Future Credit Exposure for PTP Obligations</w:t>
            </w:r>
            <w:r w:rsidRPr="00341696">
              <w:rPr>
                <w:iCs/>
                <w:sz w:val="20"/>
              </w:rPr>
              <w:t xml:space="preserve"> for all PTP Obligations held by </w:t>
            </w:r>
            <w:r w:rsidR="008C0679" w:rsidRPr="00545E0B">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A36A5A" w:rsidRPr="00341696" w14:paraId="4B82EF2B" w14:textId="77777777" w:rsidTr="00E00BA1">
        <w:tblPrEx>
          <w:tblLook w:val="01E0" w:firstRow="1" w:lastRow="1" w:firstColumn="1" w:lastColumn="1" w:noHBand="0" w:noVBand="0"/>
        </w:tblPrEx>
        <w:trPr>
          <w:cantSplit/>
          <w:trHeight w:val="350"/>
        </w:trPr>
        <w:tc>
          <w:tcPr>
            <w:tcW w:w="2069" w:type="dxa"/>
          </w:tcPr>
          <w:p w14:paraId="2218D04E" w14:textId="77777777" w:rsidR="00A36A5A" w:rsidRPr="00341696" w:rsidRDefault="00A36A5A" w:rsidP="008C0679">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2CFC0F3D" w14:textId="77777777" w:rsidR="00A36A5A" w:rsidRPr="00341696" w:rsidRDefault="00A36A5A" w:rsidP="00077067">
            <w:pPr>
              <w:spacing w:after="60"/>
              <w:rPr>
                <w:iCs/>
                <w:sz w:val="20"/>
              </w:rPr>
            </w:pPr>
            <w:r w:rsidRPr="000433EB">
              <w:rPr>
                <w:sz w:val="20"/>
              </w:rPr>
              <w:t>MW</w:t>
            </w:r>
          </w:p>
        </w:tc>
        <w:tc>
          <w:tcPr>
            <w:tcW w:w="6768" w:type="dxa"/>
          </w:tcPr>
          <w:p w14:paraId="5CE154E6" w14:textId="77777777" w:rsidR="00A36A5A" w:rsidRPr="00341696" w:rsidRDefault="00A36A5A" w:rsidP="008C0679">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008C0679" w:rsidRPr="00545E0B">
              <w:rPr>
                <w:sz w:val="20"/>
              </w:rPr>
              <w:t>all CRR Account Holders represented by</w:t>
            </w:r>
            <w:r w:rsidR="008C0679">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A36A5A" w:rsidRPr="00341696" w14:paraId="29446FF6" w14:textId="77777777" w:rsidTr="00E00BA1">
        <w:tblPrEx>
          <w:tblLook w:val="01E0" w:firstRow="1" w:lastRow="1" w:firstColumn="1" w:lastColumn="1" w:noHBand="0" w:noVBand="0"/>
        </w:tblPrEx>
        <w:trPr>
          <w:cantSplit/>
          <w:trHeight w:val="350"/>
        </w:trPr>
        <w:tc>
          <w:tcPr>
            <w:tcW w:w="2069" w:type="dxa"/>
          </w:tcPr>
          <w:p w14:paraId="791E28DF" w14:textId="77777777" w:rsidR="00A36A5A" w:rsidRPr="00341696" w:rsidRDefault="00A36A5A" w:rsidP="008C0679">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1512F491" w14:textId="77777777" w:rsidR="00A36A5A" w:rsidRPr="00341696" w:rsidRDefault="00A36A5A" w:rsidP="00077067">
            <w:pPr>
              <w:spacing w:after="60"/>
              <w:rPr>
                <w:iCs/>
                <w:sz w:val="20"/>
              </w:rPr>
            </w:pPr>
            <w:r w:rsidRPr="000433EB">
              <w:rPr>
                <w:sz w:val="20"/>
              </w:rPr>
              <w:t>$/MW per hour</w:t>
            </w:r>
          </w:p>
        </w:tc>
        <w:tc>
          <w:tcPr>
            <w:tcW w:w="6768" w:type="dxa"/>
          </w:tcPr>
          <w:p w14:paraId="133D1467" w14:textId="77777777" w:rsidR="00A36A5A" w:rsidRPr="00341696" w:rsidRDefault="00A36A5A" w:rsidP="008C0679">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008C0679" w:rsidRPr="00CF238E">
              <w:rPr>
                <w:sz w:val="20"/>
              </w:rPr>
              <w:t>all CRR Account Holders represented by</w:t>
            </w:r>
            <w:r w:rsidR="008C0679">
              <w:t xml:space="preserve"> </w:t>
            </w:r>
            <w:r w:rsidR="008C0679">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over a period that represents a month for each product type (18</w:t>
            </w:r>
            <w:r>
              <w:rPr>
                <w:sz w:val="20"/>
              </w:rPr>
              <w:t xml:space="preserve"> </w:t>
            </w:r>
            <w:r w:rsidRPr="000433EB">
              <w:rPr>
                <w:sz w:val="20"/>
              </w:rPr>
              <w:t>days for 5*16, 8 days for 2*16, 28 days for 7*8</w:t>
            </w:r>
            <w:r>
              <w:rPr>
                <w:sz w:val="20"/>
              </w:rPr>
              <w:t xml:space="preserve">).  The look-back period for DAM settled prices shall be the lesser of January 1, 2011 to the current time, and the current time minus three years.  </w:t>
            </w:r>
            <w:r w:rsidRPr="00AA4725">
              <w:rPr>
                <w:bCs/>
                <w:iCs/>
                <w:sz w:val="20"/>
              </w:rPr>
              <w:t xml:space="preserve">If historical </w:t>
            </w:r>
            <w:r w:rsidR="00D24ED8">
              <w:rPr>
                <w:bCs/>
                <w:iCs/>
                <w:sz w:val="20"/>
              </w:rPr>
              <w:t>Day-Ahead Settlement Point Prices (</w:t>
            </w:r>
            <w:r>
              <w:rPr>
                <w:bCs/>
                <w:iCs/>
                <w:sz w:val="20"/>
              </w:rPr>
              <w:t>DASPP</w:t>
            </w:r>
            <w:r w:rsidRPr="00AA4725">
              <w:rPr>
                <w:bCs/>
                <w:iCs/>
                <w:sz w:val="20"/>
              </w:rPr>
              <w:t>s</w:t>
            </w:r>
            <w:r w:rsidR="00D24ED8">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A36A5A" w:rsidRPr="00341696" w14:paraId="3FB83E4E" w14:textId="77777777" w:rsidTr="00E00BA1">
        <w:tblPrEx>
          <w:tblLook w:val="01E0" w:firstRow="1" w:lastRow="1" w:firstColumn="1" w:lastColumn="1" w:noHBand="0" w:noVBand="0"/>
        </w:tblPrEx>
        <w:trPr>
          <w:cantSplit/>
          <w:trHeight w:val="350"/>
        </w:trPr>
        <w:tc>
          <w:tcPr>
            <w:tcW w:w="2069" w:type="dxa"/>
          </w:tcPr>
          <w:p w14:paraId="41880137" w14:textId="77777777" w:rsidR="00A36A5A" w:rsidRPr="00341696" w:rsidRDefault="00A36A5A" w:rsidP="008C0679">
            <w:pPr>
              <w:spacing w:after="60"/>
              <w:rPr>
                <w:iCs/>
                <w:sz w:val="20"/>
              </w:rPr>
            </w:pPr>
            <w:r w:rsidRPr="000433EB">
              <w:rPr>
                <w:sz w:val="20"/>
              </w:rPr>
              <w:t xml:space="preserve">PWACP </w:t>
            </w:r>
            <w:r w:rsidRPr="00D36347">
              <w:rPr>
                <w:i/>
                <w:sz w:val="20"/>
                <w:vertAlign w:val="subscript"/>
              </w:rPr>
              <w:t>m</w:t>
            </w:r>
          </w:p>
        </w:tc>
        <w:tc>
          <w:tcPr>
            <w:tcW w:w="739" w:type="dxa"/>
          </w:tcPr>
          <w:p w14:paraId="19A37473" w14:textId="77777777" w:rsidR="00A36A5A" w:rsidRPr="00341696" w:rsidRDefault="00A36A5A" w:rsidP="00077067">
            <w:pPr>
              <w:spacing w:after="60"/>
              <w:rPr>
                <w:iCs/>
                <w:sz w:val="20"/>
              </w:rPr>
            </w:pPr>
            <w:r w:rsidRPr="000433EB">
              <w:rPr>
                <w:sz w:val="20"/>
              </w:rPr>
              <w:t>$/MW per hour</w:t>
            </w:r>
          </w:p>
        </w:tc>
        <w:tc>
          <w:tcPr>
            <w:tcW w:w="6768" w:type="dxa"/>
          </w:tcPr>
          <w:p w14:paraId="2EB70E9C" w14:textId="77777777" w:rsidR="00A36A5A" w:rsidRPr="00341696" w:rsidRDefault="00A36A5A" w:rsidP="008C0679">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008C0679" w:rsidRPr="00CF238E">
              <w:rPr>
                <w:sz w:val="20"/>
              </w:rPr>
              <w:t>all CRR Account Holders represented by</w:t>
            </w:r>
            <w:r w:rsidR="008C0679">
              <w:rPr>
                <w:sz w:val="20"/>
              </w:rPr>
              <w:t xml:space="preserve"> </w:t>
            </w:r>
            <w:r w:rsidR="008C0679"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83787A" w:rsidRPr="00341696" w14:paraId="3F468DAE" w14:textId="77777777" w:rsidTr="00E00BA1">
        <w:tblPrEx>
          <w:tblLook w:val="01E0" w:firstRow="1" w:lastRow="1" w:firstColumn="1" w:lastColumn="1" w:noHBand="0" w:noVBand="0"/>
        </w:tblPrEx>
        <w:trPr>
          <w:cantSplit/>
          <w:trHeight w:val="350"/>
        </w:trPr>
        <w:tc>
          <w:tcPr>
            <w:tcW w:w="2069" w:type="dxa"/>
          </w:tcPr>
          <w:p w14:paraId="1A3B02B1" w14:textId="77777777" w:rsidR="0083787A" w:rsidRPr="00341696" w:rsidRDefault="0083787A" w:rsidP="00077067">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64E2F74C" w14:textId="77777777" w:rsidR="0083787A" w:rsidRPr="00341696" w:rsidRDefault="0083787A" w:rsidP="00077067">
            <w:pPr>
              <w:spacing w:after="60"/>
              <w:rPr>
                <w:iCs/>
                <w:sz w:val="20"/>
              </w:rPr>
            </w:pPr>
            <w:r w:rsidRPr="00920E6B">
              <w:rPr>
                <w:sz w:val="20"/>
              </w:rPr>
              <w:t>$/MW per hour</w:t>
            </w:r>
          </w:p>
        </w:tc>
        <w:tc>
          <w:tcPr>
            <w:tcW w:w="6768" w:type="dxa"/>
          </w:tcPr>
          <w:p w14:paraId="723604E2" w14:textId="77777777" w:rsidR="0083787A" w:rsidRPr="00920E6B" w:rsidRDefault="0083787A" w:rsidP="0083787A">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1D664FFC" w14:textId="77777777" w:rsidR="0083787A" w:rsidRPr="00920E6B" w:rsidRDefault="0083787A" w:rsidP="0083787A">
            <w:pPr>
              <w:pStyle w:val="List"/>
              <w:spacing w:after="60"/>
              <w:ind w:left="0" w:firstLine="0"/>
              <w:rPr>
                <w:sz w:val="20"/>
              </w:rPr>
            </w:pPr>
            <w:r w:rsidRPr="00920E6B">
              <w:rPr>
                <w:sz w:val="20"/>
              </w:rPr>
              <w:t xml:space="preserve">For each CRR PTP Obligation, this value is equal to the </w:t>
            </w:r>
            <w:r w:rsidR="008779D4">
              <w:rPr>
                <w:sz w:val="20"/>
              </w:rPr>
              <w:t>a</w:t>
            </w:r>
            <w:r w:rsidRPr="00920E6B">
              <w:rPr>
                <w:sz w:val="20"/>
              </w:rPr>
              <w:t xml:space="preserve">uction </w:t>
            </w:r>
            <w:r w:rsidR="008779D4">
              <w:rPr>
                <w:sz w:val="20"/>
              </w:rPr>
              <w:t>c</w:t>
            </w:r>
            <w:r w:rsidRPr="00920E6B">
              <w:rPr>
                <w:sz w:val="20"/>
              </w:rPr>
              <w:t xml:space="preserve">learing </w:t>
            </w:r>
            <w:r w:rsidR="008779D4">
              <w:rPr>
                <w:sz w:val="20"/>
              </w:rPr>
              <w:t>p</w:t>
            </w:r>
            <w:r w:rsidRPr="00920E6B">
              <w:rPr>
                <w:sz w:val="20"/>
              </w:rPr>
              <w:t xml:space="preserve">rice of an awarded CRR selected as follows: </w:t>
            </w:r>
          </w:p>
          <w:p w14:paraId="79173004" w14:textId="77777777" w:rsidR="0083787A" w:rsidRPr="0083787A" w:rsidRDefault="0083787A" w:rsidP="0083787A">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999EF82" w14:textId="77777777" w:rsidR="0083787A" w:rsidRPr="0083787A" w:rsidRDefault="0083787A" w:rsidP="0083787A">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718610FC" w14:textId="77777777" w:rsidR="0083787A" w:rsidRPr="00341696" w:rsidRDefault="0083787A" w:rsidP="008779D4">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sidR="008779D4">
              <w:rPr>
                <w:sz w:val="20"/>
              </w:rPr>
              <w:t>a</w:t>
            </w:r>
            <w:r w:rsidRPr="0083787A">
              <w:rPr>
                <w:sz w:val="20"/>
              </w:rPr>
              <w:t xml:space="preserve">uction </w:t>
            </w:r>
            <w:r w:rsidR="008779D4">
              <w:rPr>
                <w:sz w:val="20"/>
              </w:rPr>
              <w:t>c</w:t>
            </w:r>
            <w:r w:rsidRPr="0083787A">
              <w:rPr>
                <w:sz w:val="20"/>
              </w:rPr>
              <w:t xml:space="preserve">learing </w:t>
            </w:r>
            <w:r w:rsidR="008779D4">
              <w:rPr>
                <w:sz w:val="20"/>
              </w:rPr>
              <w:t>p</w:t>
            </w:r>
            <w:r w:rsidRPr="0083787A">
              <w:rPr>
                <w:sz w:val="20"/>
              </w:rPr>
              <w:t>rice</w:t>
            </w:r>
            <w:r w:rsidRPr="007A2782">
              <w:rPr>
                <w:sz w:val="20"/>
              </w:rPr>
              <w:t xml:space="preserve"> </w:t>
            </w:r>
            <w:r w:rsidRPr="008E3E19">
              <w:rPr>
                <w:sz w:val="20"/>
              </w:rPr>
              <w:t>is selected.</w:t>
            </w:r>
          </w:p>
        </w:tc>
      </w:tr>
      <w:tr w:rsidR="00A36A5A" w:rsidRPr="00341696" w14:paraId="7419A9F6" w14:textId="77777777" w:rsidTr="00E00BA1">
        <w:tblPrEx>
          <w:tblLook w:val="01E0" w:firstRow="1" w:lastRow="1" w:firstColumn="1" w:lastColumn="1" w:noHBand="0" w:noVBand="0"/>
        </w:tblPrEx>
        <w:trPr>
          <w:cantSplit/>
          <w:trHeight w:val="350"/>
        </w:trPr>
        <w:tc>
          <w:tcPr>
            <w:tcW w:w="2069" w:type="dxa"/>
          </w:tcPr>
          <w:p w14:paraId="10B6290D" w14:textId="77777777" w:rsidR="00A36A5A" w:rsidRPr="00D36347" w:rsidRDefault="00A36A5A" w:rsidP="00077067">
            <w:pPr>
              <w:spacing w:after="60"/>
              <w:rPr>
                <w:i/>
                <w:iCs/>
                <w:sz w:val="20"/>
              </w:rPr>
            </w:pPr>
            <w:r w:rsidRPr="00D36347">
              <w:rPr>
                <w:i/>
                <w:iCs/>
                <w:sz w:val="20"/>
              </w:rPr>
              <w:t>j</w:t>
            </w:r>
          </w:p>
        </w:tc>
        <w:tc>
          <w:tcPr>
            <w:tcW w:w="739" w:type="dxa"/>
          </w:tcPr>
          <w:p w14:paraId="37518D39" w14:textId="77777777" w:rsidR="00A36A5A" w:rsidRPr="00341696" w:rsidRDefault="00A36A5A" w:rsidP="00077067">
            <w:pPr>
              <w:spacing w:after="60"/>
              <w:rPr>
                <w:iCs/>
                <w:sz w:val="20"/>
              </w:rPr>
            </w:pPr>
            <w:r w:rsidRPr="00341696">
              <w:rPr>
                <w:iCs/>
                <w:sz w:val="20"/>
              </w:rPr>
              <w:t>none</w:t>
            </w:r>
          </w:p>
        </w:tc>
        <w:tc>
          <w:tcPr>
            <w:tcW w:w="6768" w:type="dxa"/>
          </w:tcPr>
          <w:p w14:paraId="4EA391B5" w14:textId="77777777" w:rsidR="00A36A5A" w:rsidRPr="00341696" w:rsidRDefault="00A36A5A" w:rsidP="00077067">
            <w:pPr>
              <w:spacing w:after="60"/>
              <w:rPr>
                <w:iCs/>
                <w:sz w:val="20"/>
              </w:rPr>
            </w:pPr>
            <w:r w:rsidRPr="00341696">
              <w:rPr>
                <w:iCs/>
                <w:sz w:val="20"/>
              </w:rPr>
              <w:t>A source Settlement Point</w:t>
            </w:r>
            <w:r>
              <w:rPr>
                <w:iCs/>
                <w:sz w:val="20"/>
              </w:rPr>
              <w:t>.</w:t>
            </w:r>
          </w:p>
        </w:tc>
      </w:tr>
      <w:tr w:rsidR="00A36A5A" w:rsidRPr="00341696" w14:paraId="32D8BE4A" w14:textId="77777777" w:rsidTr="00E00BA1">
        <w:tblPrEx>
          <w:tblLook w:val="01E0" w:firstRow="1" w:lastRow="1" w:firstColumn="1" w:lastColumn="1" w:noHBand="0" w:noVBand="0"/>
        </w:tblPrEx>
        <w:trPr>
          <w:cantSplit/>
          <w:trHeight w:val="350"/>
        </w:trPr>
        <w:tc>
          <w:tcPr>
            <w:tcW w:w="2069" w:type="dxa"/>
          </w:tcPr>
          <w:p w14:paraId="179A4113" w14:textId="77777777" w:rsidR="00A36A5A" w:rsidRPr="00D36347" w:rsidRDefault="00A36A5A" w:rsidP="00077067">
            <w:pPr>
              <w:spacing w:after="60"/>
              <w:rPr>
                <w:i/>
                <w:iCs/>
                <w:sz w:val="20"/>
              </w:rPr>
            </w:pPr>
            <w:r w:rsidRPr="00D36347">
              <w:rPr>
                <w:i/>
                <w:iCs/>
                <w:sz w:val="20"/>
              </w:rPr>
              <w:t>k</w:t>
            </w:r>
          </w:p>
        </w:tc>
        <w:tc>
          <w:tcPr>
            <w:tcW w:w="739" w:type="dxa"/>
          </w:tcPr>
          <w:p w14:paraId="13BF2F60" w14:textId="77777777" w:rsidR="00A36A5A" w:rsidRPr="00341696" w:rsidRDefault="00A36A5A" w:rsidP="00077067">
            <w:pPr>
              <w:spacing w:after="60"/>
              <w:rPr>
                <w:iCs/>
                <w:sz w:val="20"/>
              </w:rPr>
            </w:pPr>
            <w:r w:rsidRPr="00341696">
              <w:rPr>
                <w:iCs/>
                <w:sz w:val="20"/>
              </w:rPr>
              <w:t>none</w:t>
            </w:r>
          </w:p>
        </w:tc>
        <w:tc>
          <w:tcPr>
            <w:tcW w:w="6768" w:type="dxa"/>
          </w:tcPr>
          <w:p w14:paraId="28893591" w14:textId="77777777" w:rsidR="00A36A5A" w:rsidRPr="00341696" w:rsidRDefault="00A36A5A" w:rsidP="00077067">
            <w:pPr>
              <w:spacing w:after="60"/>
              <w:rPr>
                <w:iCs/>
                <w:sz w:val="20"/>
              </w:rPr>
            </w:pPr>
            <w:r w:rsidRPr="00341696">
              <w:rPr>
                <w:iCs/>
                <w:sz w:val="20"/>
              </w:rPr>
              <w:t>A sink Settlement Point</w:t>
            </w:r>
            <w:r>
              <w:rPr>
                <w:iCs/>
                <w:sz w:val="20"/>
              </w:rPr>
              <w:t>.</w:t>
            </w:r>
          </w:p>
        </w:tc>
      </w:tr>
      <w:tr w:rsidR="00A36A5A" w:rsidRPr="00341696" w14:paraId="2CFDEF14" w14:textId="77777777" w:rsidTr="00E00BA1">
        <w:tblPrEx>
          <w:tblLook w:val="01E0" w:firstRow="1" w:lastRow="1" w:firstColumn="1" w:lastColumn="1" w:noHBand="0" w:noVBand="0"/>
        </w:tblPrEx>
        <w:trPr>
          <w:cantSplit/>
          <w:trHeight w:val="350"/>
        </w:trPr>
        <w:tc>
          <w:tcPr>
            <w:tcW w:w="2069" w:type="dxa"/>
          </w:tcPr>
          <w:p w14:paraId="4008E2B7" w14:textId="77777777" w:rsidR="00A36A5A" w:rsidRPr="00D36347" w:rsidRDefault="00A36A5A" w:rsidP="00077067">
            <w:pPr>
              <w:spacing w:after="60"/>
              <w:rPr>
                <w:i/>
                <w:iCs/>
                <w:sz w:val="20"/>
              </w:rPr>
            </w:pPr>
            <w:r w:rsidRPr="00D36347">
              <w:rPr>
                <w:i/>
                <w:iCs/>
                <w:sz w:val="20"/>
              </w:rPr>
              <w:t>m</w:t>
            </w:r>
          </w:p>
        </w:tc>
        <w:tc>
          <w:tcPr>
            <w:tcW w:w="739" w:type="dxa"/>
          </w:tcPr>
          <w:p w14:paraId="2FEE6B69" w14:textId="77777777" w:rsidR="00A36A5A" w:rsidRPr="00341696" w:rsidRDefault="00A36A5A" w:rsidP="00077067">
            <w:pPr>
              <w:spacing w:after="60"/>
              <w:rPr>
                <w:iCs/>
                <w:sz w:val="20"/>
              </w:rPr>
            </w:pPr>
            <w:r>
              <w:rPr>
                <w:iCs/>
                <w:sz w:val="20"/>
              </w:rPr>
              <w:t>none</w:t>
            </w:r>
          </w:p>
        </w:tc>
        <w:tc>
          <w:tcPr>
            <w:tcW w:w="6768" w:type="dxa"/>
          </w:tcPr>
          <w:p w14:paraId="689B6852" w14:textId="77777777" w:rsidR="00A36A5A" w:rsidRPr="00341696" w:rsidRDefault="00A36A5A" w:rsidP="00077067">
            <w:pPr>
              <w:spacing w:after="60"/>
              <w:rPr>
                <w:iCs/>
                <w:sz w:val="20"/>
              </w:rPr>
            </w:pPr>
            <w:r>
              <w:rPr>
                <w:iCs/>
                <w:sz w:val="20"/>
              </w:rPr>
              <w:t>An operating month.</w:t>
            </w:r>
          </w:p>
        </w:tc>
      </w:tr>
      <w:tr w:rsidR="00A36A5A" w:rsidRPr="00341696" w14:paraId="12F6271E" w14:textId="77777777" w:rsidTr="00E00BA1">
        <w:tblPrEx>
          <w:tblLook w:val="01E0" w:firstRow="1" w:lastRow="1" w:firstColumn="1" w:lastColumn="1" w:noHBand="0" w:noVBand="0"/>
        </w:tblPrEx>
        <w:trPr>
          <w:cantSplit/>
          <w:trHeight w:val="350"/>
        </w:trPr>
        <w:tc>
          <w:tcPr>
            <w:tcW w:w="2069" w:type="dxa"/>
          </w:tcPr>
          <w:p w14:paraId="24C98B37" w14:textId="77777777" w:rsidR="00A36A5A" w:rsidRPr="00D36347" w:rsidRDefault="00A36A5A" w:rsidP="00077067">
            <w:pPr>
              <w:spacing w:after="60"/>
              <w:rPr>
                <w:i/>
                <w:iCs/>
                <w:sz w:val="20"/>
              </w:rPr>
            </w:pPr>
            <w:r w:rsidRPr="00D36347">
              <w:rPr>
                <w:i/>
                <w:iCs/>
                <w:sz w:val="20"/>
              </w:rPr>
              <w:t>h</w:t>
            </w:r>
          </w:p>
        </w:tc>
        <w:tc>
          <w:tcPr>
            <w:tcW w:w="739" w:type="dxa"/>
          </w:tcPr>
          <w:p w14:paraId="62EE7241" w14:textId="77777777" w:rsidR="00A36A5A" w:rsidRPr="00341696" w:rsidRDefault="00A36A5A" w:rsidP="00077067">
            <w:pPr>
              <w:spacing w:after="60"/>
              <w:rPr>
                <w:iCs/>
                <w:sz w:val="20"/>
              </w:rPr>
            </w:pPr>
            <w:r w:rsidRPr="00341696">
              <w:rPr>
                <w:iCs/>
                <w:sz w:val="20"/>
              </w:rPr>
              <w:t>none</w:t>
            </w:r>
          </w:p>
        </w:tc>
        <w:tc>
          <w:tcPr>
            <w:tcW w:w="6768" w:type="dxa"/>
          </w:tcPr>
          <w:p w14:paraId="70A20712" w14:textId="77777777" w:rsidR="00A36A5A" w:rsidRPr="00341696" w:rsidRDefault="00A36A5A" w:rsidP="008C0679">
            <w:pPr>
              <w:spacing w:after="60"/>
              <w:rPr>
                <w:iCs/>
                <w:sz w:val="20"/>
              </w:rPr>
            </w:pPr>
            <w:r w:rsidRPr="00341696">
              <w:rPr>
                <w:iCs/>
                <w:sz w:val="20"/>
              </w:rPr>
              <w:t>An Operating Hour</w:t>
            </w:r>
            <w:r>
              <w:rPr>
                <w:iCs/>
                <w:sz w:val="20"/>
              </w:rPr>
              <w:t>.</w:t>
            </w:r>
          </w:p>
        </w:tc>
      </w:tr>
      <w:tr w:rsidR="00A36A5A" w:rsidRPr="00341696" w14:paraId="46826795" w14:textId="77777777" w:rsidTr="00E00BA1">
        <w:tblPrEx>
          <w:tblLook w:val="01E0" w:firstRow="1" w:lastRow="1" w:firstColumn="1" w:lastColumn="1" w:noHBand="0" w:noVBand="0"/>
        </w:tblPrEx>
        <w:trPr>
          <w:cantSplit/>
          <w:trHeight w:val="350"/>
        </w:trPr>
        <w:tc>
          <w:tcPr>
            <w:tcW w:w="2069" w:type="dxa"/>
          </w:tcPr>
          <w:p w14:paraId="08475AD5" w14:textId="77777777" w:rsidR="00A36A5A" w:rsidRPr="00D36347" w:rsidRDefault="008C0679" w:rsidP="00077067">
            <w:pPr>
              <w:spacing w:after="60"/>
              <w:rPr>
                <w:i/>
                <w:iCs/>
                <w:sz w:val="20"/>
              </w:rPr>
            </w:pPr>
            <w:r>
              <w:rPr>
                <w:i/>
                <w:iCs/>
                <w:sz w:val="20"/>
              </w:rPr>
              <w:t>a</w:t>
            </w:r>
          </w:p>
        </w:tc>
        <w:tc>
          <w:tcPr>
            <w:tcW w:w="739" w:type="dxa"/>
          </w:tcPr>
          <w:p w14:paraId="347441F2" w14:textId="77777777" w:rsidR="00A36A5A" w:rsidRPr="00341696" w:rsidRDefault="00A36A5A" w:rsidP="00077067">
            <w:pPr>
              <w:spacing w:after="60"/>
              <w:rPr>
                <w:iCs/>
                <w:sz w:val="20"/>
              </w:rPr>
            </w:pPr>
            <w:r w:rsidRPr="00341696">
              <w:rPr>
                <w:iCs/>
                <w:sz w:val="20"/>
              </w:rPr>
              <w:t>none</w:t>
            </w:r>
          </w:p>
        </w:tc>
        <w:tc>
          <w:tcPr>
            <w:tcW w:w="6768" w:type="dxa"/>
          </w:tcPr>
          <w:p w14:paraId="6B12ACF7"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2C1F1F4D" w14:textId="77777777" w:rsidTr="00E00BA1">
        <w:tblPrEx>
          <w:tblLook w:val="01E0" w:firstRow="1" w:lastRow="1" w:firstColumn="1" w:lastColumn="1" w:noHBand="0" w:noVBand="0"/>
        </w:tblPrEx>
        <w:trPr>
          <w:cantSplit/>
          <w:trHeight w:val="350"/>
        </w:trPr>
        <w:tc>
          <w:tcPr>
            <w:tcW w:w="2069" w:type="dxa"/>
          </w:tcPr>
          <w:p w14:paraId="13CC8FAE" w14:textId="77777777" w:rsidR="00A36A5A" w:rsidRPr="00D36347" w:rsidRDefault="00A36A5A" w:rsidP="00077067">
            <w:pPr>
              <w:spacing w:after="60"/>
              <w:rPr>
                <w:i/>
                <w:iCs/>
                <w:sz w:val="20"/>
              </w:rPr>
            </w:pPr>
            <w:r w:rsidRPr="00D36347">
              <w:rPr>
                <w:i/>
                <w:iCs/>
                <w:sz w:val="20"/>
              </w:rPr>
              <w:t>ci100</w:t>
            </w:r>
          </w:p>
        </w:tc>
        <w:tc>
          <w:tcPr>
            <w:tcW w:w="739" w:type="dxa"/>
          </w:tcPr>
          <w:p w14:paraId="29B0C3CE" w14:textId="77777777" w:rsidR="00A36A5A" w:rsidRPr="00341696" w:rsidRDefault="00A36A5A" w:rsidP="00077067">
            <w:pPr>
              <w:spacing w:after="60"/>
              <w:rPr>
                <w:iCs/>
                <w:sz w:val="20"/>
              </w:rPr>
            </w:pPr>
            <w:r>
              <w:rPr>
                <w:iCs/>
                <w:sz w:val="20"/>
              </w:rPr>
              <w:t>none</w:t>
            </w:r>
          </w:p>
        </w:tc>
        <w:tc>
          <w:tcPr>
            <w:tcW w:w="6768" w:type="dxa"/>
          </w:tcPr>
          <w:p w14:paraId="7D547526" w14:textId="77777777" w:rsidR="00A36A5A" w:rsidRPr="00341696" w:rsidRDefault="00A36A5A" w:rsidP="00077067">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4100A769" w14:textId="77777777" w:rsidR="00A36A5A" w:rsidRPr="00341696" w:rsidRDefault="00A36A5A" w:rsidP="00A36A5A">
      <w:pPr>
        <w:spacing w:before="240" w:after="240"/>
        <w:ind w:left="720" w:hanging="720"/>
        <w:rPr>
          <w:iCs/>
        </w:rPr>
      </w:pPr>
      <w:r w:rsidRPr="00341696">
        <w:rPr>
          <w:iCs/>
        </w:rPr>
        <w:t>(3)</w:t>
      </w:r>
      <w:r w:rsidRPr="00341696">
        <w:rPr>
          <w:iCs/>
        </w:rPr>
        <w:tab/>
        <w:t xml:space="preserve">The FCE for PTP Options (FCEOPT) held by </w:t>
      </w:r>
      <w:r w:rsidR="008C0679" w:rsidRPr="00545E0B">
        <w:rPr>
          <w:szCs w:val="24"/>
        </w:rPr>
        <w:t>all the CRR Account Holders represented by</w:t>
      </w:r>
      <w:r w:rsidR="008C0679">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51234A33" w14:textId="77777777" w:rsidR="00A36A5A" w:rsidRDefault="00A36A5A" w:rsidP="00A36A5A">
      <w:pPr>
        <w:pStyle w:val="Instructions"/>
        <w:spacing w:after="0"/>
        <w:ind w:left="720"/>
        <w:rPr>
          <w:i w:val="0"/>
        </w:rPr>
      </w:pPr>
      <w:r w:rsidRPr="002475CE">
        <w:rPr>
          <w:i w:val="0"/>
          <w:iCs/>
        </w:rPr>
        <w:t>FCEOPT</w:t>
      </w:r>
      <w:r w:rsidRPr="005B6D42">
        <w:rPr>
          <w:iCs/>
        </w:rPr>
        <w:t xml:space="preserve"> </w:t>
      </w:r>
      <w:r w:rsidR="008C0679">
        <w:rPr>
          <w:rFonts w:ascii="Times New Roman Bold" w:hAnsi="Times New Roman Bold"/>
          <w:iCs/>
          <w:vertAlign w:val="subscript"/>
        </w:rPr>
        <w:t>a</w:t>
      </w:r>
      <w:r w:rsidRPr="002475CE">
        <w:rPr>
          <w:i w:val="0"/>
          <w:iCs/>
        </w:rPr>
        <w:t xml:space="preserve"> </w:t>
      </w:r>
      <w:r w:rsidRPr="002475CE">
        <w:rPr>
          <w:i w:val="0"/>
          <w:iCs/>
        </w:rPr>
        <w:tab/>
        <w:t>=</w:t>
      </w:r>
      <w:r w:rsidRPr="002475CE">
        <w:rPr>
          <w:i w:val="0"/>
          <w:iCs/>
        </w:rPr>
        <w:tab/>
      </w:r>
      <w:r>
        <w:rPr>
          <w:i w:val="0"/>
          <w:iCs/>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sidR="005220DB">
        <w:rPr>
          <w:i w:val="0"/>
        </w:rPr>
        <w:t xml:space="preserve"> </w:t>
      </w:r>
      <w:r w:rsidRPr="000054E6">
        <w:rPr>
          <w:i w:val="0"/>
        </w:rPr>
        <w:t xml:space="preserve">A </w:t>
      </w:r>
      <w:r w:rsidRPr="005B6D42">
        <w:rPr>
          <w:vertAlign w:val="subscript"/>
        </w:rPr>
        <w:t xml:space="preserve">ci99, </w:t>
      </w:r>
      <w:proofErr w:type="spellStart"/>
      <w:r w:rsidRPr="005B6D42">
        <w:rPr>
          <w:vertAlign w:val="subscript"/>
        </w:rPr>
        <w:t>ctou</w:t>
      </w:r>
      <w:proofErr w:type="spellEnd"/>
      <w:r w:rsidRPr="005B6D42">
        <w:rPr>
          <w:vertAlign w:val="subscript"/>
        </w:rPr>
        <w:t>, (j, k)</w:t>
      </w:r>
      <w:r w:rsidRPr="000054E6">
        <w:rPr>
          <w:i w:val="0"/>
        </w:rPr>
        <w:t>)]</w:t>
      </w:r>
    </w:p>
    <w:p w14:paraId="51E26550" w14:textId="77777777" w:rsidR="00A36A5A" w:rsidRDefault="00A36A5A" w:rsidP="00A36A5A">
      <w:pPr>
        <w:keepNext/>
        <w:rPr>
          <w:iCs/>
        </w:rPr>
      </w:pPr>
    </w:p>
    <w:p w14:paraId="75557F48" w14:textId="77777777" w:rsidR="00A36A5A" w:rsidRPr="00341696" w:rsidRDefault="00A36A5A" w:rsidP="00DD5BE9">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A36A5A" w:rsidRPr="00341696" w14:paraId="613EBDB0" w14:textId="77777777" w:rsidTr="00BC3ACE">
        <w:trPr>
          <w:cantSplit/>
          <w:trHeight w:val="351"/>
          <w:tblHeader/>
        </w:trPr>
        <w:tc>
          <w:tcPr>
            <w:tcW w:w="1998" w:type="dxa"/>
          </w:tcPr>
          <w:p w14:paraId="6C00E976" w14:textId="77777777" w:rsidR="00A36A5A" w:rsidRPr="00341696" w:rsidRDefault="00A36A5A" w:rsidP="00077067">
            <w:pPr>
              <w:spacing w:after="120"/>
              <w:rPr>
                <w:b/>
                <w:iCs/>
                <w:sz w:val="20"/>
              </w:rPr>
            </w:pPr>
            <w:r w:rsidRPr="00341696">
              <w:rPr>
                <w:b/>
                <w:iCs/>
                <w:sz w:val="20"/>
              </w:rPr>
              <w:t>Variable</w:t>
            </w:r>
          </w:p>
        </w:tc>
        <w:tc>
          <w:tcPr>
            <w:tcW w:w="739" w:type="dxa"/>
          </w:tcPr>
          <w:p w14:paraId="7A093AE4" w14:textId="77777777" w:rsidR="00A36A5A" w:rsidRPr="00341696" w:rsidRDefault="00A36A5A" w:rsidP="00077067">
            <w:pPr>
              <w:spacing w:after="120"/>
              <w:rPr>
                <w:b/>
                <w:iCs/>
                <w:sz w:val="20"/>
              </w:rPr>
            </w:pPr>
            <w:r w:rsidRPr="00341696">
              <w:rPr>
                <w:b/>
                <w:iCs/>
                <w:sz w:val="20"/>
              </w:rPr>
              <w:t>Unit</w:t>
            </w:r>
          </w:p>
        </w:tc>
        <w:tc>
          <w:tcPr>
            <w:tcW w:w="6595" w:type="dxa"/>
          </w:tcPr>
          <w:p w14:paraId="4F2533BD" w14:textId="77777777" w:rsidR="00A36A5A" w:rsidRPr="00341696" w:rsidRDefault="00A36A5A" w:rsidP="00077067">
            <w:pPr>
              <w:spacing w:after="120"/>
              <w:rPr>
                <w:b/>
                <w:iCs/>
                <w:sz w:val="20"/>
              </w:rPr>
            </w:pPr>
            <w:r w:rsidRPr="00341696">
              <w:rPr>
                <w:b/>
                <w:iCs/>
                <w:sz w:val="20"/>
              </w:rPr>
              <w:t>Description</w:t>
            </w:r>
          </w:p>
        </w:tc>
      </w:tr>
      <w:tr w:rsidR="00A36A5A" w:rsidRPr="00341696" w14:paraId="742FC461" w14:textId="77777777" w:rsidTr="00BC3ACE">
        <w:trPr>
          <w:cantSplit/>
          <w:trHeight w:val="519"/>
          <w:tblHeader/>
        </w:trPr>
        <w:tc>
          <w:tcPr>
            <w:tcW w:w="1998" w:type="dxa"/>
          </w:tcPr>
          <w:p w14:paraId="3EFFF595" w14:textId="77777777" w:rsidR="00A36A5A" w:rsidRPr="00341696" w:rsidRDefault="00A36A5A" w:rsidP="008C0679">
            <w:pPr>
              <w:spacing w:after="60"/>
              <w:rPr>
                <w:iCs/>
                <w:sz w:val="20"/>
              </w:rPr>
            </w:pPr>
            <w:r w:rsidRPr="00341696">
              <w:rPr>
                <w:iCs/>
                <w:sz w:val="20"/>
              </w:rPr>
              <w:t xml:space="preserve">FCEOPT </w:t>
            </w:r>
            <w:r w:rsidR="008C0679">
              <w:rPr>
                <w:i/>
                <w:iCs/>
                <w:sz w:val="20"/>
                <w:vertAlign w:val="subscript"/>
              </w:rPr>
              <w:t>a</w:t>
            </w:r>
          </w:p>
        </w:tc>
        <w:tc>
          <w:tcPr>
            <w:tcW w:w="739" w:type="dxa"/>
          </w:tcPr>
          <w:p w14:paraId="7C7D3D80" w14:textId="77777777" w:rsidR="00A36A5A" w:rsidRPr="00341696" w:rsidRDefault="00A36A5A" w:rsidP="00077067">
            <w:pPr>
              <w:spacing w:after="60"/>
              <w:rPr>
                <w:iCs/>
                <w:sz w:val="20"/>
              </w:rPr>
            </w:pPr>
            <w:r w:rsidRPr="00341696">
              <w:rPr>
                <w:iCs/>
                <w:sz w:val="20"/>
              </w:rPr>
              <w:t>$</w:t>
            </w:r>
          </w:p>
        </w:tc>
        <w:tc>
          <w:tcPr>
            <w:tcW w:w="6595" w:type="dxa"/>
          </w:tcPr>
          <w:p w14:paraId="6BAD58AD" w14:textId="77777777" w:rsidR="00A36A5A" w:rsidRPr="00341696" w:rsidRDefault="00A36A5A" w:rsidP="008C0679">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008C0679" w:rsidRPr="00CF238E">
              <w:rPr>
                <w:sz w:val="20"/>
              </w:rPr>
              <w:t>all CRR Account Holders represented by</w:t>
            </w:r>
            <w:r w:rsidR="008C0679">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A36A5A" w:rsidRPr="00341696" w14:paraId="485A7686" w14:textId="77777777" w:rsidTr="00BC3ACE">
        <w:tblPrEx>
          <w:tblLook w:val="01E0" w:firstRow="1" w:lastRow="1" w:firstColumn="1" w:lastColumn="1" w:noHBand="0" w:noVBand="0"/>
        </w:tblPrEx>
        <w:trPr>
          <w:cantSplit/>
          <w:trHeight w:val="350"/>
          <w:tblHeader/>
        </w:trPr>
        <w:tc>
          <w:tcPr>
            <w:tcW w:w="1998" w:type="dxa"/>
          </w:tcPr>
          <w:p w14:paraId="678DADDA" w14:textId="77777777" w:rsidR="00A36A5A" w:rsidRPr="000433EB" w:rsidRDefault="00A36A5A" w:rsidP="00077067">
            <w:pPr>
              <w:spacing w:after="60"/>
              <w:rPr>
                <w:sz w:val="20"/>
              </w:rPr>
            </w:pPr>
            <w:r w:rsidRPr="00DC2980">
              <w:rPr>
                <w:sz w:val="20"/>
              </w:rPr>
              <w:t xml:space="preserve">A </w:t>
            </w:r>
            <w:r w:rsidRPr="005B6D42">
              <w:rPr>
                <w:i/>
                <w:sz w:val="20"/>
                <w:vertAlign w:val="subscript"/>
              </w:rPr>
              <w:t xml:space="preserve">ci99, </w:t>
            </w:r>
            <w:proofErr w:type="spellStart"/>
            <w:r w:rsidRPr="005B6D42">
              <w:rPr>
                <w:i/>
                <w:sz w:val="20"/>
                <w:vertAlign w:val="subscript"/>
              </w:rPr>
              <w:t>ctou</w:t>
            </w:r>
            <w:proofErr w:type="spellEnd"/>
            <w:r w:rsidRPr="005B6D42">
              <w:rPr>
                <w:i/>
                <w:sz w:val="20"/>
                <w:vertAlign w:val="subscript"/>
              </w:rPr>
              <w:t>, (j, k)</w:t>
            </w:r>
          </w:p>
        </w:tc>
        <w:tc>
          <w:tcPr>
            <w:tcW w:w="739" w:type="dxa"/>
          </w:tcPr>
          <w:p w14:paraId="415384B3" w14:textId="77777777" w:rsidR="00A36A5A" w:rsidRPr="000433EB" w:rsidRDefault="00A36A5A" w:rsidP="00077067">
            <w:pPr>
              <w:spacing w:after="60"/>
              <w:rPr>
                <w:sz w:val="20"/>
              </w:rPr>
            </w:pPr>
            <w:r w:rsidRPr="00DC2980">
              <w:rPr>
                <w:sz w:val="20"/>
              </w:rPr>
              <w:t>$/MW per hour</w:t>
            </w:r>
          </w:p>
        </w:tc>
        <w:tc>
          <w:tcPr>
            <w:tcW w:w="6595" w:type="dxa"/>
          </w:tcPr>
          <w:p w14:paraId="3C168E36" w14:textId="77777777" w:rsidR="00A36A5A" w:rsidRPr="000433EB" w:rsidRDefault="00A36A5A" w:rsidP="005220DB">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sidR="005220DB">
              <w:rPr>
                <w:iCs/>
                <w:sz w:val="20"/>
              </w:rPr>
              <w:t xml:space="preserve">(TOU) </w:t>
            </w:r>
            <w:proofErr w:type="spellStart"/>
            <w:r w:rsidRPr="00DC2980">
              <w:rPr>
                <w:i/>
                <w:iCs/>
                <w:sz w:val="20"/>
              </w:rPr>
              <w:t>ctou</w:t>
            </w:r>
            <w:proofErr w:type="spellEnd"/>
            <w:r w:rsidRPr="00C82B98">
              <w:rPr>
                <w:iCs/>
                <w:sz w:val="20"/>
              </w:rPr>
              <w:t xml:space="preserve"> </w:t>
            </w:r>
            <w:r w:rsidRPr="00DC2980">
              <w:rPr>
                <w:iCs/>
                <w:sz w:val="20"/>
              </w:rPr>
              <w:t xml:space="preserve">product type (18 days for 5*16, 8 days for 2*16, 28 days for 7*8).  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A36A5A" w:rsidRPr="00341696" w14:paraId="65DED6F9" w14:textId="77777777" w:rsidTr="00BC3ACE">
        <w:tblPrEx>
          <w:tblLook w:val="01E0" w:firstRow="1" w:lastRow="1" w:firstColumn="1" w:lastColumn="1" w:noHBand="0" w:noVBand="0"/>
        </w:tblPrEx>
        <w:trPr>
          <w:cantSplit/>
          <w:trHeight w:val="350"/>
          <w:tblHeader/>
        </w:trPr>
        <w:tc>
          <w:tcPr>
            <w:tcW w:w="1998" w:type="dxa"/>
          </w:tcPr>
          <w:p w14:paraId="5181C267" w14:textId="77777777" w:rsidR="00A36A5A" w:rsidRPr="00341696" w:rsidRDefault="00A36A5A" w:rsidP="008C0679">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7A0BCD72" w14:textId="77777777" w:rsidR="00A36A5A" w:rsidRPr="00341696" w:rsidRDefault="00A36A5A" w:rsidP="00077067">
            <w:pPr>
              <w:spacing w:after="60"/>
              <w:rPr>
                <w:iCs/>
                <w:sz w:val="20"/>
              </w:rPr>
            </w:pPr>
            <w:r>
              <w:rPr>
                <w:sz w:val="20"/>
              </w:rPr>
              <w:t>MW</w:t>
            </w:r>
          </w:p>
        </w:tc>
        <w:tc>
          <w:tcPr>
            <w:tcW w:w="6595" w:type="dxa"/>
          </w:tcPr>
          <w:p w14:paraId="31D57B10" w14:textId="77777777" w:rsidR="00A36A5A" w:rsidRPr="00341696" w:rsidRDefault="00A36A5A" w:rsidP="008C0679">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008C0679" w:rsidRPr="00CF238E">
              <w:rPr>
                <w:sz w:val="20"/>
              </w:rPr>
              <w:t>all CRR Account Holders represented by</w:t>
            </w:r>
            <w:r w:rsidR="008C0679">
              <w:t xml:space="preserve"> </w:t>
            </w:r>
            <w:r w:rsidRPr="00DC2980">
              <w:rPr>
                <w:sz w:val="20"/>
              </w:rPr>
              <w:t>the Counter-Party as CRR Owner of record at ERCOT for remaining Operating Days in the current operating month, and Prompt Month.</w:t>
            </w:r>
          </w:p>
        </w:tc>
      </w:tr>
      <w:tr w:rsidR="00A36A5A" w:rsidRPr="00341696" w14:paraId="1F307D70" w14:textId="77777777" w:rsidTr="00BC3ACE">
        <w:tblPrEx>
          <w:tblLook w:val="01E0" w:firstRow="1" w:lastRow="1" w:firstColumn="1" w:lastColumn="1" w:noHBand="0" w:noVBand="0"/>
        </w:tblPrEx>
        <w:trPr>
          <w:cantSplit/>
          <w:trHeight w:val="350"/>
          <w:tblHeader/>
        </w:trPr>
        <w:tc>
          <w:tcPr>
            <w:tcW w:w="1998" w:type="dxa"/>
          </w:tcPr>
          <w:p w14:paraId="30E9F735" w14:textId="77777777" w:rsidR="00A36A5A" w:rsidRPr="005B6D42" w:rsidRDefault="00A36A5A" w:rsidP="00077067">
            <w:pPr>
              <w:spacing w:after="60"/>
              <w:rPr>
                <w:i/>
                <w:iCs/>
                <w:sz w:val="20"/>
              </w:rPr>
            </w:pPr>
            <w:r w:rsidRPr="005B6D42">
              <w:rPr>
                <w:i/>
                <w:iCs/>
                <w:sz w:val="20"/>
              </w:rPr>
              <w:t>j</w:t>
            </w:r>
          </w:p>
        </w:tc>
        <w:tc>
          <w:tcPr>
            <w:tcW w:w="739" w:type="dxa"/>
          </w:tcPr>
          <w:p w14:paraId="1ABD838C" w14:textId="77777777" w:rsidR="00A36A5A" w:rsidRPr="00341696" w:rsidRDefault="00A36A5A" w:rsidP="00077067">
            <w:pPr>
              <w:spacing w:after="60"/>
              <w:rPr>
                <w:iCs/>
                <w:sz w:val="20"/>
              </w:rPr>
            </w:pPr>
            <w:r w:rsidRPr="00341696">
              <w:rPr>
                <w:iCs/>
                <w:sz w:val="20"/>
              </w:rPr>
              <w:t>none</w:t>
            </w:r>
          </w:p>
        </w:tc>
        <w:tc>
          <w:tcPr>
            <w:tcW w:w="6595" w:type="dxa"/>
          </w:tcPr>
          <w:p w14:paraId="736C5CC9" w14:textId="77777777" w:rsidR="00A36A5A" w:rsidRPr="00341696" w:rsidRDefault="00A36A5A" w:rsidP="00077067">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A36A5A" w:rsidRPr="00341696" w14:paraId="3A4B6B8B" w14:textId="77777777" w:rsidTr="00BC3ACE">
        <w:tblPrEx>
          <w:tblLook w:val="01E0" w:firstRow="1" w:lastRow="1" w:firstColumn="1" w:lastColumn="1" w:noHBand="0" w:noVBand="0"/>
        </w:tblPrEx>
        <w:trPr>
          <w:cantSplit/>
          <w:trHeight w:val="350"/>
          <w:tblHeader/>
        </w:trPr>
        <w:tc>
          <w:tcPr>
            <w:tcW w:w="1998" w:type="dxa"/>
          </w:tcPr>
          <w:p w14:paraId="2248F340" w14:textId="77777777" w:rsidR="00A36A5A" w:rsidRPr="005B6D42" w:rsidRDefault="00A36A5A" w:rsidP="00077067">
            <w:pPr>
              <w:spacing w:after="60"/>
              <w:rPr>
                <w:i/>
                <w:iCs/>
                <w:sz w:val="20"/>
              </w:rPr>
            </w:pPr>
            <w:r w:rsidRPr="005B6D42">
              <w:rPr>
                <w:i/>
                <w:iCs/>
                <w:sz w:val="20"/>
              </w:rPr>
              <w:t>k</w:t>
            </w:r>
          </w:p>
        </w:tc>
        <w:tc>
          <w:tcPr>
            <w:tcW w:w="739" w:type="dxa"/>
          </w:tcPr>
          <w:p w14:paraId="63A8B59D" w14:textId="77777777" w:rsidR="00A36A5A" w:rsidRPr="00341696" w:rsidRDefault="00A36A5A" w:rsidP="00077067">
            <w:pPr>
              <w:spacing w:after="60"/>
              <w:rPr>
                <w:iCs/>
                <w:sz w:val="20"/>
              </w:rPr>
            </w:pPr>
            <w:r w:rsidRPr="00341696">
              <w:rPr>
                <w:iCs/>
                <w:sz w:val="20"/>
              </w:rPr>
              <w:t>none</w:t>
            </w:r>
          </w:p>
        </w:tc>
        <w:tc>
          <w:tcPr>
            <w:tcW w:w="6595" w:type="dxa"/>
          </w:tcPr>
          <w:p w14:paraId="5A4C404B" w14:textId="77777777" w:rsidR="00A36A5A" w:rsidRPr="00341696" w:rsidRDefault="00A36A5A" w:rsidP="00077067">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A36A5A" w:rsidRPr="00341696" w14:paraId="172BAD24" w14:textId="77777777" w:rsidTr="00BC3ACE">
        <w:tblPrEx>
          <w:tblLook w:val="01E0" w:firstRow="1" w:lastRow="1" w:firstColumn="1" w:lastColumn="1" w:noHBand="0" w:noVBand="0"/>
        </w:tblPrEx>
        <w:trPr>
          <w:cantSplit/>
          <w:trHeight w:val="350"/>
          <w:tblHeader/>
        </w:trPr>
        <w:tc>
          <w:tcPr>
            <w:tcW w:w="1998" w:type="dxa"/>
          </w:tcPr>
          <w:p w14:paraId="7A69755B" w14:textId="77777777" w:rsidR="00A36A5A" w:rsidRPr="005B6D42" w:rsidRDefault="00A36A5A" w:rsidP="00077067">
            <w:pPr>
              <w:spacing w:after="60"/>
              <w:rPr>
                <w:i/>
                <w:iCs/>
                <w:sz w:val="20"/>
              </w:rPr>
            </w:pPr>
            <w:r w:rsidRPr="005B6D42">
              <w:rPr>
                <w:i/>
                <w:sz w:val="20"/>
              </w:rPr>
              <w:t>m</w:t>
            </w:r>
          </w:p>
        </w:tc>
        <w:tc>
          <w:tcPr>
            <w:tcW w:w="739" w:type="dxa"/>
          </w:tcPr>
          <w:p w14:paraId="3AC8174D" w14:textId="77777777" w:rsidR="00A36A5A" w:rsidRPr="00341696" w:rsidRDefault="00A36A5A" w:rsidP="00077067">
            <w:pPr>
              <w:spacing w:after="60"/>
              <w:rPr>
                <w:iCs/>
                <w:sz w:val="20"/>
              </w:rPr>
            </w:pPr>
            <w:r w:rsidRPr="000433EB">
              <w:rPr>
                <w:sz w:val="20"/>
              </w:rPr>
              <w:t>none</w:t>
            </w:r>
          </w:p>
        </w:tc>
        <w:tc>
          <w:tcPr>
            <w:tcW w:w="6595" w:type="dxa"/>
          </w:tcPr>
          <w:p w14:paraId="2932A689" w14:textId="77777777" w:rsidR="00A36A5A" w:rsidRPr="00341696" w:rsidRDefault="00A36A5A" w:rsidP="00077067">
            <w:pPr>
              <w:spacing w:after="60"/>
              <w:rPr>
                <w:iCs/>
                <w:sz w:val="20"/>
              </w:rPr>
            </w:pPr>
            <w:r w:rsidRPr="000433EB">
              <w:rPr>
                <w:sz w:val="20"/>
              </w:rPr>
              <w:t>An operating month</w:t>
            </w:r>
            <w:r>
              <w:rPr>
                <w:sz w:val="20"/>
              </w:rPr>
              <w:t>.</w:t>
            </w:r>
          </w:p>
        </w:tc>
      </w:tr>
      <w:tr w:rsidR="00A36A5A" w:rsidRPr="00341696" w14:paraId="256AB962" w14:textId="77777777" w:rsidTr="00BC3ACE">
        <w:tblPrEx>
          <w:tblLook w:val="01E0" w:firstRow="1" w:lastRow="1" w:firstColumn="1" w:lastColumn="1" w:noHBand="0" w:noVBand="0"/>
        </w:tblPrEx>
        <w:trPr>
          <w:cantSplit/>
          <w:trHeight w:val="350"/>
          <w:tblHeader/>
        </w:trPr>
        <w:tc>
          <w:tcPr>
            <w:tcW w:w="1998" w:type="dxa"/>
          </w:tcPr>
          <w:p w14:paraId="019DE99E" w14:textId="77777777" w:rsidR="00A36A5A" w:rsidRPr="005B6D42" w:rsidRDefault="00A36A5A" w:rsidP="00077067">
            <w:pPr>
              <w:spacing w:after="60"/>
              <w:rPr>
                <w:i/>
                <w:iCs/>
                <w:sz w:val="20"/>
              </w:rPr>
            </w:pPr>
            <w:proofErr w:type="spellStart"/>
            <w:r w:rsidRPr="005B6D42">
              <w:rPr>
                <w:i/>
                <w:sz w:val="20"/>
              </w:rPr>
              <w:t>ctou</w:t>
            </w:r>
            <w:proofErr w:type="spellEnd"/>
          </w:p>
        </w:tc>
        <w:tc>
          <w:tcPr>
            <w:tcW w:w="739" w:type="dxa"/>
          </w:tcPr>
          <w:p w14:paraId="2217F3F8" w14:textId="77777777" w:rsidR="00A36A5A" w:rsidRPr="00341696" w:rsidRDefault="00A36A5A" w:rsidP="00077067">
            <w:pPr>
              <w:spacing w:after="60"/>
              <w:rPr>
                <w:iCs/>
                <w:sz w:val="20"/>
              </w:rPr>
            </w:pPr>
            <w:r w:rsidRPr="00341696">
              <w:rPr>
                <w:iCs/>
                <w:sz w:val="20"/>
              </w:rPr>
              <w:t>none</w:t>
            </w:r>
          </w:p>
        </w:tc>
        <w:tc>
          <w:tcPr>
            <w:tcW w:w="6595" w:type="dxa"/>
          </w:tcPr>
          <w:p w14:paraId="0BF732F6" w14:textId="77777777" w:rsidR="00A36A5A" w:rsidRPr="00341696" w:rsidRDefault="00A36A5A" w:rsidP="00077067">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A36A5A" w:rsidRPr="00341696" w14:paraId="23635963" w14:textId="77777777" w:rsidTr="00BC3ACE">
        <w:tblPrEx>
          <w:tblLook w:val="01E0" w:firstRow="1" w:lastRow="1" w:firstColumn="1" w:lastColumn="1" w:noHBand="0" w:noVBand="0"/>
        </w:tblPrEx>
        <w:trPr>
          <w:cantSplit/>
          <w:trHeight w:val="350"/>
          <w:tblHeader/>
        </w:trPr>
        <w:tc>
          <w:tcPr>
            <w:tcW w:w="1998" w:type="dxa"/>
          </w:tcPr>
          <w:p w14:paraId="0A56B4AB" w14:textId="77777777" w:rsidR="00A36A5A" w:rsidRPr="005B6D42" w:rsidRDefault="00A36A5A" w:rsidP="00077067">
            <w:pPr>
              <w:spacing w:after="60"/>
              <w:rPr>
                <w:i/>
                <w:iCs/>
                <w:sz w:val="20"/>
              </w:rPr>
            </w:pPr>
            <w:r w:rsidRPr="005B6D42">
              <w:rPr>
                <w:i/>
                <w:iCs/>
                <w:sz w:val="20"/>
              </w:rPr>
              <w:t>h</w:t>
            </w:r>
          </w:p>
        </w:tc>
        <w:tc>
          <w:tcPr>
            <w:tcW w:w="739" w:type="dxa"/>
          </w:tcPr>
          <w:p w14:paraId="3B5DA79A" w14:textId="77777777" w:rsidR="00A36A5A" w:rsidRPr="00341696" w:rsidRDefault="00A36A5A" w:rsidP="00077067">
            <w:pPr>
              <w:spacing w:after="60"/>
              <w:rPr>
                <w:iCs/>
                <w:sz w:val="20"/>
              </w:rPr>
            </w:pPr>
            <w:r w:rsidRPr="00341696">
              <w:rPr>
                <w:iCs/>
                <w:sz w:val="20"/>
              </w:rPr>
              <w:t>none</w:t>
            </w:r>
          </w:p>
        </w:tc>
        <w:tc>
          <w:tcPr>
            <w:tcW w:w="6595" w:type="dxa"/>
          </w:tcPr>
          <w:p w14:paraId="12F385DE" w14:textId="77777777" w:rsidR="00A36A5A" w:rsidRPr="00341696" w:rsidRDefault="00A36A5A" w:rsidP="008C0679">
            <w:pPr>
              <w:spacing w:after="60"/>
              <w:rPr>
                <w:iCs/>
                <w:sz w:val="20"/>
              </w:rPr>
            </w:pPr>
            <w:r w:rsidRPr="00341696">
              <w:rPr>
                <w:iCs/>
                <w:sz w:val="20"/>
              </w:rPr>
              <w:t xml:space="preserve">An </w:t>
            </w:r>
            <w:r>
              <w:rPr>
                <w:iCs/>
                <w:sz w:val="20"/>
              </w:rPr>
              <w:t>Operating Hour.</w:t>
            </w:r>
          </w:p>
        </w:tc>
      </w:tr>
      <w:tr w:rsidR="00A36A5A" w:rsidRPr="00341696" w14:paraId="492570E5" w14:textId="77777777" w:rsidTr="00BC3ACE">
        <w:tblPrEx>
          <w:tblLook w:val="01E0" w:firstRow="1" w:lastRow="1" w:firstColumn="1" w:lastColumn="1" w:noHBand="0" w:noVBand="0"/>
        </w:tblPrEx>
        <w:trPr>
          <w:cantSplit/>
          <w:trHeight w:val="350"/>
          <w:tblHeader/>
        </w:trPr>
        <w:tc>
          <w:tcPr>
            <w:tcW w:w="1998" w:type="dxa"/>
          </w:tcPr>
          <w:p w14:paraId="3568E63C" w14:textId="77777777" w:rsidR="00A36A5A" w:rsidRPr="005B6D42" w:rsidRDefault="008C0679" w:rsidP="00077067">
            <w:pPr>
              <w:spacing w:after="60"/>
              <w:rPr>
                <w:i/>
                <w:iCs/>
                <w:sz w:val="20"/>
              </w:rPr>
            </w:pPr>
            <w:r>
              <w:rPr>
                <w:i/>
                <w:iCs/>
                <w:sz w:val="20"/>
              </w:rPr>
              <w:t>a</w:t>
            </w:r>
          </w:p>
        </w:tc>
        <w:tc>
          <w:tcPr>
            <w:tcW w:w="739" w:type="dxa"/>
          </w:tcPr>
          <w:p w14:paraId="14555947" w14:textId="77777777" w:rsidR="00A36A5A" w:rsidRPr="00341696" w:rsidRDefault="00A36A5A" w:rsidP="00077067">
            <w:pPr>
              <w:spacing w:after="60"/>
              <w:rPr>
                <w:iCs/>
                <w:sz w:val="20"/>
              </w:rPr>
            </w:pPr>
            <w:r w:rsidRPr="00341696">
              <w:rPr>
                <w:iCs/>
                <w:sz w:val="20"/>
              </w:rPr>
              <w:t>none</w:t>
            </w:r>
          </w:p>
        </w:tc>
        <w:tc>
          <w:tcPr>
            <w:tcW w:w="6595" w:type="dxa"/>
          </w:tcPr>
          <w:p w14:paraId="294EA53A" w14:textId="77777777" w:rsidR="00A36A5A" w:rsidRPr="00341696" w:rsidRDefault="00A36A5A" w:rsidP="008C0679">
            <w:pPr>
              <w:spacing w:after="60"/>
              <w:rPr>
                <w:iCs/>
                <w:sz w:val="20"/>
              </w:rPr>
            </w:pPr>
            <w:r w:rsidRPr="00341696">
              <w:rPr>
                <w:iCs/>
                <w:sz w:val="20"/>
              </w:rPr>
              <w:t>A</w:t>
            </w:r>
            <w:r w:rsidR="008C0679">
              <w:rPr>
                <w:iCs/>
                <w:sz w:val="20"/>
              </w:rPr>
              <w:t>ll</w:t>
            </w:r>
            <w:r w:rsidRPr="00341696">
              <w:rPr>
                <w:iCs/>
                <w:sz w:val="20"/>
              </w:rPr>
              <w:t xml:space="preserve"> </w:t>
            </w:r>
            <w:r>
              <w:rPr>
                <w:iCs/>
                <w:sz w:val="20"/>
              </w:rPr>
              <w:t xml:space="preserve">CRR </w:t>
            </w:r>
            <w:r w:rsidR="008C0679">
              <w:rPr>
                <w:iCs/>
                <w:sz w:val="20"/>
              </w:rPr>
              <w:t>Account Holders represented by the Counter-Party</w:t>
            </w:r>
            <w:r>
              <w:rPr>
                <w:iCs/>
                <w:sz w:val="20"/>
              </w:rPr>
              <w:t>.</w:t>
            </w:r>
          </w:p>
        </w:tc>
      </w:tr>
      <w:tr w:rsidR="00A36A5A" w:rsidRPr="00341696" w14:paraId="680D8BAD" w14:textId="77777777" w:rsidTr="00BC3ACE">
        <w:tblPrEx>
          <w:tblLook w:val="01E0" w:firstRow="1" w:lastRow="1" w:firstColumn="1" w:lastColumn="1" w:noHBand="0" w:noVBand="0"/>
        </w:tblPrEx>
        <w:trPr>
          <w:cantSplit/>
          <w:trHeight w:val="350"/>
          <w:tblHeader/>
        </w:trPr>
        <w:tc>
          <w:tcPr>
            <w:tcW w:w="1998" w:type="dxa"/>
          </w:tcPr>
          <w:p w14:paraId="3C68DE54" w14:textId="77777777" w:rsidR="00A36A5A" w:rsidRPr="005B6D42" w:rsidRDefault="00A36A5A" w:rsidP="00077067">
            <w:pPr>
              <w:spacing w:after="60"/>
              <w:rPr>
                <w:i/>
                <w:iCs/>
                <w:sz w:val="20"/>
              </w:rPr>
            </w:pPr>
            <w:r w:rsidRPr="005B6D42">
              <w:rPr>
                <w:i/>
                <w:iCs/>
                <w:sz w:val="20"/>
              </w:rPr>
              <w:t>ci99</w:t>
            </w:r>
          </w:p>
        </w:tc>
        <w:tc>
          <w:tcPr>
            <w:tcW w:w="739" w:type="dxa"/>
          </w:tcPr>
          <w:p w14:paraId="1E260DE4" w14:textId="77777777" w:rsidR="00A36A5A" w:rsidRPr="00341696" w:rsidRDefault="00A36A5A" w:rsidP="00077067">
            <w:pPr>
              <w:spacing w:after="60"/>
              <w:rPr>
                <w:iCs/>
                <w:sz w:val="20"/>
              </w:rPr>
            </w:pPr>
            <w:r>
              <w:rPr>
                <w:iCs/>
                <w:sz w:val="20"/>
              </w:rPr>
              <w:t>none</w:t>
            </w:r>
          </w:p>
        </w:tc>
        <w:tc>
          <w:tcPr>
            <w:tcW w:w="6595" w:type="dxa"/>
          </w:tcPr>
          <w:p w14:paraId="34EFA158" w14:textId="77777777" w:rsidR="00A36A5A" w:rsidRPr="00341696" w:rsidRDefault="00A36A5A" w:rsidP="00077067">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6AB45C76" w14:textId="77777777" w:rsidR="00AA6D6D" w:rsidRPr="0002450E" w:rsidRDefault="00AA6D6D" w:rsidP="00DD1960">
      <w:pPr>
        <w:pStyle w:val="H4"/>
        <w:spacing w:before="480"/>
        <w:ind w:left="1267" w:hanging="1267"/>
        <w:rPr>
          <w:b/>
          <w:bCs/>
        </w:rPr>
      </w:pPr>
      <w:bookmarkStart w:id="489" w:name="_Toc390438971"/>
      <w:bookmarkStart w:id="490" w:name="_Toc405897669"/>
      <w:bookmarkStart w:id="491" w:name="_Toc415055773"/>
      <w:bookmarkStart w:id="492" w:name="_Toc415055899"/>
      <w:bookmarkStart w:id="493" w:name="_Toc415055998"/>
      <w:bookmarkStart w:id="494" w:name="_Toc415056099"/>
      <w:bookmarkStart w:id="495" w:name="_Toc34728515"/>
      <w:r w:rsidRPr="0002450E">
        <w:rPr>
          <w:b/>
          <w:bCs/>
        </w:rPr>
        <w:t>16.11.4.6</w:t>
      </w:r>
      <w:r w:rsidRPr="0002450E">
        <w:rPr>
          <w:b/>
          <w:bCs/>
        </w:rPr>
        <w:tab/>
        <w:t>Determination of Counter-Party Available Credit Limits</w:t>
      </w:r>
      <w:bookmarkEnd w:id="489"/>
      <w:bookmarkEnd w:id="490"/>
      <w:bookmarkEnd w:id="491"/>
      <w:bookmarkEnd w:id="492"/>
      <w:bookmarkEnd w:id="493"/>
      <w:bookmarkEnd w:id="494"/>
      <w:bookmarkEnd w:id="495"/>
      <w:r w:rsidRPr="0002450E">
        <w:rPr>
          <w:b/>
          <w:bCs/>
        </w:rPr>
        <w:t xml:space="preserve"> </w:t>
      </w:r>
    </w:p>
    <w:p w14:paraId="244C1B4C" w14:textId="77777777" w:rsidR="00C84EA9" w:rsidRPr="00D75412" w:rsidRDefault="00C84EA9" w:rsidP="00C84EA9">
      <w:pPr>
        <w:spacing w:after="240"/>
        <w:ind w:left="702" w:hanging="702"/>
        <w:rPr>
          <w:iCs/>
        </w:rPr>
      </w:pPr>
      <w:r>
        <w:rPr>
          <w:iCs/>
        </w:rPr>
        <w:t>(1)</w:t>
      </w:r>
      <w:r w:rsidRPr="00D75412">
        <w:rPr>
          <w:iCs/>
        </w:rPr>
        <w:t xml:space="preserve"> </w:t>
      </w:r>
      <w:r w:rsidRPr="00D75412">
        <w:rPr>
          <w:iCs/>
        </w:rPr>
        <w:tab/>
        <w:t>ERCOT shall calculate an Available Credit Limit for the CRR Auction (ACLC) and an Available Credit Limit for the DAM (ACLD) as follows:</w:t>
      </w:r>
    </w:p>
    <w:p w14:paraId="16BFF2D3" w14:textId="77777777" w:rsidR="00C84EA9" w:rsidRPr="00D75412" w:rsidRDefault="00C84EA9" w:rsidP="00C84EA9">
      <w:pPr>
        <w:spacing w:after="240"/>
        <w:ind w:left="720"/>
        <w:rPr>
          <w:iCs/>
        </w:rPr>
      </w:pPr>
      <w:r w:rsidRPr="00D75412">
        <w:rPr>
          <w:iCs/>
        </w:rPr>
        <w:t>(a)</w:t>
      </w:r>
      <w:r w:rsidRPr="00D75412">
        <w:rPr>
          <w:iCs/>
        </w:rPr>
        <w:tab/>
        <w:t>ACLC for each Counter-Party equal to the maximum of zero and the net of its:</w:t>
      </w:r>
    </w:p>
    <w:p w14:paraId="5CD355AD" w14:textId="77777777" w:rsidR="00C84EA9" w:rsidRPr="00D75412" w:rsidRDefault="00C84EA9" w:rsidP="00C84EA9">
      <w:pPr>
        <w:spacing w:after="240"/>
        <w:ind w:left="2160" w:hanging="720"/>
        <w:rPr>
          <w:iCs/>
        </w:rPr>
      </w:pPr>
      <w:r w:rsidRPr="00D75412">
        <w:rPr>
          <w:iCs/>
        </w:rPr>
        <w:t>(</w:t>
      </w:r>
      <w:proofErr w:type="spellStart"/>
      <w:r w:rsidRPr="00D75412">
        <w:rPr>
          <w:iCs/>
        </w:rPr>
        <w:t>i</w:t>
      </w:r>
      <w:proofErr w:type="spellEnd"/>
      <w:r w:rsidRPr="00D75412">
        <w:rPr>
          <w:iCs/>
        </w:rPr>
        <w:t>)</w:t>
      </w:r>
      <w:r w:rsidRPr="00D75412">
        <w:rPr>
          <w:iCs/>
        </w:rPr>
        <w:tab/>
        <w:t xml:space="preserve">Secured Financial Security; minus </w:t>
      </w:r>
    </w:p>
    <w:p w14:paraId="328AC390" w14:textId="77777777" w:rsidR="00C84EA9" w:rsidRPr="00D75412" w:rsidRDefault="00C84EA9" w:rsidP="00C84EA9">
      <w:pPr>
        <w:spacing w:after="240"/>
        <w:ind w:left="2160" w:hanging="720"/>
        <w:rPr>
          <w:iCs/>
        </w:rPr>
      </w:pPr>
      <w:r w:rsidRPr="00D75412">
        <w:rPr>
          <w:iCs/>
        </w:rPr>
        <w:t>(ii)</w:t>
      </w:r>
      <w:r w:rsidRPr="00D75412">
        <w:rPr>
          <w:iCs/>
        </w:rPr>
        <w:tab/>
      </w:r>
      <w:r>
        <w:rPr>
          <w:iCs/>
        </w:rPr>
        <w:t xml:space="preserve">(1+ACLIRF) * </w:t>
      </w:r>
      <w:r w:rsidRPr="00D75412">
        <w:rPr>
          <w:iCs/>
        </w:rPr>
        <w:t>TPES; minus</w:t>
      </w:r>
    </w:p>
    <w:p w14:paraId="107D2C81" w14:textId="77777777" w:rsidR="00C84EA9" w:rsidRPr="00D75412" w:rsidRDefault="00C84EA9" w:rsidP="00C84EA9">
      <w:pPr>
        <w:spacing w:after="240"/>
        <w:ind w:left="1440"/>
        <w:rPr>
          <w:iCs/>
        </w:rPr>
      </w:pPr>
      <w:r w:rsidRPr="00D75412">
        <w:rPr>
          <w:iCs/>
        </w:rPr>
        <w:t>(iii)</w:t>
      </w:r>
      <w:r w:rsidRPr="00D75412">
        <w:rPr>
          <w:b/>
          <w:iCs/>
        </w:rPr>
        <w:tab/>
      </w:r>
      <w:r w:rsidRPr="00D75412">
        <w:rPr>
          <w:iCs/>
        </w:rPr>
        <w:t>Net Positive Exposure of approved CRR Bilateral Trades; minus</w:t>
      </w:r>
    </w:p>
    <w:p w14:paraId="2D210564" w14:textId="77777777" w:rsidR="00C84EA9" w:rsidRPr="00D75412" w:rsidRDefault="00C84EA9" w:rsidP="00C84EA9">
      <w:pPr>
        <w:spacing w:after="240"/>
        <w:ind w:left="2160" w:hanging="720"/>
        <w:rPr>
          <w:iCs/>
        </w:rPr>
      </w:pPr>
      <w:r w:rsidRPr="00D75412">
        <w:rPr>
          <w:iCs/>
        </w:rPr>
        <w:t>(iv)</w:t>
      </w:r>
      <w:r w:rsidRPr="00D75412">
        <w:rPr>
          <w:iCs/>
        </w:rPr>
        <w:tab/>
        <w:t xml:space="preserve">Maximum of: </w:t>
      </w:r>
    </w:p>
    <w:p w14:paraId="66D88D77" w14:textId="77777777" w:rsidR="00C84EA9" w:rsidRPr="00D75412" w:rsidRDefault="00C84EA9" w:rsidP="00C84EA9">
      <w:pPr>
        <w:spacing w:after="240"/>
        <w:ind w:left="2880" w:hanging="720"/>
        <w:rPr>
          <w:iCs/>
        </w:rPr>
      </w:pPr>
      <w:r w:rsidRPr="00D75412">
        <w:rPr>
          <w:iCs/>
        </w:rPr>
        <w:t>(A)</w:t>
      </w:r>
      <w:r w:rsidRPr="00D75412">
        <w:rPr>
          <w:iCs/>
        </w:rPr>
        <w:tab/>
        <w:t xml:space="preserve">Zero; and </w:t>
      </w:r>
    </w:p>
    <w:p w14:paraId="1CB7FAA7" w14:textId="77777777" w:rsidR="00C84EA9" w:rsidRPr="00D75412" w:rsidRDefault="00C84EA9" w:rsidP="00C84EA9">
      <w:pPr>
        <w:spacing w:after="240"/>
        <w:ind w:left="2880" w:hanging="720"/>
        <w:rPr>
          <w:iCs/>
        </w:rPr>
      </w:pPr>
      <w:r w:rsidRPr="00D75412">
        <w:rPr>
          <w:iCs/>
        </w:rPr>
        <w:t>(B)</w:t>
      </w:r>
      <w:r w:rsidRPr="00D75412">
        <w:rPr>
          <w:iCs/>
        </w:rPr>
        <w:tab/>
      </w:r>
      <w:r>
        <w:rPr>
          <w:iCs/>
        </w:rPr>
        <w:t xml:space="preserve">((1+ACLIRF) * </w:t>
      </w:r>
      <w:r w:rsidRPr="00D75412">
        <w:rPr>
          <w:iCs/>
        </w:rPr>
        <w:t>TPEA</w:t>
      </w:r>
      <w:r>
        <w:rPr>
          <w:iCs/>
        </w:rPr>
        <w:t>)</w:t>
      </w:r>
      <w:r w:rsidRPr="00D75412">
        <w:rPr>
          <w:iCs/>
        </w:rPr>
        <w:t xml:space="preserve"> minus the Unsecured Credit Limit minus Financial Security defined as guarantees in paragraph </w:t>
      </w:r>
      <w:r w:rsidR="00C42CCF">
        <w:rPr>
          <w:iCs/>
        </w:rPr>
        <w:t>(1)</w:t>
      </w:r>
      <w:r w:rsidRPr="00D75412">
        <w:rPr>
          <w:iCs/>
        </w:rPr>
        <w:t>(a) of Section 16.11.3, Alternative Means of Satisfying ERCOT Creditworthiness Requirements.</w:t>
      </w:r>
    </w:p>
    <w:p w14:paraId="5917AC23" w14:textId="77777777" w:rsidR="00C84EA9" w:rsidRPr="00D75412" w:rsidRDefault="00C84EA9" w:rsidP="00C84EA9">
      <w:pPr>
        <w:spacing w:after="240"/>
        <w:ind w:firstLine="720"/>
        <w:rPr>
          <w:iCs/>
        </w:rPr>
      </w:pPr>
      <w:r w:rsidRPr="00D75412">
        <w:rPr>
          <w:iCs/>
        </w:rPr>
        <w:t>(b)</w:t>
      </w:r>
      <w:r w:rsidRPr="00D75412">
        <w:rPr>
          <w:iCs/>
        </w:rPr>
        <w:tab/>
        <w:t>ACLD for each Counter-Party equal to the maximum of zero and the net of its:</w:t>
      </w:r>
    </w:p>
    <w:p w14:paraId="7C33A1E3" w14:textId="77777777" w:rsidR="00C84EA9" w:rsidRPr="00D75412" w:rsidRDefault="00C84EA9" w:rsidP="00C84EA9">
      <w:pPr>
        <w:spacing w:after="240"/>
        <w:ind w:left="2160" w:hanging="720"/>
        <w:rPr>
          <w:iCs/>
        </w:rPr>
      </w:pPr>
      <w:r w:rsidRPr="00D75412">
        <w:rPr>
          <w:iCs/>
        </w:rPr>
        <w:t>(</w:t>
      </w:r>
      <w:proofErr w:type="spellStart"/>
      <w:r w:rsidRPr="00D75412">
        <w:rPr>
          <w:iCs/>
        </w:rPr>
        <w:t>i</w:t>
      </w:r>
      <w:proofErr w:type="spellEnd"/>
      <w:r w:rsidRPr="00D75412">
        <w:rPr>
          <w:iCs/>
        </w:rPr>
        <w:t>)</w:t>
      </w:r>
      <w:r w:rsidRPr="00D75412">
        <w:rPr>
          <w:iCs/>
        </w:rPr>
        <w:tab/>
        <w:t>Unsecured Credit Limit; plus</w:t>
      </w:r>
    </w:p>
    <w:p w14:paraId="63D6863C" w14:textId="77777777" w:rsidR="00C84EA9" w:rsidRPr="00D75412" w:rsidRDefault="00C84EA9" w:rsidP="00C84EA9">
      <w:pPr>
        <w:spacing w:after="240"/>
        <w:ind w:left="2160" w:hanging="720"/>
        <w:rPr>
          <w:iCs/>
        </w:rPr>
      </w:pPr>
      <w:r w:rsidRPr="00D75412">
        <w:rPr>
          <w:iCs/>
        </w:rPr>
        <w:t>(ii)</w:t>
      </w:r>
      <w:r w:rsidRPr="00D75412">
        <w:rPr>
          <w:iCs/>
        </w:rPr>
        <w:tab/>
        <w:t xml:space="preserve">Financial Security defined as guarantees in paragraph </w:t>
      </w:r>
      <w:r w:rsidR="00C42CCF">
        <w:rPr>
          <w:iCs/>
        </w:rPr>
        <w:t>(1)</w:t>
      </w:r>
      <w:r w:rsidRPr="00D75412">
        <w:rPr>
          <w:iCs/>
        </w:rPr>
        <w:t>(a) of Section 16.11.3; plus</w:t>
      </w:r>
    </w:p>
    <w:p w14:paraId="37E8A6E8" w14:textId="77777777" w:rsidR="00C84EA9" w:rsidRPr="00142152" w:rsidRDefault="00C84EA9" w:rsidP="00C84EA9">
      <w:pPr>
        <w:spacing w:after="240"/>
        <w:ind w:left="2160" w:hanging="720"/>
        <w:rPr>
          <w:iCs/>
        </w:rPr>
      </w:pPr>
      <w:r w:rsidRPr="00142152">
        <w:rPr>
          <w:iCs/>
        </w:rPr>
        <w:t>(iii)</w:t>
      </w:r>
      <w:r w:rsidRPr="00142152">
        <w:rPr>
          <w:iCs/>
        </w:rPr>
        <w:tab/>
        <w:t>Remainder Collateral; minus</w:t>
      </w:r>
    </w:p>
    <w:p w14:paraId="7357D677" w14:textId="77777777" w:rsidR="00C84EA9" w:rsidRPr="00142152" w:rsidRDefault="00C84EA9" w:rsidP="00C84EA9">
      <w:pPr>
        <w:spacing w:after="240"/>
        <w:ind w:left="2160" w:hanging="720"/>
        <w:rPr>
          <w:iCs/>
        </w:rPr>
      </w:pPr>
      <w:r w:rsidRPr="00142152">
        <w:rPr>
          <w:iCs/>
        </w:rPr>
        <w:t>(iv)</w:t>
      </w:r>
      <w:r w:rsidRPr="00142152">
        <w:rPr>
          <w:iCs/>
        </w:rPr>
        <w:tab/>
        <w:t>ACLIRF * TPES; minus</w:t>
      </w:r>
    </w:p>
    <w:p w14:paraId="0BCB7850" w14:textId="77777777" w:rsidR="00C84EA9" w:rsidRPr="00D75412" w:rsidRDefault="00C84EA9" w:rsidP="00C84EA9">
      <w:pPr>
        <w:spacing w:after="240"/>
        <w:ind w:left="2160" w:hanging="720"/>
        <w:rPr>
          <w:iCs/>
        </w:rPr>
      </w:pPr>
      <w:r>
        <w:rPr>
          <w:iCs/>
        </w:rPr>
        <w:t>(v)</w:t>
      </w:r>
      <w:r>
        <w:rPr>
          <w:iCs/>
        </w:rPr>
        <w:tab/>
        <w:t xml:space="preserve">(1+ACLIRF) * </w:t>
      </w:r>
      <w:r w:rsidRPr="00D75412">
        <w:rPr>
          <w:iCs/>
        </w:rPr>
        <w:t>TPEA.</w:t>
      </w:r>
    </w:p>
    <w:p w14:paraId="17D349E4" w14:textId="77777777" w:rsidR="00C84EA9" w:rsidRDefault="00C84EA9" w:rsidP="00C84EA9">
      <w:pPr>
        <w:spacing w:after="240"/>
        <w:ind w:left="1440" w:hanging="720"/>
        <w:rPr>
          <w:iCs/>
        </w:rPr>
      </w:pPr>
      <w:r w:rsidRPr="00D75412">
        <w:rPr>
          <w:iCs/>
        </w:rPr>
        <w:t>(c)</w:t>
      </w:r>
      <w:r w:rsidRPr="00D75412">
        <w:rPr>
          <w:iCs/>
        </w:rPr>
        <w:tab/>
        <w:t>If all or part of a Counter-Party’s ACLC and/or ACLD cannot be computed due to an ERCOT computer system failure</w:t>
      </w:r>
      <w:r w:rsidR="000B55EF">
        <w:rPr>
          <w:iCs/>
        </w:rPr>
        <w:t xml:space="preserve"> or Market Suspension</w:t>
      </w:r>
      <w:r w:rsidRPr="00D75412">
        <w:rPr>
          <w:iCs/>
        </w:rPr>
        <w:t>, then ERCOT shall estimate ACLC and/or ACLD for that Counter-Party and provide the information used to determine such estimates to that Counter-Party.  If  all or part of ACLC and/or ACLD cannot be estimated with current data, then the most recently available values shall be used to determine the Counter-Party’s ACLC and/or ACLD.  ERCOT shall provide electronic Notice, as soon as practicable, to Counter-Parties when utilizing this methodology, and shall further provide electronic Notice to Counter-Parties when current data is restored and available to calculate ACLC and ACLD under paragraphs (a) and (b) above.</w:t>
      </w:r>
    </w:p>
    <w:p w14:paraId="1FC6657B" w14:textId="77777777" w:rsidR="00C84EA9" w:rsidRDefault="00C84EA9" w:rsidP="00C42CCF">
      <w:pPr>
        <w:rPr>
          <w:iCs/>
        </w:rPr>
      </w:pPr>
      <w:r>
        <w:rPr>
          <w:iCs/>
        </w:rPr>
        <w:t>The above parameters are defined as follows</w:t>
      </w:r>
      <w:r w:rsidR="000B55EF">
        <w:rPr>
          <w:iCs/>
        </w:rPr>
        <w:t>:</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84EA9" w:rsidRPr="00D74ADF" w14:paraId="04382915" w14:textId="77777777" w:rsidTr="00C84EA9">
        <w:trPr>
          <w:trHeight w:val="351"/>
          <w:tblHeader/>
        </w:trPr>
        <w:tc>
          <w:tcPr>
            <w:tcW w:w="1571" w:type="dxa"/>
          </w:tcPr>
          <w:p w14:paraId="192FD543" w14:textId="77777777" w:rsidR="00C84EA9" w:rsidRPr="00A8084A" w:rsidRDefault="00C84EA9" w:rsidP="005551AD">
            <w:pPr>
              <w:pStyle w:val="TableHead"/>
            </w:pPr>
            <w:r w:rsidRPr="00E10651">
              <w:t>Parameter</w:t>
            </w:r>
          </w:p>
        </w:tc>
        <w:tc>
          <w:tcPr>
            <w:tcW w:w="1691" w:type="dxa"/>
          </w:tcPr>
          <w:p w14:paraId="5B1519F2" w14:textId="77777777" w:rsidR="00C84EA9" w:rsidRPr="00A8084A" w:rsidRDefault="00C84EA9" w:rsidP="005551AD">
            <w:pPr>
              <w:pStyle w:val="TableHead"/>
            </w:pPr>
            <w:r w:rsidRPr="00A8084A">
              <w:t>Unit</w:t>
            </w:r>
          </w:p>
        </w:tc>
        <w:tc>
          <w:tcPr>
            <w:tcW w:w="5854" w:type="dxa"/>
          </w:tcPr>
          <w:p w14:paraId="53913201" w14:textId="77777777" w:rsidR="00C84EA9" w:rsidRPr="00A8084A" w:rsidRDefault="00C84EA9" w:rsidP="005551AD">
            <w:pPr>
              <w:pStyle w:val="TableHead"/>
            </w:pPr>
            <w:r w:rsidRPr="00A8084A">
              <w:t>Current Value*</w:t>
            </w:r>
          </w:p>
        </w:tc>
      </w:tr>
      <w:tr w:rsidR="00C84EA9" w:rsidRPr="00D74ADF" w14:paraId="0842D05C" w14:textId="77777777" w:rsidTr="00C84EA9">
        <w:trPr>
          <w:trHeight w:val="404"/>
        </w:trPr>
        <w:tc>
          <w:tcPr>
            <w:tcW w:w="1571" w:type="dxa"/>
          </w:tcPr>
          <w:p w14:paraId="798CC080" w14:textId="77777777" w:rsidR="00C84EA9" w:rsidRPr="00A8084A" w:rsidRDefault="00C84EA9" w:rsidP="005551AD">
            <w:pPr>
              <w:pStyle w:val="TableBody"/>
              <w:rPr>
                <w:i/>
              </w:rPr>
            </w:pPr>
            <w:r w:rsidRPr="00E10651">
              <w:rPr>
                <w:i/>
              </w:rPr>
              <w:t>ACLIRF</w:t>
            </w:r>
          </w:p>
        </w:tc>
        <w:tc>
          <w:tcPr>
            <w:tcW w:w="1691" w:type="dxa"/>
          </w:tcPr>
          <w:p w14:paraId="27C1DF58" w14:textId="77777777" w:rsidR="00C84EA9" w:rsidRPr="00A8084A" w:rsidRDefault="00C84EA9" w:rsidP="005551AD">
            <w:pPr>
              <w:pStyle w:val="TableBody"/>
            </w:pPr>
            <w:r w:rsidRPr="00A8084A">
              <w:t>Percentage</w:t>
            </w:r>
          </w:p>
        </w:tc>
        <w:tc>
          <w:tcPr>
            <w:tcW w:w="5854" w:type="dxa"/>
          </w:tcPr>
          <w:p w14:paraId="53A1FBB9" w14:textId="77777777" w:rsidR="00C84EA9" w:rsidRPr="00A8084A" w:rsidRDefault="00C84EA9" w:rsidP="005551AD">
            <w:pPr>
              <w:pStyle w:val="TableBody"/>
            </w:pPr>
            <w:r w:rsidRPr="000E0746">
              <w:t>10%</w:t>
            </w:r>
            <w:r>
              <w:rPr>
                <w:i/>
              </w:rPr>
              <w:t xml:space="preserve"> </w:t>
            </w:r>
            <w:r w:rsidRPr="000E0746">
              <w:rPr>
                <w:i/>
              </w:rPr>
              <w:t>—</w:t>
            </w:r>
            <w:r>
              <w:rPr>
                <w:i/>
              </w:rPr>
              <w:t xml:space="preserve"> </w:t>
            </w:r>
            <w:r w:rsidRPr="00182062">
              <w:rPr>
                <w:i/>
              </w:rPr>
              <w:t>ACL Incremental Risk Factor</w:t>
            </w:r>
            <w:r w:rsidRPr="00A8084A">
              <w:t>.</w:t>
            </w:r>
          </w:p>
        </w:tc>
      </w:tr>
      <w:tr w:rsidR="00C84EA9" w:rsidRPr="00BE4766" w14:paraId="64FEC569" w14:textId="77777777" w:rsidTr="00C84EA9">
        <w:trPr>
          <w:trHeight w:val="519"/>
        </w:trPr>
        <w:tc>
          <w:tcPr>
            <w:tcW w:w="9116" w:type="dxa"/>
            <w:gridSpan w:val="3"/>
          </w:tcPr>
          <w:p w14:paraId="06401F55" w14:textId="77777777" w:rsidR="00C84EA9" w:rsidRPr="00A8084A" w:rsidRDefault="00C84EA9" w:rsidP="005551AD">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CE83C91" w14:textId="77777777" w:rsidR="00F56ABB" w:rsidRDefault="00727E32" w:rsidP="00853D39">
      <w:pPr>
        <w:pStyle w:val="H5"/>
        <w:spacing w:before="480"/>
        <w:ind w:left="1627" w:hanging="1627"/>
      </w:pPr>
      <w:bookmarkStart w:id="496" w:name="_Toc390438972"/>
      <w:bookmarkStart w:id="497" w:name="_Toc405897670"/>
      <w:bookmarkStart w:id="498" w:name="_Toc415055774"/>
      <w:bookmarkStart w:id="499" w:name="_Toc415055900"/>
      <w:bookmarkStart w:id="500" w:name="_Toc415055999"/>
      <w:bookmarkStart w:id="501" w:name="_Toc415056100"/>
      <w:bookmarkStart w:id="502" w:name="_Toc34728516"/>
      <w:r>
        <w:t>16.11.4.6.1</w:t>
      </w:r>
      <w:r>
        <w:tab/>
        <w:t>Credit Requirements for CRR Auction Participation</w:t>
      </w:r>
      <w:bookmarkEnd w:id="496"/>
      <w:bookmarkEnd w:id="497"/>
      <w:bookmarkEnd w:id="498"/>
      <w:bookmarkEnd w:id="499"/>
      <w:bookmarkEnd w:id="500"/>
      <w:bookmarkEnd w:id="501"/>
      <w:bookmarkEnd w:id="502"/>
    </w:p>
    <w:p w14:paraId="14683DFA" w14:textId="77777777" w:rsidR="00FC1C5F" w:rsidRDefault="00891D7E">
      <w:pPr>
        <w:pStyle w:val="List"/>
        <w:ind w:left="720"/>
      </w:pPr>
      <w:r w:rsidRPr="002475CE">
        <w:rPr>
          <w:iCs/>
        </w:rPr>
        <w:t>(1)</w:t>
      </w:r>
      <w:r w:rsidRPr="002475CE">
        <w:rPr>
          <w:iCs/>
        </w:rPr>
        <w:tab/>
        <w:t>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00727E32" w:rsidRPr="00891D7E">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13FDD0B5" w14:textId="77777777" w:rsidTr="00B35309">
        <w:tc>
          <w:tcPr>
            <w:tcW w:w="9558" w:type="dxa"/>
            <w:shd w:val="pct12" w:color="auto" w:fill="auto"/>
          </w:tcPr>
          <w:p w14:paraId="7E1E553E"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(1) </w:t>
            </w:r>
            <w:r w:rsidRPr="0002450E">
              <w:rPr>
                <w:iCs/>
              </w:rPr>
              <w:t xml:space="preserve">above with the following upon system implementation:] </w:t>
            </w:r>
          </w:p>
          <w:p w14:paraId="6CB918EB" w14:textId="77777777" w:rsidR="00B07CBC" w:rsidRPr="00B07CBC" w:rsidRDefault="00B07CBC" w:rsidP="00B07CBC">
            <w:pPr>
              <w:spacing w:after="240"/>
              <w:ind w:left="720" w:hanging="720"/>
            </w:pPr>
            <w:r w:rsidRPr="00B07CBC">
              <w:rPr>
                <w:iCs/>
              </w:rPr>
              <w:t>(1)</w:t>
            </w:r>
            <w:r w:rsidRPr="00B07CBC">
              <w:rPr>
                <w:iCs/>
              </w:rPr>
              <w:tab/>
              <w:t>As a requirement for participation in any CRR Auction, each Counter-Party participating in any CRR Auction, including those as permitted by Sections 16.11.6.1.4, Repossession of CRRs by ERCOT, and 16.11.6.1.5, Declaration of Forfeit of CRRs, shall communicate to ERCOT the credit limit it would like to establish for the CRR Auction prior to the close of the CRR bid submission window.</w:t>
            </w:r>
            <w:r w:rsidRPr="00B07CBC">
              <w:t xml:space="preserve"> </w:t>
            </w:r>
          </w:p>
        </w:tc>
      </w:tr>
    </w:tbl>
    <w:p w14:paraId="0B3C616F" w14:textId="77777777" w:rsidR="009F0904" w:rsidRPr="00891D7E" w:rsidRDefault="009F0904" w:rsidP="00DF3774">
      <w:pPr>
        <w:pStyle w:val="List"/>
        <w:spacing w:before="240"/>
        <w:ind w:left="720"/>
      </w:pPr>
      <w:r>
        <w:rPr>
          <w:iCs/>
        </w:rPr>
        <w:t>(2)</w:t>
      </w:r>
      <w:r>
        <w:rPr>
          <w:iCs/>
        </w:rPr>
        <w:tab/>
        <w:t>Consistent with paragraph (4)(c)(ii) of Section 7.5.1, Nature and Timing, ERCOT shall only modify the credit limit date in paragraph (1) above under a condition in which an ERCOT computer system failure causes Counter-Parties to be delayed or unable in submitting their credit limits for the CRR Auction and ERCOT determines that the successful execution of the CRR Auction would be jeopardized without such modification.</w:t>
      </w:r>
      <w:r w:rsidRPr="00891D7E">
        <w:t xml:space="preserve"> </w:t>
      </w:r>
      <w:r>
        <w:t xml:space="preserve"> </w:t>
      </w:r>
      <w:r>
        <w:rPr>
          <w:iCs/>
        </w:rPr>
        <w:t>In such an event, ERCOT will issue a Market Notice advising of the revised credit limit date and its cause.</w:t>
      </w:r>
    </w:p>
    <w:p w14:paraId="2672A336" w14:textId="77777777" w:rsidR="00FC1C5F" w:rsidRDefault="00AA6D6D" w:rsidP="002475CE">
      <w:pPr>
        <w:pStyle w:val="BodyTextNumbered"/>
        <w:rPr>
          <w:iCs w:val="0"/>
        </w:rPr>
      </w:pPr>
      <w:r w:rsidRPr="00DD1960">
        <w:rPr>
          <w:iCs w:val="0"/>
        </w:rPr>
        <w:t>(</w:t>
      </w:r>
      <w:r w:rsidR="009F0904">
        <w:rPr>
          <w:iCs w:val="0"/>
        </w:rPr>
        <w:t>3</w:t>
      </w:r>
      <w:r w:rsidRPr="00DD1960">
        <w:rPr>
          <w:iCs w:val="0"/>
        </w:rPr>
        <w:t>)</w:t>
      </w:r>
      <w:r w:rsidRPr="00DD1960">
        <w:rPr>
          <w:iCs w:val="0"/>
        </w:rPr>
        <w:tab/>
      </w:r>
      <w:r w:rsidR="00C84EA9" w:rsidRPr="00D75412">
        <w:t xml:space="preserve">ERCOT shall assign the credit limit for each Counter-Party participating in any CRR Auction as the lower of ACLC or the Counter-Party’s requested credit limit upon closure of </w:t>
      </w:r>
      <w:r w:rsidR="00C84EA9">
        <w:t>the CRR bid submission window.</w:t>
      </w:r>
      <w:r w:rsidRPr="00DD1960">
        <w:rPr>
          <w:iCs w:val="0"/>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07CBC" w14:paraId="5DD1B9FB" w14:textId="77777777" w:rsidTr="00B35309">
        <w:tc>
          <w:tcPr>
            <w:tcW w:w="9558" w:type="dxa"/>
            <w:shd w:val="pct12" w:color="auto" w:fill="auto"/>
          </w:tcPr>
          <w:p w14:paraId="16EC17D3" w14:textId="77777777" w:rsidR="00B07CBC" w:rsidRPr="0002450E" w:rsidRDefault="00B07CBC" w:rsidP="00B35309">
            <w:pPr>
              <w:pStyle w:val="Instructions"/>
              <w:spacing w:before="120"/>
              <w:rPr>
                <w:iCs/>
              </w:rPr>
            </w:pPr>
            <w:r>
              <w:rPr>
                <w:iCs/>
              </w:rPr>
              <w:t>[NPRR867</w:t>
            </w:r>
            <w:r w:rsidRPr="0002450E">
              <w:rPr>
                <w:iCs/>
              </w:rPr>
              <w:t xml:space="preserve">:  Replace </w:t>
            </w:r>
            <w:r>
              <w:rPr>
                <w:iCs/>
              </w:rPr>
              <w:t xml:space="preserve">paragraph (3) </w:t>
            </w:r>
            <w:r w:rsidRPr="0002450E">
              <w:rPr>
                <w:iCs/>
              </w:rPr>
              <w:t xml:space="preserve">above with the following upon system implementation:] </w:t>
            </w:r>
          </w:p>
          <w:p w14:paraId="7A5ABEE2" w14:textId="77777777" w:rsidR="00B07CBC" w:rsidRPr="00496C32" w:rsidRDefault="00B07CBC" w:rsidP="00B07CBC">
            <w:pPr>
              <w:pStyle w:val="BodyTextNumbered"/>
            </w:pPr>
            <w:r w:rsidRPr="00496C32">
              <w:rPr>
                <w:iCs w:val="0"/>
              </w:rPr>
              <w:t>(3)</w:t>
            </w:r>
            <w:r w:rsidRPr="00496C32">
              <w:rPr>
                <w:iCs w:val="0"/>
              </w:rPr>
              <w:tab/>
            </w:r>
            <w:r w:rsidRPr="00496C32">
              <w:t>ERCOT shall assign the ACL locked for CRR Auction for each Counter-Party participating in any CRR Auction as the lower of the Counter-Party’s:</w:t>
            </w:r>
          </w:p>
          <w:p w14:paraId="0659DE04" w14:textId="77777777" w:rsidR="00B07CBC" w:rsidRPr="00496C32" w:rsidRDefault="00B07CBC" w:rsidP="00B07CBC">
            <w:pPr>
              <w:pStyle w:val="BodyText"/>
              <w:ind w:left="1440" w:hanging="720"/>
            </w:pPr>
            <w:r w:rsidRPr="00496C32">
              <w:t>(a)</w:t>
            </w:r>
            <w:r w:rsidRPr="00496C32">
              <w:tab/>
              <w:t>Requested credit limit, as described in</w:t>
            </w:r>
            <w:r>
              <w:t xml:space="preserve"> paragraph (1) above;</w:t>
            </w:r>
            <w:r w:rsidRPr="00496C32">
              <w:t xml:space="preserve"> </w:t>
            </w:r>
          </w:p>
          <w:p w14:paraId="40A6E0F2" w14:textId="77777777" w:rsidR="00B07CBC" w:rsidRPr="00496C32" w:rsidRDefault="00B07CBC" w:rsidP="00B07CBC">
            <w:pPr>
              <w:pStyle w:val="BodyText"/>
              <w:ind w:left="1440" w:hanging="720"/>
            </w:pPr>
            <w:r w:rsidRPr="00496C32">
              <w:t>(b)</w:t>
            </w:r>
            <w:r w:rsidRPr="00496C32">
              <w:tab/>
              <w:t>ACLC, calculated in accordance with paragraph (1)(a) of Section 16.11.4.6, Determination of Counter-Party Available Credit Limits, at the time of the closure o</w:t>
            </w:r>
            <w:r>
              <w:t>f the CRR bid submission window;</w:t>
            </w:r>
            <w:r w:rsidRPr="00496C32">
              <w:t xml:space="preserve"> or</w:t>
            </w:r>
          </w:p>
          <w:p w14:paraId="5D10852B" w14:textId="77777777" w:rsidR="00B07CBC" w:rsidRPr="00B07CBC" w:rsidRDefault="00B07CBC" w:rsidP="00B07CBC">
            <w:pPr>
              <w:pStyle w:val="BodyText"/>
              <w:ind w:left="1440" w:hanging="720"/>
              <w:rPr>
                <w:iCs w:val="0"/>
              </w:rPr>
            </w:pPr>
            <w:r w:rsidRPr="00496C32">
              <w:t>(c)</w:t>
            </w:r>
            <w:r w:rsidRPr="00496C32">
              <w:tab/>
              <w:t>Pre-auction screening credit exposure amount, calculated in accordance with paragraph (2) of Section 7.5.5.3, Auction Process.</w:t>
            </w:r>
            <w:r w:rsidRPr="00496C32">
              <w:rPr>
                <w:iCs w:val="0"/>
              </w:rPr>
              <w:t xml:space="preserve"> </w:t>
            </w:r>
          </w:p>
        </w:tc>
      </w:tr>
    </w:tbl>
    <w:p w14:paraId="51D8B995" w14:textId="77777777" w:rsidR="00F56ABB" w:rsidRDefault="00727E32" w:rsidP="00DF3774">
      <w:pPr>
        <w:pStyle w:val="BodyTextNumbered"/>
        <w:spacing w:before="240"/>
      </w:pPr>
      <w:r>
        <w:t>(</w:t>
      </w:r>
      <w:r w:rsidR="009F0904">
        <w:t>4</w:t>
      </w:r>
      <w:r>
        <w:t>)</w:t>
      </w:r>
      <w:r>
        <w:tab/>
        <w:t xml:space="preserve">ERCOT shall impose a credit limit in awarding bids and offers in the CRR Auction as described in Section 7.5.5.3, Auction Process. </w:t>
      </w:r>
    </w:p>
    <w:p w14:paraId="02547C73" w14:textId="77777777" w:rsidR="00FC1C5F" w:rsidRDefault="00727E32">
      <w:pPr>
        <w:pStyle w:val="H5"/>
      </w:pPr>
      <w:bookmarkStart w:id="503" w:name="_Toc390438973"/>
      <w:bookmarkStart w:id="504" w:name="_Toc405897671"/>
      <w:bookmarkStart w:id="505" w:name="_Toc415055775"/>
      <w:bookmarkStart w:id="506" w:name="_Toc415055901"/>
      <w:bookmarkStart w:id="507" w:name="_Toc415056000"/>
      <w:bookmarkStart w:id="508" w:name="_Toc415056101"/>
      <w:bookmarkStart w:id="509" w:name="_Toc34728517"/>
      <w:r>
        <w:t>16.11.4.6.2</w:t>
      </w:r>
      <w:r>
        <w:tab/>
        <w:t>Credit Requirements for DAM Participation</w:t>
      </w:r>
      <w:bookmarkEnd w:id="503"/>
      <w:bookmarkEnd w:id="504"/>
      <w:bookmarkEnd w:id="505"/>
      <w:bookmarkEnd w:id="506"/>
      <w:bookmarkEnd w:id="507"/>
      <w:bookmarkEnd w:id="508"/>
      <w:bookmarkEnd w:id="509"/>
    </w:p>
    <w:p w14:paraId="7E36E9CB" w14:textId="77777777" w:rsidR="00FC1C5F" w:rsidRPr="00AA6D6D" w:rsidRDefault="00AA6D6D">
      <w:pPr>
        <w:autoSpaceDE w:val="0"/>
        <w:autoSpaceDN w:val="0"/>
        <w:adjustRightInd w:val="0"/>
        <w:spacing w:after="240"/>
        <w:ind w:left="720" w:hanging="720"/>
        <w:rPr>
          <w:color w:val="000000"/>
        </w:rPr>
      </w:pPr>
      <w:r w:rsidRPr="00DD1960">
        <w:rPr>
          <w:iCs/>
          <w:color w:val="000000"/>
        </w:rPr>
        <w:t>(1)</w:t>
      </w:r>
      <w:r w:rsidRPr="00DD1960">
        <w:rPr>
          <w:iCs/>
          <w:color w:val="000000"/>
        </w:rPr>
        <w:tab/>
      </w:r>
      <w:r w:rsidR="00C84EA9" w:rsidRPr="00D75412">
        <w:rPr>
          <w:iCs/>
          <w:color w:val="000000"/>
        </w:rPr>
        <w:t xml:space="preserve">ERCOT shall impose a credit limit </w:t>
      </w:r>
      <w:r w:rsidR="00C84EA9">
        <w:rPr>
          <w:iCs/>
          <w:color w:val="000000"/>
        </w:rPr>
        <w:t xml:space="preserve">of the ACLD </w:t>
      </w:r>
      <w:r w:rsidR="00C84EA9" w:rsidRPr="00D75412">
        <w:rPr>
          <w:iCs/>
          <w:color w:val="000000"/>
        </w:rPr>
        <w:t>on each Counter-Party participating in the DAM.</w:t>
      </w:r>
    </w:p>
    <w:p w14:paraId="1BB3FC6C" w14:textId="77777777" w:rsidR="00F56ABB" w:rsidRDefault="00727E32" w:rsidP="004C4936">
      <w:pPr>
        <w:autoSpaceDE w:val="0"/>
        <w:autoSpaceDN w:val="0"/>
        <w:adjustRightInd w:val="0"/>
        <w:spacing w:after="240"/>
        <w:ind w:left="720" w:hanging="720"/>
        <w:rPr>
          <w:color w:val="000000"/>
        </w:rPr>
      </w:pPr>
      <w:r>
        <w:rPr>
          <w:color w:val="000000"/>
        </w:rPr>
        <w:t>(2)</w:t>
      </w:r>
      <w:r>
        <w:rPr>
          <w:color w:val="000000"/>
        </w:rPr>
        <w:tab/>
        <w:t xml:space="preserve">ERCOT shall impose the credit limit for DAM participation calculated in </w:t>
      </w:r>
      <w:r w:rsidR="00D54104">
        <w:rPr>
          <w:color w:val="000000"/>
        </w:rPr>
        <w:t xml:space="preserve">paragraph </w:t>
      </w:r>
      <w:r>
        <w:rPr>
          <w:color w:val="000000"/>
        </w:rPr>
        <w:t>(1) above on the Counter-Party’s QSEs and all Subordinate QSEs combined participation in the DAM as described in Section 4.4.10, Credit Requirement for DAM Bids and Offers.</w:t>
      </w:r>
    </w:p>
    <w:p w14:paraId="62E78663" w14:textId="77777777" w:rsidR="00727575" w:rsidRDefault="00727575">
      <w:pPr>
        <w:autoSpaceDE w:val="0"/>
        <w:autoSpaceDN w:val="0"/>
        <w:adjustRightInd w:val="0"/>
        <w:spacing w:after="240"/>
        <w:ind w:left="720" w:hanging="720"/>
        <w:rPr>
          <w:color w:val="000000"/>
        </w:rPr>
      </w:pPr>
      <w:r>
        <w:rPr>
          <w:color w:val="000000"/>
        </w:rPr>
        <w:t>(3)</w:t>
      </w:r>
      <w:r>
        <w:rPr>
          <w:color w:val="000000"/>
        </w:rPr>
        <w:tab/>
        <w:t>A new credit limit will be sent to each Counter-Party participating in the DAM daily.</w:t>
      </w:r>
    </w:p>
    <w:p w14:paraId="671B64EC" w14:textId="77777777" w:rsidR="00FC1C5F" w:rsidRPr="00D63F95" w:rsidRDefault="00727E32" w:rsidP="004A233E">
      <w:pPr>
        <w:pStyle w:val="H4"/>
        <w:ind w:left="1267" w:hanging="1267"/>
        <w:rPr>
          <w:b/>
          <w:szCs w:val="24"/>
        </w:rPr>
      </w:pPr>
      <w:bookmarkStart w:id="510" w:name="_Toc191443421"/>
      <w:bookmarkStart w:id="511" w:name="_Toc390438974"/>
      <w:bookmarkStart w:id="512" w:name="_Toc405897672"/>
      <w:bookmarkStart w:id="513" w:name="_Toc415055776"/>
      <w:bookmarkStart w:id="514" w:name="_Toc415055902"/>
      <w:bookmarkStart w:id="515" w:name="_Toc415056001"/>
      <w:bookmarkStart w:id="516" w:name="_Toc415056102"/>
      <w:bookmarkStart w:id="517" w:name="_Toc34728518"/>
      <w:r w:rsidRPr="00D63F95">
        <w:rPr>
          <w:b/>
          <w:szCs w:val="24"/>
        </w:rPr>
        <w:t>16.11.4.7</w:t>
      </w:r>
      <w:r w:rsidRPr="00D63F95">
        <w:rPr>
          <w:b/>
          <w:szCs w:val="24"/>
        </w:rPr>
        <w:tab/>
      </w:r>
      <w:bookmarkEnd w:id="510"/>
      <w:r w:rsidRPr="00D63F95">
        <w:rPr>
          <w:b/>
          <w:szCs w:val="24"/>
        </w:rPr>
        <w:t>Credit Monitoring and Management Reports</w:t>
      </w:r>
      <w:bookmarkEnd w:id="511"/>
      <w:bookmarkEnd w:id="512"/>
      <w:bookmarkEnd w:id="513"/>
      <w:bookmarkEnd w:id="514"/>
      <w:bookmarkEnd w:id="515"/>
      <w:bookmarkEnd w:id="516"/>
      <w:bookmarkEnd w:id="517"/>
    </w:p>
    <w:p w14:paraId="20FB8D39" w14:textId="77777777" w:rsidR="005610DA" w:rsidRDefault="005610DA" w:rsidP="005610DA">
      <w:pPr>
        <w:autoSpaceDE w:val="0"/>
        <w:autoSpaceDN w:val="0"/>
        <w:adjustRightInd w:val="0"/>
        <w:spacing w:after="240"/>
        <w:ind w:left="720" w:hanging="720"/>
        <w:rPr>
          <w:szCs w:val="24"/>
        </w:rPr>
      </w:pPr>
      <w:bookmarkStart w:id="518" w:name="_Toc390438975"/>
      <w:bookmarkStart w:id="519" w:name="_Toc405897673"/>
      <w:bookmarkStart w:id="520" w:name="_Toc415055777"/>
      <w:bookmarkStart w:id="521" w:name="_Toc415055903"/>
      <w:bookmarkStart w:id="522" w:name="_Toc415056002"/>
      <w:bookmarkStart w:id="523" w:name="_Toc415056103"/>
      <w:r>
        <w:rPr>
          <w:szCs w:val="24"/>
        </w:rPr>
        <w:t>(1)</w:t>
      </w:r>
      <w:r>
        <w:rPr>
          <w:szCs w:val="24"/>
        </w:rPr>
        <w:tab/>
      </w:r>
      <w:r>
        <w:rPr>
          <w:color w:val="000000"/>
        </w:rPr>
        <w:t>ERCOT</w:t>
      </w:r>
      <w:r>
        <w:rPr>
          <w:szCs w:val="24"/>
        </w:rPr>
        <w:t xml:space="preserve"> shall post twice each Business Day on the Market Information System (MIS) Certified Area each active Counter-Party’s credit monitoring and management related reports as listed below.  The first posting shall be made by 1200 and the second posting shall be made as close as reasonably possible to the close of the Business Day but no later than 2350.  </w:t>
      </w:r>
      <w:r w:rsidRPr="00CB72C4">
        <w:t xml:space="preserve">The reports listed in </w:t>
      </w:r>
      <w:r>
        <w:t xml:space="preserve">items </w:t>
      </w:r>
      <w:r w:rsidRPr="00CB72C4">
        <w:t>(</w:t>
      </w:r>
      <w:r>
        <w:t>f</w:t>
      </w:r>
      <w:r w:rsidRPr="00CB72C4">
        <w:t>)</w:t>
      </w:r>
      <w:r>
        <w:t xml:space="preserve"> and</w:t>
      </w:r>
      <w:r w:rsidRPr="00CB72C4">
        <w:t xml:space="preserve"> (</w:t>
      </w:r>
      <w:r>
        <w:t>g</w:t>
      </w:r>
      <w:r w:rsidRPr="00CB72C4">
        <w:t>)</w:t>
      </w:r>
      <w:r>
        <w:t xml:space="preserve"> below</w:t>
      </w:r>
      <w:r w:rsidRPr="00CB72C4">
        <w:t xml:space="preserve"> are not required to be included in both first and second posting if the Counter-Party has no active CRR ownership.</w:t>
      </w:r>
      <w:r w:rsidRPr="00C24D19">
        <w:t xml:space="preserve"> The reports listed in </w:t>
      </w:r>
      <w:r>
        <w:t xml:space="preserve">items </w:t>
      </w:r>
      <w:r w:rsidRPr="00C24D19">
        <w:t xml:space="preserve">(c), (d), (e), (f), </w:t>
      </w:r>
      <w:r>
        <w:t xml:space="preserve">and </w:t>
      </w:r>
      <w:r w:rsidRPr="00C24D19">
        <w:t>(g) below are not required to be included in the second post if there are no changes to the underlying data.</w:t>
      </w:r>
      <w:r>
        <w:rPr>
          <w:szCs w:val="24"/>
        </w:rPr>
        <w:t xml:space="preserve">  ERCOT shall post one set of these reports on the MIS Certified Area on each non-Business Day for which an ACL is sent.</w:t>
      </w:r>
    </w:p>
    <w:p w14:paraId="6D65953A" w14:textId="77777777" w:rsidR="005610DA" w:rsidRDefault="005610DA" w:rsidP="005610DA">
      <w:pPr>
        <w:pStyle w:val="BodyText"/>
        <w:ind w:left="1440" w:hanging="720"/>
      </w:pPr>
      <w:r>
        <w:rPr>
          <w:bCs/>
        </w:rPr>
        <w:t>(a)</w:t>
      </w:r>
      <w:r>
        <w:rPr>
          <w:bCs/>
        </w:rPr>
        <w:tab/>
        <w:t>Available Credit Limit (ACL) Summary Report;</w:t>
      </w:r>
    </w:p>
    <w:p w14:paraId="6D1AC3E2" w14:textId="77777777" w:rsidR="005610DA" w:rsidRDefault="005610DA" w:rsidP="005610DA">
      <w:pPr>
        <w:pStyle w:val="BodyText"/>
        <w:ind w:left="1440" w:hanging="720"/>
        <w:rPr>
          <w:bCs/>
        </w:rPr>
      </w:pPr>
      <w:r>
        <w:t>(b)</w:t>
      </w:r>
      <w:r>
        <w:tab/>
        <w:t>Total</w:t>
      </w:r>
      <w:r>
        <w:rPr>
          <w:bCs/>
        </w:rPr>
        <w:t xml:space="preserve"> Potential Exposure (TPE) Summary Report;</w:t>
      </w:r>
    </w:p>
    <w:p w14:paraId="36D9B202" w14:textId="77777777" w:rsidR="005610DA" w:rsidRDefault="005610DA" w:rsidP="005610DA">
      <w:pPr>
        <w:pStyle w:val="BodyText"/>
        <w:ind w:left="1440" w:hanging="720"/>
      </w:pPr>
      <w:r>
        <w:rPr>
          <w:bCs/>
        </w:rPr>
        <w:t>(c)</w:t>
      </w:r>
      <w:r>
        <w:rPr>
          <w:bCs/>
        </w:rPr>
        <w:tab/>
        <w:t>Minimum Current Exposure (MCE) Summary Report;</w:t>
      </w:r>
    </w:p>
    <w:p w14:paraId="588EC8C6" w14:textId="77777777" w:rsidR="005610DA" w:rsidRDefault="005610DA" w:rsidP="005610DA">
      <w:pPr>
        <w:pStyle w:val="BodyText"/>
        <w:ind w:left="1440" w:hanging="720"/>
      </w:pPr>
      <w:r>
        <w:t>(d)</w:t>
      </w:r>
      <w:r>
        <w:tab/>
        <w:t>Estimate Aggregate Liability (EAL) Summary Report;</w:t>
      </w:r>
    </w:p>
    <w:p w14:paraId="78B929CB" w14:textId="77777777" w:rsidR="005610DA" w:rsidRDefault="005610DA" w:rsidP="005610DA">
      <w:pPr>
        <w:pStyle w:val="BodyText"/>
        <w:ind w:left="1440" w:hanging="720"/>
      </w:pPr>
      <w:r>
        <w:t>(e)</w:t>
      </w:r>
      <w:r>
        <w:tab/>
        <w:t>Estimated Aggregate Liability (EAL) Detail Report;</w:t>
      </w:r>
    </w:p>
    <w:p w14:paraId="72855717" w14:textId="77777777" w:rsidR="005610DA" w:rsidRDefault="005610DA" w:rsidP="005610DA">
      <w:pPr>
        <w:pStyle w:val="BodyText"/>
        <w:ind w:left="1440" w:hanging="720"/>
      </w:pPr>
      <w:r>
        <w:t>(f)</w:t>
      </w:r>
      <w:r>
        <w:tab/>
        <w:t>Future Credit Exposure for CRR PTP Obligations (FCEOBL) Summary Report; and</w:t>
      </w:r>
    </w:p>
    <w:p w14:paraId="006B016C" w14:textId="77777777" w:rsidR="005610DA" w:rsidRDefault="005610DA" w:rsidP="005610DA">
      <w:pPr>
        <w:pStyle w:val="BodyText"/>
        <w:ind w:left="1440" w:hanging="720"/>
      </w:pPr>
      <w:r>
        <w:t>(g)</w:t>
      </w:r>
      <w:r>
        <w:tab/>
        <w:t>Future Credit Exposure for CRR PTP Options (FCEOPT) Summary Report.</w:t>
      </w:r>
    </w:p>
    <w:p w14:paraId="24224DA6" w14:textId="77777777" w:rsidR="005610DA" w:rsidRDefault="005610DA" w:rsidP="00DF3774">
      <w:pPr>
        <w:autoSpaceDE w:val="0"/>
        <w:autoSpaceDN w:val="0"/>
        <w:adjustRightInd w:val="0"/>
        <w:spacing w:after="240"/>
        <w:ind w:left="720" w:hanging="720"/>
      </w:pPr>
      <w:r>
        <w:t>(2)</w:t>
      </w:r>
      <w:r>
        <w:tab/>
        <w:t>The reports listed in paragraph (1) above will be posted to the MIS Certified Area in Portable Document File (PDF) format and Microsoft Excel (XLS) format.  There shall be a provision to “open”, “save” and “print” each report.</w:t>
      </w:r>
    </w:p>
    <w:p w14:paraId="5309A2BC" w14:textId="77777777" w:rsidR="00FC1C5F" w:rsidRDefault="00727E32" w:rsidP="005610DA">
      <w:pPr>
        <w:pStyle w:val="H3"/>
        <w:ind w:left="0" w:firstLine="0"/>
      </w:pPr>
      <w:bookmarkStart w:id="524" w:name="_Toc34728519"/>
      <w:r>
        <w:t>16.11.5</w:t>
      </w:r>
      <w:r>
        <w:tab/>
        <w:t>Monitoring of a Counter-Party’s Creditworthiness and Credit Exposure by ERCOT</w:t>
      </w:r>
      <w:bookmarkEnd w:id="518"/>
      <w:bookmarkEnd w:id="519"/>
      <w:bookmarkEnd w:id="520"/>
      <w:bookmarkEnd w:id="521"/>
      <w:bookmarkEnd w:id="522"/>
      <w:bookmarkEnd w:id="523"/>
      <w:bookmarkEnd w:id="524"/>
    </w:p>
    <w:p w14:paraId="33B4EBF0" w14:textId="77777777" w:rsidR="00FC1C5F" w:rsidRDefault="00727E32">
      <w:pPr>
        <w:pStyle w:val="BodyTextNumbered"/>
      </w:pPr>
      <w:r>
        <w:t>(1)</w:t>
      </w:r>
      <w:r>
        <w:tab/>
        <w:t xml:space="preserve">ERCOT shall monitor the creditworthiness and credit exposure of each Counter-Party or its guarantor, if any.  To enable ERCOT to monitor creditworthiness, each Counter-Party shall provide to ERCOT:  </w:t>
      </w:r>
    </w:p>
    <w:p w14:paraId="3ECC2C0E" w14:textId="77777777" w:rsidR="00FC1C5F" w:rsidRDefault="00727E32">
      <w:pPr>
        <w:pStyle w:val="List"/>
      </w:pPr>
      <w:r>
        <w:t>(a)</w:t>
      </w:r>
      <w:r>
        <w:tab/>
        <w:t xml:space="preserve">Its own or its guarantor’s quarterly (semi-annually, if the guarantor is foreign and rated by a rating agency acceptable to ERCOT) unaudited financial statements not later than 60 days (90 days if the guarantor is foreign and rated by a rating agency acceptable to ERCOT) after the close of each of the issuer’s fiscal quarters; if an issuer’s financial statements are publicly available electronically and the issuer provides to ERCOT sufficient information to access those financial statements, then the issuer is considered to have met this requirement. </w:t>
      </w:r>
    </w:p>
    <w:p w14:paraId="39C2F512" w14:textId="77777777" w:rsidR="00FC1C5F" w:rsidRDefault="00727E32">
      <w:pPr>
        <w:pStyle w:val="List"/>
      </w:pPr>
      <w:r>
        <w:t>(b)</w:t>
      </w:r>
      <w:r>
        <w:tab/>
        <w:t>Its own or its guarantor’s annual audited financial statements not later than 120 days after the close of each of the issuer’s fiscal year; if an issuer’s financial statements are publicly available electronically and the issuer provides to ERCOT sufficient information to access those financial statements, then the issuer is considered to have met this requirement.  ERCOT may extend the period for providing interim unaudited or annual audited statements on a case-by-case basis.</w:t>
      </w:r>
      <w:r w:rsidR="00E80D94">
        <w:t xml:space="preserve">  </w:t>
      </w:r>
      <w:r w:rsidR="00E80D94" w:rsidRPr="00CC731E">
        <w:t xml:space="preserve">Annual audited financial statements must be prepared in accordance with </w:t>
      </w:r>
      <w:r w:rsidR="00E80D94" w:rsidRPr="00CC731E">
        <w:rPr>
          <w:szCs w:val="24"/>
        </w:rPr>
        <w:t xml:space="preserve">U.S. Generally Accepted Accounting Principles </w:t>
      </w:r>
      <w:r w:rsidR="00E80D94">
        <w:rPr>
          <w:szCs w:val="24"/>
        </w:rPr>
        <w:t>(</w:t>
      </w:r>
      <w:r w:rsidR="00E80D94" w:rsidRPr="00CC731E">
        <w:t>GAAP</w:t>
      </w:r>
      <w:r w:rsidR="00E80D94">
        <w:t>)</w:t>
      </w:r>
      <w:r w:rsidR="00E80D94" w:rsidRPr="00CC731E">
        <w:t xml:space="preserve"> or </w:t>
      </w:r>
      <w:r w:rsidR="00E80D94">
        <w:t>International Accounting Standards (</w:t>
      </w:r>
      <w:r w:rsidR="00E80D94" w:rsidRPr="00CC731E">
        <w:t>IAS</w:t>
      </w:r>
      <w:r w:rsidR="00E80D94">
        <w:t>)</w:t>
      </w:r>
      <w:r w:rsidR="00E80D94" w:rsidRPr="00CC731E">
        <w:t>.</w:t>
      </w:r>
    </w:p>
    <w:p w14:paraId="0740812B" w14:textId="77777777" w:rsidR="002635D3" w:rsidRDefault="00727E32" w:rsidP="002635D3">
      <w:pPr>
        <w:pStyle w:val="List"/>
      </w:pPr>
      <w:r>
        <w:t>(c)</w:t>
      </w:r>
      <w:r>
        <w:tab/>
      </w:r>
      <w:r w:rsidR="002635D3">
        <w:t xml:space="preserve">For paragraphs (a) and (b) above, financial statements shall include the Counter-Party’s or its guarantor’s:  </w:t>
      </w:r>
    </w:p>
    <w:p w14:paraId="50A808FD" w14:textId="77777777" w:rsidR="002635D3" w:rsidRPr="00531AE3" w:rsidRDefault="002635D3" w:rsidP="002635D3">
      <w:pPr>
        <w:pStyle w:val="List"/>
        <w:ind w:left="2160"/>
      </w:pPr>
      <w:r w:rsidRPr="00731279">
        <w:t>(</w:t>
      </w:r>
      <w:proofErr w:type="spellStart"/>
      <w:r w:rsidRPr="00731279">
        <w:t>i</w:t>
      </w:r>
      <w:proofErr w:type="spellEnd"/>
      <w:r w:rsidRPr="003810B8">
        <w:t>)</w:t>
      </w:r>
      <w:r w:rsidRPr="003810B8">
        <w:tab/>
        <w:t>Statement of Financial Position (balance sheet) as of the applicable quarterly or annual ending date</w:t>
      </w:r>
      <w:r w:rsidRPr="00531AE3">
        <w:t xml:space="preserve">; </w:t>
      </w:r>
    </w:p>
    <w:p w14:paraId="596DBEDB" w14:textId="77777777" w:rsidR="002635D3" w:rsidRPr="00150365" w:rsidRDefault="002635D3" w:rsidP="002635D3">
      <w:pPr>
        <w:pStyle w:val="List"/>
        <w:ind w:left="2160"/>
      </w:pPr>
      <w:r w:rsidRPr="00F96E9E">
        <w:t>(</w:t>
      </w:r>
      <w:r w:rsidRPr="007B2D98">
        <w:t>ii</w:t>
      </w:r>
      <w:r w:rsidRPr="002B725C">
        <w:t>)</w:t>
      </w:r>
      <w:r w:rsidRPr="002B725C">
        <w:tab/>
        <w:t>Statement of Income (or Profit and Loss);</w:t>
      </w:r>
      <w:r w:rsidRPr="00150365">
        <w:t xml:space="preserve"> and </w:t>
      </w:r>
    </w:p>
    <w:p w14:paraId="623FB571" w14:textId="77777777" w:rsidR="002635D3" w:rsidRDefault="002635D3" w:rsidP="000E7458">
      <w:pPr>
        <w:pStyle w:val="List"/>
        <w:ind w:left="2160"/>
      </w:pPr>
      <w:r w:rsidRPr="00150365">
        <w:t>(</w:t>
      </w:r>
      <w:r w:rsidRPr="00650961">
        <w:t>iii)</w:t>
      </w:r>
      <w:r w:rsidRPr="00650961">
        <w:tab/>
        <w:t>Statement of Cash Flows</w:t>
      </w:r>
      <w:r>
        <w:t>.</w:t>
      </w:r>
    </w:p>
    <w:p w14:paraId="4120A0BE" w14:textId="77777777" w:rsidR="00FC1C5F" w:rsidRDefault="002635D3" w:rsidP="002635D3">
      <w:pPr>
        <w:pStyle w:val="List"/>
      </w:pPr>
      <w:r>
        <w:t>(d)</w:t>
      </w:r>
      <w:r>
        <w:tab/>
      </w:r>
      <w:r w:rsidR="00727E32">
        <w:t xml:space="preserve">Notice of a material change.  A Counter-Party that has been granted an Unsecured Credit Limit pursuant to Section 16.11.2, Requirements for Setting a Counter-Party’s Unsecured Credit Limit, shall inform ERCOT within one Business Day if it has experienced a material change in its operations, financial condition or prospects that might adversely affect the Counter-Party and require a revision to its Unsecured Credit Limit.  ERCOT may require the Counter-Party to meet one of the credit requirements of Section 16.11.3, Alternative Means of Satisfying ERCOT Creditworthiness Requirements.  </w:t>
      </w:r>
    </w:p>
    <w:p w14:paraId="1BC37A0F" w14:textId="77777777" w:rsidR="00AF167A" w:rsidRDefault="00AF167A" w:rsidP="00AF167A">
      <w:pPr>
        <w:pStyle w:val="BodyText"/>
        <w:ind w:left="720" w:hanging="720"/>
      </w:pPr>
      <w:r>
        <w:t>(2)</w:t>
      </w:r>
      <w:r>
        <w:tab/>
        <w:t>A Counter-Party is responsible at all times for maintaining:</w:t>
      </w:r>
    </w:p>
    <w:p w14:paraId="352E4D8B" w14:textId="77777777" w:rsidR="00AF167A" w:rsidRDefault="00AF167A" w:rsidP="00AF167A">
      <w:pPr>
        <w:pStyle w:val="BodyText"/>
        <w:ind w:left="1440" w:hanging="720"/>
      </w:pPr>
      <w:r>
        <w:t>(a)</w:t>
      </w:r>
      <w:r>
        <w:tab/>
        <w:t>Secured Collateral in an amount equal to or greater than that Counter-Party’s</w:t>
      </w:r>
    </w:p>
    <w:p w14:paraId="4C619AE6" w14:textId="77777777" w:rsidR="00AF167A" w:rsidRPr="00D34E3B" w:rsidRDefault="00AF167A" w:rsidP="00AF167A">
      <w:pPr>
        <w:pStyle w:val="BodyText"/>
        <w:ind w:left="1440"/>
      </w:pPr>
      <w:r w:rsidRPr="00D34E3B">
        <w:t>(</w:t>
      </w:r>
      <w:proofErr w:type="spellStart"/>
      <w:r w:rsidRPr="00D34E3B">
        <w:t>i</w:t>
      </w:r>
      <w:proofErr w:type="spellEnd"/>
      <w:r w:rsidRPr="00D34E3B">
        <w:t>)</w:t>
      </w:r>
      <w:r w:rsidRPr="00D34E3B">
        <w:tab/>
        <w:t>TPES</w:t>
      </w:r>
      <w:r>
        <w:t>;</w:t>
      </w:r>
      <w:r w:rsidRPr="00D34E3B">
        <w:t xml:space="preserve"> plus</w:t>
      </w:r>
    </w:p>
    <w:p w14:paraId="57803562" w14:textId="77777777" w:rsidR="00AF167A" w:rsidRPr="00D34E3B" w:rsidRDefault="00AF167A" w:rsidP="00AF167A">
      <w:pPr>
        <w:pStyle w:val="BodyText"/>
        <w:ind w:left="720" w:firstLine="720"/>
      </w:pPr>
      <w:r w:rsidRPr="00D34E3B">
        <w:t>(ii)</w:t>
      </w:r>
      <w:r w:rsidRPr="00D34E3B">
        <w:tab/>
        <w:t>Net Positive Exposure of approved CRR Bilateral Trades; plus</w:t>
      </w:r>
    </w:p>
    <w:p w14:paraId="6C8CC38B" w14:textId="77777777" w:rsidR="00AF167A" w:rsidRDefault="00AF167A" w:rsidP="00AF167A">
      <w:pPr>
        <w:pStyle w:val="BodyText"/>
        <w:ind w:left="2160" w:hanging="720"/>
      </w:pPr>
      <w:r w:rsidRPr="00D34E3B">
        <w:t>(iii)</w:t>
      </w:r>
      <w:r w:rsidRPr="00D34E3B">
        <w:tab/>
        <w:t>ACL locked for CRR Auction, if any; and</w:t>
      </w:r>
    </w:p>
    <w:p w14:paraId="6F36AE9E" w14:textId="77777777" w:rsidR="00AF167A" w:rsidRDefault="00AF167A" w:rsidP="00AF167A">
      <w:pPr>
        <w:pStyle w:val="BodyText"/>
        <w:ind w:left="1440" w:hanging="720"/>
      </w:pPr>
      <w:r>
        <w:t>(b)</w:t>
      </w:r>
      <w:r>
        <w:tab/>
        <w:t xml:space="preserve">Remainder Collateral </w:t>
      </w:r>
      <w:r w:rsidR="00665DAD">
        <w:t xml:space="preserve">plus Financial Security defined as guarantees in paragraph (a) of Section 16.11.3 </w:t>
      </w:r>
      <w:r>
        <w:t xml:space="preserve">in an amount equal to or greater than that Counter-Party’s </w:t>
      </w:r>
    </w:p>
    <w:p w14:paraId="1FD5DECF" w14:textId="77777777" w:rsidR="00AF167A" w:rsidRDefault="00AF167A" w:rsidP="00AF167A">
      <w:pPr>
        <w:pStyle w:val="BodyText"/>
        <w:ind w:left="2160" w:hanging="720"/>
      </w:pPr>
      <w:r>
        <w:t>(</w:t>
      </w:r>
      <w:proofErr w:type="spellStart"/>
      <w:r>
        <w:t>i</w:t>
      </w:r>
      <w:proofErr w:type="spellEnd"/>
      <w:r>
        <w:t>)</w:t>
      </w:r>
      <w:r>
        <w:tab/>
        <w:t xml:space="preserve">TPEA; minus </w:t>
      </w:r>
    </w:p>
    <w:p w14:paraId="6AD164F7" w14:textId="77777777" w:rsidR="00AF167A" w:rsidRDefault="00AF167A" w:rsidP="00131A66">
      <w:pPr>
        <w:pStyle w:val="BodyText"/>
        <w:ind w:left="2160" w:hanging="720"/>
      </w:pPr>
      <w:r>
        <w:t>(ii)</w:t>
      </w:r>
      <w:r>
        <w:tab/>
        <w:t>Unsecured Credit Limit</w:t>
      </w:r>
      <w:r w:rsidR="00665DAD">
        <w:t>.</w:t>
      </w:r>
    </w:p>
    <w:p w14:paraId="7E1B59A7" w14:textId="77777777" w:rsidR="00AF167A" w:rsidRDefault="00AF167A" w:rsidP="00AF167A">
      <w:pPr>
        <w:pStyle w:val="BodyText"/>
        <w:ind w:left="720" w:hanging="720"/>
      </w:pPr>
      <w:r>
        <w:t>(3)</w:t>
      </w:r>
      <w:r>
        <w:tab/>
        <w:t xml:space="preserve">ERCOT shall promptly notify each Counter-Party of the need to increase its Financial Security, including whether Secured Collateral must be provided, and allow the Counter-Party time, as defined in paragraph (6)(a) below, to provide additional Financial Security to maintain compliance with this Section. </w:t>
      </w:r>
    </w:p>
    <w:p w14:paraId="7A4B5AAB" w14:textId="77777777" w:rsidR="00AF167A" w:rsidRDefault="00AF167A" w:rsidP="00AF167A">
      <w:pPr>
        <w:pStyle w:val="BodyText"/>
        <w:ind w:left="720" w:hanging="720"/>
      </w:pPr>
      <w:r>
        <w:t>(4)</w:t>
      </w:r>
      <w:r>
        <w:tab/>
        <w:t>When either the Counter-Party’s TPEA or TPES as defined in Section 16.11.4, Determination and Monitoring of Counter-Party Credit Exposure, reaches 90% of its requirement, ERCOT shall use reasonable efforts to electronically issue a warning to the Counter-Party’s Authorized Representative and credit contact advising the Counter-Party that it should consider increasing its Financial Security.  However, failure to issue that warning does not prevent ERCOT from exercising any of its other rights under this Section.</w:t>
      </w:r>
    </w:p>
    <w:p w14:paraId="37E24DD4" w14:textId="77777777" w:rsidR="00AF167A" w:rsidRDefault="00AF167A" w:rsidP="00AF167A">
      <w:pPr>
        <w:pStyle w:val="BodyText"/>
        <w:ind w:left="720" w:hanging="720"/>
      </w:pPr>
      <w:r>
        <w:t>(5)</w:t>
      </w:r>
      <w:r>
        <w:tab/>
        <w:t>ERCOT may suspend a Counter-Party when:</w:t>
      </w:r>
    </w:p>
    <w:p w14:paraId="7FD093A8" w14:textId="77777777" w:rsidR="00AF167A" w:rsidRDefault="00AF167A" w:rsidP="00AF167A">
      <w:pPr>
        <w:pStyle w:val="BodyText"/>
        <w:ind w:left="1440" w:hanging="720"/>
      </w:pPr>
      <w:r>
        <w:t>(a)</w:t>
      </w:r>
      <w:r>
        <w:tab/>
        <w:t>That Counter-Party’s TPES as defined in Section 16.11.4, equals or exceeds 100% of its Secured Collateral; or</w:t>
      </w:r>
    </w:p>
    <w:p w14:paraId="7FBD8578" w14:textId="77777777" w:rsidR="00AF167A" w:rsidRDefault="00AF167A" w:rsidP="00AF167A">
      <w:pPr>
        <w:pStyle w:val="BodyText"/>
        <w:ind w:left="1440" w:hanging="720"/>
      </w:pPr>
      <w:r>
        <w:t>(b)</w:t>
      </w:r>
      <w:r>
        <w:tab/>
        <w:t xml:space="preserve">That Counter-Party’s TPEA as defined in Section 16.11.4 equals or exceeds 100% of the sum of its Unsecured Credit Limit and its Remainder Collateral. </w:t>
      </w:r>
    </w:p>
    <w:p w14:paraId="24B64D19" w14:textId="77777777" w:rsidR="00AF167A" w:rsidRDefault="00AF167A" w:rsidP="00AF167A">
      <w:pPr>
        <w:pStyle w:val="BodyText"/>
        <w:ind w:left="720"/>
      </w:pPr>
      <w:r>
        <w:t xml:space="preserve">The Counter-Party is responsible at all times for managing its activity within both its TPEA and its TPES or increasing its Financial Security to avoid reaching its limits.  Any failure by ERCOT to send a Notice as set forth in this Section does not relieve the Counter-Party from the obligation to maintain appropriate Financial Security in amounts equal to or greater than that Counter-Party’s TPES and TPEA as defined in Section 16.11.4. </w:t>
      </w:r>
    </w:p>
    <w:p w14:paraId="00B87F58" w14:textId="77777777" w:rsidR="00AF167A" w:rsidRDefault="00AF167A" w:rsidP="00AF167A">
      <w:pPr>
        <w:pStyle w:val="BodyText"/>
        <w:ind w:left="720" w:hanging="720"/>
      </w:pPr>
      <w:r>
        <w:t>(6)</w:t>
      </w:r>
      <w:r>
        <w:tab/>
        <w:t>To the extent that a Counter-Party fails to maintain Secured Collateral in amounts equal to or greater than its TPES or Remainder Collateral in amounts equal to or greater than its TPEA, each as defined in Section 16.11.4:</w:t>
      </w:r>
    </w:p>
    <w:p w14:paraId="40F9FC7B" w14:textId="77777777" w:rsidR="00AF167A" w:rsidRDefault="00AF167A" w:rsidP="00AF167A">
      <w:pPr>
        <w:pStyle w:val="List"/>
      </w:pPr>
      <w:r>
        <w:t>(a)</w:t>
      </w:r>
      <w:r>
        <w:tab/>
        <w:t xml:space="preserve">ERCOT shall promptly notify the Counter-Party of the amount by which its Financial Security must be increased, including whether Secured Collateral must be provided and allow it: </w:t>
      </w:r>
    </w:p>
    <w:p w14:paraId="5157C649" w14:textId="77777777" w:rsidR="00AF167A" w:rsidRDefault="00AF167A" w:rsidP="00AF167A">
      <w:pPr>
        <w:pStyle w:val="List"/>
        <w:ind w:left="2160"/>
      </w:pPr>
      <w:r>
        <w:t>(</w:t>
      </w:r>
      <w:proofErr w:type="spellStart"/>
      <w:r>
        <w:t>i</w:t>
      </w:r>
      <w:proofErr w:type="spellEnd"/>
      <w:r>
        <w:t>)</w:t>
      </w:r>
      <w:r>
        <w:tab/>
        <w:t xml:space="preserve">Until 1500 on the second Bank Business Day from the date on which ERCOT delivered the Notice to increase its Financial Security if ERCOT delivered its Notice before 1500; or </w:t>
      </w:r>
    </w:p>
    <w:p w14:paraId="2F5ECE64" w14:textId="77777777" w:rsidR="00AF167A" w:rsidRDefault="00AF167A" w:rsidP="00AF167A">
      <w:pPr>
        <w:pStyle w:val="List"/>
        <w:ind w:left="2160"/>
      </w:pPr>
      <w:r>
        <w:t>(ii)</w:t>
      </w:r>
      <w:r>
        <w:tab/>
        <w:t xml:space="preserve">Until 1700 on the second Bank Business Day from the date on which ERCOT delivered Notification to increase its Financial Security if ERCOT delivered its Notice after 1500 but prior to 1700.  </w:t>
      </w:r>
    </w:p>
    <w:p w14:paraId="63208D12" w14:textId="77777777" w:rsidR="00AF167A" w:rsidRDefault="00AF167A" w:rsidP="00AF167A">
      <w:pPr>
        <w:pStyle w:val="List"/>
        <w:ind w:firstLine="0"/>
      </w:pPr>
      <w:r>
        <w:t>ERCOT shall notify the QSE’s Authorized Representative(s) and Credit Contact if it has not received the required security by 1530 on the Bank Business Day on which the security was due; however, failure to notify the Counter-Party’s representatives or contact that the required security was not received does not prevent ERCOT from exercising any of its other rights under this Section.</w:t>
      </w:r>
    </w:p>
    <w:p w14:paraId="72D0D4F6" w14:textId="77777777" w:rsidR="00AF167A" w:rsidRDefault="00AF167A" w:rsidP="00AF167A">
      <w:pPr>
        <w:pStyle w:val="List"/>
      </w:pPr>
      <w:r>
        <w:t>(b)</w:t>
      </w:r>
      <w:r>
        <w:tab/>
        <w:t xml:space="preserve">At the same time ERCOT notifies the Counter-Party that is the QSE, ERCOT may notify each LSE and Resource represented by the Counter-Party that the LSE or Resource may be required to designate a new QSE if its current QSE fails to increase its Financial Security. </w:t>
      </w:r>
    </w:p>
    <w:p w14:paraId="5086D102" w14:textId="77777777" w:rsidR="00AF167A" w:rsidRDefault="00AF167A" w:rsidP="00AF167A">
      <w:pPr>
        <w:pStyle w:val="List"/>
      </w:pPr>
      <w:r>
        <w:t>(c)</w:t>
      </w:r>
      <w:r>
        <w:tab/>
        <w:t xml:space="preserve">ERCOT is not required to make any payment to that Counter-Party unless and until the Counter-Party increases its Financial Security, including any Secured Collateral required.  The payments that ERCOT will not make to a Counter-Party include Invoice receipts, CRR revenues, </w:t>
      </w:r>
      <w:smartTag w:uri="urn:schemas-microsoft-com:office:smarttags" w:element="stockticker">
        <w:r>
          <w:t>CRR</w:t>
        </w:r>
      </w:smartTag>
      <w:r>
        <w:t xml:space="preserve"> credits, reimbursements for short payments, and any other reimbursements or credits under any other agreement between the Market Participant and ERCOT.  ERCOT may retain all such amounts until the Counter-Party has fully discharged all payment obligations owed to ERCOT under the Counter-Party Agreement, other agreements, and these Protocols. </w:t>
      </w:r>
    </w:p>
    <w:p w14:paraId="5F0D2C71" w14:textId="77777777" w:rsidR="00AF167A" w:rsidRDefault="00AF167A" w:rsidP="00AF167A">
      <w:pPr>
        <w:pStyle w:val="List"/>
      </w:pPr>
      <w:r>
        <w:t>(d)</w:t>
      </w:r>
      <w:r>
        <w:tab/>
        <w:t>ERCOT may reject any bids or offers in a CRR Auction from the Counter-Party until it has increased its Financial Security, including any Secured Collateral required.  ERCOT may reject any bids or offers from the Counter-Party in the DAM until it has increased its Financial Security.</w:t>
      </w:r>
    </w:p>
    <w:p w14:paraId="176EC86A" w14:textId="77777777" w:rsidR="00AF167A" w:rsidRDefault="00AF167A" w:rsidP="00AF167A">
      <w:pPr>
        <w:pStyle w:val="List"/>
        <w:ind w:left="720"/>
      </w:pPr>
      <w:r>
        <w:t>(7)</w:t>
      </w:r>
      <w:r>
        <w:tab/>
        <w:t>If a Counter-Party increases its Financial Security as required by ERCOT by the deadline in paragraph (6)(a) above, then ERCOT may notify each LSE and Resource represented by the Counter-Party.</w:t>
      </w:r>
    </w:p>
    <w:p w14:paraId="100B4A6D" w14:textId="77777777" w:rsidR="00F56ABB" w:rsidRDefault="00AF167A">
      <w:pPr>
        <w:pStyle w:val="List"/>
        <w:ind w:left="720"/>
      </w:pPr>
      <w:r>
        <w:t>(8)</w:t>
      </w:r>
      <w:r>
        <w:tab/>
        <w:t>If a Counter-Party increases its Financial Security as required by ERCOT by the deadline in paragraph (6)(a) above, then ERCOT shall release any payments held.</w:t>
      </w:r>
    </w:p>
    <w:p w14:paraId="1C32E8C1" w14:textId="77777777" w:rsidR="00F56ABB" w:rsidRDefault="00727E32" w:rsidP="00DD1960">
      <w:pPr>
        <w:pStyle w:val="H3"/>
      </w:pPr>
      <w:bookmarkStart w:id="525" w:name="_Toc390438976"/>
      <w:bookmarkStart w:id="526" w:name="_Toc405897674"/>
      <w:bookmarkStart w:id="527" w:name="_Toc415055778"/>
      <w:bookmarkStart w:id="528" w:name="_Toc415055904"/>
      <w:bookmarkStart w:id="529" w:name="_Toc415056003"/>
      <w:bookmarkStart w:id="530" w:name="_Toc415056104"/>
      <w:bookmarkStart w:id="531" w:name="_Toc34728520"/>
      <w:r>
        <w:t>16.11.6</w:t>
      </w:r>
      <w:r>
        <w:tab/>
        <w:t>Payment Breach and Late Payments by Market Participants</w:t>
      </w:r>
      <w:bookmarkEnd w:id="525"/>
      <w:bookmarkEnd w:id="526"/>
      <w:bookmarkEnd w:id="527"/>
      <w:bookmarkEnd w:id="528"/>
      <w:bookmarkEnd w:id="529"/>
      <w:bookmarkEnd w:id="530"/>
      <w:bookmarkEnd w:id="531"/>
    </w:p>
    <w:p w14:paraId="6817ED95" w14:textId="77777777" w:rsidR="00FC1C5F" w:rsidRDefault="00727E32">
      <w:pPr>
        <w:pStyle w:val="BodyTextNumbered"/>
      </w:pPr>
      <w:r>
        <w:t>(1)</w:t>
      </w:r>
      <w:r>
        <w:tab/>
        <w:t xml:space="preserve">It is the sole responsibility of each Market Participant to ensure that the full amounts due to ERCOT, or its designee, if applicable, by that Market Participant, is paid to ERCOT by close of the Bank Business Day on which it is due. </w:t>
      </w:r>
    </w:p>
    <w:p w14:paraId="7902532E" w14:textId="77777777" w:rsidR="00FC1C5F" w:rsidRDefault="00727E32">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close of the Bank Business Day on which it is due.  If a Market Participant does not pay the full amount due to ERCOT for all such Invoices by the required time, ERCOT shall deduct any and all amounts due and unpaid from any amounts due to the same Market Participant before allocating short payments to other Market Participants.</w:t>
      </w:r>
    </w:p>
    <w:p w14:paraId="693DF4AF" w14:textId="77777777" w:rsidR="00FC1C5F" w:rsidRDefault="00727E32">
      <w:pPr>
        <w:pStyle w:val="BodyTextNumbered"/>
      </w:pPr>
      <w:r>
        <w:t>(3)</w:t>
      </w:r>
      <w:r>
        <w:tab/>
      </w:r>
      <w:r w:rsidR="006B2812" w:rsidRPr="007F3EB6">
        <w:t xml:space="preserve">The failure of a Market Participant to pay when due any payment or Financial Security obligation owed to ERCOT or its designee, if applicable, under any agreement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08E0C9D9" w14:textId="77777777" w:rsidR="00FC1C5F" w:rsidRDefault="00727E32" w:rsidP="00FC544E">
      <w:pPr>
        <w:pStyle w:val="BodyTextNumbered"/>
      </w:pPr>
      <w:r>
        <w:t>(4)</w:t>
      </w:r>
      <w:r>
        <w:tab/>
      </w:r>
      <w:r w:rsidR="006B2812" w:rsidRPr="007F3EB6">
        <w:t xml:space="preserve">Upon a Payment Breach, ERCOT shall immediately attempt to contact the Market Participant’s Authorized Representative and/or Credit Contact 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32AC4F5E" w14:textId="77777777" w:rsidR="00130D6C" w:rsidRPr="00B7034E" w:rsidRDefault="006B2812" w:rsidP="00B7034E">
      <w:pPr>
        <w:pStyle w:val="BodyTextNumbered"/>
      </w:pPr>
      <w:bookmarkStart w:id="532" w:name="_Toc415055779"/>
      <w:bookmarkStart w:id="533" w:name="_Toc415055905"/>
      <w:bookmarkStart w:id="534" w:name="_Toc415056004"/>
      <w:bookmarkStart w:id="535" w:name="_Toc390438977"/>
      <w:bookmarkStart w:id="536" w:name="_Toc405897675"/>
      <w:r w:rsidRPr="000B62BB">
        <w:t>(5)</w:t>
      </w:r>
      <w:r w:rsidRPr="000B62BB">
        <w:tab/>
        <w:t xml:space="preserve">If a Market Participant makes a payment or a partial payment as allowed by these Protocols or a collateral call to ERCOT after the due date and time, or if a short-paid Invoice is settled by a draw on available security greater than the amount of Market Participant’s cash collateral held in excess of that required </w:t>
      </w:r>
      <w:r w:rsidRPr="00B7034E">
        <w:t>to cover its Total Potential Exposure (TPE) (“Excess Collateral”),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w:t>
      </w:r>
      <w:r w:rsidR="00FC544E" w:rsidRPr="00B7034E">
        <w:t>, ERCOT’s Remedies for Late Payments by a Market Participant</w:t>
      </w:r>
      <w:r w:rsidRPr="00B7034E">
        <w:t>.</w:t>
      </w:r>
      <w:bookmarkEnd w:id="532"/>
      <w:bookmarkEnd w:id="533"/>
      <w:bookmarkEnd w:id="534"/>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F4A46" w:rsidRPr="00E566EB" w14:paraId="3A64A703" w14:textId="77777777" w:rsidTr="00B10A5F">
        <w:tc>
          <w:tcPr>
            <w:tcW w:w="9766" w:type="dxa"/>
            <w:shd w:val="pct12" w:color="auto" w:fill="auto"/>
          </w:tcPr>
          <w:p w14:paraId="176D9235" w14:textId="77777777" w:rsidR="00AF4A46" w:rsidRPr="00E566EB" w:rsidRDefault="00AF4A46" w:rsidP="00B10A5F">
            <w:pPr>
              <w:spacing w:before="120" w:after="240"/>
              <w:rPr>
                <w:b/>
                <w:i/>
                <w:iCs/>
              </w:rPr>
            </w:pPr>
            <w:bookmarkStart w:id="537" w:name="_Toc415055780"/>
            <w:bookmarkStart w:id="538" w:name="_Toc415055906"/>
            <w:bookmarkStart w:id="539" w:name="_Toc415056005"/>
            <w:bookmarkStart w:id="540" w:name="_Toc415056105"/>
            <w:r>
              <w:rPr>
                <w:b/>
                <w:i/>
                <w:iCs/>
              </w:rPr>
              <w:t>[NPRR702</w:t>
            </w:r>
            <w:r w:rsidRPr="00E566EB">
              <w:rPr>
                <w:b/>
                <w:i/>
                <w:iCs/>
              </w:rPr>
              <w:t xml:space="preserve">: </w:t>
            </w:r>
            <w:r w:rsidR="009C52ED">
              <w:rPr>
                <w:b/>
                <w:i/>
                <w:iCs/>
              </w:rPr>
              <w:t xml:space="preserve"> </w:t>
            </w:r>
            <w:r>
              <w:rPr>
                <w:b/>
                <w:i/>
                <w:iCs/>
              </w:rPr>
              <w:t xml:space="preserve">Replace paragraph (5) above with the following upon </w:t>
            </w:r>
            <w:r w:rsidRPr="00E566EB">
              <w:rPr>
                <w:b/>
                <w:i/>
                <w:iCs/>
              </w:rPr>
              <w:t>system implementation:]</w:t>
            </w:r>
          </w:p>
          <w:p w14:paraId="618EB28D" w14:textId="77777777" w:rsidR="00AF4A46" w:rsidRPr="00BC66E2" w:rsidRDefault="00AF4A46" w:rsidP="00AF4A46">
            <w:pPr>
              <w:pStyle w:val="BodyTextNumbered"/>
            </w:pPr>
            <w:r w:rsidRPr="007F3EB6">
              <w:t>(5)</w:t>
            </w:r>
            <w:r w:rsidRPr="007F3EB6">
              <w:tab/>
              <w:t xml:space="preserve">If a Market Participant makes a payment or a partial payment as allowed by these Protocols or a collateral call to ERCOT after the due date and time, or if a short-paid Invoice is settled by a draw on available security greater than the amount of Market Participant’s </w:t>
            </w:r>
            <w:r>
              <w:t>Excess Cash Collateral</w:t>
            </w:r>
            <w:r w:rsidRPr="007F3EB6">
              <w:t>, then that payment is a “Late Payment.”  ERCOT may, in its sole discretion, and upon a Market Participant’s showing that the failure to pay when due was not within the control of the Market Participant, waive the Payment Breach as a Late Payment.  ERCOT shall track the number of Late Payments received from each Market Participant in each rolling 12-month period for purposes of imposing the Late Payment remedies set forth in Section 16.11.6.2.</w:t>
            </w:r>
          </w:p>
        </w:tc>
      </w:tr>
    </w:tbl>
    <w:p w14:paraId="4267E51F" w14:textId="77777777" w:rsidR="00FC1C5F" w:rsidRPr="00D63F95" w:rsidRDefault="00727E32" w:rsidP="00D169BA">
      <w:pPr>
        <w:pStyle w:val="H4"/>
        <w:spacing w:before="480"/>
        <w:rPr>
          <w:b/>
        </w:rPr>
      </w:pPr>
      <w:bookmarkStart w:id="541" w:name="_Toc34728521"/>
      <w:r w:rsidRPr="00D63F95">
        <w:rPr>
          <w:b/>
        </w:rPr>
        <w:t>16.11.6.1</w:t>
      </w:r>
      <w:r w:rsidRPr="00D63F95">
        <w:rPr>
          <w:b/>
        </w:rPr>
        <w:tab/>
        <w:t>ERCOT’s Remedies</w:t>
      </w:r>
      <w:bookmarkEnd w:id="535"/>
      <w:bookmarkEnd w:id="536"/>
      <w:bookmarkEnd w:id="537"/>
      <w:bookmarkEnd w:id="538"/>
      <w:bookmarkEnd w:id="539"/>
      <w:bookmarkEnd w:id="540"/>
      <w:bookmarkEnd w:id="541"/>
      <w:r w:rsidRPr="00D63F95">
        <w:rPr>
          <w:b/>
        </w:rPr>
        <w:t xml:space="preserve"> </w:t>
      </w:r>
    </w:p>
    <w:p w14:paraId="26CDB798" w14:textId="77777777" w:rsidR="00FC1C5F" w:rsidRDefault="00853D39" w:rsidP="003E09AF">
      <w:pPr>
        <w:pStyle w:val="BodyText"/>
        <w:ind w:left="720" w:hanging="720"/>
      </w:pPr>
      <w:r>
        <w:t>(1)</w:t>
      </w:r>
      <w:r>
        <w:tab/>
      </w:r>
      <w:r w:rsidR="006B2812">
        <w:t>In addition to all other remedies that ERCOT has under any agreement, common law or these Protocols, for Payment Breaches or other Defaults by a Market Participant, ERCOT has the following additional remedies.</w:t>
      </w:r>
    </w:p>
    <w:p w14:paraId="3D091A2F" w14:textId="77777777" w:rsidR="00FC1C5F" w:rsidRDefault="00727E32">
      <w:pPr>
        <w:pStyle w:val="H5"/>
      </w:pPr>
      <w:bookmarkStart w:id="542" w:name="_Toc390438978"/>
      <w:bookmarkStart w:id="543" w:name="_Toc405897677"/>
      <w:bookmarkStart w:id="544" w:name="_Toc415055781"/>
      <w:bookmarkStart w:id="545" w:name="_Toc415055907"/>
      <w:bookmarkStart w:id="546" w:name="_Toc415056006"/>
      <w:bookmarkStart w:id="547" w:name="_Toc415056106"/>
      <w:bookmarkStart w:id="548" w:name="_Toc34728522"/>
      <w:r>
        <w:t>16.11.6.1.1</w:t>
      </w:r>
      <w:r>
        <w:tab/>
        <w:t>No Payments by ERCOT to Market Participant</w:t>
      </w:r>
      <w:bookmarkEnd w:id="542"/>
      <w:bookmarkEnd w:id="543"/>
      <w:bookmarkEnd w:id="544"/>
      <w:bookmarkEnd w:id="545"/>
      <w:bookmarkEnd w:id="546"/>
      <w:bookmarkEnd w:id="547"/>
      <w:bookmarkEnd w:id="548"/>
    </w:p>
    <w:p w14:paraId="213E605B" w14:textId="77777777" w:rsidR="00FC1C5F" w:rsidRDefault="00853D39" w:rsidP="003E09AF">
      <w:pPr>
        <w:pStyle w:val="BodyText"/>
        <w:ind w:left="720" w:hanging="720"/>
      </w:pPr>
      <w:r>
        <w:t>(1)</w:t>
      </w:r>
      <w:r>
        <w:tab/>
      </w:r>
      <w:r w:rsidR="006B2812">
        <w:t>ERCOT is not required to make any payment to a Market Participant unless and until the Market Participant satisfies the Payment Breach by paying the past due amount in full, including amounts due under Section 16.11.6.1.3, Aggregate Amount Owed by Breaching Market Participant Immediately Due.  The payments that ERCOT will not make include Invoice receipts, CRR Auction revenues, CRR credits, reimbursements for short payments and any other reimbursements or credits under any and all other agreements between ERCOT and the Market Participant.  ERCOT shall retain all such amounts, and may apply all withheld funds toward the payment of the delinquent amount(s), until the Market Participant has fully paid all amounts owed to ERCOT under any agreements and these Protocols.  If the Market Participant should fail to pay the full amount due within the cure period, ERCOT may apply all funds it withheld toward the payment of the delinquent amount(s).</w:t>
      </w:r>
    </w:p>
    <w:p w14:paraId="71035062" w14:textId="77777777" w:rsidR="00FC1C5F" w:rsidRDefault="00727E32">
      <w:pPr>
        <w:pStyle w:val="H5"/>
      </w:pPr>
      <w:bookmarkStart w:id="549" w:name="_Toc390438979"/>
      <w:bookmarkStart w:id="550" w:name="_Toc405897679"/>
      <w:bookmarkStart w:id="551" w:name="_Toc415055782"/>
      <w:bookmarkStart w:id="552" w:name="_Toc415055908"/>
      <w:bookmarkStart w:id="553" w:name="_Toc415056007"/>
      <w:bookmarkStart w:id="554" w:name="_Toc415056107"/>
      <w:bookmarkStart w:id="555" w:name="_Toc34728523"/>
      <w:r>
        <w:t>16.11.6.1.2</w:t>
      </w:r>
      <w:r>
        <w:tab/>
        <w:t>ERCOT May Draw On, Hold or Distribute Funds</w:t>
      </w:r>
      <w:bookmarkEnd w:id="549"/>
      <w:bookmarkEnd w:id="550"/>
      <w:bookmarkEnd w:id="551"/>
      <w:bookmarkEnd w:id="552"/>
      <w:bookmarkEnd w:id="553"/>
      <w:bookmarkEnd w:id="554"/>
      <w:bookmarkEnd w:id="555"/>
    </w:p>
    <w:p w14:paraId="272FAAD3" w14:textId="77777777" w:rsidR="00FC1C5F" w:rsidRDefault="00853D39" w:rsidP="003E09AF">
      <w:pPr>
        <w:pStyle w:val="BodyText"/>
        <w:ind w:left="720" w:hanging="720"/>
      </w:pPr>
      <w:r>
        <w:t>(1)</w:t>
      </w:r>
      <w:r>
        <w:tab/>
      </w:r>
      <w:r w:rsidR="006B2812">
        <w:t xml:space="preserve">Upon a Payment </w:t>
      </w:r>
      <w:r w:rsidR="006B2812" w:rsidRPr="007F3EB6">
        <w:t>Breach, ERCOT, at its option, without notice to the Market Participant and in its sole discretion, may immediately, or at any time before the Market Participant pays the past due amount in full, including amounts due under Section 16.11.6.1.3, Aggregate Amount Owed by Breaching Market Participant Immediately Due, draw on, hold or distribute to other Market Participants any Financial Security or other funds of the Market Participant in ERCOT’s possession.  If the funds drawn exceed the amount applied to any Payment Breach, then ERCOT may hold those funds as Financial Security.</w:t>
      </w:r>
    </w:p>
    <w:p w14:paraId="6AB937CB" w14:textId="77777777" w:rsidR="00FC1C5F" w:rsidRDefault="00727E32">
      <w:pPr>
        <w:pStyle w:val="H5"/>
      </w:pPr>
      <w:bookmarkStart w:id="556" w:name="_Toc390438980"/>
      <w:bookmarkStart w:id="557" w:name="_Toc405897681"/>
      <w:bookmarkStart w:id="558" w:name="_Toc415055783"/>
      <w:bookmarkStart w:id="559" w:name="_Toc415055909"/>
      <w:bookmarkStart w:id="560" w:name="_Toc415056008"/>
      <w:bookmarkStart w:id="561" w:name="_Toc415056108"/>
      <w:bookmarkStart w:id="562" w:name="_Toc34728524"/>
      <w:r>
        <w:t>16.11.6.1.3</w:t>
      </w:r>
      <w:r>
        <w:tab/>
        <w:t>Aggregate Amount Owed by Breaching Market Participant Immediately Due</w:t>
      </w:r>
      <w:bookmarkEnd w:id="556"/>
      <w:bookmarkEnd w:id="557"/>
      <w:bookmarkEnd w:id="558"/>
      <w:bookmarkEnd w:id="559"/>
      <w:bookmarkEnd w:id="560"/>
      <w:bookmarkEnd w:id="561"/>
      <w:bookmarkEnd w:id="562"/>
    </w:p>
    <w:p w14:paraId="5E9E4A19" w14:textId="77777777" w:rsidR="00FC1C5F" w:rsidRDefault="00853D39" w:rsidP="003E09AF">
      <w:pPr>
        <w:pStyle w:val="BodyText"/>
        <w:ind w:left="720" w:hanging="720"/>
      </w:pPr>
      <w:r>
        <w:t>(1)</w:t>
      </w:r>
      <w:r>
        <w:tab/>
      </w:r>
      <w:r w:rsidR="006B2812" w:rsidRPr="007F3EB6">
        <w:t>ERCOT shall aggregate all amounts due it by the Market Participant under any agreement with ERCOT and these Protocols into a single amount to the fullest extent allowed by law.  The entire unpaid net balance owed to ERCOT by the Market Participant, at ERCOT’s option, and its sole discretion, is immediately due and payable without further notice and demand for payment.  Any such notice and demand for payment are expressly waived by the Market Participant.</w:t>
      </w:r>
    </w:p>
    <w:p w14:paraId="798D9BBD" w14:textId="77777777" w:rsidR="00FC1C5F" w:rsidRDefault="00727E32">
      <w:pPr>
        <w:pStyle w:val="H5"/>
      </w:pPr>
      <w:bookmarkStart w:id="563" w:name="_Toc390438981"/>
      <w:bookmarkStart w:id="564" w:name="_Toc405897683"/>
      <w:bookmarkStart w:id="565" w:name="_Toc415055784"/>
      <w:bookmarkStart w:id="566" w:name="_Toc415055910"/>
      <w:bookmarkStart w:id="567" w:name="_Toc415056009"/>
      <w:bookmarkStart w:id="568" w:name="_Toc415056109"/>
      <w:bookmarkStart w:id="569" w:name="_Toc34728525"/>
      <w:r>
        <w:t>16.11.6.1.4</w:t>
      </w:r>
      <w:r>
        <w:tab/>
        <w:t>Repossession of CRRs by ERCOT</w:t>
      </w:r>
      <w:bookmarkEnd w:id="563"/>
      <w:bookmarkEnd w:id="564"/>
      <w:bookmarkEnd w:id="565"/>
      <w:bookmarkEnd w:id="566"/>
      <w:bookmarkEnd w:id="567"/>
      <w:bookmarkEnd w:id="568"/>
      <w:bookmarkEnd w:id="569"/>
    </w:p>
    <w:p w14:paraId="489C88C3" w14:textId="77777777" w:rsidR="00FC1C5F" w:rsidRDefault="00853D39" w:rsidP="003E09AF">
      <w:pPr>
        <w:pStyle w:val="BodyText"/>
        <w:ind w:left="720" w:hanging="720"/>
      </w:pPr>
      <w:r>
        <w:t>(1)</w:t>
      </w:r>
      <w:r>
        <w:tab/>
      </w:r>
      <w:r w:rsidR="006B2812" w:rsidRPr="002D2785">
        <w:t>ERCOT, at its sole discretion, may repossess CRRs held by a Market Participant with a Payment Breach</w:t>
      </w:r>
      <w:r w:rsidR="00EF495A">
        <w:t xml:space="preserve"> or other Default</w:t>
      </w:r>
      <w:r w:rsidR="006B2812" w:rsidRPr="002D2785">
        <w:t xml:space="preserve">.  ERCOT shall effect that repossession by sending a written notice to the Market Participant of the repossession and by removing the CRRs from the Market Participant’s CRR account.  </w:t>
      </w:r>
      <w:r w:rsidR="00EF495A">
        <w:rPr>
          <w:iCs w:val="0"/>
        </w:rPr>
        <w:t xml:space="preserve">CRRs that settle in the same calendar month as the repossession but subsequent to the effective date of the repossession shall be voided.  The Market Participant will neither be charged, nor entitled to credit, for the voided CRRs in the DAM Settlement.  </w:t>
      </w:r>
      <w:r w:rsidR="006B2812" w:rsidRPr="002D2785">
        <w:t xml:space="preserve">ERCOT shall offer </w:t>
      </w:r>
      <w:r w:rsidR="00EF495A">
        <w:rPr>
          <w:iCs w:val="0"/>
        </w:rPr>
        <w:t>a portfolio of CRRs containing</w:t>
      </w:r>
      <w:r w:rsidR="00EF495A" w:rsidRPr="002D2785">
        <w:t xml:space="preserve"> </w:t>
      </w:r>
      <w:r w:rsidR="006B2812" w:rsidRPr="002D2785">
        <w:t>all of th</w:t>
      </w:r>
      <w:r w:rsidR="00EF495A">
        <w:t>e</w:t>
      </w:r>
      <w:r w:rsidR="006B2812" w:rsidRPr="002D2785">
        <w:t xml:space="preserve"> </w:t>
      </w:r>
      <w:r w:rsidR="00EF495A">
        <w:rPr>
          <w:iCs w:val="0"/>
        </w:rPr>
        <w:t xml:space="preserve">remaining </w:t>
      </w:r>
      <w:proofErr w:type="spellStart"/>
      <w:r w:rsidR="00EF495A">
        <w:rPr>
          <w:iCs w:val="0"/>
        </w:rPr>
        <w:t>unvoided</w:t>
      </w:r>
      <w:proofErr w:type="spellEnd"/>
      <w:r w:rsidR="00EF495A" w:rsidRPr="002D2785">
        <w:t xml:space="preserve"> </w:t>
      </w:r>
      <w:r w:rsidR="006B2812" w:rsidRPr="002D2785">
        <w:t>repossessed CRRs, with each repossessed CRR in its existing configuration, in a one-time auction to Market Participants (other than the Market Participant(s) in Payment Breach</w:t>
      </w:r>
      <w:r w:rsidR="00EF495A" w:rsidRPr="00EF495A">
        <w:rPr>
          <w:iCs w:val="0"/>
        </w:rPr>
        <w:t xml:space="preserve"> </w:t>
      </w:r>
      <w:r w:rsidR="00EF495A">
        <w:rPr>
          <w:iCs w:val="0"/>
        </w:rPr>
        <w:t>or other Default</w:t>
      </w:r>
      <w:r w:rsidR="006B2812" w:rsidRPr="002D2785">
        <w:t>) for sale to the highest bidder</w:t>
      </w:r>
      <w:r w:rsidR="00EF495A" w:rsidRPr="00EF495A">
        <w:rPr>
          <w:iCs w:val="0"/>
        </w:rPr>
        <w:t xml:space="preserve"> </w:t>
      </w:r>
      <w:r w:rsidR="00EF495A">
        <w:rPr>
          <w:iCs w:val="0"/>
        </w:rPr>
        <w:t>with a positive bid price for the entire portfolio</w:t>
      </w:r>
      <w:r w:rsidR="006B2812" w:rsidRPr="002D2785">
        <w:t xml:space="preserve">.  </w:t>
      </w:r>
      <w:r w:rsidR="00EF495A">
        <w:rPr>
          <w:iCs w:val="0"/>
        </w:rPr>
        <w:t xml:space="preserve">PTP Options with Refund and PTP Obligations with Refund will be voided and will not be included in the portfolio of repossessed CRRs available in the one-time auction.  </w:t>
      </w:r>
      <w:r w:rsidR="006B2812" w:rsidRPr="002D2785">
        <w:t xml:space="preserve">ERCOT shall offset net revenues from that sale against amounts owed to ERCOT by the Market Participant.  </w:t>
      </w:r>
      <w:r w:rsidR="00EF495A">
        <w:t xml:space="preserve">If revenues from the sale exceed amounts owed to ERCOT then the excess shall be remitted to the Market Participant.  </w:t>
      </w:r>
      <w:r w:rsidR="006B2812" w:rsidRPr="002D2785">
        <w:t xml:space="preserve">If ERCOT receives no </w:t>
      </w:r>
      <w:r w:rsidR="00EF495A">
        <w:t xml:space="preserve">positive </w:t>
      </w:r>
      <w:r w:rsidR="006B2812" w:rsidRPr="002D2785">
        <w:t xml:space="preserve">bids for </w:t>
      </w:r>
      <w:r w:rsidR="00EF495A">
        <w:rPr>
          <w:iCs w:val="0"/>
        </w:rPr>
        <w:t xml:space="preserve">the portfolio of </w:t>
      </w:r>
      <w:r w:rsidR="006B2812" w:rsidRPr="002D2785">
        <w:t>CRR</w:t>
      </w:r>
      <w:r w:rsidR="00EF495A">
        <w:t>s</w:t>
      </w:r>
      <w:r w:rsidR="006B2812" w:rsidRPr="002D2785">
        <w:t xml:space="preserve"> in th</w:t>
      </w:r>
      <w:r w:rsidR="00EF495A">
        <w:t>e</w:t>
      </w:r>
      <w:r w:rsidR="006B2812" w:rsidRPr="002D2785">
        <w:t xml:space="preserve"> </w:t>
      </w:r>
      <w:r w:rsidR="00EF495A">
        <w:t xml:space="preserve">one-time </w:t>
      </w:r>
      <w:r w:rsidR="006B2812" w:rsidRPr="002D2785">
        <w:t xml:space="preserve">auction, ERCOT shall void </w:t>
      </w:r>
      <w:r w:rsidR="00EF495A">
        <w:rPr>
          <w:iCs w:val="0"/>
        </w:rPr>
        <w:t xml:space="preserve">all of </w:t>
      </w:r>
      <w:r w:rsidR="006B2812" w:rsidRPr="002D2785">
        <w:t xml:space="preserve">the </w:t>
      </w:r>
      <w:r w:rsidR="00EF495A">
        <w:rPr>
          <w:iCs w:val="0"/>
        </w:rPr>
        <w:t>repossessed</w:t>
      </w:r>
      <w:r w:rsidR="00EF495A" w:rsidRPr="002D2785">
        <w:t xml:space="preserve"> </w:t>
      </w:r>
      <w:r w:rsidR="006B2812" w:rsidRPr="002D2785">
        <w:t>CRR</w:t>
      </w:r>
      <w:r w:rsidR="00EF495A">
        <w:t>s</w:t>
      </w:r>
      <w:r w:rsidR="006B2812" w:rsidRPr="002D2785">
        <w:t>.</w:t>
      </w:r>
    </w:p>
    <w:p w14:paraId="38377848" w14:textId="77777777" w:rsidR="00FC1C5F" w:rsidRDefault="00727E32">
      <w:pPr>
        <w:pStyle w:val="H5"/>
      </w:pPr>
      <w:bookmarkStart w:id="570" w:name="_Toc390438982"/>
      <w:bookmarkStart w:id="571" w:name="_Toc405897685"/>
      <w:bookmarkStart w:id="572" w:name="_Toc415055785"/>
      <w:bookmarkStart w:id="573" w:name="_Toc415055911"/>
      <w:bookmarkStart w:id="574" w:name="_Toc415056010"/>
      <w:bookmarkStart w:id="575" w:name="_Toc415056110"/>
      <w:bookmarkStart w:id="576" w:name="_Toc34728526"/>
      <w:r>
        <w:t>16.11.6.1.5</w:t>
      </w:r>
      <w:r>
        <w:tab/>
        <w:t>Declaration of Forfeit of CRRs</w:t>
      </w:r>
      <w:bookmarkEnd w:id="570"/>
      <w:bookmarkEnd w:id="571"/>
      <w:bookmarkEnd w:id="572"/>
      <w:bookmarkEnd w:id="573"/>
      <w:bookmarkEnd w:id="574"/>
      <w:bookmarkEnd w:id="575"/>
      <w:bookmarkEnd w:id="576"/>
    </w:p>
    <w:p w14:paraId="430E3B05" w14:textId="77777777" w:rsidR="00FC1C5F" w:rsidRDefault="00727E32">
      <w:pPr>
        <w:pStyle w:val="BodyText"/>
        <w:ind w:left="720" w:hanging="720"/>
      </w:pPr>
      <w:r>
        <w:t>(1)</w:t>
      </w:r>
      <w:r>
        <w:tab/>
        <w:t xml:space="preserve">At ERCOT’s sole discretion, if it does not receive full payment on the due date of a CRR Auction Invoice, may declare any of the CRR bids cleared and Pre-Assigned Congestion Revenue Rights (PCRRs) allocated to the </w:t>
      </w:r>
      <w:r>
        <w:rPr>
          <w:color w:val="000000"/>
        </w:rPr>
        <w:t xml:space="preserve">Market Participant </w:t>
      </w:r>
      <w:r>
        <w:t xml:space="preserve">forfeited. ERCOT shall effect that forfeiture by sending a written notice to the </w:t>
      </w:r>
      <w:r>
        <w:rPr>
          <w:color w:val="000000"/>
        </w:rPr>
        <w:t>Market Participant</w:t>
      </w:r>
      <w:r>
        <w:t xml:space="preserve"> of the forfeiture and of not delivering the CRRs or PCRRs to the </w:t>
      </w:r>
      <w:r>
        <w:rPr>
          <w:color w:val="000000"/>
        </w:rPr>
        <w:t>Market Participant</w:t>
      </w:r>
      <w:r>
        <w:t xml:space="preserve">’s CRR account.  ERCOT shall </w:t>
      </w:r>
      <w:r w:rsidR="00EF495A">
        <w:rPr>
          <w:iCs w:val="0"/>
        </w:rPr>
        <w:t xml:space="preserve">either (a) </w:t>
      </w:r>
      <w:r>
        <w:t xml:space="preserve">offer all forfeited CRRs, with each forfeited CRR in its existing configuration, in a one-time auction to Market Participants (other than the </w:t>
      </w:r>
      <w:r>
        <w:rPr>
          <w:color w:val="000000"/>
        </w:rPr>
        <w:t>Market Participant(s)</w:t>
      </w:r>
      <w:r>
        <w:t xml:space="preserve"> in Payment Breach</w:t>
      </w:r>
      <w:r w:rsidR="00EF495A">
        <w:rPr>
          <w:iCs w:val="0"/>
        </w:rPr>
        <w:t xml:space="preserve"> or other Default</w:t>
      </w:r>
      <w:r>
        <w:t xml:space="preserve">) for sale to the highest bidder </w:t>
      </w:r>
      <w:r w:rsidR="00EF495A">
        <w:rPr>
          <w:iCs w:val="0"/>
        </w:rPr>
        <w:t>with a positive bid price</w:t>
      </w:r>
      <w:r w:rsidR="00EF495A" w:rsidRPr="00646059">
        <w:rPr>
          <w:iCs w:val="0"/>
        </w:rPr>
        <w:t xml:space="preserve"> </w:t>
      </w:r>
      <w:r>
        <w:t xml:space="preserve">or </w:t>
      </w:r>
      <w:r w:rsidR="00EF495A">
        <w:t xml:space="preserve">(b) </w:t>
      </w:r>
      <w:r>
        <w:t xml:space="preserve">ERCOT shall make the related capacity available in subsequent CRR Auctions.  Revenue from that sale shall be considered as CRR Auction revenue and distributed to QSEs based on Load Ratio Share as specified in </w:t>
      </w:r>
      <w:bookmarkStart w:id="577" w:name="_Toc149469980"/>
      <w:r>
        <w:t xml:space="preserve">Section 7.5.7, Method for Distributing </w:t>
      </w:r>
      <w:smartTag w:uri="urn:schemas-microsoft-com:office:smarttags" w:element="stockticker">
        <w:r>
          <w:t>CRR</w:t>
        </w:r>
      </w:smartTag>
      <w:r>
        <w:t xml:space="preserve"> Auction Revenues</w:t>
      </w:r>
      <w:bookmarkEnd w:id="577"/>
      <w:r>
        <w:t>.</w:t>
      </w:r>
    </w:p>
    <w:p w14:paraId="13FB18FE" w14:textId="77777777" w:rsidR="00FC1C5F" w:rsidRDefault="00727E32">
      <w:pPr>
        <w:pStyle w:val="BodyText"/>
        <w:ind w:left="720" w:hanging="720"/>
      </w:pPr>
      <w:r>
        <w:t>(2)</w:t>
      </w:r>
      <w:r>
        <w:tab/>
        <w:t xml:space="preserve">ERCOT may also, at its sole discretion, honor any of the offers from Market Participants that were cleared in the CRR Auction by removing the CRRs from the Market Participant’s CRR account.  ERCOT shall offset net revenues due to the Market Participant from CRRs offered and cleared against amounts owed to ERCOT by the </w:t>
      </w:r>
      <w:r>
        <w:rPr>
          <w:color w:val="000000"/>
        </w:rPr>
        <w:t>Market Participant</w:t>
      </w:r>
      <w:r>
        <w:t>.</w:t>
      </w:r>
    </w:p>
    <w:p w14:paraId="22FA8A83" w14:textId="77777777" w:rsidR="00FC1C5F" w:rsidRDefault="00727E32">
      <w:pPr>
        <w:pStyle w:val="H5"/>
      </w:pPr>
      <w:bookmarkStart w:id="578" w:name="_Toc390438983"/>
      <w:bookmarkStart w:id="579" w:name="_Toc405897686"/>
      <w:bookmarkStart w:id="580" w:name="_Toc415055786"/>
      <w:bookmarkStart w:id="581" w:name="_Toc415055912"/>
      <w:bookmarkStart w:id="582" w:name="_Toc415056011"/>
      <w:bookmarkStart w:id="583" w:name="_Toc415056111"/>
      <w:bookmarkStart w:id="584" w:name="_Toc34728527"/>
      <w:r>
        <w:t>16.11.6.1.6</w:t>
      </w:r>
      <w:r>
        <w:tab/>
        <w:t>Revocation of a Market Participant’s Rights and Termination of Agreements</w:t>
      </w:r>
      <w:bookmarkEnd w:id="578"/>
      <w:bookmarkEnd w:id="579"/>
      <w:bookmarkEnd w:id="580"/>
      <w:bookmarkEnd w:id="581"/>
      <w:bookmarkEnd w:id="582"/>
      <w:bookmarkEnd w:id="583"/>
      <w:bookmarkEnd w:id="584"/>
    </w:p>
    <w:p w14:paraId="00A08CF3" w14:textId="77777777" w:rsidR="00FC1C5F" w:rsidRDefault="00727E32">
      <w:pPr>
        <w:pStyle w:val="BodyTextNumbered"/>
      </w:pPr>
      <w:r>
        <w:t>(1)</w:t>
      </w:r>
      <w:r>
        <w:tab/>
        <w:t xml:space="preserve">ERCOT may revoke a breaching Market Participant’s rights to conduct activities </w:t>
      </w:r>
      <w:r>
        <w:rPr>
          <w:szCs w:val="24"/>
        </w:rPr>
        <w:t>under these Protocols</w:t>
      </w:r>
      <w:r>
        <w:t xml:space="preserve">.  ERCOT </w:t>
      </w:r>
      <w:r>
        <w:rPr>
          <w:szCs w:val="24"/>
        </w:rPr>
        <w:t xml:space="preserve">may also </w:t>
      </w:r>
      <w:r>
        <w:t>terminate the breaching Market Participant’s agreements with ERCOT.</w:t>
      </w:r>
    </w:p>
    <w:p w14:paraId="2A4BF316" w14:textId="77777777" w:rsidR="00FC1C5F" w:rsidRDefault="00727E32">
      <w:pPr>
        <w:pStyle w:val="BodyTextNumbered"/>
      </w:pPr>
      <w:r>
        <w:t>(2)</w:t>
      </w:r>
      <w:r>
        <w:tab/>
        <w:t>If ERCOT revokes a Market Participant’s rights or terminates the Market Participant’s agreements, then the provisions of Section 16.2.5, Suspended Qualified Scheduling Entity – Notification to LSEs and Resource Entities Represented, and Section 16.2.6.1, Designation as an Emergency Qualified Scheduling Entity or Virtual Qualified Scheduling Entity, apply.</w:t>
      </w:r>
    </w:p>
    <w:p w14:paraId="3EB95E4C" w14:textId="77777777" w:rsidR="006B2812" w:rsidRPr="002D2785" w:rsidRDefault="006B2812" w:rsidP="006B2812">
      <w:pPr>
        <w:spacing w:after="240"/>
        <w:ind w:left="720" w:hanging="720"/>
      </w:pPr>
      <w:r w:rsidRPr="002D2785">
        <w:t>(3)</w:t>
      </w:r>
      <w:r w:rsidRPr="002D2785">
        <w:tab/>
        <w:t>If a breaching Market Participant is also an LSE (whether or not the Default occurred pursuant to the Market Participant’s activities as an LSE), then:</w:t>
      </w:r>
    </w:p>
    <w:p w14:paraId="68635DA4" w14:textId="77777777" w:rsidR="006B2812" w:rsidRPr="002D2785" w:rsidRDefault="006B2812" w:rsidP="006B2812">
      <w:pPr>
        <w:spacing w:after="240"/>
        <w:ind w:left="1440" w:hanging="720"/>
      </w:pPr>
      <w:r w:rsidRPr="002D2785">
        <w:t xml:space="preserve">(a) </w:t>
      </w:r>
      <w:r w:rsidRPr="002D2785">
        <w:tab/>
        <w:t xml:space="preserve">Within 24 hours of receiving notice of the Payment Breach, the Market Participant shall provide to ERCOT all the information regarding its Electric Service Identifiers (ESI IDs) set forth in the ERCOT Retail Market Guide; and </w:t>
      </w:r>
    </w:p>
    <w:p w14:paraId="470C3E6F" w14:textId="77777777" w:rsidR="00FC1C5F" w:rsidRDefault="006B2812">
      <w:pPr>
        <w:pStyle w:val="BodyTextNumbered"/>
        <w:ind w:left="1440"/>
      </w:pPr>
      <w:r w:rsidRPr="002D2785">
        <w:t>(b)</w:t>
      </w:r>
      <w:r w:rsidRPr="002D2785">
        <w:tab/>
        <w:t xml:space="preserve">On revocation of some or all of the Market Participant’s rights or termination of the Market Participant’s agreements and on notice to the Market Participant and the Public Utility Commission of Texas (PUCT), ERCOT shall initiate a Mass Transition of the Market Participant’s ESI IDs pursuant to Section 15.1.3.1, Mass Transition Process, without the necessity of obtaining any order from or other action by the PUCT.  </w:t>
      </w:r>
    </w:p>
    <w:p w14:paraId="3BC40AB5" w14:textId="77777777" w:rsidR="00FC1C5F" w:rsidRDefault="00727E32" w:rsidP="00FC544E">
      <w:pPr>
        <w:pStyle w:val="BodyTextNumbered"/>
      </w:pPr>
      <w:r>
        <w:t>(4)</w:t>
      </w:r>
      <w:r>
        <w:tab/>
        <w:t>After revocation of its rights or termination of its Agreement with ERCOT, the Market Participant will remain liable for all charges or costs associated with any continued activity related to the Counter-Party’s relationship with ERCOT and any expenses arising from the consequences of such termination or revocation.</w:t>
      </w:r>
    </w:p>
    <w:p w14:paraId="6ADB882F" w14:textId="77777777" w:rsidR="00FC1C5F" w:rsidRPr="00D63F95" w:rsidRDefault="00727E32">
      <w:pPr>
        <w:pStyle w:val="H4"/>
        <w:rPr>
          <w:b/>
        </w:rPr>
      </w:pPr>
      <w:bookmarkStart w:id="585" w:name="_Toc390438984"/>
      <w:bookmarkStart w:id="586" w:name="_Toc405897687"/>
      <w:bookmarkStart w:id="587" w:name="_Toc415055787"/>
      <w:bookmarkStart w:id="588" w:name="_Toc415055913"/>
      <w:bookmarkStart w:id="589" w:name="_Toc415056012"/>
      <w:bookmarkStart w:id="590" w:name="_Toc415056112"/>
      <w:bookmarkStart w:id="591" w:name="_Toc34728528"/>
      <w:r w:rsidRPr="00D63F95">
        <w:rPr>
          <w:b/>
        </w:rPr>
        <w:t>16.11.6.2</w:t>
      </w:r>
      <w:r w:rsidRPr="00D63F95">
        <w:rPr>
          <w:b/>
        </w:rPr>
        <w:tab/>
        <w:t>ERCOT’s Remedies for Late Payments by a Market Participant</w:t>
      </w:r>
      <w:bookmarkEnd w:id="585"/>
      <w:bookmarkEnd w:id="586"/>
      <w:bookmarkEnd w:id="587"/>
      <w:bookmarkEnd w:id="588"/>
      <w:bookmarkEnd w:id="589"/>
      <w:bookmarkEnd w:id="590"/>
      <w:bookmarkEnd w:id="591"/>
    </w:p>
    <w:p w14:paraId="03046964" w14:textId="77777777" w:rsidR="006B2812" w:rsidRPr="002D2785" w:rsidRDefault="00853D39" w:rsidP="003E09AF">
      <w:pPr>
        <w:spacing w:after="240"/>
        <w:ind w:left="720" w:hanging="720"/>
        <w:rPr>
          <w:szCs w:val="24"/>
        </w:rPr>
      </w:pPr>
      <w:r>
        <w:rPr>
          <w:szCs w:val="24"/>
        </w:rPr>
        <w:t>(1)</w:t>
      </w:r>
      <w:r>
        <w:rPr>
          <w:szCs w:val="24"/>
        </w:rPr>
        <w:tab/>
      </w:r>
      <w:r w:rsidR="006B2812" w:rsidRPr="002D2785">
        <w:rPr>
          <w:szCs w:val="24"/>
        </w:rPr>
        <w:t>If a Market Participant makes any Late Payments, and even if ERCOT does not immediately implement the above-referenced remedies for any Payment Breach by a Market Participant, the Market Participant is subject to the actions enumerated in this Section.</w:t>
      </w:r>
    </w:p>
    <w:p w14:paraId="5B4BCD9C" w14:textId="77777777" w:rsidR="00FC1C5F" w:rsidRDefault="00853D39" w:rsidP="003E09AF">
      <w:pPr>
        <w:pStyle w:val="BodyText"/>
        <w:ind w:left="720" w:hanging="720"/>
        <w:rPr>
          <w:szCs w:val="24"/>
        </w:rPr>
      </w:pPr>
      <w:r>
        <w:rPr>
          <w:szCs w:val="24"/>
        </w:rPr>
        <w:t>(2)</w:t>
      </w:r>
      <w:r>
        <w:rPr>
          <w:szCs w:val="24"/>
        </w:rPr>
        <w:tab/>
      </w:r>
      <w:r w:rsidR="006B2812" w:rsidRPr="002D2785">
        <w:rPr>
          <w:szCs w:val="24"/>
        </w:rPr>
        <w:t>This Section does not waive ERCOT’s right to impose remedies for Payment Breach, as set forth in Section 16.11.6.1,</w:t>
      </w:r>
      <w:r w:rsidR="00FC544E" w:rsidRPr="00FC544E">
        <w:rPr>
          <w:szCs w:val="24"/>
        </w:rPr>
        <w:t xml:space="preserve"> </w:t>
      </w:r>
      <w:r w:rsidR="00FC544E">
        <w:rPr>
          <w:szCs w:val="24"/>
        </w:rPr>
        <w:t>ERCOT’s Remedies,</w:t>
      </w:r>
      <w:r w:rsidR="006B2812" w:rsidRPr="002D2785">
        <w:rPr>
          <w:szCs w:val="24"/>
        </w:rPr>
        <w:t xml:space="preserve"> in addition to any other rights or remedies ERCOT has under any agreement, these Protocols, or at common law, for any Payment Breach by the Market Participant in each rolling 12-month period for purposes of imposing the Late Payment remedies set forth in this Section.</w:t>
      </w:r>
    </w:p>
    <w:p w14:paraId="061BC0EE" w14:textId="77777777" w:rsidR="00FC1C5F" w:rsidRDefault="00727E32">
      <w:pPr>
        <w:pStyle w:val="H5"/>
      </w:pPr>
      <w:bookmarkStart w:id="592" w:name="_Toc390438985"/>
      <w:bookmarkStart w:id="593" w:name="_Toc405897689"/>
      <w:bookmarkStart w:id="594" w:name="_Toc415055788"/>
      <w:bookmarkStart w:id="595" w:name="_Toc415055914"/>
      <w:bookmarkStart w:id="596" w:name="_Toc415056013"/>
      <w:bookmarkStart w:id="597" w:name="_Toc415056113"/>
      <w:bookmarkStart w:id="598" w:name="_Toc34728529"/>
      <w:r>
        <w:t>16.11.6.2.1</w:t>
      </w:r>
      <w:r>
        <w:tab/>
        <w:t>First Late Payment in Any Rolling 12-Month Period</w:t>
      </w:r>
      <w:bookmarkEnd w:id="592"/>
      <w:bookmarkEnd w:id="593"/>
      <w:bookmarkEnd w:id="594"/>
      <w:bookmarkEnd w:id="595"/>
      <w:bookmarkEnd w:id="596"/>
      <w:bookmarkEnd w:id="597"/>
      <w:bookmarkEnd w:id="598"/>
    </w:p>
    <w:p w14:paraId="71C51A1D" w14:textId="77777777" w:rsidR="006B2812" w:rsidRDefault="006B2812" w:rsidP="006B2812">
      <w:pPr>
        <w:pStyle w:val="BodyText"/>
        <w:ind w:left="720" w:hanging="720"/>
      </w:pPr>
      <w:r>
        <w:t>(1)</w:t>
      </w:r>
      <w:r>
        <w:tab/>
        <w:t xml:space="preserve">For the first Late Payment resulting from a Payment Breach in any rolling 12-month period, ERCOT shall review the circumstances and reason for the Late Payment, and shall, at its sole discretion, determine whether it should take Level I Enforcement action, </w:t>
      </w:r>
      <w:r w:rsidRPr="00BF0D35">
        <w:t xml:space="preserve">as described in Section 16.11.6.2.5, </w:t>
      </w:r>
      <w:r>
        <w:t xml:space="preserve">Level I Enforcement, against the Market Participant.  </w:t>
      </w:r>
    </w:p>
    <w:p w14:paraId="3187B875" w14:textId="77777777" w:rsidR="00FC1C5F" w:rsidRDefault="006B2812" w:rsidP="006B2812">
      <w:pPr>
        <w:pStyle w:val="BodyText"/>
        <w:ind w:left="720" w:hanging="720"/>
      </w:pPr>
      <w:r>
        <w:t>(2)</w:t>
      </w:r>
      <w:r>
        <w:tab/>
      </w:r>
      <w:r w:rsidRPr="00BF0D35">
        <w:t xml:space="preserve">If ERCOT determines that it will take Level I Enforcement action against the Market Participant, </w:t>
      </w:r>
      <w:r>
        <w:t xml:space="preserve">ERCOT shall send written notice to the Market Participant’s Authorized Representative and/or Credit Contact via email, advising the Market Participant of the action required </w:t>
      </w:r>
      <w:r w:rsidRPr="00BF0D35">
        <w:t xml:space="preserve">by the Market Participant </w:t>
      </w:r>
      <w:r>
        <w:t>under Level I Enforcement.</w:t>
      </w:r>
    </w:p>
    <w:p w14:paraId="3EBC25F6" w14:textId="77777777" w:rsidR="00FC1C5F" w:rsidRDefault="00727E32">
      <w:pPr>
        <w:pStyle w:val="H5"/>
      </w:pPr>
      <w:bookmarkStart w:id="599" w:name="_Toc390438986"/>
      <w:bookmarkStart w:id="600" w:name="_Toc405897691"/>
      <w:bookmarkStart w:id="601" w:name="_Toc415055789"/>
      <w:bookmarkStart w:id="602" w:name="_Toc415055915"/>
      <w:bookmarkStart w:id="603" w:name="_Toc415056014"/>
      <w:bookmarkStart w:id="604" w:name="_Toc415056114"/>
      <w:bookmarkStart w:id="605" w:name="_Toc34728530"/>
      <w:r>
        <w:t>16.11.6.2.2</w:t>
      </w:r>
      <w:r>
        <w:tab/>
        <w:t>Second Late Payment in Any Rolling 12-Month Period</w:t>
      </w:r>
      <w:bookmarkEnd w:id="599"/>
      <w:bookmarkEnd w:id="600"/>
      <w:bookmarkEnd w:id="601"/>
      <w:bookmarkEnd w:id="602"/>
      <w:bookmarkEnd w:id="603"/>
      <w:bookmarkEnd w:id="604"/>
      <w:bookmarkEnd w:id="605"/>
    </w:p>
    <w:p w14:paraId="530936D1" w14:textId="77777777" w:rsidR="006B2812" w:rsidRPr="002D2785" w:rsidRDefault="006B2812" w:rsidP="006B2812">
      <w:pPr>
        <w:keepNext/>
        <w:spacing w:after="240"/>
        <w:ind w:left="720" w:hanging="720"/>
        <w:rPr>
          <w:iCs/>
        </w:rPr>
      </w:pPr>
      <w:r w:rsidRPr="002D2785">
        <w:rPr>
          <w:iCs/>
        </w:rPr>
        <w:t>(1)</w:t>
      </w:r>
      <w:r w:rsidRPr="002D2785">
        <w:rPr>
          <w:iCs/>
        </w:rPr>
        <w:tab/>
        <w:t>For the second Late Payment resulting from a Payment Breach in any rolling 12-month period, ERCOT shall review the circumstances and reason for the Late Payment, and shall take action as follows:</w:t>
      </w:r>
    </w:p>
    <w:p w14:paraId="2388D1B6" w14:textId="77777777" w:rsidR="006B2812" w:rsidRPr="002D2785" w:rsidRDefault="006B2812" w:rsidP="006B2812">
      <w:pPr>
        <w:spacing w:after="240"/>
        <w:ind w:left="1440" w:hanging="720"/>
      </w:pPr>
      <w:r w:rsidRPr="002D2785">
        <w:t>(a)</w:t>
      </w:r>
      <w:r w:rsidRPr="002D2785">
        <w:tab/>
      </w:r>
      <w:r w:rsidRPr="002D2785">
        <w:rPr>
          <w:u w:val="single"/>
        </w:rPr>
        <w:t>Level I Enforcement</w:t>
      </w:r>
      <w:r w:rsidRPr="002D2785">
        <w:t xml:space="preserve"> - If ERCOT did not take Level I Enforcement action </w:t>
      </w:r>
      <w:r w:rsidRPr="002D2785">
        <w:rPr>
          <w:szCs w:val="24"/>
        </w:rPr>
        <w:t>in</w:t>
      </w:r>
      <w:r w:rsidRPr="002D2785">
        <w:t xml:space="preserve"> the </w:t>
      </w:r>
      <w:r w:rsidRPr="002D2785">
        <w:rPr>
          <w:szCs w:val="24"/>
        </w:rPr>
        <w:t xml:space="preserve">case of the first </w:t>
      </w:r>
      <w:r w:rsidRPr="002D2785">
        <w:t>Late Payment, ERCOT shall take Level I Enforcement action, as described in Section 16.11.6.2.5, Level I Enforcement</w:t>
      </w:r>
      <w:r w:rsidRPr="002D2785">
        <w:rPr>
          <w:szCs w:val="24"/>
        </w:rPr>
        <w:t>.</w:t>
      </w:r>
    </w:p>
    <w:p w14:paraId="52E1E82A" w14:textId="77777777" w:rsidR="006B2812" w:rsidRPr="002D2785" w:rsidRDefault="006B2812" w:rsidP="006B2812">
      <w:pPr>
        <w:spacing w:after="240"/>
        <w:ind w:left="1440" w:hanging="720"/>
      </w:pPr>
      <w:r w:rsidRPr="002D2785">
        <w:t>(b)</w:t>
      </w:r>
      <w:r w:rsidRPr="002D2785">
        <w:tab/>
      </w:r>
      <w:r w:rsidRPr="002D2785">
        <w:rPr>
          <w:u w:val="single"/>
        </w:rPr>
        <w:t>Level II Enforcement</w:t>
      </w:r>
      <w:r w:rsidRPr="002D2785">
        <w:t xml:space="preserve"> - If ERCOT did take Level I Enforcement action </w:t>
      </w:r>
      <w:r w:rsidRPr="002D2785">
        <w:rPr>
          <w:szCs w:val="24"/>
        </w:rPr>
        <w:t xml:space="preserve">in </w:t>
      </w:r>
      <w:r w:rsidRPr="002D2785">
        <w:t xml:space="preserve">the </w:t>
      </w:r>
      <w:r w:rsidRPr="002D2785">
        <w:rPr>
          <w:szCs w:val="24"/>
        </w:rPr>
        <w:t xml:space="preserve">case of the first </w:t>
      </w:r>
      <w:r w:rsidRPr="002D2785">
        <w:t>Late Payment, ERCOT shall take Level II Enforcement action, as described in Section 16.11.6.2.6, Level II Enforcement</w:t>
      </w:r>
      <w:r w:rsidRPr="002D2785">
        <w:rPr>
          <w:szCs w:val="24"/>
        </w:rPr>
        <w:t>.</w:t>
      </w:r>
    </w:p>
    <w:p w14:paraId="3F94842D" w14:textId="77777777"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 Enforcement or Level II Enforcement.</w:t>
      </w:r>
    </w:p>
    <w:p w14:paraId="3F9F81EC" w14:textId="77777777" w:rsidR="00FC1C5F" w:rsidRDefault="00727E32">
      <w:pPr>
        <w:pStyle w:val="H5"/>
      </w:pPr>
      <w:bookmarkStart w:id="606" w:name="_Toc390438987"/>
      <w:bookmarkStart w:id="607" w:name="_Toc405897693"/>
      <w:bookmarkStart w:id="608" w:name="_Toc415055790"/>
      <w:bookmarkStart w:id="609" w:name="_Toc415055916"/>
      <w:bookmarkStart w:id="610" w:name="_Toc415056015"/>
      <w:bookmarkStart w:id="611" w:name="_Toc415056115"/>
      <w:bookmarkStart w:id="612" w:name="_Toc34728531"/>
      <w:r>
        <w:t>16.11.6.2.3</w:t>
      </w:r>
      <w:r>
        <w:tab/>
        <w:t>Third Late Payment in Any Rolling 12-Month Period</w:t>
      </w:r>
      <w:bookmarkEnd w:id="606"/>
      <w:bookmarkEnd w:id="607"/>
      <w:bookmarkEnd w:id="608"/>
      <w:bookmarkEnd w:id="609"/>
      <w:bookmarkEnd w:id="610"/>
      <w:bookmarkEnd w:id="611"/>
      <w:bookmarkEnd w:id="612"/>
    </w:p>
    <w:p w14:paraId="654810D3" w14:textId="77777777" w:rsidR="006B2812" w:rsidRPr="002D2785" w:rsidRDefault="006B2812" w:rsidP="006B2812">
      <w:pPr>
        <w:keepNext/>
        <w:spacing w:after="240"/>
        <w:ind w:left="720" w:hanging="720"/>
        <w:rPr>
          <w:iCs/>
        </w:rPr>
      </w:pPr>
      <w:r w:rsidRPr="002D2785">
        <w:rPr>
          <w:iCs/>
        </w:rPr>
        <w:t>(1)</w:t>
      </w:r>
      <w:r w:rsidRPr="002D2785">
        <w:rPr>
          <w:iCs/>
        </w:rPr>
        <w:tab/>
        <w:t>For the third Late Payment resulting from a Payment Breach in any rolling 12-month period, ERCOT shall review the circumstances and reason for the Late Payment, and shall take action as follows:</w:t>
      </w:r>
    </w:p>
    <w:p w14:paraId="18BA638B" w14:textId="77777777" w:rsidR="006B2812" w:rsidRPr="002D2785" w:rsidRDefault="006B2812" w:rsidP="006B2812">
      <w:pPr>
        <w:spacing w:after="240"/>
        <w:ind w:left="1440" w:hanging="720"/>
      </w:pPr>
      <w:r w:rsidRPr="002D2785">
        <w:t>(a)</w:t>
      </w:r>
      <w:r w:rsidRPr="002D2785">
        <w:tab/>
      </w:r>
      <w:r w:rsidRPr="002D2785">
        <w:rPr>
          <w:u w:val="single"/>
        </w:rPr>
        <w:t>Level II Enforcement</w:t>
      </w:r>
      <w:r w:rsidRPr="002D2785">
        <w:t xml:space="preserve"> - If ERCOT did not take Level II Enforcement action </w:t>
      </w:r>
      <w:r w:rsidRPr="002D2785">
        <w:rPr>
          <w:szCs w:val="24"/>
        </w:rPr>
        <w:t>in</w:t>
      </w:r>
      <w:r w:rsidRPr="002D2785">
        <w:t xml:space="preserve"> the </w:t>
      </w:r>
      <w:r w:rsidRPr="002D2785">
        <w:rPr>
          <w:szCs w:val="24"/>
        </w:rPr>
        <w:t>case of the second</w:t>
      </w:r>
      <w:r w:rsidRPr="002D2785">
        <w:t xml:space="preserve"> Late Payment, ERCOT shall take Level II Enforcement action, as described in Section 16.11.6.2.6, Level II Enforcement</w:t>
      </w:r>
      <w:r w:rsidRPr="002D2785">
        <w:rPr>
          <w:szCs w:val="24"/>
        </w:rPr>
        <w:t>.</w:t>
      </w:r>
    </w:p>
    <w:p w14:paraId="41898CC2" w14:textId="77777777" w:rsidR="006B2812" w:rsidRPr="002D2785" w:rsidRDefault="006B2812" w:rsidP="006B2812">
      <w:pPr>
        <w:spacing w:after="240"/>
        <w:ind w:left="1440" w:hanging="720"/>
      </w:pPr>
      <w:r w:rsidRPr="002D2785">
        <w:t>(b)</w:t>
      </w:r>
      <w:r w:rsidRPr="002D2785">
        <w:tab/>
      </w:r>
      <w:r w:rsidRPr="002D2785">
        <w:rPr>
          <w:u w:val="single"/>
        </w:rPr>
        <w:t>Level III Enforcement</w:t>
      </w:r>
      <w:r w:rsidRPr="002D2785">
        <w:t xml:space="preserve"> - If ERCOT did take Level II Enforcement action </w:t>
      </w:r>
      <w:r w:rsidRPr="002D2785">
        <w:rPr>
          <w:szCs w:val="24"/>
        </w:rPr>
        <w:t>in</w:t>
      </w:r>
      <w:r w:rsidRPr="002D2785">
        <w:t xml:space="preserve"> the </w:t>
      </w:r>
      <w:r w:rsidRPr="002D2785">
        <w:rPr>
          <w:szCs w:val="24"/>
        </w:rPr>
        <w:t>case of the second</w:t>
      </w:r>
      <w:r w:rsidRPr="002D2785">
        <w:t xml:space="preserve"> Late Payment, ERCOT shall take Level III Enforcement action, as described in Section 16.11.6.2.7, Level III Enforcement</w:t>
      </w:r>
      <w:r w:rsidRPr="002D2785">
        <w:rPr>
          <w:szCs w:val="24"/>
        </w:rPr>
        <w:t>.</w:t>
      </w:r>
    </w:p>
    <w:p w14:paraId="54E9D055" w14:textId="77777777" w:rsidR="00FC1C5F" w:rsidRDefault="006B2812" w:rsidP="006B2812">
      <w:pPr>
        <w:pStyle w:val="BodyTextNumbered"/>
      </w:pPr>
      <w:r w:rsidRPr="002D2785">
        <w:t>(2)</w:t>
      </w:r>
      <w:r w:rsidRPr="002D2785">
        <w:tab/>
        <w:t xml:space="preserve">ERCOT shall send written notice to the Market Participant’s Authorized Representative and/or Credit Contact via email, advising the Market Participant of the action </w:t>
      </w:r>
      <w:r w:rsidRPr="002D2785">
        <w:rPr>
          <w:szCs w:val="24"/>
        </w:rPr>
        <w:t>required</w:t>
      </w:r>
      <w:r w:rsidRPr="002D2785">
        <w:t xml:space="preserve"> under Level II or Level III Enforcement, and informing the Market Participant that a fourth Late Payment in any 12-month rolling period shall result in ERCOT taking action under Section 16.11.6.1.6, Revocation of a Market Participant’s Rights and Termination of Agreements.</w:t>
      </w:r>
    </w:p>
    <w:p w14:paraId="28EA2F43" w14:textId="77777777" w:rsidR="00FC1C5F" w:rsidRDefault="00727E32">
      <w:pPr>
        <w:pStyle w:val="H5"/>
      </w:pPr>
      <w:bookmarkStart w:id="613" w:name="_Toc390438988"/>
      <w:bookmarkStart w:id="614" w:name="_Toc405897695"/>
      <w:bookmarkStart w:id="615" w:name="_Toc415055791"/>
      <w:bookmarkStart w:id="616" w:name="_Toc415055917"/>
      <w:bookmarkStart w:id="617" w:name="_Toc415056016"/>
      <w:bookmarkStart w:id="618" w:name="_Toc415056116"/>
      <w:bookmarkStart w:id="619" w:name="_Toc34728532"/>
      <w:r>
        <w:t>16.11.6.2.4</w:t>
      </w:r>
      <w:r>
        <w:tab/>
        <w:t>Fourth Late Payment in Any Rolling 12-Month Period</w:t>
      </w:r>
      <w:bookmarkEnd w:id="613"/>
      <w:bookmarkEnd w:id="614"/>
      <w:bookmarkEnd w:id="615"/>
      <w:bookmarkEnd w:id="616"/>
      <w:bookmarkEnd w:id="617"/>
      <w:bookmarkEnd w:id="618"/>
      <w:bookmarkEnd w:id="619"/>
    </w:p>
    <w:p w14:paraId="3B23E3C6" w14:textId="77777777" w:rsidR="00FC1C5F" w:rsidRDefault="00853D39" w:rsidP="003E09AF">
      <w:pPr>
        <w:pStyle w:val="BodyTextNumbered"/>
      </w:pPr>
      <w:r>
        <w:t>(1)</w:t>
      </w:r>
      <w:r>
        <w:tab/>
      </w:r>
      <w:r w:rsidR="006B2812">
        <w:t>For the fourth Late Payment resulting from a Payment Breach in any rolling 12-month period, ERCOT</w:t>
      </w:r>
      <w:r w:rsidR="006B2812">
        <w:rPr>
          <w:szCs w:val="24"/>
        </w:rPr>
        <w:t xml:space="preserve"> shall take</w:t>
      </w:r>
      <w:r w:rsidR="006B2812">
        <w:t xml:space="preserve"> </w:t>
      </w:r>
      <w:r w:rsidR="006B2812" w:rsidRPr="00BF0D35">
        <w:t>action under Section 16.11.6.1.6, Revocation of a Market Participant’s Rights and Termination of Agreements</w:t>
      </w:r>
      <w:r w:rsidR="006B2812">
        <w:t>.</w:t>
      </w:r>
    </w:p>
    <w:p w14:paraId="6AE5F2E0" w14:textId="77777777" w:rsidR="00FC1C5F" w:rsidRDefault="00727E32">
      <w:pPr>
        <w:pStyle w:val="H5"/>
      </w:pPr>
      <w:bookmarkStart w:id="620" w:name="_Toc390438989"/>
      <w:bookmarkStart w:id="621" w:name="_Toc405897697"/>
      <w:bookmarkStart w:id="622" w:name="_Toc415055792"/>
      <w:bookmarkStart w:id="623" w:name="_Toc415055918"/>
      <w:bookmarkStart w:id="624" w:name="_Toc415056017"/>
      <w:bookmarkStart w:id="625" w:name="_Toc415056117"/>
      <w:bookmarkStart w:id="626" w:name="_Toc34728533"/>
      <w:r>
        <w:t>16.11.6.2.5</w:t>
      </w:r>
      <w:r>
        <w:tab/>
        <w:t>Level I Enforcement</w:t>
      </w:r>
      <w:bookmarkEnd w:id="620"/>
      <w:bookmarkEnd w:id="621"/>
      <w:bookmarkEnd w:id="622"/>
      <w:bookmarkEnd w:id="623"/>
      <w:bookmarkEnd w:id="624"/>
      <w:bookmarkEnd w:id="625"/>
      <w:bookmarkEnd w:id="626"/>
    </w:p>
    <w:p w14:paraId="12A37450" w14:textId="77777777" w:rsidR="006B2812" w:rsidRPr="002D2785" w:rsidRDefault="006B2812" w:rsidP="006B2812">
      <w:pPr>
        <w:keepNext/>
        <w:spacing w:after="240"/>
        <w:ind w:left="720" w:hanging="720"/>
        <w:rPr>
          <w:iCs/>
        </w:rPr>
      </w:pPr>
      <w:r w:rsidRPr="002D2785">
        <w:rPr>
          <w:iCs/>
        </w:rPr>
        <w:t>(1)</w:t>
      </w:r>
      <w:r w:rsidRPr="002D2785">
        <w:rPr>
          <w:iCs/>
        </w:rPr>
        <w:tab/>
        <w:t>Under Level I Enforcement, ERCOT shall notify the Market Participant to comply with one of the following requirements:</w:t>
      </w:r>
    </w:p>
    <w:p w14:paraId="23B1DB22" w14:textId="77777777" w:rsidR="006B2812" w:rsidRPr="002D2785" w:rsidRDefault="006B2812" w:rsidP="006B2812">
      <w:pPr>
        <w:spacing w:after="240"/>
        <w:ind w:left="1440" w:hanging="720"/>
      </w:pPr>
      <w:r w:rsidRPr="002D2785">
        <w:t>(a)</w:t>
      </w:r>
      <w:r w:rsidRPr="002D2785">
        <w:tab/>
        <w:t>If the Market Participant has not provided Financial Security, the Market Participant shall now provide Financial Security, within two Bank Business Days, in an amount at or above 110% of the amount of the Market Participant’s TPE less the Unsecured Credit Limit; or any other liability to ERCOT that the Market Participant has or is expected to have for activity in the ERCOT Region, whichever applies.</w:t>
      </w:r>
    </w:p>
    <w:p w14:paraId="7930786C" w14:textId="77777777" w:rsidR="006B2812" w:rsidRPr="002D2785" w:rsidRDefault="006B2812" w:rsidP="006B2812">
      <w:pPr>
        <w:spacing w:after="240"/>
        <w:ind w:left="1440" w:hanging="720"/>
      </w:pPr>
      <w:r w:rsidRPr="002D2785">
        <w:t>(b)</w:t>
      </w:r>
      <w:r w:rsidRPr="002D2785">
        <w:tab/>
        <w:t>If the Market Participant has already provided Financial Security, the Market Participant shall increase its Financial Security, within two Bank Business Days, to an amount at or above 110% of its TPE less the Unsecured Credit Limit or any other liability to ERCOT that the Market Participant has or is expected to have for activity in the ERCOT Region, whichever applies.</w:t>
      </w:r>
    </w:p>
    <w:p w14:paraId="5388B59A" w14:textId="77777777" w:rsidR="00FC1C5F" w:rsidRDefault="006B2812" w:rsidP="006B2812">
      <w:pPr>
        <w:autoSpaceDE w:val="0"/>
        <w:autoSpaceDN w:val="0"/>
        <w:adjustRightInd w:val="0"/>
        <w:spacing w:after="240"/>
        <w:ind w:left="720" w:hanging="720"/>
        <w:rPr>
          <w:color w:val="000000"/>
        </w:rPr>
      </w:pPr>
      <w:r w:rsidRPr="002D2785">
        <w:rPr>
          <w:color w:val="000000"/>
          <w:szCs w:val="24"/>
        </w:rPr>
        <w:t>(2)</w:t>
      </w:r>
      <w:r w:rsidRPr="002D2785">
        <w:rPr>
          <w:color w:val="000000"/>
          <w:szCs w:val="24"/>
        </w:rPr>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3EABC437" w14:textId="77777777" w:rsidR="00FC1C5F" w:rsidRDefault="00727E32">
      <w:pPr>
        <w:pStyle w:val="H5"/>
      </w:pPr>
      <w:bookmarkStart w:id="627" w:name="_Toc390438990"/>
      <w:bookmarkStart w:id="628" w:name="_Toc405897699"/>
      <w:bookmarkStart w:id="629" w:name="_Toc415055793"/>
      <w:bookmarkStart w:id="630" w:name="_Toc415055919"/>
      <w:bookmarkStart w:id="631" w:name="_Toc415056018"/>
      <w:bookmarkStart w:id="632" w:name="_Toc415056118"/>
      <w:bookmarkStart w:id="633" w:name="_Toc34728534"/>
      <w:r>
        <w:t>16.11.6.2.6</w:t>
      </w:r>
      <w:r>
        <w:tab/>
        <w:t>Level II Enforcement</w:t>
      </w:r>
      <w:bookmarkEnd w:id="627"/>
      <w:bookmarkEnd w:id="628"/>
      <w:bookmarkEnd w:id="629"/>
      <w:bookmarkEnd w:id="630"/>
      <w:bookmarkEnd w:id="631"/>
      <w:bookmarkEnd w:id="632"/>
      <w:bookmarkEnd w:id="633"/>
    </w:p>
    <w:p w14:paraId="5E9341B4" w14:textId="77777777" w:rsidR="006B2812" w:rsidRPr="006B7162" w:rsidRDefault="006B2812" w:rsidP="006B2812">
      <w:pPr>
        <w:autoSpaceDE w:val="0"/>
        <w:autoSpaceDN w:val="0"/>
        <w:adjustRightInd w:val="0"/>
        <w:spacing w:after="240"/>
        <w:ind w:left="720" w:hanging="720"/>
        <w:rPr>
          <w:szCs w:val="24"/>
        </w:rPr>
      </w:pPr>
      <w:r w:rsidRPr="006B7162">
        <w:rPr>
          <w:color w:val="000000"/>
          <w:szCs w:val="24"/>
        </w:rPr>
        <w:t>(1)</w:t>
      </w:r>
      <w:r w:rsidRPr="006B7162">
        <w:rPr>
          <w:color w:val="000000"/>
          <w:szCs w:val="24"/>
        </w:rPr>
        <w:tab/>
        <w:t xml:space="preserve">Under Level II Enforcement, ERCOT shall notify the </w:t>
      </w:r>
      <w:r w:rsidRPr="006B7162">
        <w:rPr>
          <w:szCs w:val="24"/>
        </w:rPr>
        <w:t>Market Participant</w:t>
      </w:r>
      <w:r w:rsidRPr="006B7162">
        <w:rPr>
          <w:color w:val="000000"/>
          <w:szCs w:val="24"/>
        </w:rPr>
        <w:t xml:space="preserve"> that </w:t>
      </w:r>
      <w:r w:rsidRPr="006B7162">
        <w:rPr>
          <w:szCs w:val="24"/>
        </w:rPr>
        <w:t xml:space="preserve">the Market Participant shall provide Financial Security, within two Bank Business days, in the form of a cash deposit or letter of credit, as chosen by ERCOT at its sole discretion, at 110% of the Market Participant’s TPE less the Unsecured Credit Limit or for any other liability to ERCOT that the Market Participant has or is expected to have for activity in the ERCOT Region.   </w:t>
      </w:r>
    </w:p>
    <w:p w14:paraId="524C7A6B" w14:textId="77777777" w:rsidR="00FC1C5F" w:rsidRDefault="006B2812" w:rsidP="006B2812">
      <w:pPr>
        <w:pStyle w:val="List"/>
        <w:ind w:left="720"/>
      </w:pPr>
      <w:r w:rsidRPr="006B7162">
        <w:t>(2)</w:t>
      </w:r>
      <w:r w:rsidRPr="006B7162">
        <w:tab/>
        <w:t>Increased Financial Security requirements under this Section remain in effect for a minimum of 60 days and remain in effect thereafter until ERCOT, at its sole discretion, determines to reduce such Financial Security requirements to the normally applicable levels.</w:t>
      </w:r>
    </w:p>
    <w:p w14:paraId="5B014784" w14:textId="77777777" w:rsidR="00FC1C5F" w:rsidRDefault="00727E32">
      <w:pPr>
        <w:pStyle w:val="H5"/>
      </w:pPr>
      <w:bookmarkStart w:id="634" w:name="_Toc390438991"/>
      <w:bookmarkStart w:id="635" w:name="_Toc405897701"/>
      <w:bookmarkStart w:id="636" w:name="_Toc415055794"/>
      <w:bookmarkStart w:id="637" w:name="_Toc415055920"/>
      <w:bookmarkStart w:id="638" w:name="_Toc415056019"/>
      <w:bookmarkStart w:id="639" w:name="_Toc415056119"/>
      <w:bookmarkStart w:id="640" w:name="_Toc34728535"/>
      <w:r>
        <w:t>16.11.6.2.7</w:t>
      </w:r>
      <w:r>
        <w:tab/>
        <w:t>Level III Enforcement</w:t>
      </w:r>
      <w:bookmarkEnd w:id="634"/>
      <w:bookmarkEnd w:id="635"/>
      <w:bookmarkEnd w:id="636"/>
      <w:bookmarkEnd w:id="637"/>
      <w:bookmarkEnd w:id="638"/>
      <w:bookmarkEnd w:id="639"/>
      <w:bookmarkEnd w:id="640"/>
    </w:p>
    <w:p w14:paraId="5B217B54" w14:textId="77777777" w:rsidR="006B2812" w:rsidRPr="006B7162" w:rsidRDefault="006B2812" w:rsidP="006B2812">
      <w:pPr>
        <w:keepNext/>
        <w:spacing w:after="240"/>
        <w:rPr>
          <w:iCs/>
        </w:rPr>
      </w:pPr>
      <w:r w:rsidRPr="006B7162">
        <w:rPr>
          <w:iCs/>
        </w:rPr>
        <w:t>(1)</w:t>
      </w:r>
      <w:r w:rsidRPr="006B7162">
        <w:rPr>
          <w:iCs/>
        </w:rPr>
        <w:tab/>
      </w:r>
      <w:r w:rsidRPr="006B7162">
        <w:rPr>
          <w:lang w:eastAsia="x-none"/>
        </w:rPr>
        <w:t xml:space="preserve">Under Level III Enforcement, </w:t>
      </w:r>
      <w:r w:rsidRPr="006B7162">
        <w:rPr>
          <w:iCs/>
        </w:rPr>
        <w:t>ERCOT shall:</w:t>
      </w:r>
    </w:p>
    <w:p w14:paraId="2E852055" w14:textId="77777777" w:rsidR="006B2812" w:rsidRPr="006B7162" w:rsidRDefault="006B2812" w:rsidP="006B2812">
      <w:pPr>
        <w:spacing w:after="240"/>
        <w:ind w:left="1440" w:hanging="720"/>
      </w:pPr>
      <w:r w:rsidRPr="006B7162">
        <w:t>(a)</w:t>
      </w:r>
      <w:r w:rsidRPr="006B7162">
        <w:tab/>
        <w:t xml:space="preserve">Advise the Authorized Representative and/or Credit Contact that a fourth Late Payment in the rolling 12-month period shall result in </w:t>
      </w:r>
      <w:r w:rsidRPr="006B7162">
        <w:rPr>
          <w:iCs/>
        </w:rPr>
        <w:t>ERCOT taking action under Section 16.11.6.1.6, Revocation of a Market Participant’s Rights and Termination of Agreements</w:t>
      </w:r>
      <w:r w:rsidRPr="006B7162">
        <w:t>; or</w:t>
      </w:r>
    </w:p>
    <w:p w14:paraId="4436160D" w14:textId="77777777" w:rsidR="00FC1C5F" w:rsidRDefault="006B2812">
      <w:pPr>
        <w:pStyle w:val="BodyTextNumbered"/>
        <w:ind w:left="1440"/>
      </w:pPr>
      <w:r w:rsidRPr="006B7162">
        <w:t>(b)</w:t>
      </w:r>
      <w:r w:rsidRPr="006B7162">
        <w:tab/>
        <w:t>Take action under Section 16.11.6.1.6</w:t>
      </w:r>
      <w:r w:rsidRPr="006B7162">
        <w:rPr>
          <w:szCs w:val="24"/>
        </w:rPr>
        <w:t>.</w:t>
      </w:r>
    </w:p>
    <w:p w14:paraId="69F8BAE6" w14:textId="77777777" w:rsidR="00FC1C5F" w:rsidRDefault="00727E32" w:rsidP="00FC1C5F">
      <w:pPr>
        <w:pStyle w:val="H3"/>
      </w:pPr>
      <w:bookmarkStart w:id="641" w:name="_Toc98060312"/>
      <w:bookmarkStart w:id="642" w:name="_Toc390438992"/>
      <w:bookmarkStart w:id="643" w:name="_Toc405897703"/>
      <w:bookmarkStart w:id="644" w:name="_Toc415055795"/>
      <w:bookmarkStart w:id="645" w:name="_Toc415055921"/>
      <w:bookmarkStart w:id="646" w:name="_Toc415056020"/>
      <w:bookmarkStart w:id="647" w:name="_Toc415056120"/>
      <w:bookmarkStart w:id="648" w:name="_Toc34728536"/>
      <w:r>
        <w:t>16.11.7</w:t>
      </w:r>
      <w:r>
        <w:tab/>
        <w:t>Release of Market Participant’s Financial Security Requirement</w:t>
      </w:r>
      <w:bookmarkEnd w:id="641"/>
      <w:bookmarkEnd w:id="642"/>
      <w:bookmarkEnd w:id="643"/>
      <w:bookmarkEnd w:id="644"/>
      <w:bookmarkEnd w:id="645"/>
      <w:bookmarkEnd w:id="646"/>
      <w:bookmarkEnd w:id="647"/>
      <w:bookmarkEnd w:id="648"/>
    </w:p>
    <w:p w14:paraId="06270304" w14:textId="77777777" w:rsidR="00FC1C5F" w:rsidRDefault="00853D39" w:rsidP="003E09AF">
      <w:pPr>
        <w:pStyle w:val="BodyText"/>
        <w:ind w:left="720" w:hanging="720"/>
      </w:pPr>
      <w:r>
        <w:t>(1)</w:t>
      </w:r>
      <w:r>
        <w:tab/>
      </w:r>
      <w:r w:rsidR="00727E32">
        <w:t>Following the termination of a Market Participant’s Agreement, ERCOT shall, within 30 days after being satisfied, in its sole discretion, that no sums remain owing or will become due and payable by the Market Participant under these Protocols or any agreement between the Market Participant and ERCOT, return or release to the Market Participant, as appropriate, any Financial Security still held by ERCOT that the Market Participant provided to ERCOT under this Section.</w:t>
      </w:r>
    </w:p>
    <w:p w14:paraId="21AB74CA" w14:textId="77777777" w:rsidR="00FC1C5F" w:rsidRDefault="00727E32" w:rsidP="00FC1C5F">
      <w:pPr>
        <w:pStyle w:val="H3"/>
      </w:pPr>
      <w:bookmarkStart w:id="649" w:name="_Toc98060322"/>
      <w:bookmarkStart w:id="650" w:name="_Toc390438993"/>
      <w:bookmarkStart w:id="651" w:name="_Toc405897704"/>
      <w:bookmarkStart w:id="652" w:name="_Toc415055796"/>
      <w:bookmarkStart w:id="653" w:name="_Toc415055922"/>
      <w:bookmarkStart w:id="654" w:name="_Toc415056021"/>
      <w:bookmarkStart w:id="655" w:name="_Toc415056121"/>
      <w:bookmarkStart w:id="656" w:name="_Toc34728537"/>
      <w:r>
        <w:t>16.11.8</w:t>
      </w:r>
      <w:r>
        <w:tab/>
        <w:t>Acceleration</w:t>
      </w:r>
      <w:bookmarkEnd w:id="649"/>
      <w:bookmarkEnd w:id="650"/>
      <w:bookmarkEnd w:id="651"/>
      <w:bookmarkEnd w:id="652"/>
      <w:bookmarkEnd w:id="653"/>
      <w:bookmarkEnd w:id="654"/>
      <w:bookmarkEnd w:id="655"/>
      <w:bookmarkEnd w:id="656"/>
    </w:p>
    <w:p w14:paraId="49AC3609" w14:textId="77777777" w:rsidR="00FC1C5F" w:rsidRDefault="00853D39" w:rsidP="003E09AF">
      <w:pPr>
        <w:pStyle w:val="BodyText"/>
        <w:ind w:left="720" w:hanging="720"/>
      </w:pPr>
      <w:r>
        <w:t>(1)</w:t>
      </w:r>
      <w:r>
        <w:tab/>
      </w:r>
      <w:r w:rsidR="00727E32">
        <w:t>Upon termination of a Market Participant’s rights as a Market Participant and any other agreement(s) between ERCOT and the Market Participant, all sums owed to ERCOT are immediately accelerated and are immediately due and owing in full.  At that time, ERCOT may immediately draw upon the Market Participant’s Financial Security and shall use those funds to offset or recoup all amounts due to ERCOT.</w:t>
      </w:r>
      <w:bookmarkEnd w:id="410"/>
      <w:bookmarkEnd w:id="411"/>
      <w:bookmarkEnd w:id="412"/>
    </w:p>
    <w:p w14:paraId="6EA1CA23" w14:textId="77777777" w:rsidR="00C2117B" w:rsidRPr="002631D7" w:rsidRDefault="00C2117B" w:rsidP="00C2117B">
      <w:pPr>
        <w:pStyle w:val="H2"/>
        <w:rPr>
          <w:lang w:val="en-US" w:eastAsia="en-US"/>
        </w:rPr>
      </w:pPr>
      <w:bookmarkStart w:id="657" w:name="_Toc390438994"/>
      <w:bookmarkStart w:id="658" w:name="_Toc405897705"/>
      <w:bookmarkStart w:id="659" w:name="_Toc415055797"/>
      <w:bookmarkStart w:id="660" w:name="_Toc415055923"/>
      <w:bookmarkStart w:id="661" w:name="_Toc415056022"/>
      <w:bookmarkStart w:id="662" w:name="_Toc415056122"/>
      <w:bookmarkStart w:id="663" w:name="_Toc34728538"/>
      <w:r w:rsidRPr="002631D7">
        <w:rPr>
          <w:lang w:val="en-US" w:eastAsia="en-US"/>
        </w:rPr>
        <w:t>16.12</w:t>
      </w:r>
      <w:r w:rsidRPr="002631D7">
        <w:rPr>
          <w:lang w:val="en-US" w:eastAsia="en-US"/>
        </w:rPr>
        <w:tab/>
        <w:t>User Security Administrator and Digital Certificates</w:t>
      </w:r>
      <w:bookmarkEnd w:id="657"/>
      <w:bookmarkEnd w:id="658"/>
      <w:bookmarkEnd w:id="659"/>
      <w:bookmarkEnd w:id="660"/>
      <w:bookmarkEnd w:id="661"/>
      <w:bookmarkEnd w:id="662"/>
      <w:bookmarkEnd w:id="663"/>
    </w:p>
    <w:p w14:paraId="4FD49CDF" w14:textId="77777777" w:rsidR="00462B48" w:rsidRDefault="00462B48" w:rsidP="00462B48">
      <w:pPr>
        <w:pStyle w:val="H2"/>
        <w:tabs>
          <w:tab w:val="clear" w:pos="900"/>
        </w:tabs>
        <w:spacing w:before="0"/>
        <w:ind w:left="720" w:hanging="720"/>
        <w:outlineLvl w:val="9"/>
        <w:rPr>
          <w:b w:val="0"/>
        </w:rPr>
      </w:pPr>
      <w:bookmarkStart w:id="664"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2A92F01A" w14:textId="77777777" w:rsidR="00462B48" w:rsidRDefault="00462B48" w:rsidP="00462B48">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w:t>
      </w:r>
      <w:r>
        <w:rPr>
          <w:b w:val="0"/>
          <w:lang w:val="en-US"/>
        </w:rPr>
        <w:t>“</w:t>
      </w:r>
      <w:r>
        <w:rPr>
          <w:b w:val="0"/>
        </w:rPr>
        <w:t>RIOO</w:t>
      </w:r>
      <w:r>
        <w:rPr>
          <w:b w:val="0"/>
          <w:lang w:val="en-US"/>
        </w:rPr>
        <w:t>”</w:t>
      </w:r>
      <w:r>
        <w:rPr>
          <w:b w:val="0"/>
        </w:rPr>
        <w:t>)</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Each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Digital Certificate user guide.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684A" w14:paraId="221FD714" w14:textId="77777777" w:rsidTr="005858F9">
        <w:tc>
          <w:tcPr>
            <w:tcW w:w="9558" w:type="dxa"/>
            <w:shd w:val="pct12" w:color="auto" w:fill="auto"/>
          </w:tcPr>
          <w:p w14:paraId="79627BF5" w14:textId="0B5C6484" w:rsidR="0081684A" w:rsidRPr="0002450E" w:rsidRDefault="0081684A" w:rsidP="005858F9">
            <w:pPr>
              <w:pStyle w:val="Instructions"/>
              <w:spacing w:before="120"/>
              <w:rPr>
                <w:iCs/>
              </w:rPr>
            </w:pPr>
            <w:r>
              <w:rPr>
                <w:iCs/>
              </w:rPr>
              <w:t>[NPRR902</w:t>
            </w:r>
            <w:r w:rsidRPr="0002450E">
              <w:rPr>
                <w:iCs/>
              </w:rPr>
              <w:t xml:space="preserve">:  Replace </w:t>
            </w:r>
            <w:r>
              <w:rPr>
                <w:iCs/>
              </w:rPr>
              <w:t xml:space="preserve">paragraph (2) </w:t>
            </w:r>
            <w:r w:rsidRPr="0002450E">
              <w:rPr>
                <w:iCs/>
              </w:rPr>
              <w:t>above with the following upon system implementation</w:t>
            </w:r>
            <w:r>
              <w:rPr>
                <w:iCs/>
              </w:rPr>
              <w:t>, but no earlier than July 1, 2020</w:t>
            </w:r>
            <w:r w:rsidRPr="0002450E">
              <w:rPr>
                <w:iCs/>
              </w:rPr>
              <w:t xml:space="preserve">:] </w:t>
            </w:r>
          </w:p>
          <w:p w14:paraId="523A501A" w14:textId="0D392A42" w:rsidR="0081684A" w:rsidRPr="0081684A" w:rsidRDefault="0081684A" w:rsidP="00D239AF">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(“RIOO”)</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Pr>
                <w:b w:val="0"/>
              </w:rPr>
              <w:t xml:space="preserve">ERCOT Critical Energy Infrastructure Information (ECEII) posted on the Market Information System (MIS) Secure or Certified Area may be accessed only by those individuals that are issued ECEII-eligible Digital Certificates.  </w:t>
            </w:r>
            <w:r w:rsidRPr="00276CA9">
              <w:rPr>
                <w:b w:val="0"/>
              </w:rPr>
              <w:t>Each</w:t>
            </w:r>
            <w:r w:rsidRPr="00F80DFA">
              <w:rPr>
                <w:b w:val="0"/>
              </w:rPr>
              <w:t xml:space="preserve">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Digital Certificate user guide. </w:t>
            </w:r>
          </w:p>
        </w:tc>
      </w:tr>
    </w:tbl>
    <w:p w14:paraId="6211EE29" w14:textId="7DE936D1" w:rsidR="00462B48" w:rsidRPr="00DB1C2A" w:rsidRDefault="00462B48" w:rsidP="00EB7546">
      <w:pPr>
        <w:pStyle w:val="H2"/>
        <w:tabs>
          <w:tab w:val="clear" w:pos="900"/>
        </w:tabs>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p>
    <w:p w14:paraId="64EA7721" w14:textId="77777777" w:rsidR="00462B48" w:rsidRPr="00DB1C2A" w:rsidRDefault="00462B48" w:rsidP="00462B48">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lang w:val="en-US"/>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1E91DD5" w14:textId="77777777" w:rsidR="00462B48" w:rsidRPr="00DB1C2A" w:rsidRDefault="00462B48" w:rsidP="00462B48">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lang w:val="en-US"/>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w:t>
      </w:r>
      <w:r w:rsidR="00DC3589" w:rsidRPr="00DB1C2A">
        <w:rPr>
          <w:b w:val="0"/>
        </w:rPr>
        <w:t xml:space="preserve"> </w:t>
      </w:r>
      <w:r w:rsidRPr="00DB1C2A">
        <w:rPr>
          <w:b w:val="0"/>
        </w:rPr>
        <w:t>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372A3CFC" w14:textId="77777777" w:rsidR="00C2117B" w:rsidRPr="00F80DFA" w:rsidRDefault="00462B48" w:rsidP="00462B48">
      <w:pPr>
        <w:pStyle w:val="H2"/>
        <w:tabs>
          <w:tab w:val="clear" w:pos="900"/>
        </w:tabs>
        <w:spacing w:before="0"/>
        <w:ind w:left="720" w:hanging="720"/>
        <w:outlineLvl w:val="9"/>
        <w:rPr>
          <w:b w:val="0"/>
          <w:lang w:val="en-US"/>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lang w:val="en-US"/>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lang w:val="en-US"/>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664"/>
    </w:p>
    <w:p w14:paraId="6A7269C2" w14:textId="77777777" w:rsidR="00FC1C5F" w:rsidRDefault="00727E32" w:rsidP="003E021A">
      <w:pPr>
        <w:pStyle w:val="H3"/>
      </w:pPr>
      <w:bookmarkStart w:id="665" w:name="_Toc390438995"/>
      <w:bookmarkStart w:id="666" w:name="_Toc405897706"/>
      <w:bookmarkStart w:id="667" w:name="_Toc415055798"/>
      <w:bookmarkStart w:id="668" w:name="_Toc415055924"/>
      <w:bookmarkStart w:id="669" w:name="_Toc415056023"/>
      <w:bookmarkStart w:id="670" w:name="_Toc415056123"/>
      <w:bookmarkStart w:id="671" w:name="_Toc34728539"/>
      <w:r>
        <w:t>16.12.1</w:t>
      </w:r>
      <w:r>
        <w:tab/>
        <w:t>USA Responsibilities and Qualifications for Digital Certificate Holders</w:t>
      </w:r>
      <w:bookmarkEnd w:id="665"/>
      <w:bookmarkEnd w:id="666"/>
      <w:bookmarkEnd w:id="667"/>
      <w:bookmarkEnd w:id="668"/>
      <w:bookmarkEnd w:id="669"/>
      <w:bookmarkEnd w:id="670"/>
      <w:bookmarkEnd w:id="671"/>
    </w:p>
    <w:p w14:paraId="42502BFE" w14:textId="77777777" w:rsidR="00FC1C5F" w:rsidRDefault="00853D39" w:rsidP="003E09AF">
      <w:pPr>
        <w:pStyle w:val="BodyText"/>
        <w:ind w:left="720" w:hanging="720"/>
      </w:pPr>
      <w:r>
        <w:t>(1)</w:t>
      </w:r>
      <w:r>
        <w:tab/>
      </w:r>
      <w:r w:rsidR="00727E32">
        <w:t>The USA and the Market Participant are responsible for the following:</w:t>
      </w:r>
    </w:p>
    <w:p w14:paraId="18B4740F" w14:textId="77777777" w:rsidR="00462B48" w:rsidRDefault="00462B48" w:rsidP="00462B48">
      <w:pPr>
        <w:pStyle w:val="List"/>
      </w:pPr>
      <w:r>
        <w:t>(a)</w:t>
      </w:r>
      <w:r>
        <w:tab/>
        <w:t>Requesting Digital Certificates for authorized Certificate Holders (either persons or programmatic interfaces) that the USA has qualified through an appropriate screening process requiring confirmation that the Certificate Holder is an employee or authorized agent (including third parties) of the Market Participant.  A Certificate Holder (including the USA) must be qualified as set forth below.  The Market Participant shall be liable for ensuring that each of its Certificate Holder(s) meets the requirements of (</w:t>
      </w:r>
      <w:proofErr w:type="spellStart"/>
      <w:r>
        <w:t>i</w:t>
      </w:r>
      <w:proofErr w:type="spellEnd"/>
      <w:r>
        <w:t>) – (v) below.</w:t>
      </w:r>
    </w:p>
    <w:p w14:paraId="5DD5338C" w14:textId="77777777" w:rsidR="00462B48" w:rsidRDefault="00462B48" w:rsidP="00462B48">
      <w:pPr>
        <w:pStyle w:val="List2"/>
      </w:pPr>
      <w:r>
        <w:t>(</w:t>
      </w:r>
      <w:proofErr w:type="spellStart"/>
      <w:r>
        <w:t>i</w:t>
      </w:r>
      <w:proofErr w:type="spellEnd"/>
      <w:r>
        <w:t>)</w:t>
      </w:r>
      <w:r>
        <w:tab/>
        <w:t xml:space="preserve">For any employee or authorized agent receiving a Digital Certificate, the Market Participant shall confirm that the employee or authorized agent satisfies reasonable background review sufficient for employment or contract with the Market Participant so as to reasonably limit threat(s) to ERCOT’s market or computer systems.  The Market Participant may not request that Digital Certificates be issued to any employee or authorized agent that it determines, after reasonable background review, poses a threat to ERCOT’s market or computer systems.  </w:t>
      </w:r>
    </w:p>
    <w:p w14:paraId="5727625E" w14:textId="77777777" w:rsidR="00462B48" w:rsidRDefault="00462B48" w:rsidP="00462B48">
      <w:pPr>
        <w:pStyle w:val="List2"/>
      </w:pPr>
      <w:r>
        <w:t>(ii)</w:t>
      </w:r>
      <w:r>
        <w:tab/>
        <w:t xml:space="preserve">The Certificate Holder is aware of the rules and restrictions relating to the use of Digital Certificates.  </w:t>
      </w:r>
    </w:p>
    <w:p w14:paraId="1CF58831" w14:textId="77777777" w:rsidR="00462B48" w:rsidRDefault="00462B48" w:rsidP="00462B48">
      <w:pPr>
        <w:pStyle w:val="List2"/>
        <w:rPr>
          <w:b/>
          <w:i/>
        </w:rPr>
      </w:pPr>
      <w:r>
        <w:t>(iii)</w:t>
      </w:r>
      <w:r>
        <w:tab/>
        <w:t xml:space="preserve">The Certificate Holder is eligible to review and receive technology and software under applicable export control laws and regulations.  ERCOT shall post links to such laws and regulations on the ERCOT website. </w:t>
      </w:r>
    </w:p>
    <w:p w14:paraId="127683B0" w14:textId="77777777" w:rsidR="00462B48" w:rsidRDefault="00462B48" w:rsidP="00462B48">
      <w:pPr>
        <w:pStyle w:val="List2"/>
      </w:pPr>
      <w:r>
        <w:t>(iv)</w:t>
      </w:r>
      <w:r>
        <w:tab/>
        <w:t xml:space="preserve">The Market Participant has conducted a reasonable review of the Certificate Holder and has confirmed that the Certificate Holder is not on any U.S. terrorist threat lists such as the Consolidated Screening List or the Federal Bureau of Investigation Most Wanted Terrorists List.  ERCOT will post links to relevant lists on the ERCOT website.  </w:t>
      </w:r>
    </w:p>
    <w:p w14:paraId="67A6C024" w14:textId="77777777" w:rsidR="00462B48" w:rsidRDefault="00462B48" w:rsidP="00462B48">
      <w:pPr>
        <w:pStyle w:val="List2"/>
      </w:pPr>
      <w:r>
        <w:t>(v)</w:t>
      </w:r>
      <w:r>
        <w:tab/>
        <w:t>The Certificate Holder does not violate the conditions of use specified by the software vendor that provides the Digital Certificates for the Market Participant’s use and provided to the Certificate Holder.  ERCOT will post links to relevant conditions of use on the ERCOT website</w:t>
      </w:r>
      <w:r w:rsidR="00DC3589">
        <w:t>.</w:t>
      </w:r>
    </w:p>
    <w:p w14:paraId="032610AE" w14:textId="77777777" w:rsidR="00462B48" w:rsidRDefault="00462B48" w:rsidP="00462B48">
      <w:pPr>
        <w:pStyle w:val="List"/>
      </w:pPr>
      <w:r>
        <w:t>(b)</w:t>
      </w:r>
      <w:r>
        <w:tab/>
        <w:t xml:space="preserve">Requesting revocation of Digital Certificates.  </w:t>
      </w:r>
      <w:r w:rsidRPr="00ED1058">
        <w:t xml:space="preserve">The Market Participant or USA shall request revocation </w:t>
      </w:r>
      <w:r>
        <w:t xml:space="preserve">of Digital Certificates </w:t>
      </w:r>
      <w:r w:rsidRPr="00ED1058">
        <w:t xml:space="preserve">by proceeding with the ERCOT </w:t>
      </w:r>
      <w:r>
        <w:t>Digital Certificate</w:t>
      </w:r>
      <w:r w:rsidRPr="00ED1058">
        <w:t xml:space="preserve"> revocation process</w:t>
      </w:r>
      <w:r>
        <w:t xml:space="preserve"> as described in the Digital Certificate User Guide</w:t>
      </w:r>
      <w:r w:rsidRPr="00ED1058">
        <w:t xml:space="preserve">. </w:t>
      </w:r>
      <w:r>
        <w:t xml:space="preserve"> The Market Participant or USA shall request revocation of a Digital Certificate under any of the following conditions:</w:t>
      </w:r>
    </w:p>
    <w:p w14:paraId="665A9064" w14:textId="77777777" w:rsidR="00462B48" w:rsidRDefault="00462B48" w:rsidP="00462B48">
      <w:pPr>
        <w:pStyle w:val="List2"/>
      </w:pPr>
      <w:r>
        <w:t>(</w:t>
      </w:r>
      <w:proofErr w:type="spellStart"/>
      <w:r>
        <w:t>i</w:t>
      </w:r>
      <w:proofErr w:type="spellEnd"/>
      <w:r>
        <w:t>)</w:t>
      </w:r>
      <w:r>
        <w:tab/>
        <w:t>As soon as possible but no later than three Business Days after:</w:t>
      </w:r>
    </w:p>
    <w:p w14:paraId="3B623A7A" w14:textId="77777777" w:rsidR="00462B48" w:rsidRDefault="00462B48" w:rsidP="00462B48">
      <w:pPr>
        <w:pStyle w:val="List2"/>
        <w:ind w:left="2880"/>
      </w:pPr>
      <w:r>
        <w:t>(A)</w:t>
      </w:r>
      <w:r>
        <w:tab/>
        <w:t>A Certificate Holder ceases employment with the Market Participant; or</w:t>
      </w:r>
    </w:p>
    <w:p w14:paraId="426A2540" w14:textId="77777777" w:rsidR="00462B48" w:rsidRDefault="00462B48" w:rsidP="00462B48">
      <w:pPr>
        <w:pStyle w:val="List2"/>
        <w:ind w:left="2880"/>
      </w:pPr>
      <w:r>
        <w:t>(B)</w:t>
      </w:r>
      <w:r>
        <w:tab/>
        <w:t xml:space="preserve">The Market Participant becomes aware that a Certificate Holder is changing job functions (pursuant to a reasonable process for identifying when job function changes occur) so that the Certificate Holder no longer needs the Digital Certificate; </w:t>
      </w:r>
    </w:p>
    <w:p w14:paraId="7D23D44C" w14:textId="77777777" w:rsidR="00462B48" w:rsidRDefault="00462B48" w:rsidP="00462B48">
      <w:pPr>
        <w:pStyle w:val="List2"/>
      </w:pPr>
      <w:r>
        <w:t>(ii)</w:t>
      </w:r>
      <w:r>
        <w:tab/>
        <w:t xml:space="preserve">As soon as possible, but no later than five Business Days, after the Market Participant becomes aware (pursuant to a reasonable process for identifying violations) that the Certificate Holder has violated any of the following conditions of use of a Digital Certificate: </w:t>
      </w:r>
    </w:p>
    <w:p w14:paraId="629475D2" w14:textId="77777777" w:rsidR="00462B48" w:rsidRDefault="00462B48" w:rsidP="00462B48">
      <w:pPr>
        <w:pStyle w:val="List3"/>
      </w:pPr>
      <w:r>
        <w:t>(A)</w:t>
      </w:r>
      <w:r>
        <w:tab/>
        <w:t>Violating the requirements if any of paragraph (1)(a)(</w:t>
      </w:r>
      <w:proofErr w:type="spellStart"/>
      <w:r>
        <w:t>i</w:t>
      </w:r>
      <w:proofErr w:type="spellEnd"/>
      <w:r>
        <w:t>) – (v) above;</w:t>
      </w:r>
    </w:p>
    <w:p w14:paraId="7478F033" w14:textId="77777777" w:rsidR="00462B48" w:rsidRDefault="00462B48" w:rsidP="00462B48">
      <w:pPr>
        <w:pStyle w:val="List3"/>
      </w:pPr>
      <w:r>
        <w:t>(B)</w:t>
      </w:r>
      <w:r>
        <w:tab/>
        <w:t xml:space="preserve">Using the Digital Certificate for any unauthorized purpose; or </w:t>
      </w:r>
    </w:p>
    <w:p w14:paraId="5EA3B87B" w14:textId="77777777" w:rsidR="00462B48" w:rsidRDefault="00462B48" w:rsidP="00462B48">
      <w:pPr>
        <w:pStyle w:val="List3"/>
      </w:pPr>
      <w:r>
        <w:t>(C)</w:t>
      </w:r>
      <w:r>
        <w:tab/>
        <w:t xml:space="preserve">Allowing any person other than the Certificate Holder to use the Digital Certificate. </w:t>
      </w:r>
    </w:p>
    <w:p w14:paraId="49E92C83" w14:textId="77777777" w:rsidR="00FC1C5F" w:rsidRDefault="00727E32" w:rsidP="003E021A">
      <w:pPr>
        <w:pStyle w:val="List"/>
      </w:pPr>
      <w:r>
        <w:t>(c)</w:t>
      </w:r>
      <w:r>
        <w:tab/>
        <w:t>Managing the level of access for each Certificate Holder by assigning and maintaining Digital Certificate roles for each authorized user in accordance with the process set forth in</w:t>
      </w:r>
      <w:r w:rsidR="00B96953">
        <w:t xml:space="preserve"> ERCOT’s Digital Certificate user guide.</w:t>
      </w:r>
    </w:p>
    <w:p w14:paraId="115D71AA" w14:textId="77777777" w:rsidR="00FC1C5F" w:rsidRDefault="00727E32">
      <w:pPr>
        <w:pStyle w:val="List"/>
        <w:tabs>
          <w:tab w:val="left" w:pos="720"/>
          <w:tab w:val="left" w:pos="1440"/>
          <w:tab w:val="left" w:pos="2160"/>
          <w:tab w:val="left" w:pos="2880"/>
          <w:tab w:val="left" w:pos="3600"/>
          <w:tab w:val="left" w:pos="4320"/>
          <w:tab w:val="left" w:pos="5040"/>
          <w:tab w:val="left" w:pos="5760"/>
          <w:tab w:val="left" w:pos="8112"/>
        </w:tabs>
      </w:pPr>
      <w:r>
        <w:t>(d)</w:t>
      </w:r>
      <w:r>
        <w:tab/>
        <w:t>Requesting annual renewal of Digital Certificates.</w:t>
      </w:r>
      <w:r>
        <w:tab/>
      </w:r>
    </w:p>
    <w:p w14:paraId="48DE3297" w14:textId="77777777" w:rsidR="00FC1C5F" w:rsidRDefault="00727E32">
      <w:pPr>
        <w:pStyle w:val="List"/>
      </w:pPr>
      <w:r>
        <w:t>(e)</w:t>
      </w:r>
      <w:r>
        <w:tab/>
        <w:t xml:space="preserve">If needed, issuing Digital Certificates for use by electronic systems not limited to servers. </w:t>
      </w:r>
    </w:p>
    <w:p w14:paraId="0F47AEAA" w14:textId="77777777" w:rsidR="00FC1C5F" w:rsidRDefault="00727E32">
      <w:pPr>
        <w:pStyle w:val="List"/>
        <w:numPr>
          <w:ilvl w:val="0"/>
          <w:numId w:val="6"/>
        </w:numPr>
        <w:tabs>
          <w:tab w:val="clear" w:pos="1080"/>
        </w:tabs>
        <w:ind w:left="1440" w:hanging="720"/>
      </w:pPr>
      <w:r>
        <w:t xml:space="preserve">Maintaining the integrity of the administration of Digital Certificates through consistent, sound and reasonable business practices. </w:t>
      </w:r>
    </w:p>
    <w:p w14:paraId="4C046123" w14:textId="77777777" w:rsidR="00FC1C5F" w:rsidRDefault="00727E32">
      <w:pPr>
        <w:pStyle w:val="H3"/>
      </w:pPr>
      <w:bookmarkStart w:id="672" w:name="_Toc390438996"/>
      <w:bookmarkStart w:id="673" w:name="_Toc405897707"/>
      <w:bookmarkStart w:id="674" w:name="_Toc415055799"/>
      <w:bookmarkStart w:id="675" w:name="_Toc415055925"/>
      <w:bookmarkStart w:id="676" w:name="_Toc415056024"/>
      <w:bookmarkStart w:id="677" w:name="_Toc415056124"/>
      <w:bookmarkStart w:id="678" w:name="_Toc34728540"/>
      <w:r>
        <w:t>16.12.2</w:t>
      </w:r>
      <w:r>
        <w:tab/>
        <w:t>Requirements for Use of Digital Certificates</w:t>
      </w:r>
      <w:bookmarkEnd w:id="672"/>
      <w:bookmarkEnd w:id="673"/>
      <w:bookmarkEnd w:id="674"/>
      <w:bookmarkEnd w:id="675"/>
      <w:bookmarkEnd w:id="676"/>
      <w:bookmarkEnd w:id="677"/>
      <w:bookmarkEnd w:id="678"/>
    </w:p>
    <w:p w14:paraId="5F0F4A17" w14:textId="77777777" w:rsidR="00FC1C5F" w:rsidRDefault="00853D39">
      <w:pPr>
        <w:pStyle w:val="List"/>
        <w:ind w:left="720"/>
      </w:pPr>
      <w:r>
        <w:t>(1)</w:t>
      </w:r>
      <w:r>
        <w:tab/>
      </w:r>
      <w:r w:rsidR="00727E32">
        <w:t>Use of Digital Certificates must comply with the following:</w:t>
      </w:r>
    </w:p>
    <w:p w14:paraId="689A2E0B" w14:textId="77777777" w:rsidR="00FC1C5F" w:rsidRDefault="00727E32">
      <w:pPr>
        <w:pStyle w:val="List"/>
      </w:pPr>
      <w:r>
        <w:t>(a)</w:t>
      </w:r>
      <w:r>
        <w:tab/>
        <w:t xml:space="preserve">A Digital Certificate shall be used by only one individual and may not be shared.  If multiple employees or authorized agents share a computer and each requires a Digital Certificate, the </w:t>
      </w:r>
      <w:smartTag w:uri="urn:schemas-microsoft-com:office:smarttags" w:element="place">
        <w:smartTag w:uri="urn:schemas-microsoft-com:office:smarttags" w:element="country-region">
          <w:r>
            <w:t>USA</w:t>
          </w:r>
        </w:smartTag>
      </w:smartTag>
      <w:r>
        <w:t xml:space="preserve"> shall request separate Digital Certificates for each. Multiple Digital Certificates may be installed and managed on a single computer.  ERCOT shall include instructions on how to manage multiple Digital Certificates in</w:t>
      </w:r>
      <w:r w:rsidR="00B96953">
        <w:t xml:space="preserve"> the Digital Certificate user guide.</w:t>
      </w:r>
    </w:p>
    <w:p w14:paraId="7DE54617" w14:textId="77777777" w:rsidR="00B96953" w:rsidRDefault="00727E32">
      <w:pPr>
        <w:pStyle w:val="List"/>
      </w:pPr>
      <w:r>
        <w:t>(b)</w:t>
      </w:r>
      <w:r>
        <w:tab/>
      </w:r>
      <w:r w:rsidR="00B96953">
        <w:t>A Digital Certificate may not be traded or sold.</w:t>
      </w:r>
    </w:p>
    <w:p w14:paraId="5FBEE859" w14:textId="77777777" w:rsidR="00FC1C5F" w:rsidRDefault="00B96953">
      <w:pPr>
        <w:pStyle w:val="List"/>
      </w:pPr>
      <w:r>
        <w:t>(c)</w:t>
      </w:r>
      <w:r>
        <w:tab/>
      </w:r>
      <w:r w:rsidR="00727E32">
        <w:t>Electronic equipment on which the Digital Certificate resides must be physically and electronically secured in a reasonable manner to prevent improper use of the Digital Certificate.</w:t>
      </w:r>
    </w:p>
    <w:p w14:paraId="39E4923F" w14:textId="77777777" w:rsidR="00FC1C5F" w:rsidRDefault="00727E32">
      <w:pPr>
        <w:pStyle w:val="List"/>
      </w:pPr>
      <w:r>
        <w:t>(</w:t>
      </w:r>
      <w:r w:rsidR="00B96953">
        <w:t>d</w:t>
      </w:r>
      <w:r>
        <w:t>)</w:t>
      </w:r>
      <w:r>
        <w:tab/>
        <w:t>The Market Participant is wholly responsible for any use of Digital Certificates issued by its USA.</w:t>
      </w:r>
    </w:p>
    <w:p w14:paraId="10CB54A7" w14:textId="77777777" w:rsidR="00FC1C5F" w:rsidRDefault="00727E32">
      <w:pPr>
        <w:pStyle w:val="H3"/>
      </w:pPr>
      <w:bookmarkStart w:id="679" w:name="_Toc390438997"/>
      <w:bookmarkStart w:id="680" w:name="_Toc405897708"/>
      <w:bookmarkStart w:id="681" w:name="_Toc415055800"/>
      <w:bookmarkStart w:id="682" w:name="_Toc415055926"/>
      <w:bookmarkStart w:id="683" w:name="_Toc415056025"/>
      <w:bookmarkStart w:id="684" w:name="_Toc415056125"/>
      <w:bookmarkStart w:id="685" w:name="_Toc34728541"/>
      <w:r>
        <w:t>16.12.3</w:t>
      </w:r>
      <w:r>
        <w:tab/>
        <w:t>Market Participant Audits of User Security Administrators and Digital Certificates</w:t>
      </w:r>
      <w:bookmarkEnd w:id="679"/>
      <w:bookmarkEnd w:id="680"/>
      <w:bookmarkEnd w:id="681"/>
      <w:bookmarkEnd w:id="682"/>
      <w:bookmarkEnd w:id="683"/>
      <w:bookmarkEnd w:id="684"/>
      <w:bookmarkEnd w:id="685"/>
    </w:p>
    <w:p w14:paraId="637B555F" w14:textId="77777777" w:rsidR="00462B48" w:rsidRDefault="00462B48" w:rsidP="00462B48">
      <w:pPr>
        <w:pStyle w:val="BodyText"/>
        <w:ind w:left="720" w:hanging="720"/>
      </w:pPr>
      <w:r>
        <w:t>(1)</w:t>
      </w:r>
      <w:r>
        <w:tab/>
        <w:t>During September of each year, each Market Participant that has been issued any Digital Certificates shall generate a list of its registered USA and Certificate Holders.  The Market Participant, through its USA or another authorized third party, shall perform an audit by reviewing the list and noting any inconsistencies or instances of non-compliance (including, for example, any Certificate Holder that may have changed job functions and no longer requires the Digital Certificate).  If the Market Participant or its USA or the authorized third party identifies discrepancies, the USA shall use the process for managing Digital Certificates as included in ERCOT’s Digital Certificate user guide to rectify the discrepancy. The audit must, at a minimum confirm that:</w:t>
      </w:r>
    </w:p>
    <w:p w14:paraId="0D86FB07" w14:textId="77777777" w:rsidR="00462B48" w:rsidRDefault="00462B48" w:rsidP="00462B48">
      <w:pPr>
        <w:pStyle w:val="List"/>
      </w:pPr>
      <w:r>
        <w:t>(a)</w:t>
      </w:r>
      <w:r>
        <w:tab/>
        <w:t xml:space="preserve">The Market Participant and each listed USA and Certificate Holder meet the applicable requirements of paragraph (1)(a) of </w:t>
      </w:r>
      <w:r w:rsidRPr="0085242C">
        <w:t>Section 16.12.1</w:t>
      </w:r>
      <w:r>
        <w:t>, USA Responsibilities and Qualifications for Digital Certificate Holders, and</w:t>
      </w:r>
      <w:r w:rsidRPr="00FD3C2B">
        <w:rPr>
          <w:szCs w:val="24"/>
        </w:rPr>
        <w:t xml:space="preserve"> </w:t>
      </w:r>
      <w:r>
        <w:rPr>
          <w:szCs w:val="24"/>
        </w:rPr>
        <w:t>are not subject to any of the conditions that would require revocation as described in paragraph (1)(b) of Section 16.12.1</w:t>
      </w:r>
      <w:r>
        <w:t xml:space="preserve">;  </w:t>
      </w:r>
    </w:p>
    <w:p w14:paraId="0E58E309" w14:textId="77777777" w:rsidR="00462B48" w:rsidRDefault="00462B48" w:rsidP="00462B48">
      <w:pPr>
        <w:pStyle w:val="List"/>
      </w:pPr>
      <w:r>
        <w:t>(b)</w:t>
      </w:r>
      <w:r>
        <w:tab/>
        <w:t xml:space="preserve">Each listed USA and Certificate Holder is currently employed by or is an authorized agent contracted with the Market Participant; </w:t>
      </w:r>
    </w:p>
    <w:p w14:paraId="030A792F" w14:textId="77777777" w:rsidR="00462B48" w:rsidRDefault="00462B48" w:rsidP="00462B48">
      <w:pPr>
        <w:pStyle w:val="List"/>
      </w:pPr>
      <w:r>
        <w:t>(c)</w:t>
      </w:r>
      <w:r>
        <w:tab/>
        <w:t xml:space="preserve">The Market Participant has verified that the listed USA is authorized to be the USA; </w:t>
      </w:r>
    </w:p>
    <w:p w14:paraId="43D7BA4B" w14:textId="77777777" w:rsidR="00462B48" w:rsidRDefault="00462B48" w:rsidP="00462B48">
      <w:pPr>
        <w:pStyle w:val="List"/>
      </w:pPr>
      <w:r>
        <w:t>(d)</w:t>
      </w:r>
      <w:r>
        <w:tab/>
        <w:t>Each Certificate Holder is authorized to retain and use the Digital Certificate; and</w:t>
      </w:r>
    </w:p>
    <w:p w14:paraId="4612AE42" w14:textId="77777777" w:rsidR="00462B48" w:rsidRDefault="00462B48" w:rsidP="00462B48">
      <w:pPr>
        <w:pStyle w:val="List"/>
      </w:pPr>
      <w:r>
        <w:t>(e)</w:t>
      </w:r>
      <w:r>
        <w:tab/>
        <w:t>Each listed Certificate Holder needs the Digital Certificate to perform his or her job functions.</w:t>
      </w:r>
    </w:p>
    <w:p w14:paraId="55B3F0BE" w14:textId="77777777" w:rsidR="00462B48" w:rsidRDefault="00462B48" w:rsidP="00462B48">
      <w:pPr>
        <w:pStyle w:val="ListIntroduction"/>
        <w:ind w:left="720" w:hanging="720"/>
      </w:pPr>
      <w:r>
        <w:t>(2)</w:t>
      </w:r>
      <w:r>
        <w:tab/>
        <w:t>By October 1 of each year, a Market Participant shall submit to ERCOT a DCAA</w:t>
      </w:r>
      <w:r w:rsidRPr="006D1846">
        <w:t xml:space="preserve"> </w:t>
      </w:r>
      <w:r>
        <w:t xml:space="preserve">(as provided for in </w:t>
      </w:r>
      <w:r w:rsidRPr="0085242C">
        <w:t>Section 23, Form L</w:t>
      </w:r>
      <w:r>
        <w:t>,</w:t>
      </w:r>
      <w:r w:rsidRPr="006D1846">
        <w:t xml:space="preserve"> </w:t>
      </w:r>
      <w:r>
        <w:t>Digital Certificate Audit Attestation</w:t>
      </w:r>
      <w:r w:rsidRPr="00F80DFA">
        <w:t>)</w:t>
      </w:r>
      <w:r>
        <w:t xml:space="preserve"> from </w:t>
      </w:r>
      <w:r>
        <w:rPr>
          <w:iCs w:val="0"/>
        </w:rPr>
        <w:t xml:space="preserve">an individual who: (a) is </w:t>
      </w:r>
      <w:r>
        <w:t xml:space="preserve">an officer, executive, or employee of the Market Participant or of an Affiliate of the Market Participant; and (b) has authority to bind the Market Participant.  The attestation shall certify that: </w:t>
      </w:r>
    </w:p>
    <w:p w14:paraId="73278FE6" w14:textId="77777777" w:rsidR="00462B48" w:rsidRDefault="00462B48" w:rsidP="00462B48">
      <w:pPr>
        <w:pStyle w:val="List"/>
      </w:pPr>
      <w:r>
        <w:t>(a)</w:t>
      </w:r>
      <w:r>
        <w:tab/>
        <w:t>The Market Participant has complied with the requirements of the audit;</w:t>
      </w:r>
    </w:p>
    <w:p w14:paraId="4FC85374" w14:textId="77777777" w:rsidR="00462B48" w:rsidRDefault="00462B48" w:rsidP="00462B48">
      <w:pPr>
        <w:pStyle w:val="List"/>
      </w:pPr>
      <w:r>
        <w:t>(b)</w:t>
      </w:r>
      <w:r>
        <w:tab/>
        <w:t xml:space="preserve">The Market Participant has verified that all assigned Digital Certificates belong to Certificate Holders authorized by the Market Participant’s USA.  If the Certificate Holders no longer meet the criteria in paragraph (1)(a) of </w:t>
      </w:r>
      <w:r w:rsidRPr="00ED741E">
        <w:t>Section 16.12.1</w:t>
      </w:r>
      <w:r>
        <w:t>, the USA shall inform ERCOT as described in paragraph (1)(b) of Section 16.12.1 and note the findings in the response; and</w:t>
      </w:r>
    </w:p>
    <w:p w14:paraId="53366E5E" w14:textId="77777777" w:rsidR="00462B48" w:rsidRDefault="00462B48" w:rsidP="00462B48">
      <w:pPr>
        <w:pStyle w:val="List"/>
      </w:pPr>
      <w:r>
        <w:t>(c)</w:t>
      </w:r>
      <w:r>
        <w:tab/>
        <w:t>The USA and all Certificate Holders have been qualified through a reasonable screening process and background review required by paragraph</w:t>
      </w:r>
      <w:r w:rsidR="00DC3589">
        <w:t>s</w:t>
      </w:r>
      <w:r>
        <w:t xml:space="preserve"> (1)(a)(</w:t>
      </w:r>
      <w:proofErr w:type="spellStart"/>
      <w:r>
        <w:t>i</w:t>
      </w:r>
      <w:proofErr w:type="spellEnd"/>
      <w:r>
        <w:t xml:space="preserve">)-(v) of Section 16.12.1. </w:t>
      </w:r>
    </w:p>
    <w:p w14:paraId="6A34F532" w14:textId="77777777" w:rsidR="00FC1C5F" w:rsidRDefault="00727E32" w:rsidP="003E021A">
      <w:pPr>
        <w:pStyle w:val="List"/>
        <w:ind w:left="720"/>
      </w:pPr>
      <w:r>
        <w:t>(3)</w:t>
      </w:r>
      <w: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w:t>
      </w:r>
      <w:r w:rsidR="004A65D8">
        <w:t xml:space="preserve"> </w:t>
      </w:r>
      <w:r>
        <w:t xml:space="preserve">ERCOT shall review that extension request and notify the Market Participant if the request is approved or denied.  ERCOT may approve no more than one extension request per Market Participant.  </w:t>
      </w:r>
    </w:p>
    <w:p w14:paraId="0CAF7255" w14:textId="77777777" w:rsidR="00FC1C5F" w:rsidRDefault="00727E32" w:rsidP="00355D7A">
      <w:pPr>
        <w:pStyle w:val="List"/>
        <w:ind w:left="720"/>
      </w:pPr>
      <w:r>
        <w:t>(4)</w:t>
      </w:r>
      <w:r>
        <w:tab/>
      </w:r>
      <w:r w:rsidR="00462B48" w:rsidRPr="00C92875">
        <w:t>By December 1 of each year, ERCOT shall acknowledge receipt of each DCAA audit received and indicate whether any required information is missing from the DCAA.</w:t>
      </w:r>
    </w:p>
    <w:p w14:paraId="41C1E153" w14:textId="77777777" w:rsidR="00FC1C5F" w:rsidRDefault="00727E32" w:rsidP="003E021A">
      <w:pPr>
        <w:pStyle w:val="BodyText"/>
        <w:spacing w:before="240"/>
        <w:rPr>
          <w:b/>
          <w:i/>
        </w:rPr>
      </w:pPr>
      <w:r>
        <w:rPr>
          <w:b/>
          <w:i/>
        </w:rPr>
        <w:t>16.12.4</w:t>
      </w:r>
      <w:r>
        <w:rPr>
          <w:b/>
          <w:i/>
        </w:rPr>
        <w:tab/>
        <w:t>ERCOT Audit - Consequences of Non-compliance</w:t>
      </w:r>
    </w:p>
    <w:p w14:paraId="45EDFAB4" w14:textId="77777777" w:rsidR="00462B48" w:rsidRDefault="00462B48" w:rsidP="00462B48">
      <w:pPr>
        <w:spacing w:after="240"/>
        <w:ind w:left="720" w:hanging="720"/>
      </w:pPr>
      <w:r>
        <w:t>(1)</w:t>
      </w:r>
      <w:r>
        <w:tab/>
        <w:t xml:space="preserve">ERCOT, or its designee, shall review the DCAA submitted under </w:t>
      </w:r>
      <w:r w:rsidRPr="0085242C">
        <w:t>Section 16.12.3</w:t>
      </w:r>
      <w:r>
        <w:t xml:space="preserve">, Market Participant Audits of User Security </w:t>
      </w:r>
      <w:r w:rsidR="00DC3589">
        <w:t>Administrators</w:t>
      </w:r>
      <w:r>
        <w:t xml:space="preserve"> and Digital Certificates, and may audit the Market Participant for compliance with the provisions of this </w:t>
      </w:r>
      <w:r w:rsidRPr="00ED741E">
        <w:t>Section 16.12</w:t>
      </w:r>
      <w:r>
        <w:t xml:space="preserve">, User Security Administrator and Digital Certificates. The Market Participant shall cooperate fully with ERCOT in such audits.  </w:t>
      </w:r>
    </w:p>
    <w:p w14:paraId="55B7A527" w14:textId="77777777" w:rsidR="00462B48" w:rsidRDefault="00462B48" w:rsidP="00462B48">
      <w:pPr>
        <w:spacing w:after="240"/>
        <w:ind w:left="720" w:hanging="720"/>
      </w:pPr>
      <w:r>
        <w:t>(2)</w:t>
      </w:r>
      <w:r>
        <w:tab/>
        <w:t xml:space="preserve">On or about December 15 of each year, ERCOT shall report to the Public Utility Commission of Texas (PUCT) all Market Participants failing to properly perform and/or submit complete DCAA(s) as described in Section 16.12.3 or non-compliance with Section 16.12.3.  </w:t>
      </w:r>
    </w:p>
    <w:p w14:paraId="0147BA3D" w14:textId="77777777" w:rsidR="00462B48" w:rsidRDefault="00462B48" w:rsidP="00462B48">
      <w:pPr>
        <w:spacing w:after="240"/>
        <w:ind w:left="720" w:hanging="720"/>
      </w:pPr>
      <w:r>
        <w:t>(3)</w:t>
      </w:r>
      <w:r>
        <w:tab/>
        <w:t>ERCOT, after providing notice to the Market Participant and PUCT Staff, may disqualify the Market Participant’s USA and/or revoke any or all Digital Certificates assigned to the Market Participant if:</w:t>
      </w:r>
    </w:p>
    <w:p w14:paraId="37C06D4F" w14:textId="77777777" w:rsidR="00462B48" w:rsidRDefault="00462B48" w:rsidP="00462B48">
      <w:pPr>
        <w:pStyle w:val="List"/>
      </w:pPr>
      <w:r>
        <w:t>(a)</w:t>
      </w:r>
      <w:r>
        <w:tab/>
        <w:t xml:space="preserve">The Market Participant does not properly and timely perform the audit; </w:t>
      </w:r>
    </w:p>
    <w:p w14:paraId="6C2E3D8C" w14:textId="77777777" w:rsidR="00462B48" w:rsidRDefault="00462B48" w:rsidP="00462B48">
      <w:pPr>
        <w:pStyle w:val="List"/>
      </w:pPr>
      <w:r>
        <w:t>(b)</w:t>
      </w:r>
      <w:r>
        <w:tab/>
        <w:t xml:space="preserve">ERCOT discovers non-compliance; or </w:t>
      </w:r>
    </w:p>
    <w:p w14:paraId="44FC24F6" w14:textId="77777777" w:rsidR="00462B48" w:rsidRDefault="00462B48" w:rsidP="00462B48">
      <w:pPr>
        <w:pStyle w:val="List"/>
      </w:pPr>
      <w:r>
        <w:t>(c)</w:t>
      </w:r>
      <w:r>
        <w:tab/>
        <w:t xml:space="preserve">The Market Participant does not timely request revocation of its Digital Certificates for unauthorized Certificate Holders. </w:t>
      </w:r>
    </w:p>
    <w:p w14:paraId="1822CA03" w14:textId="77777777" w:rsidR="00462B48" w:rsidRDefault="00462B48" w:rsidP="00462B48">
      <w:pPr>
        <w:pStyle w:val="ListIntroduction"/>
        <w:ind w:left="720" w:hanging="720"/>
      </w:pPr>
      <w:r>
        <w:t>(4)</w:t>
      </w:r>
      <w:r>
        <w:tab/>
        <w:t>ERCOT’s decision to disqualify a Market Participant’s USA or revoke a Market Participant’s Digital Certificates as described above is subject to the following:</w:t>
      </w:r>
    </w:p>
    <w:p w14:paraId="09AC8400" w14:textId="77777777" w:rsidR="00462B48" w:rsidRDefault="00462B48" w:rsidP="00462B48">
      <w:pPr>
        <w:pStyle w:val="List"/>
      </w:pPr>
      <w:r>
        <w:t xml:space="preserve">(a) </w:t>
      </w:r>
      <w:r>
        <w:tab/>
        <w:t>A Market Participant’s Digital Certificates may not be revoked unless the Market Participant is given a reasonable opportunity to work with ERCOT to resolve the reason for revocation;</w:t>
      </w:r>
    </w:p>
    <w:p w14:paraId="3A509C3D" w14:textId="77777777" w:rsidR="00462B48" w:rsidRDefault="00462B48" w:rsidP="00462B48">
      <w:pPr>
        <w:spacing w:after="240"/>
        <w:ind w:left="1440" w:hanging="720"/>
      </w:pPr>
      <w:r>
        <w:t xml:space="preserve">(b) </w:t>
      </w:r>
      <w:r>
        <w:tab/>
        <w:t>A Market Participant’s USA may not be disqualified unless it is given a reasonable opportunity to authorize a new USA and assign new Digital Certificates as necessary to prevent disruption of the Market Participant’s business; and</w:t>
      </w:r>
    </w:p>
    <w:p w14:paraId="41869864" w14:textId="77777777" w:rsidR="00462B48" w:rsidRDefault="00462B48" w:rsidP="00462B48">
      <w:pPr>
        <w:spacing w:after="240"/>
        <w:ind w:left="1440" w:hanging="720"/>
      </w:pPr>
      <w:r>
        <w:t xml:space="preserve">(c) </w:t>
      </w:r>
      <w:r>
        <w:tab/>
        <w:t>A Market Participant may dispute ERCOT’s decision to disqualify the Market Participant’s USA and/or revoke its Digital Certificates</w:t>
      </w:r>
      <w:r w:rsidRPr="00AA58F9">
        <w:t xml:space="preserve"> </w:t>
      </w:r>
      <w:r>
        <w:t>through the Alternative Dispute Resolution (</w:t>
      </w:r>
      <w:r w:rsidRPr="00A65B06">
        <w:t>ADR</w:t>
      </w:r>
      <w:r>
        <w:t xml:space="preserve">) Procedure in accordance with </w:t>
      </w:r>
      <w:r w:rsidRPr="0085242C">
        <w:t>Section 20</w:t>
      </w:r>
      <w:r>
        <w:t xml:space="preserve">, Alternative Dispute Resolution Procedure, and may appeal the result of the ADR process to the PUCT as provided in Section 20. </w:t>
      </w:r>
    </w:p>
    <w:p w14:paraId="63911210" w14:textId="77777777" w:rsidR="008B5EFD" w:rsidRPr="00C83EFD" w:rsidRDefault="008B5EFD" w:rsidP="003E021A">
      <w:pPr>
        <w:keepNext/>
        <w:tabs>
          <w:tab w:val="left" w:pos="900"/>
        </w:tabs>
        <w:spacing w:before="240" w:after="240"/>
        <w:ind w:left="900" w:hanging="900"/>
        <w:outlineLvl w:val="1"/>
        <w:rPr>
          <w:b/>
        </w:rPr>
      </w:pPr>
      <w:bookmarkStart w:id="686" w:name="_Toc390438998"/>
      <w:bookmarkStart w:id="687" w:name="_Toc405897709"/>
      <w:bookmarkStart w:id="688" w:name="_Toc415055801"/>
      <w:bookmarkStart w:id="689" w:name="_Toc415055927"/>
      <w:bookmarkStart w:id="690" w:name="_Toc415056026"/>
      <w:bookmarkStart w:id="691" w:name="_Toc415056126"/>
      <w:bookmarkStart w:id="692" w:name="_Toc34728542"/>
      <w:r w:rsidRPr="00C83EFD">
        <w:rPr>
          <w:b/>
        </w:rPr>
        <w:t>16.13</w:t>
      </w:r>
      <w:r w:rsidRPr="00C83EFD">
        <w:rPr>
          <w:b/>
        </w:rPr>
        <w:tab/>
        <w:t>Registration of Emergency Response Service Resources</w:t>
      </w:r>
      <w:bookmarkEnd w:id="686"/>
      <w:bookmarkEnd w:id="687"/>
      <w:bookmarkEnd w:id="688"/>
      <w:bookmarkEnd w:id="689"/>
      <w:bookmarkEnd w:id="690"/>
      <w:bookmarkEnd w:id="691"/>
      <w:bookmarkEnd w:id="692"/>
    </w:p>
    <w:p w14:paraId="4F6ED291" w14:textId="77777777" w:rsidR="00FC1C5F" w:rsidRDefault="00D20B3F" w:rsidP="003E09AF">
      <w:pPr>
        <w:pStyle w:val="BodyText"/>
        <w:ind w:left="720" w:hanging="720"/>
      </w:pPr>
      <w:r>
        <w:t>(1)</w:t>
      </w:r>
      <w:r>
        <w:tab/>
      </w:r>
      <w:r w:rsidR="008B5EFD" w:rsidRPr="008B5EFD">
        <w:t>An Emergency Response Service (ERS) Resource shall be deemed to have registered with ERCOT when its duly authorized Qualified Scheduling Entity (QSE) submits an offer on behalf of the Resource in accordance with Section 3.14.3.1, Emergency Response Service Procurement.</w:t>
      </w:r>
    </w:p>
    <w:p w14:paraId="6990EDF3" w14:textId="77777777" w:rsidR="008C0A8E" w:rsidRDefault="002B3DDF" w:rsidP="008B5EFD">
      <w:pPr>
        <w:pStyle w:val="H2"/>
        <w:ind w:left="907" w:hanging="907"/>
      </w:pPr>
      <w:bookmarkStart w:id="693" w:name="_Toc390438999"/>
      <w:bookmarkStart w:id="694" w:name="_Toc405897710"/>
      <w:bookmarkStart w:id="695" w:name="_Toc415055802"/>
      <w:bookmarkStart w:id="696" w:name="_Toc415055928"/>
      <w:bookmarkStart w:id="697" w:name="_Toc415056027"/>
      <w:bookmarkStart w:id="698" w:name="_Toc415056127"/>
      <w:bookmarkStart w:id="699" w:name="_Toc34728543"/>
      <w:r>
        <w:t>16.14</w:t>
      </w:r>
      <w:r>
        <w:tab/>
        <w:t>Termination of Access Privileges to Restricted Computer Systems and Control Systems</w:t>
      </w:r>
      <w:bookmarkEnd w:id="693"/>
      <w:bookmarkEnd w:id="694"/>
      <w:bookmarkEnd w:id="695"/>
      <w:bookmarkEnd w:id="696"/>
      <w:bookmarkEnd w:id="697"/>
      <w:bookmarkEnd w:id="698"/>
      <w:bookmarkEnd w:id="699"/>
    </w:p>
    <w:p w14:paraId="780564FB" w14:textId="77777777" w:rsidR="00D629DE" w:rsidRDefault="002B3DDF">
      <w:pPr>
        <w:pStyle w:val="List"/>
        <w:ind w:left="720"/>
      </w:pPr>
      <w:r>
        <w:t>(1)</w:t>
      </w:r>
      <w:r>
        <w:tab/>
      </w:r>
      <w:r w:rsidRPr="006C61CC">
        <w:t xml:space="preserve">All </w:t>
      </w:r>
      <w:r>
        <w:t>M</w:t>
      </w:r>
      <w:r w:rsidRPr="006C61CC">
        <w:t>arket</w:t>
      </w:r>
      <w:r>
        <w:t xml:space="preserve"> Participants and ERCOT </w:t>
      </w:r>
      <w:r w:rsidRPr="006C61CC">
        <w:t xml:space="preserve">are required to have processes in place to </w:t>
      </w:r>
      <w:r>
        <w:t>terminate a</w:t>
      </w:r>
      <w:r w:rsidRPr="006C61CC">
        <w:t>ccess</w:t>
      </w:r>
      <w:r>
        <w:t xml:space="preserve"> privileges, as soon as practicable, </w:t>
      </w:r>
      <w:r w:rsidRPr="006C61CC">
        <w:t xml:space="preserve">to </w:t>
      </w:r>
      <w:r>
        <w:t>R</w:t>
      </w:r>
      <w:r w:rsidRPr="006C61CC">
        <w:t xml:space="preserve">estricted </w:t>
      </w:r>
      <w:r>
        <w:t>S</w:t>
      </w:r>
      <w:r w:rsidRPr="006C61CC">
        <w:t xml:space="preserve">ystems </w:t>
      </w:r>
      <w:r>
        <w:t>for</w:t>
      </w:r>
      <w:r w:rsidRPr="006C61CC">
        <w:t xml:space="preserve"> any employee</w:t>
      </w:r>
      <w:r>
        <w:t>, consultant, or contractor, upon t</w:t>
      </w:r>
      <w:r w:rsidRPr="006C61CC">
        <w:t>ermination</w:t>
      </w:r>
      <w:r>
        <w:t xml:space="preserve"> of employment or where access is no longer required. </w:t>
      </w:r>
    </w:p>
    <w:p w14:paraId="01FFEBFF" w14:textId="77777777" w:rsidR="00D629DE" w:rsidRDefault="002B3DDF">
      <w:pPr>
        <w:pStyle w:val="List"/>
        <w:ind w:left="720"/>
      </w:pPr>
      <w:r>
        <w:t>(2)</w:t>
      </w:r>
      <w:r>
        <w:tab/>
        <w:t>“</w:t>
      </w:r>
      <w:r w:rsidRPr="006C61CC">
        <w:t xml:space="preserve">Restricted </w:t>
      </w:r>
      <w:r>
        <w:t>S</w:t>
      </w:r>
      <w:r w:rsidRPr="006C61CC">
        <w:t>ystems</w:t>
      </w:r>
      <w:r>
        <w:t>”</w:t>
      </w:r>
      <w:r w:rsidRPr="006C61CC">
        <w:t xml:space="preserve"> </w:t>
      </w:r>
      <w:r w:rsidRPr="004F4418">
        <w:t xml:space="preserve">include </w:t>
      </w:r>
      <w:r w:rsidRPr="006C61CC">
        <w:t>computer or control systems that</w:t>
      </w:r>
      <w:r>
        <w:t xml:space="preserve"> are essential to the operation of Restricted Facilities.</w:t>
      </w:r>
      <w:r w:rsidRPr="004E6F7D">
        <w:t xml:space="preserve"> </w:t>
      </w:r>
      <w:r>
        <w:t xml:space="preserve"> </w:t>
      </w:r>
    </w:p>
    <w:p w14:paraId="520D3E06" w14:textId="77777777" w:rsidR="00D629DE" w:rsidRDefault="002B3DDF">
      <w:pPr>
        <w:pStyle w:val="List"/>
        <w:ind w:left="720"/>
      </w:pPr>
      <w:r>
        <w:t>(3)</w:t>
      </w:r>
      <w:r>
        <w:tab/>
        <w:t>“</w:t>
      </w:r>
      <w:r w:rsidRPr="006C61CC">
        <w:t xml:space="preserve">Restricted </w:t>
      </w:r>
      <w:r>
        <w:t>F</w:t>
      </w:r>
      <w:r w:rsidRPr="006C61CC">
        <w:t>acilities</w:t>
      </w:r>
      <w:r>
        <w:t>”</w:t>
      </w:r>
      <w:r w:rsidRPr="006C61CC">
        <w:t xml:space="preserve"> include </w:t>
      </w:r>
      <w:r>
        <w:t>F</w:t>
      </w:r>
      <w:r w:rsidRPr="006C61CC">
        <w:t>acilities and assets that support the reliable operation of the</w:t>
      </w:r>
      <w:r>
        <w:t xml:space="preserve"> bulk</w:t>
      </w:r>
      <w:r w:rsidRPr="006C61CC">
        <w:t xml:space="preserve"> ERCOT </w:t>
      </w:r>
      <w:r>
        <w:t>System (100 kV and above)</w:t>
      </w:r>
      <w:r w:rsidRPr="006C61CC">
        <w:t>,</w:t>
      </w:r>
      <w:r>
        <w:t xml:space="preserve"> such as </w:t>
      </w:r>
      <w:r w:rsidRPr="006C61CC">
        <w:t>but</w:t>
      </w:r>
      <w:r>
        <w:t xml:space="preserve"> </w:t>
      </w:r>
      <w:r w:rsidRPr="006C61CC">
        <w:t>not limited to</w:t>
      </w:r>
      <w:r>
        <w:t>:</w:t>
      </w:r>
    </w:p>
    <w:p w14:paraId="61114259" w14:textId="77777777" w:rsidR="00D629DE" w:rsidRDefault="002B3DDF">
      <w:pPr>
        <w:pStyle w:val="List2"/>
        <w:tabs>
          <w:tab w:val="num" w:pos="1620"/>
        </w:tabs>
        <w:ind w:left="1440"/>
      </w:pPr>
      <w:r>
        <w:t>(a)</w:t>
      </w:r>
      <w:r>
        <w:tab/>
        <w:t>G</w:t>
      </w:r>
      <w:r w:rsidRPr="006C61CC">
        <w:t xml:space="preserve">eneration </w:t>
      </w:r>
      <w:r>
        <w:t>R</w:t>
      </w:r>
      <w:r w:rsidRPr="006C61CC">
        <w:t xml:space="preserve">esources; </w:t>
      </w:r>
    </w:p>
    <w:p w14:paraId="6E2B3CD3" w14:textId="77777777" w:rsidR="00D629DE" w:rsidRDefault="002B3DDF">
      <w:pPr>
        <w:pStyle w:val="List2"/>
        <w:tabs>
          <w:tab w:val="num" w:pos="1620"/>
        </w:tabs>
        <w:ind w:left="1440"/>
      </w:pPr>
      <w:r>
        <w:t>(b)</w:t>
      </w:r>
      <w:r>
        <w:tab/>
        <w:t>T</w:t>
      </w:r>
      <w:r w:rsidRPr="006C61CC">
        <w:t xml:space="preserve">ransmission substations; </w:t>
      </w:r>
    </w:p>
    <w:p w14:paraId="0BC96B75" w14:textId="77777777" w:rsidR="00D629DE" w:rsidRDefault="002B3DDF">
      <w:pPr>
        <w:pStyle w:val="List2"/>
        <w:tabs>
          <w:tab w:val="num" w:pos="1620"/>
        </w:tabs>
        <w:ind w:left="1440"/>
      </w:pPr>
      <w:r>
        <w:t>(c)</w:t>
      </w:r>
      <w:r>
        <w:tab/>
        <w:t>C</w:t>
      </w:r>
      <w:r w:rsidRPr="006C61CC">
        <w:t xml:space="preserve">ontrol/dispatch centers and backup control/dispatch </w:t>
      </w:r>
      <w:r>
        <w:t>centers related to items (a) and (b) above</w:t>
      </w:r>
      <w:r w:rsidRPr="006C61CC">
        <w:t xml:space="preserve">; </w:t>
      </w:r>
    </w:p>
    <w:p w14:paraId="492C2445" w14:textId="77777777" w:rsidR="00D629DE" w:rsidRDefault="002B3DDF">
      <w:pPr>
        <w:pStyle w:val="List2"/>
        <w:tabs>
          <w:tab w:val="num" w:pos="1620"/>
        </w:tabs>
        <w:ind w:left="1440"/>
      </w:pPr>
      <w:r>
        <w:t>(d)</w:t>
      </w:r>
      <w:r>
        <w:tab/>
        <w:t>S</w:t>
      </w:r>
      <w:r w:rsidRPr="006C61CC">
        <w:t xml:space="preserve">ystems and </w:t>
      </w:r>
      <w:r>
        <w:t>F</w:t>
      </w:r>
      <w:r w:rsidRPr="006C61CC">
        <w:t xml:space="preserve">acilities critical to system restoration (including but not limited to </w:t>
      </w:r>
      <w:r>
        <w:t>B</w:t>
      </w:r>
      <w:r w:rsidRPr="006C61CC">
        <w:t>lack</w:t>
      </w:r>
      <w:r>
        <w:t xml:space="preserve"> S</w:t>
      </w:r>
      <w:r w:rsidRPr="006C61CC">
        <w:t xml:space="preserve">tart generators and substations); </w:t>
      </w:r>
      <w:r>
        <w:t>and</w:t>
      </w:r>
    </w:p>
    <w:p w14:paraId="3D7850D2" w14:textId="77777777" w:rsidR="00DB7FFB" w:rsidRDefault="002B3DDF">
      <w:pPr>
        <w:pStyle w:val="List"/>
      </w:pPr>
      <w:r>
        <w:t>(e)</w:t>
      </w:r>
      <w:r>
        <w:tab/>
        <w:t>S</w:t>
      </w:r>
      <w:r w:rsidRPr="006C61CC">
        <w:t xml:space="preserve">ystems and </w:t>
      </w:r>
      <w:r>
        <w:t>F</w:t>
      </w:r>
      <w:r w:rsidRPr="006C61CC">
        <w:t xml:space="preserve">acilities critical to automatic </w:t>
      </w:r>
      <w:r>
        <w:t xml:space="preserve">firm </w:t>
      </w:r>
      <w:r w:rsidRPr="006C61CC">
        <w:t>load shedding</w:t>
      </w:r>
      <w:r>
        <w:t>.</w:t>
      </w:r>
    </w:p>
    <w:p w14:paraId="4BC15564" w14:textId="77777777" w:rsidR="00D629DE" w:rsidRDefault="002B3DDF">
      <w:pPr>
        <w:pStyle w:val="List"/>
        <w:ind w:left="720"/>
      </w:pPr>
      <w:r>
        <w:t>(4)</w:t>
      </w:r>
      <w:r>
        <w:tab/>
        <w:t>Access privilege is defined to include computer and</w:t>
      </w:r>
      <w:r w:rsidRPr="00DE251E">
        <w:t xml:space="preserve"> electronic access.</w:t>
      </w:r>
    </w:p>
    <w:p w14:paraId="52F5B3A5" w14:textId="77777777" w:rsidR="00D629DE" w:rsidRDefault="002B3DDF">
      <w:pPr>
        <w:pStyle w:val="List"/>
        <w:ind w:left="720"/>
      </w:pPr>
      <w:r>
        <w:t>(5)</w:t>
      </w:r>
      <w:r>
        <w:tab/>
        <w:t>Each</w:t>
      </w:r>
      <w:r w:rsidRPr="00DE251E">
        <w:t xml:space="preserve"> Market </w:t>
      </w:r>
      <w:r>
        <w:t>Participant and ERCOT</w:t>
      </w:r>
      <w:r w:rsidRPr="00DE251E">
        <w:t xml:space="preserve"> </w:t>
      </w:r>
      <w:r>
        <w:t>shall have internal controls in place to ensure these processes are reviewed at least on an annual basis.</w:t>
      </w:r>
    </w:p>
    <w:p w14:paraId="36F9A45F" w14:textId="77777777" w:rsidR="00D629DE" w:rsidRDefault="002B3DDF">
      <w:pPr>
        <w:pStyle w:val="List"/>
        <w:ind w:left="720"/>
      </w:pPr>
      <w:r>
        <w:t>(6)</w:t>
      </w:r>
      <w:r>
        <w:tab/>
      </w:r>
      <w:r w:rsidRPr="00797F52">
        <w:t xml:space="preserve">Each Market </w:t>
      </w:r>
      <w:r>
        <w:t xml:space="preserve">Participant and ERCOT are required to notify the compliance monitoring authority within two Business Days after the discovery </w:t>
      </w:r>
      <w:r w:rsidRPr="00797F52">
        <w:t>of any incident where a terminated employee, contractor or</w:t>
      </w:r>
      <w:r>
        <w:t xml:space="preserve"> employee of a contractor</w:t>
      </w:r>
      <w:r w:rsidRPr="00797F52">
        <w:t xml:space="preserve"> has accessed a </w:t>
      </w:r>
      <w:r>
        <w:t>R</w:t>
      </w:r>
      <w:r w:rsidRPr="00797F52">
        <w:t xml:space="preserve">estricted </w:t>
      </w:r>
      <w:r>
        <w:t>S</w:t>
      </w:r>
      <w:r w:rsidRPr="00797F52">
        <w:t xml:space="preserve">ystem </w:t>
      </w:r>
      <w:r>
        <w:t>when access privileges have been or should have been revoked.</w:t>
      </w:r>
    </w:p>
    <w:p w14:paraId="2223ABC7" w14:textId="77777777" w:rsidR="00D629DE" w:rsidRDefault="002B3DDF">
      <w:pPr>
        <w:pStyle w:val="List"/>
        <w:ind w:left="720"/>
      </w:pPr>
      <w:r>
        <w:t>(7)</w:t>
      </w:r>
      <w:r>
        <w:tab/>
        <w:t>Failure by a Market Participant or ERCOT to follow its processes that results in a</w:t>
      </w:r>
      <w:r w:rsidRPr="00797F52">
        <w:t xml:space="preserve">ccess to any </w:t>
      </w:r>
      <w:r>
        <w:t>Restricted Systems</w:t>
      </w:r>
      <w:r w:rsidRPr="00797F52">
        <w:t xml:space="preserve"> by any</w:t>
      </w:r>
      <w:r w:rsidRPr="006C61CC">
        <w:t xml:space="preserve"> </w:t>
      </w:r>
      <w:r w:rsidRPr="00797F52">
        <w:t xml:space="preserve">employee, consultant, contractor or affiliate after his or her termination will be considered a violation of </w:t>
      </w:r>
      <w:r>
        <w:t>these</w:t>
      </w:r>
      <w:r w:rsidRPr="00797F52">
        <w:t xml:space="preserve"> </w:t>
      </w:r>
      <w:r>
        <w:t>P</w:t>
      </w:r>
      <w:r w:rsidRPr="00797F52">
        <w:t>rotocol</w:t>
      </w:r>
      <w:r>
        <w:t>s.</w:t>
      </w:r>
    </w:p>
    <w:p w14:paraId="4D81ADE9" w14:textId="77777777" w:rsidR="00C2117B" w:rsidRPr="002631D7" w:rsidRDefault="00C2117B" w:rsidP="00C2117B">
      <w:pPr>
        <w:pStyle w:val="H2"/>
        <w:rPr>
          <w:lang w:val="en-US" w:eastAsia="en-US"/>
        </w:rPr>
      </w:pPr>
      <w:bookmarkStart w:id="700" w:name="_Toc390439000"/>
      <w:bookmarkStart w:id="701" w:name="_Toc405897711"/>
      <w:bookmarkStart w:id="702" w:name="_Toc415055803"/>
      <w:bookmarkStart w:id="703" w:name="_Toc415055929"/>
      <w:bookmarkStart w:id="704" w:name="_Toc415056028"/>
      <w:bookmarkStart w:id="705" w:name="_Toc415056128"/>
      <w:bookmarkStart w:id="706" w:name="_Toc34728544"/>
      <w:r w:rsidRPr="002631D7">
        <w:rPr>
          <w:lang w:val="en-US" w:eastAsia="en-US"/>
        </w:rPr>
        <w:t>16.15</w:t>
      </w:r>
      <w:r w:rsidRPr="002631D7">
        <w:rPr>
          <w:lang w:val="en-US" w:eastAsia="en-US"/>
        </w:rPr>
        <w:tab/>
        <w:t>Registration of Independent Market Information System Registered Entity</w:t>
      </w:r>
      <w:bookmarkEnd w:id="700"/>
      <w:bookmarkEnd w:id="701"/>
      <w:bookmarkEnd w:id="702"/>
      <w:bookmarkEnd w:id="703"/>
      <w:bookmarkEnd w:id="704"/>
      <w:bookmarkEnd w:id="705"/>
      <w:bookmarkEnd w:id="706"/>
    </w:p>
    <w:p w14:paraId="02F99B77" w14:textId="77777777" w:rsidR="00C2117B" w:rsidRDefault="00C2117B" w:rsidP="00D56FC4">
      <w:pPr>
        <w:pStyle w:val="List"/>
        <w:ind w:left="720"/>
      </w:pPr>
      <w:r>
        <w:t>(1)</w:t>
      </w:r>
      <w: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CCDD336" w14:textId="77777777" w:rsidR="00C2117B" w:rsidRDefault="00C2117B" w:rsidP="00C2117B">
      <w:pPr>
        <w:pStyle w:val="List"/>
        <w:ind w:left="720"/>
      </w:pPr>
      <w:r>
        <w:t>(2)</w:t>
      </w:r>
      <w:r>
        <w:tab/>
        <w:t>Continued status as an IMRE is contingent upon compliance with all applicable requirements in these Protocols.  ERCOT may suspend a</w:t>
      </w:r>
      <w:r w:rsidRPr="00205BF3">
        <w:t>n</w:t>
      </w:r>
      <w:r>
        <w:t xml:space="preserve"> IMRE</w:t>
      </w:r>
      <w:r w:rsidRPr="00205BF3">
        <w:t>’s</w:t>
      </w:r>
      <w:r>
        <w:t xml:space="preserve"> rights as a Market Participant when ERCOT reasonably determines that it is an appropriate remedy for the Entity’s failure to satisfy any applicable requirement.</w:t>
      </w:r>
    </w:p>
    <w:p w14:paraId="3F2C9430" w14:textId="77777777" w:rsidR="00770ABB" w:rsidRPr="002631D7" w:rsidRDefault="00770ABB" w:rsidP="00F80DFA">
      <w:pPr>
        <w:pStyle w:val="H2"/>
        <w:ind w:left="907" w:hanging="907"/>
        <w:rPr>
          <w:szCs w:val="24"/>
          <w:lang w:val="en-US" w:eastAsia="en-US"/>
        </w:rPr>
      </w:pPr>
      <w:bookmarkStart w:id="707" w:name="_Toc390439001"/>
      <w:bookmarkStart w:id="708" w:name="_Toc405897712"/>
      <w:bookmarkStart w:id="709" w:name="_Toc415055804"/>
      <w:bookmarkStart w:id="710" w:name="_Toc415055930"/>
      <w:bookmarkStart w:id="711" w:name="_Toc415056029"/>
      <w:bookmarkStart w:id="712" w:name="_Toc415056129"/>
      <w:bookmarkStart w:id="713" w:name="_Toc34728545"/>
      <w:r w:rsidRPr="002631D7">
        <w:rPr>
          <w:szCs w:val="24"/>
          <w:lang w:val="en-US" w:eastAsia="en-US"/>
        </w:rPr>
        <w:t>16.16</w:t>
      </w:r>
      <w:r w:rsidRPr="002631D7">
        <w:rPr>
          <w:szCs w:val="24"/>
          <w:lang w:val="en-US" w:eastAsia="en-US"/>
        </w:rPr>
        <w:tab/>
        <w:t>Additional Counter-Party Qualification Requirements</w:t>
      </w:r>
      <w:bookmarkEnd w:id="707"/>
      <w:bookmarkEnd w:id="708"/>
      <w:bookmarkEnd w:id="709"/>
      <w:bookmarkEnd w:id="710"/>
      <w:bookmarkEnd w:id="711"/>
      <w:bookmarkEnd w:id="712"/>
      <w:bookmarkEnd w:id="713"/>
      <w:r w:rsidRPr="002631D7">
        <w:rPr>
          <w:szCs w:val="24"/>
          <w:lang w:val="en-US" w:eastAsia="en-US"/>
        </w:rPr>
        <w:t xml:space="preserve"> </w:t>
      </w:r>
    </w:p>
    <w:p w14:paraId="2C3DD08D" w14:textId="77777777" w:rsidR="00770ABB" w:rsidRDefault="00770ABB" w:rsidP="00770ABB">
      <w:pPr>
        <w:pStyle w:val="H3"/>
      </w:pPr>
      <w:bookmarkStart w:id="714" w:name="_Toc390439002"/>
      <w:bookmarkStart w:id="715" w:name="_Toc405897713"/>
      <w:bookmarkStart w:id="716" w:name="_Toc415055805"/>
      <w:bookmarkStart w:id="717" w:name="_Toc415055931"/>
      <w:bookmarkStart w:id="718" w:name="_Toc415056030"/>
      <w:bookmarkStart w:id="719" w:name="_Toc415056130"/>
      <w:bookmarkStart w:id="720" w:name="_Toc34728546"/>
      <w:r>
        <w:t>16.16.1</w:t>
      </w:r>
      <w:r>
        <w:tab/>
      </w:r>
      <w:r>
        <w:rPr>
          <w:szCs w:val="24"/>
        </w:rPr>
        <w:t>Counter-Party Criteria</w:t>
      </w:r>
      <w:bookmarkEnd w:id="714"/>
      <w:bookmarkEnd w:id="715"/>
      <w:bookmarkEnd w:id="716"/>
      <w:bookmarkEnd w:id="717"/>
      <w:bookmarkEnd w:id="718"/>
      <w:bookmarkEnd w:id="719"/>
      <w:bookmarkEnd w:id="720"/>
    </w:p>
    <w:p w14:paraId="5A768644" w14:textId="77777777" w:rsidR="00770ABB" w:rsidRDefault="00770ABB" w:rsidP="00770ABB">
      <w:pPr>
        <w:pStyle w:val="List"/>
        <w:ind w:left="720"/>
      </w:pPr>
      <w:r w:rsidRPr="002C3290">
        <w:t>(1)</w:t>
      </w:r>
      <w:r w:rsidRPr="002C3290">
        <w:tab/>
        <w:t xml:space="preserve">In order to participate in the ERCOT Real-Time, Day-Ahead and Congestion Revenue Right (CRR) markets, in addition to satisfying any other eligibility requirements set forth in the ERCOT Protocols, each Counter-Party must satisfy, and at all times remain in compliance with, the following requirements: </w:t>
      </w:r>
    </w:p>
    <w:p w14:paraId="1009BEC4" w14:textId="77777777" w:rsidR="00770ABB" w:rsidRPr="000F17D7" w:rsidRDefault="00770ABB" w:rsidP="000F17D7">
      <w:pPr>
        <w:pStyle w:val="List"/>
      </w:pPr>
      <w:r w:rsidRPr="000F17D7">
        <w:t>(a)</w:t>
      </w:r>
      <w:r w:rsidRPr="000F17D7">
        <w:tab/>
      </w:r>
      <w:r w:rsidRPr="000F17D7">
        <w:rPr>
          <w:b/>
          <w:u w:val="single"/>
        </w:rPr>
        <w:t>Expertise in Markets</w:t>
      </w:r>
      <w:r w:rsidRPr="000F17D7">
        <w:t>.  All employees or agents transacting in ERCOT markets pursuant to the ERCOT Protocols have had appropriate training and/or experience and are qualified and authorized to transact on behalf of the Counter-Party.</w:t>
      </w:r>
    </w:p>
    <w:p w14:paraId="60E8136F" w14:textId="77777777" w:rsidR="00A71039" w:rsidRPr="000F17D7" w:rsidRDefault="00770ABB" w:rsidP="000F17D7">
      <w:pPr>
        <w:pStyle w:val="List"/>
      </w:pPr>
      <w:r w:rsidRPr="000F17D7">
        <w:t>(b)</w:t>
      </w:r>
      <w:r w:rsidRPr="000F17D7">
        <w:tab/>
      </w:r>
      <w:r w:rsidRPr="000F17D7">
        <w:rPr>
          <w:b/>
          <w:u w:val="single"/>
        </w:rPr>
        <w:t>Market Operational Capabilities</w:t>
      </w:r>
      <w:r w:rsidRPr="000F17D7">
        <w:t>.  Counter-Party has appropriate market operating procedures and technical abilities to promptly and effectively respond to all ERCOT market communications.</w:t>
      </w:r>
    </w:p>
    <w:p w14:paraId="423E65F0" w14:textId="77777777" w:rsidR="00A71039" w:rsidRDefault="00A71039" w:rsidP="000F17D7">
      <w:pPr>
        <w:pStyle w:val="List"/>
        <w:rPr>
          <w:szCs w:val="24"/>
        </w:rPr>
      </w:pPr>
      <w:r>
        <w:rPr>
          <w:szCs w:val="24"/>
        </w:rPr>
        <w:t>(c)</w:t>
      </w:r>
      <w:r>
        <w:rPr>
          <w:szCs w:val="24"/>
        </w:rPr>
        <w:tab/>
      </w:r>
      <w:r w:rsidRPr="000F17D7">
        <w:rPr>
          <w:b/>
          <w:u w:val="single"/>
        </w:rPr>
        <w:t>Allowable</w:t>
      </w:r>
      <w:r w:rsidRPr="000F17D7">
        <w:rPr>
          <w:b/>
          <w:szCs w:val="24"/>
          <w:u w:val="single"/>
        </w:rPr>
        <w:t xml:space="preserve"> Contract Participants</w:t>
      </w:r>
      <w:r w:rsidRPr="000F17D7">
        <w:rPr>
          <w:szCs w:val="24"/>
        </w:rPr>
        <w:t>.</w:t>
      </w:r>
      <w:r>
        <w:rPr>
          <w:szCs w:val="24"/>
        </w:rPr>
        <w:t xml:space="preserve">  Each Counter-Party must be one of the following: </w:t>
      </w:r>
    </w:p>
    <w:p w14:paraId="6ED96F24" w14:textId="77777777" w:rsidR="00A71039" w:rsidRPr="000F17D7" w:rsidRDefault="00A71039" w:rsidP="000F17D7">
      <w:pPr>
        <w:pStyle w:val="List"/>
        <w:ind w:left="2160"/>
      </w:pPr>
      <w:r>
        <w:rPr>
          <w:szCs w:val="24"/>
        </w:rPr>
        <w:t>(</w:t>
      </w:r>
      <w:proofErr w:type="spellStart"/>
      <w:r>
        <w:rPr>
          <w:szCs w:val="24"/>
        </w:rPr>
        <w:t>i</w:t>
      </w:r>
      <w:proofErr w:type="spellEnd"/>
      <w:r w:rsidRPr="00AC31BC">
        <w:rPr>
          <w:szCs w:val="24"/>
        </w:rPr>
        <w:t xml:space="preserve">) </w:t>
      </w:r>
      <w:r>
        <w:rPr>
          <w:szCs w:val="24"/>
        </w:rPr>
        <w:tab/>
      </w:r>
      <w:r w:rsidRPr="000F17D7">
        <w:t xml:space="preserve">An “Appropriate Person” as defined in sections 4(c)(3)(A) through (J) of the Commodity Exchange Act (7 U.S.C. § 6(c)(3)(A)-(J)); </w:t>
      </w:r>
    </w:p>
    <w:p w14:paraId="2689B8CF" w14:textId="77777777" w:rsidR="00A71039" w:rsidRPr="000F17D7" w:rsidRDefault="00A71039" w:rsidP="000F17D7">
      <w:pPr>
        <w:pStyle w:val="List"/>
        <w:ind w:left="2160"/>
      </w:pPr>
      <w:r w:rsidRPr="000F17D7">
        <w:t xml:space="preserve">(ii) </w:t>
      </w:r>
      <w:r w:rsidRPr="000F17D7">
        <w:tab/>
        <w:t xml:space="preserve">An “Eligible Contract Participant,” as defined in section 1a(18)(A) of the Commodity Exchange Act (7 U.S.C. § 1a(18)(A)) and in Commodity Futures Trading Commission (CFTC) regulation 1.3(m) (17 C.F.R. § 1.3(m)); or </w:t>
      </w:r>
    </w:p>
    <w:p w14:paraId="0C839313" w14:textId="77777777" w:rsidR="00A71039" w:rsidRPr="000F17D7" w:rsidRDefault="00A71039" w:rsidP="000F17D7">
      <w:pPr>
        <w:pStyle w:val="List"/>
        <w:ind w:left="2160"/>
      </w:pPr>
      <w:r w:rsidRPr="000F17D7">
        <w:t xml:space="preserve">(iii) </w:t>
      </w:r>
      <w:r w:rsidRPr="000F17D7">
        <w:tab/>
        <w:t>A “person who actively participates in the generation, transmission, or distribution of electric energy,” as that term is defined in the CFTC’s final exemption order (78 Fed. Reg. 19,879).</w:t>
      </w:r>
    </w:p>
    <w:p w14:paraId="2EAE0A62" w14:textId="77777777" w:rsidR="00770ABB" w:rsidRPr="000F17D7" w:rsidRDefault="00A71039" w:rsidP="000F17D7">
      <w:pPr>
        <w:pStyle w:val="List"/>
      </w:pPr>
      <w:r w:rsidRPr="000F17D7">
        <w:tab/>
        <w:t>ERCOT may request necessary information to verify compliance with this requirement.</w:t>
      </w:r>
    </w:p>
    <w:p w14:paraId="65D11A35" w14:textId="77777777" w:rsidR="00770ABB" w:rsidRPr="000F17D7" w:rsidRDefault="00770ABB" w:rsidP="000F17D7">
      <w:pPr>
        <w:pStyle w:val="List"/>
      </w:pPr>
      <w:r w:rsidRPr="000F17D7">
        <w:t>(</w:t>
      </w:r>
      <w:r w:rsidR="00A71039" w:rsidRPr="000F17D7">
        <w:t>d</w:t>
      </w:r>
      <w:r w:rsidRPr="000F17D7">
        <w:t>)</w:t>
      </w:r>
      <w:r w:rsidRPr="000F17D7">
        <w:tab/>
      </w:r>
      <w:r w:rsidRPr="000F17D7">
        <w:rPr>
          <w:b/>
          <w:u w:val="single"/>
        </w:rPr>
        <w:t>Capitalization</w:t>
      </w:r>
      <w:r w:rsidRPr="000F17D7">
        <w:t>.  Counter-Party, or an acceptable guarantor, shall maintain minimum capital as follows:</w:t>
      </w:r>
    </w:p>
    <w:p w14:paraId="21E73D78" w14:textId="77777777" w:rsidR="00770ABB" w:rsidRPr="000F17D7" w:rsidRDefault="00770ABB" w:rsidP="000F17D7">
      <w:pPr>
        <w:pStyle w:val="List"/>
        <w:ind w:left="2160"/>
      </w:pPr>
      <w:r w:rsidRPr="000F17D7">
        <w:t>(</w:t>
      </w:r>
      <w:proofErr w:type="spellStart"/>
      <w:r w:rsidRPr="000F17D7">
        <w:t>i</w:t>
      </w:r>
      <w:proofErr w:type="spellEnd"/>
      <w:r w:rsidRPr="000F17D7">
        <w:t>)</w:t>
      </w:r>
      <w:r w:rsidRPr="000F17D7">
        <w:tab/>
        <w:t>For a Counter-Party seeking authorization to participate or participating in all ERCOT markets:</w:t>
      </w:r>
    </w:p>
    <w:p w14:paraId="3F2DF2BF" w14:textId="77777777" w:rsidR="00770ABB" w:rsidRPr="000F17D7" w:rsidRDefault="00770ABB" w:rsidP="000F17D7">
      <w:pPr>
        <w:pStyle w:val="List"/>
        <w:ind w:left="2160" w:firstLine="0"/>
      </w:pPr>
      <w:r w:rsidRPr="000F17D7">
        <w:t>(A)</w:t>
      </w:r>
      <w:r w:rsidRPr="000F17D7">
        <w:tab/>
        <w:t xml:space="preserve"> $10 million in total assets; or </w:t>
      </w:r>
    </w:p>
    <w:p w14:paraId="60C64E2B" w14:textId="77777777" w:rsidR="00770ABB" w:rsidRPr="000F17D7" w:rsidRDefault="00770ABB" w:rsidP="000F17D7">
      <w:pPr>
        <w:pStyle w:val="List"/>
        <w:ind w:left="2160" w:firstLine="0"/>
      </w:pPr>
      <w:r w:rsidRPr="000F17D7">
        <w:t xml:space="preserve">(B) </w:t>
      </w:r>
      <w:r w:rsidRPr="000F17D7">
        <w:tab/>
        <w:t>$1 million in:</w:t>
      </w:r>
    </w:p>
    <w:p w14:paraId="32B1BE15" w14:textId="77777777" w:rsidR="00770ABB" w:rsidRPr="000F17D7" w:rsidRDefault="00770ABB" w:rsidP="000F17D7">
      <w:pPr>
        <w:pStyle w:val="List"/>
        <w:ind w:left="3600"/>
      </w:pPr>
      <w:r w:rsidRPr="000F17D7">
        <w:t>(1)</w:t>
      </w:r>
      <w:r w:rsidRPr="000F17D7">
        <w:tab/>
        <w:t xml:space="preserve">Unencumbered assets for unrated Electric Cooperative (EC) and Municipal systems; or </w:t>
      </w:r>
    </w:p>
    <w:p w14:paraId="67D60C22" w14:textId="77777777" w:rsidR="003B7CFE"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orth for all other Entities.</w:t>
      </w:r>
    </w:p>
    <w:p w14:paraId="199C72C2" w14:textId="77777777" w:rsidR="00770ABB" w:rsidRPr="000F17D7" w:rsidRDefault="00770ABB" w:rsidP="00A93E8D">
      <w:pPr>
        <w:pStyle w:val="List"/>
        <w:ind w:left="2160"/>
      </w:pPr>
      <w:r w:rsidRPr="000F17D7">
        <w:t>(ii)</w:t>
      </w:r>
      <w:r w:rsidRPr="000F17D7">
        <w:tab/>
        <w:t>For a Counter-Party seeking authorization to participate or participating in all ERCOT markets except for the CRR market:</w:t>
      </w:r>
    </w:p>
    <w:p w14:paraId="21EB405D" w14:textId="77777777" w:rsidR="00770ABB" w:rsidRPr="000F17D7" w:rsidRDefault="00770ABB" w:rsidP="000F17D7">
      <w:pPr>
        <w:pStyle w:val="List"/>
        <w:ind w:left="2160" w:firstLine="0"/>
      </w:pPr>
      <w:r w:rsidRPr="000F17D7">
        <w:t>(A)</w:t>
      </w:r>
      <w:r w:rsidRPr="000F17D7">
        <w:tab/>
        <w:t xml:space="preserve">$5 million in total assets; or </w:t>
      </w:r>
    </w:p>
    <w:p w14:paraId="5910F8FD" w14:textId="77777777" w:rsidR="00770ABB" w:rsidRPr="000F17D7" w:rsidRDefault="00770ABB" w:rsidP="000F17D7">
      <w:pPr>
        <w:pStyle w:val="List"/>
        <w:ind w:left="2160" w:firstLine="0"/>
      </w:pPr>
      <w:r w:rsidRPr="000F17D7">
        <w:t>(B)</w:t>
      </w:r>
      <w:r w:rsidRPr="000F17D7">
        <w:tab/>
        <w:t xml:space="preserve">$500,000 in: </w:t>
      </w:r>
    </w:p>
    <w:p w14:paraId="7B2CED81" w14:textId="77777777" w:rsidR="00770ABB" w:rsidRPr="000F17D7" w:rsidRDefault="00770ABB" w:rsidP="000F17D7">
      <w:pPr>
        <w:pStyle w:val="List"/>
        <w:ind w:left="3600"/>
      </w:pPr>
      <w:r w:rsidRPr="000F17D7">
        <w:t>(1)</w:t>
      </w:r>
      <w:r w:rsidRPr="000F17D7">
        <w:tab/>
        <w:t xml:space="preserve">Unencumbered assets for unrated EC and Municipal systems; or </w:t>
      </w:r>
    </w:p>
    <w:p w14:paraId="05A067C7" w14:textId="77777777" w:rsidR="00770ABB" w:rsidRPr="000F17D7" w:rsidRDefault="00770ABB" w:rsidP="000F17D7">
      <w:pPr>
        <w:pStyle w:val="List"/>
        <w:ind w:left="2160" w:firstLine="720"/>
      </w:pPr>
      <w:r w:rsidRPr="000F17D7">
        <w:t>(2)</w:t>
      </w:r>
      <w:r w:rsidRPr="000F17D7">
        <w:tab/>
        <w:t xml:space="preserve">Tangible </w:t>
      </w:r>
      <w:r w:rsidR="00651F88" w:rsidRPr="000F17D7">
        <w:t>N</w:t>
      </w:r>
      <w:r w:rsidRPr="000F17D7">
        <w:t xml:space="preserve">et </w:t>
      </w:r>
      <w:r w:rsidR="00651F88" w:rsidRPr="000F17D7">
        <w:t>W</w:t>
      </w:r>
      <w:r w:rsidRPr="000F17D7">
        <w:t xml:space="preserve">orth for all other Entities.  </w:t>
      </w:r>
    </w:p>
    <w:p w14:paraId="75B9DEC8" w14:textId="77777777" w:rsidR="00770ABB" w:rsidRPr="000F17D7" w:rsidRDefault="00770ABB" w:rsidP="00A93E8D">
      <w:pPr>
        <w:pStyle w:val="List"/>
        <w:ind w:left="2160"/>
      </w:pPr>
      <w:r w:rsidRPr="000F17D7">
        <w:t>(iii)</w:t>
      </w:r>
      <w:r w:rsidRPr="000F17D7">
        <w:tab/>
        <w:t>To fulfill the capitalization requirements above, a Counter-Party must provide:</w:t>
      </w:r>
    </w:p>
    <w:p w14:paraId="76A4A646" w14:textId="77777777" w:rsidR="00770ABB" w:rsidRPr="000F17D7" w:rsidRDefault="00770ABB" w:rsidP="000F17D7">
      <w:pPr>
        <w:pStyle w:val="List"/>
        <w:ind w:left="2880"/>
      </w:pPr>
      <w:r w:rsidRPr="000F17D7">
        <w:t>(A)</w:t>
      </w:r>
      <w:r w:rsidRPr="000F17D7">
        <w:tab/>
        <w:t xml:space="preserve">Audited financial statements of the Counter-Party or its guarantor in accordance with Section 16.11, Financial Security for Counter-Parties; and </w:t>
      </w:r>
    </w:p>
    <w:p w14:paraId="258BC2F1" w14:textId="77777777" w:rsidR="00770ABB" w:rsidRPr="000F17D7" w:rsidRDefault="00770ABB" w:rsidP="000F17D7">
      <w:pPr>
        <w:pStyle w:val="List"/>
        <w:ind w:left="2880"/>
      </w:pPr>
      <w:r w:rsidRPr="000F17D7">
        <w:t>(B)</w:t>
      </w:r>
      <w:r w:rsidRPr="000F17D7">
        <w:tab/>
        <w:t xml:space="preserve">If for a guarantor, a guarantee on one of the standard form documents approved by the ERCOT Board, for an amount no less than the minimum necessary to meet the capitalization requirements.  </w:t>
      </w:r>
    </w:p>
    <w:p w14:paraId="7DC26699" w14:textId="77777777" w:rsidR="00770ABB" w:rsidRDefault="00770ABB" w:rsidP="00770ABB">
      <w:pPr>
        <w:pStyle w:val="NoSpacing"/>
        <w:spacing w:after="240"/>
        <w:ind w:left="2160" w:hanging="720"/>
        <w:rPr>
          <w:rFonts w:ascii="Times New Roman" w:hAnsi="Times New Roman"/>
          <w:i/>
          <w:iCs/>
          <w:sz w:val="24"/>
          <w:szCs w:val="24"/>
        </w:rPr>
      </w:pPr>
      <w:r>
        <w:rPr>
          <w:rFonts w:ascii="Times New Roman" w:hAnsi="Times New Roman"/>
          <w:sz w:val="24"/>
          <w:szCs w:val="24"/>
        </w:rPr>
        <w:t>(iv)</w:t>
      </w:r>
      <w:r>
        <w:rPr>
          <w:rFonts w:ascii="Times New Roman" w:hAnsi="Times New Roman"/>
          <w:sz w:val="24"/>
          <w:szCs w:val="24"/>
        </w:rPr>
        <w:tab/>
      </w:r>
      <w:r w:rsidRPr="00137DB4">
        <w:rPr>
          <w:rFonts w:ascii="Times New Roman" w:hAnsi="Times New Roman"/>
          <w:sz w:val="24"/>
          <w:szCs w:val="24"/>
        </w:rPr>
        <w:t>Regardless of whether the Counter-Party or an acceptable guarantor meets the capitalization criteria</w:t>
      </w:r>
      <w:r>
        <w:rPr>
          <w:rFonts w:ascii="Times New Roman" w:hAnsi="Times New Roman"/>
          <w:sz w:val="24"/>
          <w:szCs w:val="24"/>
        </w:rPr>
        <w:t xml:space="preserve"> </w:t>
      </w:r>
      <w:r w:rsidRPr="00137DB4">
        <w:rPr>
          <w:rFonts w:ascii="Times New Roman" w:hAnsi="Times New Roman"/>
          <w:sz w:val="24"/>
          <w:szCs w:val="24"/>
        </w:rPr>
        <w:t>above, ERCOT may nevertheless require the Counter-Party to meet the capitalization criteria by posting an Independent Amount in the event that the Counter-Party or a guarantor has a material change</w:t>
      </w:r>
      <w:r>
        <w:rPr>
          <w:rFonts w:ascii="Times New Roman" w:hAnsi="Times New Roman"/>
          <w:sz w:val="24"/>
          <w:szCs w:val="24"/>
        </w:rPr>
        <w:t xml:space="preserve"> that may adversely affect the Counter-Party’s or an acceptable guarantor’s financial condition</w:t>
      </w:r>
      <w:r w:rsidRPr="00137DB4">
        <w:rPr>
          <w:rFonts w:ascii="Times New Roman" w:hAnsi="Times New Roman"/>
          <w:sz w:val="24"/>
          <w:szCs w:val="24"/>
        </w:rPr>
        <w:t xml:space="preserve"> in conjunction with or subsequent to the most recent audited annual or unaudited quarterly financial statements.  </w:t>
      </w:r>
      <w:r>
        <w:rPr>
          <w:rFonts w:ascii="Times New Roman" w:hAnsi="Times New Roman"/>
          <w:sz w:val="24"/>
          <w:szCs w:val="24"/>
        </w:rPr>
        <w:t xml:space="preserve">The Counter-Party shall notify ERCOT within one day after a material adverse change has occurred.  </w:t>
      </w:r>
      <w:r w:rsidRPr="00137DB4">
        <w:rPr>
          <w:rFonts w:ascii="Times New Roman" w:hAnsi="Times New Roman"/>
          <w:sz w:val="24"/>
          <w:szCs w:val="24"/>
        </w:rPr>
        <w:t xml:space="preserve">The </w:t>
      </w:r>
      <w:r>
        <w:rPr>
          <w:rFonts w:ascii="Times New Roman" w:hAnsi="Times New Roman"/>
          <w:sz w:val="24"/>
          <w:szCs w:val="24"/>
        </w:rPr>
        <w:t xml:space="preserve">final </w:t>
      </w:r>
      <w:r w:rsidRPr="00137DB4">
        <w:rPr>
          <w:rFonts w:ascii="Times New Roman" w:hAnsi="Times New Roman"/>
          <w:sz w:val="24"/>
          <w:szCs w:val="24"/>
        </w:rPr>
        <w:t>determination of a material</w:t>
      </w:r>
      <w:r>
        <w:rPr>
          <w:rFonts w:ascii="Times New Roman" w:hAnsi="Times New Roman"/>
          <w:sz w:val="24"/>
          <w:szCs w:val="24"/>
        </w:rPr>
        <w:t xml:space="preserve"> adverse change</w:t>
      </w:r>
      <w:r w:rsidRPr="00137DB4">
        <w:rPr>
          <w:rFonts w:ascii="Times New Roman" w:hAnsi="Times New Roman"/>
          <w:sz w:val="24"/>
          <w:szCs w:val="24"/>
        </w:rPr>
        <w:t xml:space="preserve"> is solely within ERCOT’s discretion.  </w:t>
      </w:r>
    </w:p>
    <w:p w14:paraId="25E6EDA0" w14:textId="77777777" w:rsidR="00770ABB" w:rsidRDefault="00770ABB" w:rsidP="000F17D7">
      <w:pPr>
        <w:pStyle w:val="List"/>
        <w:ind w:left="2160"/>
        <w:rPr>
          <w:szCs w:val="24"/>
        </w:rPr>
      </w:pPr>
      <w:r w:rsidRPr="00FB4E57">
        <w:rPr>
          <w:szCs w:val="24"/>
        </w:rPr>
        <w:t>(v)</w:t>
      </w:r>
      <w:r w:rsidRPr="00FB4E57">
        <w:rPr>
          <w:szCs w:val="24"/>
        </w:rPr>
        <w:tab/>
        <w:t>In the event audited financial statements do not meet the capitalization requirements</w:t>
      </w:r>
      <w:r>
        <w:rPr>
          <w:szCs w:val="24"/>
        </w:rPr>
        <w:t>,</w:t>
      </w:r>
      <w:r w:rsidRPr="00FB4E57">
        <w:rPr>
          <w:szCs w:val="24"/>
        </w:rPr>
        <w:t xml:space="preserve"> or there has been a material adverse change in the financial condition of the Counter-Party or acceptable guarantor in conjunction with or subsequent to the most recent audited annual or unaudited quarterly financial statements, Counter-Party will provide an Independent Amount in the form and amount necessary to participate in the ERCOT markets as follows:</w:t>
      </w:r>
    </w:p>
    <w:p w14:paraId="2736D849" w14:textId="77777777" w:rsidR="00770ABB" w:rsidRDefault="000F17D7" w:rsidP="000F17D7">
      <w:pPr>
        <w:pStyle w:val="List"/>
        <w:ind w:left="2880"/>
        <w:rPr>
          <w:szCs w:val="24"/>
        </w:rPr>
      </w:pPr>
      <w:r w:rsidRPr="000F17D7">
        <w:rPr>
          <w:szCs w:val="24"/>
        </w:rPr>
        <w:t>(A</w:t>
      </w:r>
      <w:r>
        <w:rPr>
          <w:szCs w:val="24"/>
        </w:rPr>
        <w:t>)</w:t>
      </w:r>
      <w:r>
        <w:rPr>
          <w:szCs w:val="24"/>
        </w:rPr>
        <w:tab/>
      </w:r>
      <w:r w:rsidR="00770ABB" w:rsidRPr="00FB4E57">
        <w:rPr>
          <w:szCs w:val="24"/>
        </w:rPr>
        <w:t>For a Counter-Party seeking authorization to participate or participating in all ERCOT markets, $500,000 Independent Amount.</w:t>
      </w:r>
    </w:p>
    <w:p w14:paraId="7E143518" w14:textId="77777777" w:rsidR="00770ABB" w:rsidRDefault="00770ABB" w:rsidP="000F17D7">
      <w:pPr>
        <w:pStyle w:val="ListParagraph"/>
        <w:spacing w:after="240" w:line="240" w:lineRule="auto"/>
        <w:ind w:left="2880" w:hanging="720"/>
        <w:rPr>
          <w:rFonts w:ascii="Times New Roman" w:hAnsi="Times New Roman"/>
          <w:sz w:val="24"/>
          <w:szCs w:val="24"/>
        </w:rPr>
      </w:pPr>
      <w:r w:rsidRPr="00FB4E57">
        <w:rPr>
          <w:rFonts w:ascii="Times New Roman" w:hAnsi="Times New Roman"/>
          <w:sz w:val="24"/>
          <w:szCs w:val="24"/>
        </w:rPr>
        <w:t>(B)</w:t>
      </w:r>
      <w:r w:rsidRPr="00FB4E57">
        <w:rPr>
          <w:rFonts w:ascii="Times New Roman" w:hAnsi="Times New Roman"/>
          <w:sz w:val="24"/>
          <w:szCs w:val="24"/>
        </w:rPr>
        <w:tab/>
        <w:t xml:space="preserve">For a Counter-Party seeking authorization to participate or participating in all ERCOT markets except for the CRR market, $200,000 Independent Amount.  </w:t>
      </w:r>
    </w:p>
    <w:p w14:paraId="6845CBFB"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p>
    <w:p w14:paraId="58AF5C89" w14:textId="77777777" w:rsidR="00770ABB" w:rsidRPr="00FB4E57" w:rsidRDefault="00770ABB" w:rsidP="00770ABB">
      <w:pPr>
        <w:pStyle w:val="ListParagraph"/>
        <w:spacing w:after="240" w:line="240" w:lineRule="auto"/>
        <w:ind w:left="2880" w:hanging="720"/>
        <w:rPr>
          <w:rFonts w:ascii="Times New Roman" w:hAnsi="Times New Roman"/>
          <w:i/>
          <w:iCs/>
          <w:sz w:val="24"/>
          <w:szCs w:val="24"/>
        </w:rPr>
      </w:pPr>
      <w:r w:rsidRPr="00FB4E57">
        <w:rPr>
          <w:rFonts w:ascii="Times New Roman" w:hAnsi="Times New Roman"/>
          <w:sz w:val="24"/>
          <w:szCs w:val="24"/>
        </w:rPr>
        <w:t>(C)</w:t>
      </w:r>
      <w:r w:rsidRPr="00FB4E57">
        <w:rPr>
          <w:rFonts w:ascii="Times New Roman" w:hAnsi="Times New Roman"/>
          <w:sz w:val="24"/>
          <w:szCs w:val="24"/>
        </w:rPr>
        <w:tab/>
        <w:t xml:space="preserve">For purposes of assessment of the Independent Amount, ERCOT will deem a Counter-Party that is or is applying to be a CRR Account Holder as having a desire to participate in all ERCOT markets.  </w:t>
      </w:r>
    </w:p>
    <w:p w14:paraId="5A7DD360" w14:textId="4FF4FFE6" w:rsidR="00770ABB" w:rsidRPr="00FB4E57" w:rsidRDefault="006868C6" w:rsidP="00770ABB">
      <w:pPr>
        <w:pStyle w:val="NoSpacing"/>
        <w:spacing w:after="240"/>
        <w:ind w:left="2880" w:hanging="720"/>
        <w:rPr>
          <w:rFonts w:ascii="Times New Roman" w:hAnsi="Times New Roman"/>
          <w:i/>
          <w:iCs/>
          <w:sz w:val="24"/>
          <w:szCs w:val="24"/>
        </w:rPr>
      </w:pPr>
      <w:r w:rsidRPr="00FB4E57">
        <w:rPr>
          <w:rFonts w:ascii="Times New Roman" w:hAnsi="Times New Roman"/>
          <w:sz w:val="24"/>
          <w:szCs w:val="24"/>
        </w:rPr>
        <w:t>(D)</w:t>
      </w:r>
      <w:r w:rsidRPr="00FB4E57">
        <w:rPr>
          <w:rFonts w:ascii="Times New Roman" w:hAnsi="Times New Roman"/>
          <w:sz w:val="24"/>
          <w:szCs w:val="24"/>
        </w:rPr>
        <w:tab/>
        <w:t xml:space="preserve">Financial Security posted pursuant to this section is fully available to ERCOT in the event of the Counter-Party’s Payment Breach.  </w:t>
      </w:r>
    </w:p>
    <w:p w14:paraId="28230163" w14:textId="77777777" w:rsidR="00770ABB" w:rsidRPr="00FB4E57" w:rsidRDefault="00770ABB" w:rsidP="000F17D7">
      <w:pPr>
        <w:pStyle w:val="List"/>
        <w:ind w:left="2880"/>
        <w:rPr>
          <w:i/>
          <w:iCs/>
          <w:szCs w:val="24"/>
        </w:rPr>
      </w:pPr>
      <w:r w:rsidRPr="00FB4E57">
        <w:rPr>
          <w:szCs w:val="24"/>
        </w:rPr>
        <w:t>(E)</w:t>
      </w:r>
      <w:r w:rsidRPr="00FB4E57">
        <w:rPr>
          <w:szCs w:val="24"/>
        </w:rPr>
        <w:tab/>
        <w:t xml:space="preserve">ERCOT shall add the Independent Amount to that Counter-Party’s </w:t>
      </w:r>
      <w:r w:rsidRPr="00C860C0">
        <w:rPr>
          <w:szCs w:val="24"/>
        </w:rPr>
        <w:t xml:space="preserve">Total Potential Exposure Secured </w:t>
      </w:r>
      <w:r>
        <w:rPr>
          <w:szCs w:val="24"/>
        </w:rPr>
        <w:t>(</w:t>
      </w:r>
      <w:r w:rsidRPr="00FB4E57">
        <w:rPr>
          <w:szCs w:val="24"/>
        </w:rPr>
        <w:t>TPES</w:t>
      </w:r>
      <w:r>
        <w:rPr>
          <w:szCs w:val="24"/>
        </w:rPr>
        <w:t>)</w:t>
      </w:r>
      <w:r w:rsidRPr="00FB4E57">
        <w:rPr>
          <w:szCs w:val="24"/>
        </w:rPr>
        <w:t xml:space="preserve"> pursuant to Section 16.11 and designate it as the Independent Amount.  ERCOT will require Financial Security for the Independent Amount in the same way as it does for other TPES elements.</w:t>
      </w:r>
      <w:r w:rsidRPr="00FB4E57" w:rsidDel="00425237">
        <w:rPr>
          <w:szCs w:val="24"/>
        </w:rPr>
        <w:t xml:space="preserve"> </w:t>
      </w:r>
    </w:p>
    <w:p w14:paraId="61F901F0" w14:textId="77777777" w:rsidR="00770ABB" w:rsidRDefault="00770ABB" w:rsidP="00770ABB">
      <w:pPr>
        <w:pStyle w:val="List"/>
        <w:ind w:left="2880"/>
        <w:rPr>
          <w:i/>
          <w:iCs/>
          <w:szCs w:val="24"/>
        </w:rPr>
      </w:pPr>
      <w:r w:rsidRPr="00FB4E57">
        <w:rPr>
          <w:szCs w:val="24"/>
        </w:rPr>
        <w:t>(F)</w:t>
      </w:r>
      <w:r w:rsidRPr="00FB4E57">
        <w:rPr>
          <w:szCs w:val="24"/>
        </w:rPr>
        <w:tab/>
        <w:t>Any non-payment of the Independent Amount is considered a Payment Breach pursuant to Section 16.11.6, Payment Breach and Late Payments by Market Participants</w:t>
      </w:r>
      <w:r>
        <w:rPr>
          <w:szCs w:val="24"/>
        </w:rPr>
        <w:t>.</w:t>
      </w:r>
      <w:r w:rsidRPr="00FB4E57">
        <w:rPr>
          <w:szCs w:val="24"/>
        </w:rPr>
        <w:t xml:space="preserve">  ERCOT may use any of the remedies provided in Section 16.11.6 to collect the Independent Amount for each Counter-Party.</w:t>
      </w:r>
    </w:p>
    <w:p w14:paraId="28CC3F43" w14:textId="77777777" w:rsidR="00770ABB" w:rsidRDefault="00770ABB" w:rsidP="00770ABB">
      <w:pPr>
        <w:pStyle w:val="ListParagraph"/>
        <w:spacing w:after="240" w:line="240" w:lineRule="auto"/>
        <w:ind w:left="1440" w:hanging="720"/>
        <w:rPr>
          <w:rFonts w:ascii="Times New Roman" w:hAnsi="Times New Roman"/>
          <w:i/>
          <w:iCs/>
          <w:sz w:val="24"/>
          <w:szCs w:val="24"/>
        </w:rPr>
      </w:pPr>
      <w:r w:rsidRPr="00893FB4">
        <w:rPr>
          <w:rFonts w:ascii="Times New Roman" w:hAnsi="Times New Roman"/>
          <w:sz w:val="24"/>
          <w:szCs w:val="24"/>
        </w:rPr>
        <w:t>(</w:t>
      </w:r>
      <w:r w:rsidR="00A71039">
        <w:rPr>
          <w:rFonts w:ascii="Times New Roman" w:hAnsi="Times New Roman"/>
          <w:sz w:val="24"/>
          <w:szCs w:val="24"/>
        </w:rPr>
        <w:t>e</w:t>
      </w:r>
      <w:r w:rsidRPr="00893FB4">
        <w:rPr>
          <w:rFonts w:ascii="Times New Roman" w:hAnsi="Times New Roman"/>
          <w:sz w:val="24"/>
          <w:szCs w:val="24"/>
        </w:rPr>
        <w:t>)</w:t>
      </w:r>
      <w:r w:rsidRPr="00893FB4">
        <w:rPr>
          <w:rFonts w:ascii="Times New Roman" w:hAnsi="Times New Roman"/>
          <w:sz w:val="24"/>
          <w:szCs w:val="24"/>
        </w:rPr>
        <w:tab/>
      </w:r>
      <w:r w:rsidRPr="00C92A67">
        <w:rPr>
          <w:rFonts w:ascii="Times New Roman" w:hAnsi="Times New Roman"/>
          <w:b/>
          <w:sz w:val="24"/>
          <w:szCs w:val="24"/>
          <w:u w:val="single"/>
        </w:rPr>
        <w:t>Risk Management Capabilities</w:t>
      </w:r>
      <w:r w:rsidRPr="00AC734B">
        <w:rPr>
          <w:rFonts w:ascii="Times New Roman" w:hAnsi="Times New Roman"/>
          <w:sz w:val="24"/>
          <w:szCs w:val="24"/>
        </w:rPr>
        <w:t>.</w:t>
      </w:r>
      <w:r w:rsidRPr="00893FB4">
        <w:rPr>
          <w:rFonts w:ascii="Times New Roman" w:hAnsi="Times New Roman"/>
          <w:sz w:val="24"/>
          <w:szCs w:val="24"/>
        </w:rPr>
        <w:t xml:space="preserve">  </w:t>
      </w:r>
      <w:r w:rsidRPr="00AC734B">
        <w:rPr>
          <w:rFonts w:ascii="Times New Roman" w:hAnsi="Times New Roman"/>
          <w:sz w:val="24"/>
          <w:szCs w:val="24"/>
        </w:rPr>
        <w:t xml:space="preserve">Each Counter-Party shall maintain appropriate, comprehensive risk management </w:t>
      </w:r>
      <w:r>
        <w:rPr>
          <w:rFonts w:ascii="Times New Roman" w:hAnsi="Times New Roman"/>
          <w:sz w:val="24"/>
          <w:szCs w:val="24"/>
        </w:rPr>
        <w:t>capabilities</w:t>
      </w:r>
      <w:r w:rsidRPr="00AC734B">
        <w:rPr>
          <w:rFonts w:ascii="Times New Roman" w:hAnsi="Times New Roman"/>
          <w:sz w:val="24"/>
          <w:szCs w:val="24"/>
        </w:rPr>
        <w:t xml:space="preserve"> with respect to the ERCOT markets in which the Counter-Party transacts or wishes to transact.  </w:t>
      </w:r>
      <w:r w:rsidRPr="00AC734B">
        <w:rPr>
          <w:rFonts w:ascii="Times New Roman" w:hAnsi="Times New Roman"/>
          <w:b/>
          <w:sz w:val="24"/>
          <w:szCs w:val="24"/>
        </w:rPr>
        <w:t xml:space="preserve"> </w:t>
      </w:r>
      <w:r w:rsidRPr="00C924B3">
        <w:rPr>
          <w:rFonts w:ascii="Times New Roman" w:hAnsi="Times New Roman"/>
          <w:sz w:val="24"/>
          <w:szCs w:val="24"/>
        </w:rPr>
        <w:t xml:space="preserve">ERCOT may review documentation supporting </w:t>
      </w:r>
      <w:r>
        <w:rPr>
          <w:rFonts w:ascii="Times New Roman" w:hAnsi="Times New Roman"/>
          <w:sz w:val="24"/>
          <w:szCs w:val="24"/>
        </w:rPr>
        <w:t xml:space="preserve">a </w:t>
      </w:r>
      <w:r w:rsidRPr="00C924B3">
        <w:rPr>
          <w:rFonts w:ascii="Times New Roman" w:hAnsi="Times New Roman"/>
          <w:sz w:val="24"/>
          <w:szCs w:val="24"/>
        </w:rPr>
        <w:t xml:space="preserve">Counter-Party’s risk management </w:t>
      </w:r>
      <w:r>
        <w:rPr>
          <w:rFonts w:ascii="Times New Roman" w:hAnsi="Times New Roman"/>
          <w:sz w:val="24"/>
          <w:szCs w:val="24"/>
        </w:rPr>
        <w:t>framework</w:t>
      </w:r>
      <w:r w:rsidRPr="00C924B3">
        <w:rPr>
          <w:rFonts w:ascii="Times New Roman" w:hAnsi="Times New Roman"/>
          <w:sz w:val="24"/>
          <w:szCs w:val="24"/>
        </w:rPr>
        <w:t xml:space="preserve"> as part of its processes for verifying the implementation of a Counter-Party</w:t>
      </w:r>
      <w:r>
        <w:rPr>
          <w:rFonts w:ascii="Times New Roman" w:hAnsi="Times New Roman"/>
          <w:sz w:val="24"/>
          <w:szCs w:val="24"/>
        </w:rPr>
        <w:t>’s</w:t>
      </w:r>
      <w:r w:rsidRPr="00C924B3">
        <w:rPr>
          <w:rFonts w:ascii="Times New Roman" w:hAnsi="Times New Roman"/>
          <w:sz w:val="24"/>
          <w:szCs w:val="24"/>
        </w:rPr>
        <w:t xml:space="preserve"> risk management framework as described</w:t>
      </w:r>
      <w:r>
        <w:rPr>
          <w:rFonts w:ascii="Times New Roman" w:hAnsi="Times New Roman"/>
          <w:sz w:val="24"/>
          <w:szCs w:val="24"/>
        </w:rPr>
        <w:t xml:space="preserve"> in Section 16.16.3, Verification of Risk Management Framework.</w:t>
      </w:r>
      <w:r w:rsidRPr="00C924B3">
        <w:rPr>
          <w:rFonts w:ascii="Times New Roman" w:hAnsi="Times New Roman"/>
          <w:sz w:val="24"/>
          <w:szCs w:val="24"/>
        </w:rPr>
        <w:t xml:space="preserve">   </w:t>
      </w:r>
    </w:p>
    <w:p w14:paraId="3EA3B678" w14:textId="77777777" w:rsidR="00770ABB" w:rsidRDefault="00770ABB" w:rsidP="00F80DFA">
      <w:pPr>
        <w:pStyle w:val="H3"/>
      </w:pPr>
      <w:bookmarkStart w:id="721" w:name="_Toc390439003"/>
      <w:bookmarkStart w:id="722" w:name="_Toc405897714"/>
      <w:bookmarkStart w:id="723" w:name="_Toc415055806"/>
      <w:bookmarkStart w:id="724" w:name="_Toc415055932"/>
      <w:bookmarkStart w:id="725" w:name="_Toc415056031"/>
      <w:bookmarkStart w:id="726" w:name="_Toc415056131"/>
      <w:bookmarkStart w:id="727" w:name="_Toc34728547"/>
      <w:r>
        <w:t>16.16.2</w:t>
      </w:r>
      <w:r>
        <w:tab/>
        <w:t>Annual Certification</w:t>
      </w:r>
      <w:bookmarkEnd w:id="721"/>
      <w:bookmarkEnd w:id="722"/>
      <w:bookmarkEnd w:id="723"/>
      <w:bookmarkEnd w:id="724"/>
      <w:bookmarkEnd w:id="725"/>
      <w:bookmarkEnd w:id="726"/>
      <w:bookmarkEnd w:id="727"/>
      <w:r w:rsidRPr="00137DB4">
        <w:rPr>
          <w:szCs w:val="24"/>
        </w:rPr>
        <w:t xml:space="preserve">  </w:t>
      </w:r>
    </w:p>
    <w:p w14:paraId="299BFE39" w14:textId="77777777" w:rsidR="00770ABB" w:rsidRPr="002C3290" w:rsidRDefault="00770ABB" w:rsidP="00770ABB">
      <w:pPr>
        <w:pStyle w:val="List"/>
        <w:ind w:left="720"/>
      </w:pPr>
      <w:r w:rsidRPr="002C3290">
        <w:t>(1)</w:t>
      </w:r>
      <w:r w:rsidRPr="002C3290">
        <w:tab/>
        <w:t>Each Counter-Party must submit to ERCOT annually a notarized certificate, signed by an officer or executive with authority to bind the Counter-Party, in the form of Section 22, Attachment J, Annual Certification Form to Meet ERCOT Additional Minimum Participation Requirement</w:t>
      </w:r>
      <w:r>
        <w:t>s</w:t>
      </w:r>
      <w:r w:rsidRPr="002C3290">
        <w:t xml:space="preserve">, certifying that the Counter-Party is in compliance with each of the Counter-Party criteria and agrees to procedures for verification of its risk management framework as described in Section 16.16.3, Verification of Risk Management Framework.  </w:t>
      </w:r>
    </w:p>
    <w:p w14:paraId="6074A85F" w14:textId="77777777" w:rsidR="00770ABB" w:rsidRPr="002C3290" w:rsidRDefault="00770ABB" w:rsidP="00770ABB">
      <w:pPr>
        <w:pStyle w:val="List"/>
        <w:ind w:left="720"/>
      </w:pPr>
      <w:r w:rsidRPr="002C3290">
        <w:t>(2)</w:t>
      </w:r>
      <w:r w:rsidRPr="002C3290">
        <w:tab/>
        <w:t xml:space="preserve">The certificate must be received by ERCOT no later than 120 days after the close of the fiscal year of the Counter-Party or its guarantor.  ERCOT may extend the period for providing the certificate on a case-by-case basis. </w:t>
      </w:r>
    </w:p>
    <w:p w14:paraId="766C3247" w14:textId="77777777" w:rsidR="00770ABB" w:rsidRPr="002C3290" w:rsidRDefault="00770ABB" w:rsidP="00770ABB">
      <w:pPr>
        <w:pStyle w:val="List"/>
        <w:ind w:left="720"/>
      </w:pPr>
      <w:r w:rsidRPr="002C3290">
        <w:t>(3)</w:t>
      </w:r>
      <w:r w:rsidRPr="002C3290">
        <w:tab/>
        <w:t>For new entry Counter-Parties, the certificate must be received by ERCOT prior to participation in any ERCOT markets.</w:t>
      </w:r>
    </w:p>
    <w:p w14:paraId="2FD1D1F8" w14:textId="77777777" w:rsidR="00770ABB" w:rsidRDefault="00770ABB" w:rsidP="00770ABB">
      <w:pPr>
        <w:pStyle w:val="List"/>
        <w:ind w:left="720"/>
      </w:pPr>
      <w:r>
        <w:t>(4)</w:t>
      </w:r>
      <w:r>
        <w:tab/>
      </w:r>
      <w:r w:rsidRPr="00137DB4">
        <w:t xml:space="preserve">A Counter-Party shall </w:t>
      </w:r>
      <w:r>
        <w:t xml:space="preserve">notify </w:t>
      </w:r>
      <w:r w:rsidRPr="00137DB4">
        <w:t xml:space="preserve">ERCOT within one </w:t>
      </w:r>
      <w:r>
        <w:t>d</w:t>
      </w:r>
      <w:r w:rsidRPr="00137DB4">
        <w:t xml:space="preserve">ay if it has experienced a material adverse change that would make its most recent </w:t>
      </w:r>
      <w:r>
        <w:t>a</w:t>
      </w:r>
      <w:r w:rsidRPr="00137DB4">
        <w:t xml:space="preserve">nnual </w:t>
      </w:r>
      <w:r>
        <w:t>c</w:t>
      </w:r>
      <w:r w:rsidRPr="00137DB4">
        <w:t>ertifica</w:t>
      </w:r>
      <w:r>
        <w:t>te</w:t>
      </w:r>
      <w:r w:rsidRPr="00137DB4">
        <w:t xml:space="preserve"> inaccurate. </w:t>
      </w:r>
    </w:p>
    <w:p w14:paraId="1F70DA75" w14:textId="77777777" w:rsidR="00770ABB" w:rsidRPr="00951B55" w:rsidRDefault="00770ABB" w:rsidP="00770ABB">
      <w:pPr>
        <w:pStyle w:val="H3"/>
        <w:rPr>
          <w:b w:val="0"/>
        </w:rPr>
      </w:pPr>
      <w:bookmarkStart w:id="728" w:name="_Toc390439004"/>
      <w:bookmarkStart w:id="729" w:name="_Toc405897715"/>
      <w:bookmarkStart w:id="730" w:name="_Toc415055807"/>
      <w:bookmarkStart w:id="731" w:name="_Toc415055933"/>
      <w:bookmarkStart w:id="732" w:name="_Toc415056032"/>
      <w:bookmarkStart w:id="733" w:name="_Toc415056132"/>
      <w:bookmarkStart w:id="734" w:name="_Toc34728548"/>
      <w:r>
        <w:t>16.16.3</w:t>
      </w:r>
      <w:r>
        <w:tab/>
      </w:r>
      <w:r w:rsidRPr="00945FF8">
        <w:rPr>
          <w:szCs w:val="24"/>
        </w:rPr>
        <w:t>Verification of Risk Management Framework</w:t>
      </w:r>
      <w:bookmarkEnd w:id="728"/>
      <w:bookmarkEnd w:id="729"/>
      <w:bookmarkEnd w:id="730"/>
      <w:bookmarkEnd w:id="731"/>
      <w:bookmarkEnd w:id="732"/>
      <w:bookmarkEnd w:id="733"/>
      <w:bookmarkEnd w:id="734"/>
      <w:r w:rsidRPr="00137DB4">
        <w:rPr>
          <w:szCs w:val="24"/>
        </w:rPr>
        <w:t xml:space="preserve"> </w:t>
      </w:r>
    </w:p>
    <w:p w14:paraId="4779794B" w14:textId="77777777" w:rsidR="00770ABB" w:rsidRPr="00951B55" w:rsidRDefault="00770ABB" w:rsidP="00770ABB">
      <w:pPr>
        <w:pStyle w:val="List"/>
        <w:ind w:left="720"/>
      </w:pPr>
      <w:r w:rsidRPr="002C3290">
        <w:t>(1)</w:t>
      </w:r>
      <w:r w:rsidRPr="002C3290">
        <w:tab/>
        <w:t xml:space="preserve">ERCOT will periodically perform or cause to be performed procedures to assess the risk management framework of Counter-Parties, including its implementation.  </w:t>
      </w:r>
    </w:p>
    <w:p w14:paraId="1A2F1454" w14:textId="77777777" w:rsidR="00770ABB" w:rsidRPr="002C3290" w:rsidRDefault="00770ABB" w:rsidP="00770ABB">
      <w:pPr>
        <w:pStyle w:val="List"/>
        <w:ind w:left="720"/>
      </w:pPr>
      <w:r w:rsidRPr="002C3290">
        <w:t>(2)</w:t>
      </w:r>
      <w:r w:rsidRPr="002C3290">
        <w:tab/>
        <w:t xml:space="preserve">ERCOT may retain a third party either to assess the sufficiency of the Counter-Party’s risk management framework or to provide guidance and advice as to what constitutes appropriate content with respect to generally accepted risk management practices in their respective markets, commensurate and proportional in sophistication, scope and frequency to the volume of transactions and the nature and extent of risk taken by the Counter-Party.  </w:t>
      </w:r>
    </w:p>
    <w:p w14:paraId="1B2BAB71" w14:textId="77777777" w:rsidR="00770ABB" w:rsidRPr="002C3290" w:rsidRDefault="00770ABB" w:rsidP="00770ABB">
      <w:pPr>
        <w:pStyle w:val="List"/>
        <w:ind w:left="720"/>
      </w:pPr>
      <w:r w:rsidRPr="002C3290">
        <w:t>(3)</w:t>
      </w:r>
      <w:r w:rsidRPr="002C3290">
        <w:tab/>
        <w:t>ERCOT shall, identify the nature and scope of generally accepted risk management practices in their respective markets by which Counter-Party risk management frameworks will be assessed.  Key elements will include:</w:t>
      </w:r>
    </w:p>
    <w:p w14:paraId="755CC81E" w14:textId="77777777" w:rsidR="00770ABB" w:rsidRPr="007A2A43" w:rsidRDefault="00770ABB" w:rsidP="00770ABB">
      <w:pPr>
        <w:pStyle w:val="List2"/>
        <w:tabs>
          <w:tab w:val="num" w:pos="1620"/>
        </w:tabs>
        <w:ind w:left="1440"/>
      </w:pPr>
      <w:r w:rsidRPr="007A2A43">
        <w:t>(a)</w:t>
      </w:r>
      <w:r>
        <w:tab/>
      </w:r>
      <w:r w:rsidRPr="007A2A43">
        <w:t>The risk management framework is documented in a risk policy addressing market and credit risks that has been approved by a Counter-Party’s risk management function which includes appropriate corporate persons or bodies that are independent of the Counter-Party’s trading functions, such as a risk management committee, a designated risk officer, participant Counter-Party’s board or board committee, or, if applicable, a board or committee of the Counter-Party’s parent company.</w:t>
      </w:r>
    </w:p>
    <w:p w14:paraId="03761E57" w14:textId="77777777" w:rsidR="00770ABB" w:rsidRPr="007A2A43" w:rsidRDefault="00770ABB" w:rsidP="00770ABB">
      <w:pPr>
        <w:pStyle w:val="List2"/>
        <w:tabs>
          <w:tab w:val="num" w:pos="1620"/>
        </w:tabs>
        <w:ind w:left="1440"/>
      </w:pPr>
      <w:r>
        <w:t>(b)</w:t>
      </w:r>
      <w:r>
        <w:tab/>
      </w:r>
      <w:r w:rsidRPr="007A2A43">
        <w:t xml:space="preserve">A Counter-Party maintains an organizational structure with clearly defined roles and responsibilities that clearly segregate trading and risk control functions. </w:t>
      </w:r>
    </w:p>
    <w:p w14:paraId="65769165" w14:textId="77777777" w:rsidR="00770ABB" w:rsidRPr="007A2A43" w:rsidRDefault="00770ABB" w:rsidP="00770ABB">
      <w:pPr>
        <w:pStyle w:val="List2"/>
        <w:tabs>
          <w:tab w:val="num" w:pos="1620"/>
        </w:tabs>
        <w:ind w:left="1440"/>
      </w:pPr>
      <w:r>
        <w:t>(c)</w:t>
      </w:r>
      <w:r>
        <w:tab/>
      </w:r>
      <w:r w:rsidRPr="007A2A43">
        <w:t>There is clarity of authority specifying the transactions into which traders are allowed to enter.</w:t>
      </w:r>
    </w:p>
    <w:p w14:paraId="10B4CCD3" w14:textId="77777777" w:rsidR="00770ABB" w:rsidRPr="007A2A43" w:rsidRDefault="00770ABB" w:rsidP="00770ABB">
      <w:pPr>
        <w:pStyle w:val="List2"/>
        <w:tabs>
          <w:tab w:val="num" w:pos="1620"/>
        </w:tabs>
        <w:ind w:left="1440"/>
      </w:pPr>
      <w:r>
        <w:t>(d)</w:t>
      </w:r>
      <w:r>
        <w:tab/>
      </w:r>
      <w:r w:rsidRPr="007A2A43">
        <w:t>A Counter-Party ensures that traders have adequate training and/or experience relative to their delegations of authority in systems and the markets in which they transact.</w:t>
      </w:r>
    </w:p>
    <w:p w14:paraId="03227B2B" w14:textId="77777777" w:rsidR="00770ABB" w:rsidRPr="007A2A43" w:rsidRDefault="00770ABB" w:rsidP="00770ABB">
      <w:pPr>
        <w:pStyle w:val="List2"/>
        <w:tabs>
          <w:tab w:val="num" w:pos="1620"/>
        </w:tabs>
        <w:ind w:left="1440"/>
      </w:pPr>
      <w:r>
        <w:t>(e)</w:t>
      </w:r>
      <w:r>
        <w:tab/>
      </w:r>
      <w:r w:rsidRPr="007A2A43">
        <w:t>As appropriate, a Counter-Party has risk limits in place to control risk exposures.</w:t>
      </w:r>
    </w:p>
    <w:p w14:paraId="5CDBE328" w14:textId="77777777" w:rsidR="00770ABB" w:rsidRPr="007A2A43" w:rsidRDefault="00770ABB" w:rsidP="00770ABB">
      <w:pPr>
        <w:pStyle w:val="List2"/>
        <w:tabs>
          <w:tab w:val="num" w:pos="1620"/>
        </w:tabs>
        <w:ind w:left="1440"/>
      </w:pPr>
      <w:r>
        <w:t>(f)</w:t>
      </w:r>
      <w:r>
        <w:tab/>
      </w:r>
      <w:r w:rsidRPr="007A2A43">
        <w:t>A Counter-Party has reporting in place to ensure risks are adequately communicated throughout the organization.</w:t>
      </w:r>
    </w:p>
    <w:p w14:paraId="7AA65AC2" w14:textId="77777777" w:rsidR="00770ABB" w:rsidRPr="007A2A43" w:rsidRDefault="00770ABB" w:rsidP="00770ABB">
      <w:pPr>
        <w:pStyle w:val="List2"/>
        <w:tabs>
          <w:tab w:val="num" w:pos="1620"/>
        </w:tabs>
        <w:ind w:left="1440"/>
      </w:pPr>
      <w:r>
        <w:t>(g)</w:t>
      </w:r>
      <w:r>
        <w:tab/>
      </w:r>
      <w:r w:rsidRPr="007A2A43">
        <w:t>A Counter-Party has processes in place for independent confirmation of executed transactions.</w:t>
      </w:r>
    </w:p>
    <w:p w14:paraId="5AF4C487" w14:textId="77777777" w:rsidR="00770ABB" w:rsidRPr="007A2A43" w:rsidRDefault="00770ABB" w:rsidP="00770ABB">
      <w:pPr>
        <w:pStyle w:val="List2"/>
        <w:tabs>
          <w:tab w:val="num" w:pos="1620"/>
        </w:tabs>
        <w:ind w:left="1440"/>
      </w:pPr>
      <w:r w:rsidRPr="007A2A43">
        <w:t>(h)</w:t>
      </w:r>
      <w:r w:rsidRPr="007A2A43">
        <w:tab/>
        <w:t>A Counter-Party performs a periodic valuation or mark-to-market of risk positions, as appropriate.</w:t>
      </w:r>
    </w:p>
    <w:p w14:paraId="7B245937" w14:textId="77777777" w:rsidR="00770ABB" w:rsidRDefault="00770ABB" w:rsidP="00770ABB">
      <w:pPr>
        <w:pStyle w:val="List2"/>
        <w:tabs>
          <w:tab w:val="num" w:pos="1620"/>
        </w:tabs>
        <w:ind w:left="1440"/>
      </w:pPr>
      <w:r w:rsidRPr="00FB4E57">
        <w:t>(</w:t>
      </w:r>
      <w:proofErr w:type="spellStart"/>
      <w:r w:rsidRPr="00FB4E57">
        <w:t>i</w:t>
      </w:r>
      <w:proofErr w:type="spellEnd"/>
      <w:r w:rsidRPr="00FB4E57">
        <w:t>)</w:t>
      </w:r>
      <w:r>
        <w:tab/>
        <w:t xml:space="preserve">The ERCOT Board may approve minimum standards under an Other Binding Document. </w:t>
      </w:r>
    </w:p>
    <w:p w14:paraId="3C7F7B95" w14:textId="77777777" w:rsidR="00770ABB" w:rsidRPr="008E27A2" w:rsidRDefault="00770ABB" w:rsidP="00770ABB">
      <w:pPr>
        <w:pStyle w:val="List"/>
        <w:ind w:left="720"/>
      </w:pPr>
      <w:r>
        <w:t>(4)</w:t>
      </w:r>
      <w:r>
        <w:tab/>
      </w:r>
      <w:r w:rsidRPr="002C3290">
        <w:t>Upon notice of being selected for verification, a Counter-Party will make available or submit to ERCOT, or a third party acting on ERCOT’s behalf, such documentation as is necessary to provide evidence of the sufficiency and implementation of its risk management framework.  Such information may include, but not be limited to, documents of the following nature:  risk policies, organizational charts, Delegations of Authority, training records, risk limit structure, reporting frameworks, and relevant procedures, all in a level of detail acceptable to ERCOT.  Along with such documentation, a Counter-Party will provide a written explanation to ERCOT or its agent of how its risk management framework conforms to the risk management standards noted above.  Requested information and documents must be made available for review by ERCOT, or a third party acting on ERCOT’s behalf, 30 days after Notice of the request.  ERCOT will provide Counter-Party Notice of inadequate documentation and will give Counter-Party ten Business Days to correct the inadequacy.  At ERCOT’s sole discretion, these deadlines may be extended on a case-by-case basis.</w:t>
      </w:r>
    </w:p>
    <w:p w14:paraId="01B4CC7D" w14:textId="77777777" w:rsidR="00770ABB" w:rsidRPr="002C3290" w:rsidRDefault="00770ABB" w:rsidP="00770ABB">
      <w:pPr>
        <w:pStyle w:val="List"/>
        <w:ind w:left="720"/>
      </w:pPr>
      <w:r w:rsidRPr="002C3290">
        <w:t>(5)</w:t>
      </w:r>
      <w:r w:rsidRPr="002C3290">
        <w:tab/>
        <w:t xml:space="preserve">If necessary, Counter-Parties will support the verification process by, among other things, making appropriate personnel available for interviews, permitting on-site observation of credit and risk management processes and procedures, and providing written responses to written inquiries on a timely basis.  A Counter-Party may request that ERCOT or a third party performing verification on ERCOT’s behalf perform the review on-site at the Counter-Party’s location.  Any resulting additional expenses will in this case be the sole responsibility of the Counter-Party making the request.   </w:t>
      </w:r>
    </w:p>
    <w:p w14:paraId="10158438" w14:textId="77777777" w:rsidR="00770ABB" w:rsidRPr="002C3290" w:rsidRDefault="00770ABB" w:rsidP="00770ABB">
      <w:pPr>
        <w:pStyle w:val="List"/>
        <w:ind w:left="720"/>
      </w:pPr>
      <w:r w:rsidRPr="002C3290">
        <w:t>(6)</w:t>
      </w:r>
      <w:r w:rsidRPr="002C3290">
        <w:tab/>
        <w:t>ERCOT will perform procedures to verify the risk management framework at least annually for any Counter-Party if that Counter-Party or its guarantor is:</w:t>
      </w:r>
    </w:p>
    <w:p w14:paraId="247E23A7" w14:textId="77777777" w:rsidR="00770ABB" w:rsidRDefault="00770ABB" w:rsidP="00770ABB">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(a</w:t>
      </w:r>
      <w:r w:rsidRPr="00C37DC7">
        <w:rPr>
          <w:rFonts w:ascii="Times New Roman" w:hAnsi="Times New Roman"/>
          <w:sz w:val="24"/>
          <w:szCs w:val="24"/>
        </w:rPr>
        <w:t>)</w:t>
      </w:r>
      <w:r>
        <w:rPr>
          <w:rFonts w:ascii="Times New Roman" w:hAnsi="Times New Roman"/>
          <w:sz w:val="24"/>
          <w:szCs w:val="24"/>
        </w:rPr>
        <w:tab/>
        <w:t>I</w:t>
      </w:r>
      <w:r w:rsidRPr="00C37DC7">
        <w:rPr>
          <w:rFonts w:ascii="Times New Roman" w:hAnsi="Times New Roman"/>
          <w:sz w:val="24"/>
          <w:szCs w:val="24"/>
        </w:rPr>
        <w:t xml:space="preserve">neligible for unsecured credit under </w:t>
      </w:r>
      <w:r w:rsidR="00651F88" w:rsidRPr="00CC731E">
        <w:rPr>
          <w:rFonts w:ascii="Times New Roman" w:hAnsi="Times New Roman"/>
          <w:sz w:val="24"/>
          <w:szCs w:val="24"/>
        </w:rPr>
        <w:t>Section 16.11.2</w:t>
      </w:r>
      <w:r w:rsidR="00651F88">
        <w:rPr>
          <w:rFonts w:ascii="Times New Roman" w:hAnsi="Times New Roman"/>
          <w:sz w:val="24"/>
          <w:szCs w:val="24"/>
        </w:rPr>
        <w:t xml:space="preserve">, </w:t>
      </w:r>
      <w:r w:rsidR="00651F88" w:rsidRPr="00651F88">
        <w:rPr>
          <w:rFonts w:ascii="Times New Roman" w:hAnsi="Times New Roman"/>
          <w:sz w:val="24"/>
          <w:szCs w:val="24"/>
        </w:rPr>
        <w:t>Requirements for Setting a Counter-Party’s Unsecured Credit Limit</w:t>
      </w:r>
      <w:r>
        <w:rPr>
          <w:rFonts w:ascii="Times New Roman" w:hAnsi="Times New Roman"/>
          <w:sz w:val="24"/>
          <w:szCs w:val="24"/>
        </w:rPr>
        <w:t xml:space="preserve">; </w:t>
      </w:r>
      <w:r w:rsidRPr="00C37DC7">
        <w:rPr>
          <w:rFonts w:ascii="Times New Roman" w:hAnsi="Times New Roman"/>
          <w:sz w:val="24"/>
          <w:szCs w:val="24"/>
        </w:rPr>
        <w:t>and</w:t>
      </w:r>
    </w:p>
    <w:p w14:paraId="162A76D7" w14:textId="77777777" w:rsidR="00770ABB" w:rsidRDefault="00770ABB" w:rsidP="00A93E8D">
      <w:pPr>
        <w:pStyle w:val="ListParagraph"/>
        <w:spacing w:after="240" w:line="240" w:lineRule="auto"/>
        <w:ind w:left="1440" w:hanging="720"/>
        <w:contextualSpacing w:val="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H</w:t>
      </w:r>
      <w:r w:rsidRPr="00C37DC7">
        <w:rPr>
          <w:rFonts w:ascii="Times New Roman" w:hAnsi="Times New Roman"/>
          <w:sz w:val="24"/>
          <w:szCs w:val="24"/>
        </w:rPr>
        <w:t xml:space="preserve">as had exposure in CRR Obligations in </w:t>
      </w:r>
      <w:r>
        <w:rPr>
          <w:rFonts w:ascii="Times New Roman" w:hAnsi="Times New Roman"/>
          <w:sz w:val="24"/>
          <w:szCs w:val="24"/>
        </w:rPr>
        <w:t xml:space="preserve">the </w:t>
      </w:r>
      <w:r w:rsidRPr="00C37DC7">
        <w:rPr>
          <w:rFonts w:ascii="Times New Roman" w:hAnsi="Times New Roman"/>
          <w:sz w:val="24"/>
          <w:szCs w:val="24"/>
        </w:rPr>
        <w:t xml:space="preserve">ERCOT CRR market during the year preceding the date of the </w:t>
      </w:r>
      <w:r>
        <w:rPr>
          <w:rFonts w:ascii="Times New Roman" w:hAnsi="Times New Roman"/>
          <w:sz w:val="24"/>
          <w:szCs w:val="24"/>
        </w:rPr>
        <w:t>a</w:t>
      </w:r>
      <w:r w:rsidRPr="00C37DC7">
        <w:rPr>
          <w:rFonts w:ascii="Times New Roman" w:hAnsi="Times New Roman"/>
          <w:sz w:val="24"/>
          <w:szCs w:val="24"/>
        </w:rPr>
        <w:t xml:space="preserve">nnual </w:t>
      </w:r>
      <w:r>
        <w:rPr>
          <w:rFonts w:ascii="Times New Roman" w:hAnsi="Times New Roman"/>
          <w:sz w:val="24"/>
          <w:szCs w:val="24"/>
        </w:rPr>
        <w:t>c</w:t>
      </w:r>
      <w:r w:rsidRPr="00C37DC7">
        <w:rPr>
          <w:rFonts w:ascii="Times New Roman" w:hAnsi="Times New Roman"/>
          <w:sz w:val="24"/>
          <w:szCs w:val="24"/>
        </w:rPr>
        <w:t>ertificat</w:t>
      </w:r>
      <w:r>
        <w:rPr>
          <w:rFonts w:ascii="Times New Roman" w:hAnsi="Times New Roman"/>
          <w:sz w:val="24"/>
          <w:szCs w:val="24"/>
        </w:rPr>
        <w:t>e</w:t>
      </w:r>
      <w:r w:rsidRPr="00C37DC7">
        <w:rPr>
          <w:rFonts w:ascii="Times New Roman" w:hAnsi="Times New Roman"/>
          <w:sz w:val="24"/>
          <w:szCs w:val="24"/>
        </w:rPr>
        <w:t xml:space="preserve">. </w:t>
      </w:r>
    </w:p>
    <w:p w14:paraId="761DE048" w14:textId="77777777" w:rsidR="00770ABB" w:rsidRDefault="00770ABB" w:rsidP="00770ABB">
      <w:pPr>
        <w:pStyle w:val="ListParagraph"/>
        <w:spacing w:after="240" w:line="240" w:lineRule="auto"/>
        <w:ind w:left="2160" w:hanging="720"/>
        <w:contextualSpacing w:val="0"/>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i</w:t>
      </w:r>
      <w:proofErr w:type="spellEnd"/>
      <w:r>
        <w:rPr>
          <w:rFonts w:ascii="Times New Roman" w:hAnsi="Times New Roman"/>
          <w:sz w:val="24"/>
          <w:szCs w:val="24"/>
        </w:rPr>
        <w:t>)</w:t>
      </w:r>
      <w:r>
        <w:rPr>
          <w:rFonts w:ascii="Times New Roman" w:hAnsi="Times New Roman"/>
          <w:sz w:val="24"/>
          <w:szCs w:val="24"/>
        </w:rPr>
        <w:tab/>
      </w:r>
      <w:r w:rsidRPr="00C37DC7">
        <w:rPr>
          <w:rFonts w:ascii="Times New Roman" w:hAnsi="Times New Roman"/>
          <w:sz w:val="24"/>
          <w:szCs w:val="24"/>
        </w:rPr>
        <w:t xml:space="preserve">Notwithstanding the above, ERCOT will perform risk management </w:t>
      </w:r>
      <w:r>
        <w:rPr>
          <w:rFonts w:ascii="Times New Roman" w:hAnsi="Times New Roman"/>
          <w:sz w:val="24"/>
          <w:szCs w:val="24"/>
        </w:rPr>
        <w:t xml:space="preserve">framework </w:t>
      </w:r>
      <w:r w:rsidRPr="00C37DC7">
        <w:rPr>
          <w:rFonts w:ascii="Times New Roman" w:hAnsi="Times New Roman"/>
          <w:sz w:val="24"/>
          <w:szCs w:val="24"/>
        </w:rPr>
        <w:t xml:space="preserve">verification procedures on other Counter-Parties at its sole discretion. </w:t>
      </w:r>
    </w:p>
    <w:p w14:paraId="7332239D"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C37DC7">
        <w:rPr>
          <w:rFonts w:ascii="Times New Roman" w:hAnsi="Times New Roman"/>
          <w:sz w:val="24"/>
          <w:szCs w:val="24"/>
        </w:rPr>
        <w:t xml:space="preserve">Upon completion of </w:t>
      </w:r>
      <w:r>
        <w:rPr>
          <w:rFonts w:ascii="Times New Roman" w:hAnsi="Times New Roman"/>
          <w:sz w:val="24"/>
          <w:szCs w:val="24"/>
        </w:rPr>
        <w:t xml:space="preserve">its </w:t>
      </w:r>
      <w:r w:rsidRPr="00C37DC7">
        <w:rPr>
          <w:rFonts w:ascii="Times New Roman" w:hAnsi="Times New Roman"/>
          <w:sz w:val="24"/>
          <w:szCs w:val="24"/>
        </w:rPr>
        <w:t xml:space="preserve">review, ERCOT will notify </w:t>
      </w:r>
      <w:r>
        <w:rPr>
          <w:rFonts w:ascii="Times New Roman" w:hAnsi="Times New Roman"/>
          <w:sz w:val="24"/>
          <w:szCs w:val="24"/>
        </w:rPr>
        <w:t xml:space="preserve">the </w:t>
      </w:r>
      <w:r w:rsidRPr="00C37DC7">
        <w:rPr>
          <w:rFonts w:ascii="Times New Roman" w:hAnsi="Times New Roman"/>
          <w:sz w:val="24"/>
          <w:szCs w:val="24"/>
        </w:rPr>
        <w:t>Counter-Party whether or not any material deficiencies were noted.  If material deficiencies exist, ERCOT may, in its sole discretion, establish in consultation with the Counter-Party, a remediation plan for any deficiencies.  The remediation period allowed for specific deficiencies should be consistent with the severity of those deficiencies and may have incremental deadlines.  The total remediation period will not exceed 90 days</w:t>
      </w:r>
      <w:r>
        <w:rPr>
          <w:rFonts w:ascii="Times New Roman" w:hAnsi="Times New Roman"/>
          <w:sz w:val="24"/>
          <w:szCs w:val="24"/>
        </w:rPr>
        <w:t>, unless extended, at ERCOT’s sole discretion, on a case-by-case basis</w:t>
      </w:r>
      <w:r w:rsidRPr="00C37DC7">
        <w:rPr>
          <w:rFonts w:ascii="Times New Roman" w:hAnsi="Times New Roman"/>
          <w:sz w:val="24"/>
          <w:szCs w:val="24"/>
        </w:rPr>
        <w:t xml:space="preserve">.    </w:t>
      </w:r>
    </w:p>
    <w:p w14:paraId="658D28CE"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C37DC7">
        <w:rPr>
          <w:rFonts w:ascii="Times New Roman" w:hAnsi="Times New Roman"/>
          <w:sz w:val="24"/>
          <w:szCs w:val="24"/>
        </w:rPr>
        <w:t xml:space="preserve">Risk management deficiencies remaining beyond the ERCOT-defined remediation periods constitute a material </w:t>
      </w:r>
      <w:r>
        <w:rPr>
          <w:rFonts w:ascii="Times New Roman" w:hAnsi="Times New Roman"/>
          <w:sz w:val="24"/>
          <w:szCs w:val="24"/>
        </w:rPr>
        <w:t>b</w:t>
      </w:r>
      <w:r w:rsidRPr="00C37DC7">
        <w:rPr>
          <w:rFonts w:ascii="Times New Roman" w:hAnsi="Times New Roman"/>
          <w:sz w:val="24"/>
          <w:szCs w:val="24"/>
        </w:rPr>
        <w:t>reach under the Counter-Party’s Standard Form Market Participant Agreement</w:t>
      </w:r>
      <w:r>
        <w:rPr>
          <w:rFonts w:ascii="Times New Roman" w:hAnsi="Times New Roman"/>
          <w:sz w:val="24"/>
          <w:szCs w:val="24"/>
        </w:rPr>
        <w:t xml:space="preserve"> as provided for in Section 22, Attachment A, Standard Form Market Participant Agreement</w:t>
      </w:r>
      <w:r w:rsidRPr="00C37DC7">
        <w:rPr>
          <w:rFonts w:ascii="Times New Roman" w:hAnsi="Times New Roman"/>
          <w:sz w:val="24"/>
          <w:szCs w:val="24"/>
        </w:rPr>
        <w:t xml:space="preserve">.  Upon a material </w:t>
      </w:r>
      <w:r>
        <w:rPr>
          <w:rFonts w:ascii="Times New Roman" w:hAnsi="Times New Roman"/>
          <w:sz w:val="24"/>
          <w:szCs w:val="24"/>
        </w:rPr>
        <w:t>b</w:t>
      </w:r>
      <w:r w:rsidRPr="00C37DC7">
        <w:rPr>
          <w:rFonts w:ascii="Times New Roman" w:hAnsi="Times New Roman"/>
          <w:sz w:val="24"/>
          <w:szCs w:val="24"/>
        </w:rPr>
        <w:t>reach, ERCOT may, in addition to any other rights or remedies ERCOT has under any agreement, these Protocols or at common law, suspend any or all future activities in the ERCOT market, pending remediation of deficiencies.</w:t>
      </w:r>
      <w:r>
        <w:rPr>
          <w:rFonts w:ascii="Times New Roman" w:hAnsi="Times New Roman"/>
          <w:sz w:val="24"/>
          <w:szCs w:val="24"/>
        </w:rPr>
        <w:t xml:space="preserve">  An action by ERCOT to suspend activities in the ERCOT market is subject to the provisions of Section 20, Alternative Dispute Resolution Process.  </w:t>
      </w:r>
    </w:p>
    <w:p w14:paraId="736360E4"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r>
      <w:r w:rsidRPr="00C37DC7">
        <w:rPr>
          <w:rFonts w:ascii="Times New Roman" w:hAnsi="Times New Roman"/>
          <w:sz w:val="24"/>
          <w:szCs w:val="24"/>
        </w:rPr>
        <w:t xml:space="preserve">Participation in ERCOT markets is contingent on verification by </w:t>
      </w:r>
      <w:r w:rsidRPr="00431601">
        <w:rPr>
          <w:rFonts w:ascii="Times New Roman" w:hAnsi="Times New Roman"/>
          <w:sz w:val="24"/>
          <w:szCs w:val="24"/>
        </w:rPr>
        <w:t xml:space="preserve">ERCOT, or by a third party acting on ERCOT’s behalf, that the proposed measures have been implemented.  </w:t>
      </w:r>
    </w:p>
    <w:p w14:paraId="468906E9"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r>
      <w:r w:rsidRPr="00431601">
        <w:rPr>
          <w:rFonts w:ascii="Times New Roman" w:hAnsi="Times New Roman"/>
          <w:sz w:val="24"/>
          <w:szCs w:val="24"/>
        </w:rPr>
        <w:t>If a Counter-Party provides evidence that its risk management framework has been deemed sufficient for transacting in another R</w:t>
      </w:r>
      <w:r>
        <w:rPr>
          <w:rFonts w:ascii="Times New Roman" w:hAnsi="Times New Roman"/>
          <w:sz w:val="24"/>
          <w:szCs w:val="24"/>
        </w:rPr>
        <w:t xml:space="preserve">egional </w:t>
      </w:r>
      <w:r w:rsidRPr="00431601">
        <w:rPr>
          <w:rFonts w:ascii="Times New Roman" w:hAnsi="Times New Roman"/>
          <w:sz w:val="24"/>
          <w:szCs w:val="24"/>
        </w:rPr>
        <w:t>T</w:t>
      </w:r>
      <w:r>
        <w:rPr>
          <w:rFonts w:ascii="Times New Roman" w:hAnsi="Times New Roman"/>
          <w:sz w:val="24"/>
          <w:szCs w:val="24"/>
        </w:rPr>
        <w:t xml:space="preserve">ransmission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/I</w:t>
      </w:r>
      <w:r>
        <w:rPr>
          <w:rFonts w:ascii="Times New Roman" w:hAnsi="Times New Roman"/>
          <w:sz w:val="24"/>
          <w:szCs w:val="24"/>
        </w:rPr>
        <w:t xml:space="preserve">ndependent </w:t>
      </w:r>
      <w:r w:rsidRPr="00431601">
        <w:rPr>
          <w:rFonts w:ascii="Times New Roman" w:hAnsi="Times New Roman"/>
          <w:sz w:val="24"/>
          <w:szCs w:val="24"/>
        </w:rPr>
        <w:t>S</w:t>
      </w:r>
      <w:r>
        <w:rPr>
          <w:rFonts w:ascii="Times New Roman" w:hAnsi="Times New Roman"/>
          <w:sz w:val="24"/>
          <w:szCs w:val="24"/>
        </w:rPr>
        <w:t xml:space="preserve">ystem </w:t>
      </w:r>
      <w:r w:rsidRPr="00431601">
        <w:rPr>
          <w:rFonts w:ascii="Times New Roman" w:hAnsi="Times New Roman"/>
          <w:sz w:val="24"/>
          <w:szCs w:val="24"/>
        </w:rPr>
        <w:t>O</w:t>
      </w:r>
      <w:r>
        <w:rPr>
          <w:rFonts w:ascii="Times New Roman" w:hAnsi="Times New Roman"/>
          <w:sz w:val="24"/>
          <w:szCs w:val="24"/>
        </w:rPr>
        <w:t>perator</w:t>
      </w:r>
      <w:r w:rsidRPr="00431601">
        <w:rPr>
          <w:rFonts w:ascii="Times New Roman" w:hAnsi="Times New Roman"/>
          <w:sz w:val="24"/>
          <w:szCs w:val="24"/>
        </w:rPr>
        <w:t xml:space="preserve"> market</w:t>
      </w:r>
      <w:r>
        <w:rPr>
          <w:rFonts w:ascii="Times New Roman" w:hAnsi="Times New Roman"/>
          <w:sz w:val="24"/>
          <w:szCs w:val="24"/>
        </w:rPr>
        <w:t xml:space="preserve"> in the United States</w:t>
      </w:r>
      <w:r w:rsidRPr="00431601">
        <w:rPr>
          <w:rFonts w:ascii="Times New Roman" w:hAnsi="Times New Roman"/>
          <w:sz w:val="24"/>
          <w:szCs w:val="24"/>
        </w:rPr>
        <w:t xml:space="preserve">, ERCOT may </w:t>
      </w:r>
      <w:r>
        <w:rPr>
          <w:rFonts w:ascii="Times New Roman" w:hAnsi="Times New Roman"/>
          <w:sz w:val="24"/>
          <w:szCs w:val="24"/>
        </w:rPr>
        <w:t xml:space="preserve">elect to forego </w:t>
      </w:r>
      <w:r w:rsidRPr="00431601">
        <w:rPr>
          <w:rFonts w:ascii="Times New Roman" w:hAnsi="Times New Roman"/>
          <w:sz w:val="24"/>
          <w:szCs w:val="24"/>
        </w:rPr>
        <w:t>verification processes</w:t>
      </w:r>
      <w:r>
        <w:rPr>
          <w:rFonts w:ascii="Times New Roman" w:hAnsi="Times New Roman"/>
          <w:sz w:val="24"/>
          <w:szCs w:val="24"/>
        </w:rPr>
        <w:t>.</w:t>
      </w:r>
    </w:p>
    <w:p w14:paraId="11DAEAB2" w14:textId="77777777" w:rsidR="00770ABB" w:rsidRDefault="00770ABB" w:rsidP="00770ABB">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 xml:space="preserve">In conjunction with providing its annual certificate, if a Counter-Party certifies that there has been no material change in its risk management capabilities since the framework was last verified, ERCOT may elect to forego verification.  ERCOT may not forego verification more than once in any </w:t>
      </w:r>
      <w:r w:rsidR="005839D0">
        <w:rPr>
          <w:rFonts w:ascii="Times New Roman" w:hAnsi="Times New Roman"/>
          <w:sz w:val="24"/>
          <w:szCs w:val="24"/>
        </w:rPr>
        <w:t>24-</w:t>
      </w:r>
      <w:r>
        <w:rPr>
          <w:rFonts w:ascii="Times New Roman" w:hAnsi="Times New Roman"/>
          <w:sz w:val="24"/>
          <w:szCs w:val="24"/>
        </w:rPr>
        <w:t>month period.</w:t>
      </w:r>
    </w:p>
    <w:p w14:paraId="166A5E2C" w14:textId="77777777" w:rsidR="00233DE1" w:rsidRPr="00233DE1" w:rsidRDefault="00233DE1" w:rsidP="00233DE1">
      <w:pPr>
        <w:pStyle w:val="H2"/>
        <w:ind w:left="907" w:hanging="907"/>
        <w:rPr>
          <w:szCs w:val="24"/>
          <w:lang w:val="en-US" w:eastAsia="en-US"/>
        </w:rPr>
      </w:pPr>
      <w:bookmarkStart w:id="735" w:name="_Toc34728549"/>
      <w:r w:rsidRPr="00233DE1">
        <w:rPr>
          <w:szCs w:val="24"/>
          <w:lang w:val="en-US" w:eastAsia="en-US"/>
        </w:rPr>
        <w:t xml:space="preserve">16.17 </w:t>
      </w:r>
      <w:r w:rsidRPr="00233DE1">
        <w:rPr>
          <w:szCs w:val="24"/>
          <w:lang w:val="en-US" w:eastAsia="en-US"/>
        </w:rPr>
        <w:tab/>
        <w:t>Exemption for Qualified Scheduling Entities Participating Only in Emergency Response Service</w:t>
      </w:r>
      <w:bookmarkEnd w:id="735"/>
    </w:p>
    <w:p w14:paraId="09AB779C" w14:textId="77777777" w:rsidR="00233DE1" w:rsidRPr="00233DE1" w:rsidRDefault="00233DE1" w:rsidP="00233DE1">
      <w:pPr>
        <w:pStyle w:val="BodyTextNumbered"/>
        <w:rPr>
          <w:szCs w:val="24"/>
        </w:rPr>
      </w:pPr>
      <w:r w:rsidRPr="00233DE1">
        <w:rPr>
          <w:szCs w:val="24"/>
        </w:rPr>
        <w:t>(1)</w:t>
      </w:r>
      <w:r w:rsidRPr="00233DE1">
        <w:rPr>
          <w:szCs w:val="24"/>
        </w:rPr>
        <w:tab/>
        <w:t xml:space="preserve">A Qualified Scheduling Entity (QSE) that is not also registered as a Congestion Revenue Rights (CRR) Account Holder, that does not participate in the Day-Ahead Market (DAM) or Real-Time Market (RTM), that represents only Emergency Response Service (ERS) Resources, and whose Total Potential Exposure (TPE) (as calculated in Section 16.11.4.1, Determination of Total Potential Exposure for a Counter-Party) is zero may request designation as an ERS-only QSE.  </w:t>
      </w:r>
    </w:p>
    <w:p w14:paraId="121842F0" w14:textId="77777777" w:rsidR="00233DE1" w:rsidRPr="00233DE1" w:rsidRDefault="00233DE1" w:rsidP="00233DE1">
      <w:pPr>
        <w:pStyle w:val="BodyTextNumbered"/>
        <w:rPr>
          <w:szCs w:val="24"/>
        </w:rPr>
      </w:pPr>
      <w:r w:rsidRPr="00233DE1">
        <w:rPr>
          <w:szCs w:val="24"/>
        </w:rPr>
        <w:t>(2)</w:t>
      </w:r>
      <w:r w:rsidRPr="00233DE1">
        <w:rPr>
          <w:szCs w:val="24"/>
        </w:rPr>
        <w:tab/>
        <w:t xml:space="preserve">A QSE must submit a written request for designation as an ERS-only QSE at least five Business Days before the desired effective date of the designation.  </w:t>
      </w:r>
    </w:p>
    <w:p w14:paraId="47CCAB8E" w14:textId="77777777" w:rsidR="00233DE1" w:rsidRPr="00233DE1" w:rsidRDefault="00233DE1" w:rsidP="00233DE1">
      <w:pPr>
        <w:pStyle w:val="BodyTextNumbered"/>
        <w:rPr>
          <w:szCs w:val="24"/>
        </w:rPr>
      </w:pPr>
      <w:r w:rsidRPr="00233DE1">
        <w:rPr>
          <w:szCs w:val="24"/>
        </w:rPr>
        <w:t>(3)</w:t>
      </w:r>
      <w:r w:rsidRPr="00233DE1">
        <w:rPr>
          <w:szCs w:val="24"/>
        </w:rPr>
        <w:tab/>
        <w:t>Upon determining that the QSE has addressed all financial risk to ERCOT’s satisfaction, ERCOT shall designate the QSE as an ERS-only QSE, and shall notify the QSE of that designation in writing.</w:t>
      </w:r>
    </w:p>
    <w:p w14:paraId="11DE5389" w14:textId="77777777" w:rsidR="00233DE1" w:rsidRPr="00233DE1" w:rsidRDefault="00233DE1" w:rsidP="00233DE1">
      <w:pPr>
        <w:pStyle w:val="BodyTextNumbered"/>
        <w:rPr>
          <w:szCs w:val="24"/>
        </w:rPr>
      </w:pPr>
      <w:r w:rsidRPr="00233DE1">
        <w:rPr>
          <w:szCs w:val="24"/>
        </w:rPr>
        <w:t>(4)</w:t>
      </w:r>
      <w:r w:rsidRPr="00233DE1">
        <w:rPr>
          <w:szCs w:val="24"/>
        </w:rPr>
        <w:tab/>
        <w:t xml:space="preserve">Except as provided in paragraph (5) below, an ERS-only QSE is exempt from the following requirements: </w:t>
      </w:r>
    </w:p>
    <w:p w14:paraId="1937664B" w14:textId="77777777" w:rsidR="00233DE1" w:rsidRPr="00233DE1" w:rsidRDefault="00233DE1" w:rsidP="00233DE1">
      <w:pPr>
        <w:pStyle w:val="List"/>
        <w:rPr>
          <w:szCs w:val="24"/>
        </w:rPr>
      </w:pPr>
      <w:r w:rsidRPr="00233DE1">
        <w:rPr>
          <w:szCs w:val="24"/>
        </w:rPr>
        <w:t>(a)</w:t>
      </w:r>
      <w:r w:rsidRPr="00233DE1">
        <w:rPr>
          <w:szCs w:val="24"/>
        </w:rPr>
        <w:tab/>
        <w:t>The requirement to maintain sufficient collateral under Sections 16.11.1, ERCOT Creditworthiness Requirements for Counter-Parties, and 16.11.5, Monitoring of a Counter-Party’s Creditworthiness and Credit Exposure by ERCOT;</w:t>
      </w:r>
    </w:p>
    <w:p w14:paraId="7D5C1592" w14:textId="77777777" w:rsidR="00233DE1" w:rsidRPr="00233DE1" w:rsidRDefault="00233DE1" w:rsidP="00233DE1">
      <w:pPr>
        <w:pStyle w:val="List"/>
        <w:rPr>
          <w:szCs w:val="24"/>
        </w:rPr>
      </w:pPr>
      <w:r w:rsidRPr="00233DE1">
        <w:rPr>
          <w:szCs w:val="24"/>
        </w:rPr>
        <w:t>(b)</w:t>
      </w:r>
      <w:r w:rsidRPr="00233DE1">
        <w:rPr>
          <w:szCs w:val="24"/>
        </w:rPr>
        <w:tab/>
        <w:t>The requirement to submit financial statements and any notice of material changes under paragraph (1) of Section 16.11.5; and</w:t>
      </w:r>
    </w:p>
    <w:p w14:paraId="50B4896F" w14:textId="77777777" w:rsidR="00233DE1" w:rsidRPr="00233DE1" w:rsidRDefault="00233DE1" w:rsidP="00233DE1">
      <w:pPr>
        <w:pStyle w:val="List"/>
        <w:rPr>
          <w:szCs w:val="24"/>
        </w:rPr>
      </w:pPr>
      <w:r w:rsidRPr="00233DE1">
        <w:rPr>
          <w:szCs w:val="24"/>
        </w:rPr>
        <w:t>(c)</w:t>
      </w:r>
      <w:r w:rsidRPr="00233DE1">
        <w:rPr>
          <w:szCs w:val="24"/>
        </w:rPr>
        <w:tab/>
        <w:t>All requirements under Section 16.16, Additional Counter-Party Qualification Requirements.</w:t>
      </w:r>
    </w:p>
    <w:p w14:paraId="390949DB" w14:textId="77777777" w:rsidR="00233DE1" w:rsidRPr="00233DE1" w:rsidRDefault="00233DE1" w:rsidP="00233DE1">
      <w:pPr>
        <w:pStyle w:val="List"/>
        <w:ind w:left="720"/>
        <w:rPr>
          <w:szCs w:val="24"/>
        </w:rPr>
      </w:pPr>
      <w:r w:rsidRPr="00233DE1">
        <w:rPr>
          <w:szCs w:val="24"/>
        </w:rPr>
        <w:t>(5)</w:t>
      </w:r>
      <w:r w:rsidRPr="00233DE1">
        <w:rPr>
          <w:szCs w:val="24"/>
        </w:rPr>
        <w:tab/>
        <w:t>If ERCOT posts an RTM True-Up Statement or RTM Resettlement Statement providing for a resettlement of any ERS Time Period, and as a result of that resettlement alone, ERCOT determines that an ERS-only QSE has a positive TPE as calculated in Section 16.11.4.1, ERCOT will require that QSE to comply with Section 16.11.5, excluding paragraph (1), until its TPE again equals zero.  If the QSE fails to pay when due any payment or Financial Security obligation owed to ERCOT, ERCOT may terminate the QSE’s ERS-only status.</w:t>
      </w:r>
    </w:p>
    <w:p w14:paraId="34632AEE" w14:textId="77777777" w:rsidR="00233DE1" w:rsidRPr="00233DE1" w:rsidRDefault="00233DE1" w:rsidP="00233DE1">
      <w:pPr>
        <w:pStyle w:val="List"/>
        <w:ind w:left="720"/>
        <w:rPr>
          <w:szCs w:val="24"/>
        </w:rPr>
      </w:pPr>
      <w:r w:rsidRPr="00233DE1">
        <w:rPr>
          <w:szCs w:val="24"/>
        </w:rPr>
        <w:t>(6)</w:t>
      </w:r>
      <w:r w:rsidRPr="00233DE1">
        <w:rPr>
          <w:szCs w:val="24"/>
        </w:rPr>
        <w:tab/>
        <w:t>ERCOT shall ensure that its systems prevent participation by ERS-only QSEs in the DAM and RTM.</w:t>
      </w:r>
    </w:p>
    <w:p w14:paraId="5B72B42A" w14:textId="77777777" w:rsidR="00233DE1" w:rsidRPr="00233DE1" w:rsidRDefault="00233DE1" w:rsidP="00233DE1">
      <w:pPr>
        <w:pStyle w:val="List"/>
        <w:ind w:left="720"/>
        <w:rPr>
          <w:szCs w:val="24"/>
        </w:rPr>
      </w:pPr>
      <w:r w:rsidRPr="00233DE1">
        <w:rPr>
          <w:szCs w:val="24"/>
        </w:rPr>
        <w:t>(7)</w:t>
      </w:r>
      <w:r w:rsidRPr="00233DE1">
        <w:rPr>
          <w:szCs w:val="24"/>
        </w:rPr>
        <w:tab/>
        <w:t xml:space="preserve">A QSE must request termination of its ERS-only status in writing.  Termination of ERS-only status will be effective only upon ERCOT’s written confirmation that the QSE has satisfied all creditworthiness and capitalization requirements applicable to QSEs.  </w:t>
      </w:r>
    </w:p>
    <w:p w14:paraId="5A76A8F1" w14:textId="394F5871" w:rsidR="00233DE1" w:rsidRPr="00233DE1" w:rsidRDefault="00233DE1" w:rsidP="00233DE1">
      <w:pPr>
        <w:pStyle w:val="ListParagraph"/>
        <w:spacing w:after="240" w:line="240" w:lineRule="auto"/>
        <w:ind w:hanging="720"/>
        <w:contextualSpacing w:val="0"/>
        <w:rPr>
          <w:rFonts w:ascii="Times New Roman" w:hAnsi="Times New Roman"/>
          <w:sz w:val="24"/>
          <w:szCs w:val="24"/>
        </w:rPr>
      </w:pPr>
      <w:r w:rsidRPr="00233DE1">
        <w:rPr>
          <w:rFonts w:ascii="Times New Roman" w:hAnsi="Times New Roman"/>
          <w:sz w:val="24"/>
          <w:szCs w:val="24"/>
        </w:rPr>
        <w:t>(8)</w:t>
      </w:r>
      <w:r w:rsidRPr="00233DE1">
        <w:rPr>
          <w:rFonts w:ascii="Times New Roman" w:hAnsi="Times New Roman"/>
          <w:sz w:val="24"/>
          <w:szCs w:val="24"/>
        </w:rPr>
        <w:tab/>
        <w:t>Nothing in this section affects an ERS-only QSE’s obligation under paragraph (3) of Section 16.2.1, Criteria for Qualification as a Qualified Scheduling Entity, to provide ERCOT notice of any material change that could adversely affect the reliability or safety of the ERCOT System.  Additionally, ERCOT may at any time require any ERS-only QSE to demonstrate that its risk management policies and practices are sufficient to ensure that it will be capable of meeting its ERS performance requirements during any ERS Standard Contract Term for which it has submitted an offer or for which it is committed to provide ERS.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B7BC8" w14:paraId="34E8D6EF" w14:textId="77777777" w:rsidTr="005716FA">
        <w:tc>
          <w:tcPr>
            <w:tcW w:w="9332" w:type="dxa"/>
            <w:shd w:val="pct12" w:color="auto" w:fill="auto"/>
          </w:tcPr>
          <w:p w14:paraId="153BFECB" w14:textId="74589543" w:rsidR="003B7BC8" w:rsidRPr="0002450E" w:rsidRDefault="003B7BC8" w:rsidP="001D1B26">
            <w:pPr>
              <w:pStyle w:val="Instructions"/>
              <w:spacing w:before="120"/>
              <w:rPr>
                <w:iCs/>
              </w:rPr>
            </w:pPr>
            <w:r w:rsidRPr="0002450E">
              <w:rPr>
                <w:iCs/>
              </w:rPr>
              <w:t>[NPRR</w:t>
            </w:r>
            <w:r>
              <w:rPr>
                <w:iCs/>
              </w:rPr>
              <w:t>857</w:t>
            </w:r>
            <w:r w:rsidRPr="0002450E">
              <w:rPr>
                <w:iCs/>
              </w:rPr>
              <w:t xml:space="preserve">:  </w:t>
            </w:r>
            <w:r>
              <w:rPr>
                <w:iCs/>
              </w:rPr>
              <w:t>Insert Section 16.18 below</w:t>
            </w:r>
            <w:r w:rsidRPr="0002450E">
              <w:rPr>
                <w:iCs/>
              </w:rPr>
              <w:t xml:space="preserve"> upon system implementation</w:t>
            </w:r>
            <w:r w:rsidR="00D611BB">
              <w:rPr>
                <w:iCs/>
              </w:rPr>
              <w:t xml:space="preserve"> and renumber accordingly</w:t>
            </w:r>
            <w:r w:rsidRPr="0002450E">
              <w:rPr>
                <w:iCs/>
              </w:rPr>
              <w:t xml:space="preserve">:] </w:t>
            </w:r>
          </w:p>
          <w:p w14:paraId="39AA7209" w14:textId="77777777" w:rsidR="003B7BC8" w:rsidRPr="00E55E72" w:rsidRDefault="003B7BC8" w:rsidP="003B7BC8">
            <w:pPr>
              <w:keepNext/>
              <w:tabs>
                <w:tab w:val="left" w:pos="900"/>
              </w:tabs>
              <w:spacing w:before="240" w:after="240"/>
              <w:ind w:left="900" w:hanging="900"/>
              <w:outlineLvl w:val="1"/>
              <w:rPr>
                <w:b/>
              </w:rPr>
            </w:pPr>
            <w:bookmarkStart w:id="736" w:name="_Toc10024122"/>
            <w:bookmarkStart w:id="737" w:name="_Toc11053083"/>
            <w:bookmarkStart w:id="738" w:name="_Toc34728550"/>
            <w:r w:rsidRPr="00E55E72">
              <w:rPr>
                <w:b/>
              </w:rPr>
              <w:t>16.1</w:t>
            </w:r>
            <w:r>
              <w:rPr>
                <w:b/>
              </w:rPr>
              <w:t>8</w:t>
            </w:r>
            <w:r w:rsidRPr="003B7BC8">
              <w:rPr>
                <w:b/>
              </w:rPr>
              <w:tab/>
            </w:r>
            <w:r w:rsidRPr="00E55E72">
              <w:rPr>
                <w:b/>
              </w:rPr>
              <w:t>Registration of a Direct Current Tie Operator</w:t>
            </w:r>
            <w:bookmarkEnd w:id="736"/>
            <w:bookmarkEnd w:id="737"/>
            <w:bookmarkEnd w:id="738"/>
          </w:p>
          <w:p w14:paraId="5AE59743" w14:textId="77777777" w:rsidR="003B7BC8" w:rsidRPr="008C7774" w:rsidRDefault="003B7BC8" w:rsidP="003B7BC8">
            <w:pPr>
              <w:spacing w:after="240"/>
              <w:ind w:left="720" w:hanging="720"/>
            </w:pPr>
            <w:r w:rsidRPr="00E55E72">
              <w:t>(1)</w:t>
            </w:r>
            <w:r w:rsidRPr="00E55E72">
              <w:tab/>
              <w:t xml:space="preserve">Each Entity that operates a Direct Current Tie </w:t>
            </w:r>
            <w:r>
              <w:t xml:space="preserve">(DC Tie) </w:t>
            </w:r>
            <w:r w:rsidRPr="00E55E72">
              <w:t xml:space="preserve">shall register as a Direct Current Tie Operator (DCTO) with ERCOT.  To register as a DCTO, an Entity must execute a Standard Form Market Participant Agreement (using the form provided in Section 22, Attachment A, Standard Form Market Participant Agreement), designate a DCTO Authorized Representative and contacts, confirm </w:t>
            </w:r>
            <w:r>
              <w:t>that it is either registered with ERCOT as a Transmission Service Provider (TSP) that is subject</w:t>
            </w:r>
            <w:r w:rsidRPr="00E55E72">
              <w:t xml:space="preserve"> to a Public Utility Commission of Texas (PUCT)-approved code of conduct or</w:t>
            </w:r>
            <w:r>
              <w:t xml:space="preserve"> is subject to</w:t>
            </w:r>
            <w:r w:rsidRPr="00E55E72">
              <w:t xml:space="preserve"> Federal Energy Regulatory Commission (FERC)-approved standards of conduct, and be capable of performing the functions of a DCTO, as applicable, as described in these Protocols.</w:t>
            </w:r>
          </w:p>
        </w:tc>
      </w:tr>
    </w:tbl>
    <w:p w14:paraId="7D0BC41E" w14:textId="7038486D" w:rsidR="005716FA" w:rsidRPr="009A08C4" w:rsidRDefault="005716FA" w:rsidP="00D611BB">
      <w:pPr>
        <w:pStyle w:val="H2"/>
        <w:spacing w:before="480"/>
      </w:pPr>
      <w:bookmarkStart w:id="739" w:name="_Toc34728551"/>
      <w:r w:rsidRPr="009A08C4">
        <w:t>16.1</w:t>
      </w:r>
      <w:r w:rsidR="00D611BB">
        <w:rPr>
          <w:lang w:val="en-US"/>
        </w:rPr>
        <w:t>8</w:t>
      </w:r>
      <w:r w:rsidRPr="009A08C4">
        <w:tab/>
        <w:t>Cybersecurity Incident Notification</w:t>
      </w:r>
      <w:bookmarkEnd w:id="739"/>
    </w:p>
    <w:p w14:paraId="476FB19A" w14:textId="77777777" w:rsidR="005716FA" w:rsidRDefault="005716FA" w:rsidP="005716FA">
      <w:pPr>
        <w:pStyle w:val="BodyText"/>
        <w:ind w:left="720" w:hanging="720"/>
      </w:pPr>
      <w:r>
        <w:rPr>
          <w:lang w:eastAsia="x-none"/>
        </w:rPr>
        <w:t>(1)</w:t>
      </w:r>
      <w:r>
        <w:rPr>
          <w:lang w:eastAsia="x-none"/>
        </w:rPr>
        <w:tab/>
        <w:t xml:space="preserve">Each Market Participant </w:t>
      </w:r>
      <w:r>
        <w:t>shall designate and maintain a Cybersecurity Contact for communications with ERCOT with respect to Cybersecurity Incidents.  Registered Market Participants shall use the Notice of Change of Information form, as provided for in Section 23, Form E, Notice of Change of Information, to designate a Cybersecurity Contact, and maintain updated Cybersecurity Contact information.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81684A" w14:paraId="0A75F855" w14:textId="77777777" w:rsidTr="005716FA">
        <w:tc>
          <w:tcPr>
            <w:tcW w:w="9332" w:type="dxa"/>
            <w:shd w:val="pct12" w:color="auto" w:fill="auto"/>
          </w:tcPr>
          <w:p w14:paraId="5996F312" w14:textId="32418C74" w:rsidR="0081684A" w:rsidRPr="0002450E" w:rsidRDefault="0081684A" w:rsidP="005858F9">
            <w:pPr>
              <w:pStyle w:val="Instructions"/>
              <w:spacing w:before="120"/>
              <w:rPr>
                <w:iCs/>
              </w:rPr>
            </w:pPr>
            <w:r w:rsidRPr="0002450E">
              <w:rPr>
                <w:iCs/>
              </w:rPr>
              <w:t>[NPRR</w:t>
            </w:r>
            <w:r>
              <w:rPr>
                <w:iCs/>
              </w:rPr>
              <w:t>928</w:t>
            </w:r>
            <w:r w:rsidRPr="0002450E">
              <w:rPr>
                <w:iCs/>
              </w:rPr>
              <w:t xml:space="preserve">:  </w:t>
            </w:r>
            <w:r>
              <w:rPr>
                <w:iCs/>
              </w:rPr>
              <w:t xml:space="preserve">Insert </w:t>
            </w:r>
            <w:r w:rsidR="005716FA">
              <w:rPr>
                <w:iCs/>
              </w:rPr>
              <w:t>paragraphs (2)-(6)</w:t>
            </w:r>
            <w:r>
              <w:rPr>
                <w:iCs/>
              </w:rPr>
              <w:t xml:space="preserve"> below</w:t>
            </w:r>
            <w:r w:rsidRPr="0002450E">
              <w:rPr>
                <w:iCs/>
              </w:rPr>
              <w:t xml:space="preserve"> upon system implementation:] </w:t>
            </w:r>
          </w:p>
          <w:p w14:paraId="2CDD7022" w14:textId="77777777" w:rsidR="0081684A" w:rsidRDefault="0081684A" w:rsidP="0081684A">
            <w:pPr>
              <w:pStyle w:val="BodyText"/>
              <w:ind w:left="720" w:hanging="720"/>
            </w:pPr>
            <w:r>
              <w:t>(2)</w:t>
            </w:r>
            <w:r>
              <w:tab/>
              <w:t>As soon as practicable upon determination of a Cybersecurity Incident on a Market Participant’s</w:t>
            </w:r>
            <w:r w:rsidRPr="000C5CB3">
              <w:t xml:space="preserve"> </w:t>
            </w:r>
            <w:r w:rsidRPr="004F3B65">
              <w:t>computer network or system that interfaces with an ERCOT computer network or system</w:t>
            </w:r>
            <w:r>
              <w:t>, the Market Participant shall notify ERCOT</w:t>
            </w:r>
            <w:r w:rsidRPr="004F3B65">
              <w:t xml:space="preserve">. </w:t>
            </w:r>
          </w:p>
          <w:p w14:paraId="462396CD" w14:textId="03B0186B" w:rsidR="0081684A" w:rsidRDefault="0081684A" w:rsidP="0081684A">
            <w:pPr>
              <w:pStyle w:val="BodyText"/>
              <w:ind w:left="720" w:hanging="720"/>
            </w:pPr>
            <w:r>
              <w:t>(3)</w:t>
            </w:r>
            <w:r>
              <w:tab/>
              <w:t xml:space="preserve">For purposes of this </w:t>
            </w:r>
            <w:r w:rsidR="00720B51">
              <w:t>s</w:t>
            </w:r>
            <w:r>
              <w:t xml:space="preserve">ection, in the event a Market Participant delegates authority to an agent, the Market Participant shall ensure that the agent is obligated to notify the Market Participant, as soon as practicable, upon the agent’s discovery of a Cybersecurity Incident on the agent’s computer network or system that interfaces with an ERCOT computer network or system. </w:t>
            </w:r>
          </w:p>
          <w:p w14:paraId="2454D8F9" w14:textId="5366662B" w:rsidR="0081684A" w:rsidRDefault="0081684A" w:rsidP="0081684A">
            <w:pPr>
              <w:pStyle w:val="BodyText"/>
              <w:ind w:left="720" w:hanging="720"/>
            </w:pPr>
            <w:r>
              <w:t>(4)</w:t>
            </w:r>
            <w:r>
              <w:tab/>
            </w:r>
            <w:r w:rsidRPr="004F3B65">
              <w:t xml:space="preserve">A Market Participant shall notify ERCOT, as soon as practicable, upon </w:t>
            </w:r>
            <w:r>
              <w:t>the agent’s notification to the Market Participant</w:t>
            </w:r>
            <w:r w:rsidRPr="004F3B65">
              <w:t xml:space="preserve"> of a Cybersecurity Incident on </w:t>
            </w:r>
            <w:r>
              <w:t>the</w:t>
            </w:r>
            <w:r w:rsidRPr="004F3B65">
              <w:t xml:space="preserve"> agent’s computer network or system that interfaces with an ERCOT computer network or system for the purpose of transacting with ERCOT on behalf of the Market Participant.</w:t>
            </w:r>
            <w:r>
              <w:t xml:space="preserve">  If a Market Participant’s agent is also registered with ERCOT as a Market Participant, only the agent is required to report a Cybersecurity Incident on its computer network or system that interfaces with an ERCOT computer network or system to ERCOT.  The failure of an agent to notify the Market Participant of a Cybersecurity Incident shall not constitute a violation of this </w:t>
            </w:r>
            <w:r w:rsidR="00720B51">
              <w:t>s</w:t>
            </w:r>
            <w:r>
              <w:t>ection if the Market Participant can demonstrate that a reporting mandate exists in a contract between the Market Participant and its agent.</w:t>
            </w:r>
          </w:p>
          <w:p w14:paraId="5E5D1721" w14:textId="661480E1" w:rsidR="0081684A" w:rsidRDefault="0081684A" w:rsidP="0081684A">
            <w:pPr>
              <w:pStyle w:val="BodyText"/>
              <w:ind w:left="720" w:hanging="720"/>
              <w:rPr>
                <w:lang w:eastAsia="x-none"/>
              </w:rPr>
            </w:pPr>
            <w:r>
              <w:rPr>
                <w:lang w:eastAsia="x-none"/>
              </w:rPr>
              <w:t>(5)</w:t>
            </w:r>
            <w:r>
              <w:rPr>
                <w:lang w:eastAsia="x-none"/>
              </w:rPr>
              <w:tab/>
              <w:t>In order to notify ERCOT of a Cybersecurity Incident, Market Participants shall submit a Notice of Cybersecurity Incident</w:t>
            </w:r>
            <w:r w:rsidDel="00AC3DDC">
              <w:rPr>
                <w:lang w:eastAsia="x-none"/>
              </w:rPr>
              <w:t xml:space="preserve"> </w:t>
            </w:r>
            <w:r>
              <w:rPr>
                <w:lang w:eastAsia="x-none"/>
              </w:rPr>
              <w:t xml:space="preserve">(Section 23, Form O, Notice of Cybersecurity Incident) to </w:t>
            </w:r>
            <w:hyperlink r:id="rId19" w:history="1">
              <w:r w:rsidRPr="00574AB5">
                <w:rPr>
                  <w:rStyle w:val="Hyperlink"/>
                  <w:lang w:eastAsia="x-none"/>
                </w:rPr>
                <w:t>NCSI@ercot.com</w:t>
              </w:r>
            </w:hyperlink>
            <w:r>
              <w:rPr>
                <w:lang w:eastAsia="x-none"/>
              </w:rPr>
              <w:t>.  If, as a result of the Cybersecurity Incident, a Market Participant is unable to securely send the Notice of Cybersecurity Incident</w:t>
            </w:r>
            <w:r w:rsidDel="00AC3DDC">
              <w:rPr>
                <w:lang w:eastAsia="x-none"/>
              </w:rPr>
              <w:t xml:space="preserve"> </w:t>
            </w:r>
            <w:r>
              <w:rPr>
                <w:lang w:eastAsia="x-none"/>
              </w:rPr>
              <w:t xml:space="preserve">to ERCOT, the Market Participant shall call the ERCOT </w:t>
            </w:r>
            <w:proofErr w:type="spellStart"/>
            <w:r>
              <w:rPr>
                <w:lang w:eastAsia="x-none"/>
              </w:rPr>
              <w:t>HelpDesk</w:t>
            </w:r>
            <w:proofErr w:type="spellEnd"/>
            <w:r>
              <w:rPr>
                <w:lang w:eastAsia="x-none"/>
              </w:rPr>
              <w:t xml:space="preserve"> </w:t>
            </w:r>
            <w:r w:rsidRPr="006C6BC1">
              <w:rPr>
                <w:lang w:eastAsia="x-none"/>
              </w:rPr>
              <w:t>at (512) 248-6800</w:t>
            </w:r>
            <w:r>
              <w:rPr>
                <w:lang w:eastAsia="x-none"/>
              </w:rPr>
              <w:t xml:space="preserve"> and/or its Client Service Representative to request a secure means for sending the Notice of Cybersecurity Incident to ERCOT.</w:t>
            </w:r>
          </w:p>
          <w:p w14:paraId="344D32F7" w14:textId="77777777" w:rsidR="0081684A" w:rsidRDefault="0081684A" w:rsidP="0081684A">
            <w:pPr>
              <w:pStyle w:val="BodyText"/>
              <w:ind w:left="1440" w:hanging="720"/>
              <w:rPr>
                <w:lang w:eastAsia="x-none"/>
              </w:rPr>
            </w:pPr>
            <w:r>
              <w:rPr>
                <w:lang w:eastAsia="x-none"/>
              </w:rPr>
              <w:t>(a)</w:t>
            </w:r>
            <w:r>
              <w:rPr>
                <w:lang w:eastAsia="x-none"/>
              </w:rPr>
              <w:tab/>
              <w:t xml:space="preserve">A Market Participant </w:t>
            </w:r>
            <w:r w:rsidRPr="002031AC">
              <w:rPr>
                <w:lang w:eastAsia="x-none"/>
              </w:rPr>
              <w:t xml:space="preserve">may designate a temporary </w:t>
            </w:r>
            <w:r>
              <w:rPr>
                <w:lang w:eastAsia="x-none"/>
              </w:rPr>
              <w:t>cybersecurity c</w:t>
            </w:r>
            <w:r w:rsidRPr="002031AC">
              <w:rPr>
                <w:lang w:eastAsia="x-none"/>
              </w:rPr>
              <w:t xml:space="preserve">ontact for a particular </w:t>
            </w:r>
            <w:r>
              <w:rPr>
                <w:lang w:eastAsia="x-none"/>
              </w:rPr>
              <w:t>Cybersecurity Incident</w:t>
            </w:r>
            <w:r w:rsidDel="00AC3DDC">
              <w:rPr>
                <w:lang w:eastAsia="x-none"/>
              </w:rPr>
              <w:t xml:space="preserve"> </w:t>
            </w:r>
            <w:r w:rsidRPr="002031AC">
              <w:rPr>
                <w:lang w:eastAsia="x-none"/>
              </w:rPr>
              <w:t xml:space="preserve">by </w:t>
            </w:r>
            <w:r>
              <w:rPr>
                <w:lang w:eastAsia="x-none"/>
              </w:rPr>
              <w:t>providing contact information for such individual in the Notice of Cybersecurity Incident form submitted to ERCOT.</w:t>
            </w:r>
            <w:r w:rsidRPr="002031AC">
              <w:rPr>
                <w:lang w:eastAsia="x-none"/>
              </w:rPr>
              <w:t xml:space="preserve"> </w:t>
            </w:r>
            <w:r>
              <w:rPr>
                <w:lang w:eastAsia="x-none"/>
              </w:rPr>
              <w:t xml:space="preserve">Should a Market Participant designate a temporary cybersecurity contact in its Notice of Cybersecurity Incident, </w:t>
            </w:r>
            <w:r w:rsidRPr="002031AC">
              <w:rPr>
                <w:lang w:eastAsia="x-none"/>
              </w:rPr>
              <w:t xml:space="preserve">ERCOT will direct communications </w:t>
            </w:r>
            <w:r>
              <w:rPr>
                <w:lang w:eastAsia="x-none"/>
              </w:rPr>
              <w:t>concerning that particular Cybersecurity Incident</w:t>
            </w:r>
            <w:r w:rsidDel="00AC3DDC">
              <w:rPr>
                <w:lang w:eastAsia="x-none"/>
              </w:rPr>
              <w:t xml:space="preserve"> </w:t>
            </w:r>
            <w:r>
              <w:rPr>
                <w:lang w:eastAsia="x-none"/>
              </w:rPr>
              <w:t>to the te</w:t>
            </w:r>
            <w:r w:rsidRPr="002031AC">
              <w:rPr>
                <w:lang w:eastAsia="x-none"/>
              </w:rPr>
              <w:t xml:space="preserve">mporary </w:t>
            </w:r>
            <w:r>
              <w:rPr>
                <w:lang w:eastAsia="x-none"/>
              </w:rPr>
              <w:t>cybersecurity c</w:t>
            </w:r>
            <w:r w:rsidRPr="002031AC">
              <w:rPr>
                <w:lang w:eastAsia="x-none"/>
              </w:rPr>
              <w:t>ontact.</w:t>
            </w:r>
          </w:p>
          <w:p w14:paraId="10A90FBD" w14:textId="77777777" w:rsidR="0081684A" w:rsidRDefault="0081684A" w:rsidP="0081684A">
            <w:pPr>
              <w:pStyle w:val="BodyText"/>
              <w:ind w:left="1440" w:hanging="720"/>
              <w:rPr>
                <w:lang w:eastAsia="x-none"/>
              </w:rPr>
            </w:pPr>
            <w:r>
              <w:t>(b)</w:t>
            </w:r>
            <w:r>
              <w:tab/>
              <w:t>Following initial notification, Market Participant shall provide ERCOT with updated information concerning the Cybersecurity</w:t>
            </w:r>
            <w:r>
              <w:rPr>
                <w:lang w:eastAsia="x-none"/>
              </w:rPr>
              <w:t xml:space="preserve"> Incident</w:t>
            </w:r>
            <w:r w:rsidDel="00AC3DDC">
              <w:t xml:space="preserve"> </w:t>
            </w:r>
            <w:r>
              <w:t>as it becomes available, and upon ERCOT’s request, until ERCOT provides notice to Market Participant that information regarding the Cybersecurity</w:t>
            </w:r>
            <w:r>
              <w:rPr>
                <w:lang w:eastAsia="x-none"/>
              </w:rPr>
              <w:t xml:space="preserve"> Incident</w:t>
            </w:r>
            <w:r w:rsidDel="00AC3DDC">
              <w:t xml:space="preserve"> </w:t>
            </w:r>
            <w:r>
              <w:t xml:space="preserve">is no longer needed.  To the extent practicable, the </w:t>
            </w:r>
            <w:r>
              <w:rPr>
                <w:lang w:eastAsia="x-none"/>
              </w:rPr>
              <w:t>Notice of Cybersecurity Incident</w:t>
            </w:r>
            <w:r w:rsidDel="00AC3DDC">
              <w:rPr>
                <w:lang w:eastAsia="x-none"/>
              </w:rPr>
              <w:t xml:space="preserve"> </w:t>
            </w:r>
            <w:r>
              <w:rPr>
                <w:lang w:eastAsia="x-none"/>
              </w:rPr>
              <w:t>form shall be used to provide ERCOT with updated information.</w:t>
            </w:r>
          </w:p>
          <w:p w14:paraId="5380ACE7" w14:textId="01D35AF3" w:rsidR="0081684A" w:rsidRPr="0081684A" w:rsidRDefault="0081684A" w:rsidP="0081684A">
            <w:pPr>
              <w:spacing w:after="240"/>
              <w:ind w:left="720" w:hanging="720"/>
              <w:rPr>
                <w:szCs w:val="24"/>
              </w:rPr>
            </w:pPr>
            <w:r w:rsidRPr="00E25D10">
              <w:t>(</w:t>
            </w:r>
            <w:r>
              <w:t>6</w:t>
            </w:r>
            <w:r w:rsidRPr="00E25D10">
              <w:t>)</w:t>
            </w:r>
            <w:r w:rsidRPr="00E25D10">
              <w:tab/>
              <w:t xml:space="preserve">In the event ERCOT determines that a Cybersecurity Incident </w:t>
            </w:r>
            <w:r>
              <w:t>may</w:t>
            </w:r>
            <w:r w:rsidRPr="00E25D10">
              <w:t xml:space="preserve"> </w:t>
            </w:r>
            <w:r>
              <w:t xml:space="preserve">materially </w:t>
            </w:r>
            <w:r w:rsidRPr="00E25D10">
              <w:t xml:space="preserve">impact computer networks or systems of ERCOT and/or Market Participants, ERCOT </w:t>
            </w:r>
            <w:r>
              <w:t>shall</w:t>
            </w:r>
            <w:r w:rsidRPr="00E25D10">
              <w:t xml:space="preserve"> issue a Market </w:t>
            </w:r>
            <w:r w:rsidRPr="0081684A">
              <w:rPr>
                <w:szCs w:val="24"/>
              </w:rPr>
              <w:t xml:space="preserve">Notice to all Market Participants with general information concerning the Cybersecurity Incident.  ERCOT may utilize the information contained in a Notice of </w:t>
            </w:r>
            <w:r w:rsidRPr="007D280D">
              <w:rPr>
                <w:szCs w:val="24"/>
              </w:rPr>
              <w:t>Cybersecurity Incident, except that in no event shall the Market Notice contain information identifiable to a specific Market Participant or Critical Energy Infrastructure Information (CEII).</w:t>
            </w:r>
          </w:p>
        </w:tc>
      </w:tr>
    </w:tbl>
    <w:p w14:paraId="7E9177BE" w14:textId="77777777" w:rsidR="0081684A" w:rsidRDefault="0081684A" w:rsidP="00CC002A">
      <w:pPr>
        <w:pStyle w:val="BodyText"/>
      </w:pPr>
    </w:p>
    <w:sectPr w:rsidR="0081684A" w:rsidSect="00FC1C5F">
      <w:headerReference w:type="default" r:id="rId20"/>
      <w:footerReference w:type="even" r:id="rId21"/>
      <w:footerReference w:type="default" r:id="rId22"/>
      <w:headerReference w:type="first" r:id="rId23"/>
      <w:footerReference w:type="first" r:id="rId2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6F2F52" w14:textId="77777777" w:rsidR="005858F9" w:rsidRDefault="005858F9">
      <w:r>
        <w:separator/>
      </w:r>
    </w:p>
  </w:endnote>
  <w:endnote w:type="continuationSeparator" w:id="0">
    <w:p w14:paraId="576BE52B" w14:textId="77777777" w:rsidR="005858F9" w:rsidRDefault="00585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9A2F7" w14:textId="77777777" w:rsidR="005858F9" w:rsidRDefault="00585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EDD457" w14:textId="77777777" w:rsidR="005858F9" w:rsidRDefault="005858F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D4EAD" w14:textId="77777777" w:rsidR="005858F9" w:rsidRDefault="005858F9">
    <w:pPr>
      <w:pStyle w:val="Footer"/>
      <w:pBdr>
        <w:top w:val="none" w:sz="0" w:space="0" w:color="auto"/>
      </w:pBdr>
      <w:jc w:val="center"/>
    </w:pPr>
    <w: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2CC5E" w14:textId="77777777" w:rsidR="005858F9" w:rsidRDefault="005858F9">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7B75E" w14:textId="3D6A098D" w:rsidR="005858F9" w:rsidRDefault="005858F9">
    <w:pPr>
      <w:pStyle w:val="Footer"/>
      <w:tabs>
        <w:tab w:val="right" w:pos="9450"/>
      </w:tabs>
      <w:spacing w:before="0" w:after="0"/>
    </w:pPr>
    <w:r>
      <w:t xml:space="preserve">ERCOT Nodal Protocols – </w:t>
    </w:r>
    <w:r w:rsidR="004A6DF4">
      <w:t>March</w:t>
    </w:r>
    <w:r>
      <w:t xml:space="preserve"> 1</w:t>
    </w:r>
    <w:r w:rsidR="005716FA">
      <w:t>3</w:t>
    </w:r>
    <w:r>
      <w:t>, 2020</w:t>
    </w:r>
  </w:p>
  <w:p w14:paraId="47D279AC" w14:textId="77777777" w:rsidR="005858F9" w:rsidRDefault="005858F9">
    <w:pPr>
      <w:pStyle w:val="Footer"/>
      <w:tabs>
        <w:tab w:val="right" w:pos="9450"/>
      </w:tabs>
      <w:spacing w:before="0" w:after="0"/>
      <w:jc w:val="center"/>
    </w:pPr>
    <w:r>
      <w:t>PUBLIC</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13672" w14:textId="77777777" w:rsidR="005858F9" w:rsidRDefault="005858F9">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F178C" w14:textId="77777777" w:rsidR="005858F9" w:rsidRDefault="00585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725BC" w14:textId="77777777" w:rsidR="005858F9" w:rsidRDefault="005858F9">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823F6" w14:textId="312CCF2F" w:rsidR="005858F9" w:rsidRDefault="005858F9">
    <w:pPr>
      <w:pStyle w:val="Footer"/>
      <w:tabs>
        <w:tab w:val="right" w:pos="9450"/>
      </w:tabs>
      <w:spacing w:before="0" w:after="0"/>
      <w:rPr>
        <w:rStyle w:val="PageNumber"/>
      </w:rPr>
    </w:pPr>
    <w:r>
      <w:t xml:space="preserve">ERCOT Nodal Protocols – </w:t>
    </w:r>
    <w:r w:rsidR="004A6DF4">
      <w:t>March</w:t>
    </w:r>
    <w:r>
      <w:t xml:space="preserve"> 1</w:t>
    </w:r>
    <w:r w:rsidR="005716FA">
      <w:t>3</w:t>
    </w:r>
    <w:r>
      <w:t>, 2020</w:t>
    </w:r>
    <w: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D239AF">
      <w:rPr>
        <w:rStyle w:val="PageNumber"/>
        <w:noProof/>
      </w:rPr>
      <w:t>16-17</w:t>
    </w:r>
    <w:r>
      <w:rPr>
        <w:rStyle w:val="PageNumber"/>
      </w:rPr>
      <w:fldChar w:fldCharType="end"/>
    </w:r>
  </w:p>
  <w:p w14:paraId="22C85721" w14:textId="77777777" w:rsidR="005858F9" w:rsidRDefault="005858F9">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D5D31" w14:textId="77777777" w:rsidR="005858F9" w:rsidRDefault="005858F9">
    <w:pPr>
      <w:pStyle w:val="Footer"/>
      <w:framePr w:wrap="around" w:vAnchor="text" w:hAnchor="margin" w:xAlign="right" w:y="1"/>
      <w:rPr>
        <w:rStyle w:val="PageNumber"/>
      </w:rPr>
    </w:pPr>
  </w:p>
  <w:p w14:paraId="721CD2C6" w14:textId="77777777" w:rsidR="005858F9" w:rsidRDefault="005858F9">
    <w:pPr>
      <w:pStyle w:val="Footer"/>
    </w:pPr>
    <w:r>
      <w:t xml:space="preserve">ERCOT Nodal Protocols – Draft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9D0D3F" w14:textId="77777777" w:rsidR="005858F9" w:rsidRDefault="005858F9">
      <w:r>
        <w:separator/>
      </w:r>
    </w:p>
  </w:footnote>
  <w:footnote w:type="continuationSeparator" w:id="0">
    <w:p w14:paraId="35C07EBB" w14:textId="77777777" w:rsidR="005858F9" w:rsidRDefault="005858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1EF5A" w14:textId="77777777" w:rsidR="005858F9" w:rsidRDefault="005858F9">
    <w:pPr>
      <w:pStyle w:val="Header"/>
      <w:pBdr>
        <w:bottom w:val="none" w:sz="0" w:space="0" w:color="auto"/>
      </w:pBd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6C7F8E" w14:textId="77777777" w:rsidR="005858F9" w:rsidRDefault="005858F9">
    <w:pPr>
      <w:pStyle w:val="Header"/>
    </w:pPr>
    <w:r>
      <w:t>Table of Contents:  Section 16</w:t>
    </w:r>
  </w:p>
  <w:p w14:paraId="1E6632AB" w14:textId="77777777" w:rsidR="005858F9" w:rsidRDefault="005858F9">
    <w:pPr>
      <w:pStyle w:val="Header"/>
      <w:pBdr>
        <w:bottom w:val="none" w:sz="0" w:space="0" w:color="auto"/>
      </w:pBdr>
      <w:jc w:val="center"/>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B36917" w14:textId="77777777" w:rsidR="005858F9" w:rsidRDefault="005858F9">
    <w:pPr>
      <w:pStyle w:val="Header"/>
    </w:pPr>
    <w:r>
      <w:t>Section 16:  Table of 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D796F" w14:textId="77777777" w:rsidR="005858F9" w:rsidRDefault="005858F9">
    <w:pPr>
      <w:pStyle w:val="Header"/>
    </w:pPr>
    <w:r>
      <w:t xml:space="preserve">Section 16:  Registration </w:t>
    </w:r>
    <w:smartTag w:uri="urn:schemas-microsoft-com:office:smarttags" w:element="stockticker">
      <w:r>
        <w:t>and</w:t>
      </w:r>
    </w:smartTag>
    <w:r>
      <w:t xml:space="preserve"> qualification of Market Participants</w:t>
    </w:r>
  </w:p>
  <w:p w14:paraId="2F584375" w14:textId="77777777" w:rsidR="005858F9" w:rsidRDefault="005858F9">
    <w:pPr>
      <w:pStyle w:val="Header"/>
      <w:pBdr>
        <w:bottom w:val="none" w:sz="0" w:space="0" w:color="auto"/>
      </w:pBdr>
      <w:jc w:val="center"/>
      <w:rPr>
        <w: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CF2A" w14:textId="77777777" w:rsidR="005858F9" w:rsidRDefault="005858F9">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6"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8"/>
  </w:num>
  <w:num w:numId="3">
    <w:abstractNumId w:val="0"/>
  </w:num>
  <w:num w:numId="4">
    <w:abstractNumId w:val="13"/>
  </w:num>
  <w:num w:numId="5">
    <w:abstractNumId w:val="12"/>
  </w:num>
  <w:num w:numId="6">
    <w:abstractNumId w:val="8"/>
  </w:num>
  <w:num w:numId="7">
    <w:abstractNumId w:val="7"/>
  </w:num>
  <w:num w:numId="8">
    <w:abstractNumId w:val="15"/>
  </w:num>
  <w:num w:numId="9">
    <w:abstractNumId w:val="14"/>
  </w:num>
  <w:num w:numId="10">
    <w:abstractNumId w:val="20"/>
  </w:num>
  <w:num w:numId="11">
    <w:abstractNumId w:val="1"/>
  </w:num>
  <w:num w:numId="12">
    <w:abstractNumId w:val="5"/>
  </w:num>
  <w:num w:numId="13">
    <w:abstractNumId w:val="10"/>
  </w:num>
  <w:num w:numId="14">
    <w:abstractNumId w:val="17"/>
  </w:num>
  <w:num w:numId="15">
    <w:abstractNumId w:val="3"/>
  </w:num>
  <w:num w:numId="16">
    <w:abstractNumId w:val="4"/>
  </w:num>
  <w:num w:numId="17">
    <w:abstractNumId w:val="6"/>
  </w:num>
  <w:num w:numId="18">
    <w:abstractNumId w:val="16"/>
  </w:num>
  <w:num w:numId="19">
    <w:abstractNumId w:val="19"/>
  </w:num>
  <w:num w:numId="20">
    <w:abstractNumId w:val="9"/>
  </w:num>
  <w:num w:numId="21">
    <w:abstractNumId w:val="2"/>
  </w:num>
  <w:num w:numId="2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5F"/>
    <w:rsid w:val="00000D77"/>
    <w:rsid w:val="00002B03"/>
    <w:rsid w:val="00002F41"/>
    <w:rsid w:val="0000582A"/>
    <w:rsid w:val="000121AD"/>
    <w:rsid w:val="00013289"/>
    <w:rsid w:val="0001588A"/>
    <w:rsid w:val="000160E0"/>
    <w:rsid w:val="0001661E"/>
    <w:rsid w:val="00017145"/>
    <w:rsid w:val="00022A2E"/>
    <w:rsid w:val="00023149"/>
    <w:rsid w:val="000232E6"/>
    <w:rsid w:val="0002345B"/>
    <w:rsid w:val="00023D5B"/>
    <w:rsid w:val="0002450E"/>
    <w:rsid w:val="00024BE1"/>
    <w:rsid w:val="00026476"/>
    <w:rsid w:val="00036EC4"/>
    <w:rsid w:val="000370C5"/>
    <w:rsid w:val="000376C9"/>
    <w:rsid w:val="00040698"/>
    <w:rsid w:val="00042D82"/>
    <w:rsid w:val="00046F88"/>
    <w:rsid w:val="000479AE"/>
    <w:rsid w:val="00052835"/>
    <w:rsid w:val="00053F81"/>
    <w:rsid w:val="0005725D"/>
    <w:rsid w:val="00062400"/>
    <w:rsid w:val="00062769"/>
    <w:rsid w:val="00062C56"/>
    <w:rsid w:val="00062E50"/>
    <w:rsid w:val="00063CFE"/>
    <w:rsid w:val="0006626C"/>
    <w:rsid w:val="000723E8"/>
    <w:rsid w:val="00072418"/>
    <w:rsid w:val="00077067"/>
    <w:rsid w:val="0007756C"/>
    <w:rsid w:val="00077E23"/>
    <w:rsid w:val="000812B4"/>
    <w:rsid w:val="0008133B"/>
    <w:rsid w:val="00082575"/>
    <w:rsid w:val="00086624"/>
    <w:rsid w:val="00090786"/>
    <w:rsid w:val="00090BA5"/>
    <w:rsid w:val="000929F0"/>
    <w:rsid w:val="00093A94"/>
    <w:rsid w:val="000A063B"/>
    <w:rsid w:val="000A08CF"/>
    <w:rsid w:val="000A0A43"/>
    <w:rsid w:val="000B23CB"/>
    <w:rsid w:val="000B27F0"/>
    <w:rsid w:val="000B3F7F"/>
    <w:rsid w:val="000B55EF"/>
    <w:rsid w:val="000B5BEC"/>
    <w:rsid w:val="000B62BB"/>
    <w:rsid w:val="000B6F80"/>
    <w:rsid w:val="000B6FE0"/>
    <w:rsid w:val="000B7636"/>
    <w:rsid w:val="000C0A5D"/>
    <w:rsid w:val="000C22D2"/>
    <w:rsid w:val="000C3577"/>
    <w:rsid w:val="000C3CFF"/>
    <w:rsid w:val="000C5AE0"/>
    <w:rsid w:val="000C7043"/>
    <w:rsid w:val="000C7415"/>
    <w:rsid w:val="000D00F4"/>
    <w:rsid w:val="000D36D7"/>
    <w:rsid w:val="000D71F8"/>
    <w:rsid w:val="000E3528"/>
    <w:rsid w:val="000E49BB"/>
    <w:rsid w:val="000E695C"/>
    <w:rsid w:val="000E7458"/>
    <w:rsid w:val="000F0BE1"/>
    <w:rsid w:val="000F17D7"/>
    <w:rsid w:val="000F1E71"/>
    <w:rsid w:val="000F24BA"/>
    <w:rsid w:val="000F40DF"/>
    <w:rsid w:val="000F5E03"/>
    <w:rsid w:val="000F619B"/>
    <w:rsid w:val="001067AB"/>
    <w:rsid w:val="001075EF"/>
    <w:rsid w:val="0011177E"/>
    <w:rsid w:val="00113057"/>
    <w:rsid w:val="001139F7"/>
    <w:rsid w:val="001168CD"/>
    <w:rsid w:val="00116F52"/>
    <w:rsid w:val="0011779D"/>
    <w:rsid w:val="00122597"/>
    <w:rsid w:val="001229DC"/>
    <w:rsid w:val="00122A47"/>
    <w:rsid w:val="00122AC9"/>
    <w:rsid w:val="0012314B"/>
    <w:rsid w:val="00126ABB"/>
    <w:rsid w:val="0012720F"/>
    <w:rsid w:val="00130062"/>
    <w:rsid w:val="00130D6C"/>
    <w:rsid w:val="00131A66"/>
    <w:rsid w:val="00135A5B"/>
    <w:rsid w:val="001414F9"/>
    <w:rsid w:val="00142152"/>
    <w:rsid w:val="00143445"/>
    <w:rsid w:val="00144199"/>
    <w:rsid w:val="001475C2"/>
    <w:rsid w:val="001525EC"/>
    <w:rsid w:val="00152E4B"/>
    <w:rsid w:val="00156B07"/>
    <w:rsid w:val="00160197"/>
    <w:rsid w:val="0016049E"/>
    <w:rsid w:val="00161E0E"/>
    <w:rsid w:val="001641C4"/>
    <w:rsid w:val="00170B18"/>
    <w:rsid w:val="00173006"/>
    <w:rsid w:val="00173C35"/>
    <w:rsid w:val="00174B30"/>
    <w:rsid w:val="0017700F"/>
    <w:rsid w:val="00177995"/>
    <w:rsid w:val="001802C7"/>
    <w:rsid w:val="0018288A"/>
    <w:rsid w:val="00183BC3"/>
    <w:rsid w:val="001856AB"/>
    <w:rsid w:val="001856C4"/>
    <w:rsid w:val="001868F9"/>
    <w:rsid w:val="00193BF2"/>
    <w:rsid w:val="00194EEE"/>
    <w:rsid w:val="001A085D"/>
    <w:rsid w:val="001A1562"/>
    <w:rsid w:val="001A17DD"/>
    <w:rsid w:val="001A738B"/>
    <w:rsid w:val="001A7AB9"/>
    <w:rsid w:val="001B30AF"/>
    <w:rsid w:val="001B3DAE"/>
    <w:rsid w:val="001B4A1F"/>
    <w:rsid w:val="001C15BC"/>
    <w:rsid w:val="001C2322"/>
    <w:rsid w:val="001C2FDE"/>
    <w:rsid w:val="001C3D6D"/>
    <w:rsid w:val="001D00A8"/>
    <w:rsid w:val="001D19E3"/>
    <w:rsid w:val="001D1B26"/>
    <w:rsid w:val="001D374E"/>
    <w:rsid w:val="001D554C"/>
    <w:rsid w:val="001D6FDB"/>
    <w:rsid w:val="001E0A81"/>
    <w:rsid w:val="001E1629"/>
    <w:rsid w:val="001E2553"/>
    <w:rsid w:val="001E41FD"/>
    <w:rsid w:val="001E52BE"/>
    <w:rsid w:val="001E5A7E"/>
    <w:rsid w:val="001F126B"/>
    <w:rsid w:val="001F13B8"/>
    <w:rsid w:val="001F44D0"/>
    <w:rsid w:val="001F775A"/>
    <w:rsid w:val="0020488A"/>
    <w:rsid w:val="00206023"/>
    <w:rsid w:val="00206C6A"/>
    <w:rsid w:val="0020706C"/>
    <w:rsid w:val="0021565F"/>
    <w:rsid w:val="00216388"/>
    <w:rsid w:val="002166E7"/>
    <w:rsid w:val="00216B4F"/>
    <w:rsid w:val="002206AD"/>
    <w:rsid w:val="00221C60"/>
    <w:rsid w:val="00222D7B"/>
    <w:rsid w:val="00230BAE"/>
    <w:rsid w:val="00233DE1"/>
    <w:rsid w:val="002349CD"/>
    <w:rsid w:val="002403C3"/>
    <w:rsid w:val="002475CE"/>
    <w:rsid w:val="00262EEB"/>
    <w:rsid w:val="002631D7"/>
    <w:rsid w:val="002635D3"/>
    <w:rsid w:val="00271A97"/>
    <w:rsid w:val="00271ED3"/>
    <w:rsid w:val="00275EFD"/>
    <w:rsid w:val="00277384"/>
    <w:rsid w:val="00277F36"/>
    <w:rsid w:val="00280035"/>
    <w:rsid w:val="002803BF"/>
    <w:rsid w:val="0028363C"/>
    <w:rsid w:val="00284BF0"/>
    <w:rsid w:val="002864A5"/>
    <w:rsid w:val="002877C9"/>
    <w:rsid w:val="00290196"/>
    <w:rsid w:val="002A15C4"/>
    <w:rsid w:val="002A5374"/>
    <w:rsid w:val="002A5591"/>
    <w:rsid w:val="002A61C4"/>
    <w:rsid w:val="002A6390"/>
    <w:rsid w:val="002B0F9B"/>
    <w:rsid w:val="002B1C61"/>
    <w:rsid w:val="002B1F67"/>
    <w:rsid w:val="002B286A"/>
    <w:rsid w:val="002B2C07"/>
    <w:rsid w:val="002B3DDF"/>
    <w:rsid w:val="002B43B7"/>
    <w:rsid w:val="002B565A"/>
    <w:rsid w:val="002B668C"/>
    <w:rsid w:val="002B72D0"/>
    <w:rsid w:val="002C3290"/>
    <w:rsid w:val="002C64F9"/>
    <w:rsid w:val="002C787B"/>
    <w:rsid w:val="002D0D49"/>
    <w:rsid w:val="002D20F3"/>
    <w:rsid w:val="002D23B1"/>
    <w:rsid w:val="002D2785"/>
    <w:rsid w:val="002D2799"/>
    <w:rsid w:val="002D332F"/>
    <w:rsid w:val="002E0E66"/>
    <w:rsid w:val="002E18F8"/>
    <w:rsid w:val="002E1E52"/>
    <w:rsid w:val="002E2051"/>
    <w:rsid w:val="002E2641"/>
    <w:rsid w:val="002E6C8C"/>
    <w:rsid w:val="002E76DA"/>
    <w:rsid w:val="002F03A7"/>
    <w:rsid w:val="002F2A6A"/>
    <w:rsid w:val="002F309C"/>
    <w:rsid w:val="002F50F2"/>
    <w:rsid w:val="002F6EC9"/>
    <w:rsid w:val="002F7F47"/>
    <w:rsid w:val="00300E30"/>
    <w:rsid w:val="00304032"/>
    <w:rsid w:val="0030579C"/>
    <w:rsid w:val="0030612E"/>
    <w:rsid w:val="003062A3"/>
    <w:rsid w:val="00310113"/>
    <w:rsid w:val="0031049E"/>
    <w:rsid w:val="00311559"/>
    <w:rsid w:val="003126BC"/>
    <w:rsid w:val="00313674"/>
    <w:rsid w:val="00314DBD"/>
    <w:rsid w:val="0031594F"/>
    <w:rsid w:val="0031595F"/>
    <w:rsid w:val="003167F7"/>
    <w:rsid w:val="0032725A"/>
    <w:rsid w:val="003317F7"/>
    <w:rsid w:val="00331D8A"/>
    <w:rsid w:val="0033404D"/>
    <w:rsid w:val="0033459A"/>
    <w:rsid w:val="003367E9"/>
    <w:rsid w:val="0033760D"/>
    <w:rsid w:val="003430B1"/>
    <w:rsid w:val="00345245"/>
    <w:rsid w:val="00345E2E"/>
    <w:rsid w:val="00346051"/>
    <w:rsid w:val="003470FF"/>
    <w:rsid w:val="00350FB0"/>
    <w:rsid w:val="00355A24"/>
    <w:rsid w:val="00355D7A"/>
    <w:rsid w:val="003573E3"/>
    <w:rsid w:val="00362E3D"/>
    <w:rsid w:val="00364DE6"/>
    <w:rsid w:val="003651B3"/>
    <w:rsid w:val="00367720"/>
    <w:rsid w:val="00367889"/>
    <w:rsid w:val="003711E0"/>
    <w:rsid w:val="003747A8"/>
    <w:rsid w:val="00375D5D"/>
    <w:rsid w:val="00380985"/>
    <w:rsid w:val="0038379B"/>
    <w:rsid w:val="003845B8"/>
    <w:rsid w:val="00386628"/>
    <w:rsid w:val="00394A28"/>
    <w:rsid w:val="003A234E"/>
    <w:rsid w:val="003A36DF"/>
    <w:rsid w:val="003A38A3"/>
    <w:rsid w:val="003B0D6B"/>
    <w:rsid w:val="003B4253"/>
    <w:rsid w:val="003B4662"/>
    <w:rsid w:val="003B47DA"/>
    <w:rsid w:val="003B5A82"/>
    <w:rsid w:val="003B6728"/>
    <w:rsid w:val="003B76F6"/>
    <w:rsid w:val="003B7BC8"/>
    <w:rsid w:val="003B7CFE"/>
    <w:rsid w:val="003C1ED7"/>
    <w:rsid w:val="003C2CC8"/>
    <w:rsid w:val="003C371E"/>
    <w:rsid w:val="003C539E"/>
    <w:rsid w:val="003C6F50"/>
    <w:rsid w:val="003D3A4F"/>
    <w:rsid w:val="003D7970"/>
    <w:rsid w:val="003E021A"/>
    <w:rsid w:val="003E09AF"/>
    <w:rsid w:val="003E1243"/>
    <w:rsid w:val="003E1CB9"/>
    <w:rsid w:val="003E475D"/>
    <w:rsid w:val="003F1980"/>
    <w:rsid w:val="003F3142"/>
    <w:rsid w:val="003F41DA"/>
    <w:rsid w:val="003F530B"/>
    <w:rsid w:val="003F60BE"/>
    <w:rsid w:val="003F6E4E"/>
    <w:rsid w:val="003F77D3"/>
    <w:rsid w:val="004000C1"/>
    <w:rsid w:val="004011EC"/>
    <w:rsid w:val="004032AE"/>
    <w:rsid w:val="00403872"/>
    <w:rsid w:val="0040645E"/>
    <w:rsid w:val="004077E1"/>
    <w:rsid w:val="0041089D"/>
    <w:rsid w:val="00413194"/>
    <w:rsid w:val="00413864"/>
    <w:rsid w:val="004171B4"/>
    <w:rsid w:val="00417FC4"/>
    <w:rsid w:val="00425EC8"/>
    <w:rsid w:val="00443D81"/>
    <w:rsid w:val="0044531C"/>
    <w:rsid w:val="00445EDD"/>
    <w:rsid w:val="00451058"/>
    <w:rsid w:val="0045278E"/>
    <w:rsid w:val="00454BC0"/>
    <w:rsid w:val="004551DD"/>
    <w:rsid w:val="00456C37"/>
    <w:rsid w:val="004628C3"/>
    <w:rsid w:val="00462B48"/>
    <w:rsid w:val="00466B3B"/>
    <w:rsid w:val="00470627"/>
    <w:rsid w:val="00471783"/>
    <w:rsid w:val="004770C1"/>
    <w:rsid w:val="004809A4"/>
    <w:rsid w:val="004842DD"/>
    <w:rsid w:val="00484E48"/>
    <w:rsid w:val="004855F1"/>
    <w:rsid w:val="00487B3A"/>
    <w:rsid w:val="00487D48"/>
    <w:rsid w:val="00491D4C"/>
    <w:rsid w:val="00492866"/>
    <w:rsid w:val="004953FF"/>
    <w:rsid w:val="0049638D"/>
    <w:rsid w:val="00497503"/>
    <w:rsid w:val="00497B7E"/>
    <w:rsid w:val="004A13E5"/>
    <w:rsid w:val="004A1A20"/>
    <w:rsid w:val="004A233E"/>
    <w:rsid w:val="004A2C80"/>
    <w:rsid w:val="004A3EB0"/>
    <w:rsid w:val="004A403A"/>
    <w:rsid w:val="004A501E"/>
    <w:rsid w:val="004A51F6"/>
    <w:rsid w:val="004A65D8"/>
    <w:rsid w:val="004A6DF4"/>
    <w:rsid w:val="004A751B"/>
    <w:rsid w:val="004B0BDA"/>
    <w:rsid w:val="004B1A7F"/>
    <w:rsid w:val="004B1C32"/>
    <w:rsid w:val="004B638C"/>
    <w:rsid w:val="004B70A5"/>
    <w:rsid w:val="004C1750"/>
    <w:rsid w:val="004C2D2E"/>
    <w:rsid w:val="004C4936"/>
    <w:rsid w:val="004C5640"/>
    <w:rsid w:val="004D0BB6"/>
    <w:rsid w:val="004D10E4"/>
    <w:rsid w:val="004D245C"/>
    <w:rsid w:val="004D5E09"/>
    <w:rsid w:val="004E20CE"/>
    <w:rsid w:val="004E2CBB"/>
    <w:rsid w:val="004E450B"/>
    <w:rsid w:val="004E5434"/>
    <w:rsid w:val="004E6267"/>
    <w:rsid w:val="004F16FC"/>
    <w:rsid w:val="004F217C"/>
    <w:rsid w:val="004F25FC"/>
    <w:rsid w:val="004F59D3"/>
    <w:rsid w:val="004F5CBD"/>
    <w:rsid w:val="004F6DC4"/>
    <w:rsid w:val="00502BFE"/>
    <w:rsid w:val="005045BA"/>
    <w:rsid w:val="00504E97"/>
    <w:rsid w:val="0050531A"/>
    <w:rsid w:val="00505AE3"/>
    <w:rsid w:val="00510619"/>
    <w:rsid w:val="00510CB6"/>
    <w:rsid w:val="00511DFB"/>
    <w:rsid w:val="00512B05"/>
    <w:rsid w:val="00512B0E"/>
    <w:rsid w:val="00513648"/>
    <w:rsid w:val="00516305"/>
    <w:rsid w:val="00516719"/>
    <w:rsid w:val="005220DB"/>
    <w:rsid w:val="00522CB8"/>
    <w:rsid w:val="005250EA"/>
    <w:rsid w:val="00530F8C"/>
    <w:rsid w:val="00532FED"/>
    <w:rsid w:val="00541022"/>
    <w:rsid w:val="005444D9"/>
    <w:rsid w:val="005473F9"/>
    <w:rsid w:val="005548A2"/>
    <w:rsid w:val="005551AD"/>
    <w:rsid w:val="005610DA"/>
    <w:rsid w:val="00561BB7"/>
    <w:rsid w:val="00562B70"/>
    <w:rsid w:val="005672E5"/>
    <w:rsid w:val="00570A1E"/>
    <w:rsid w:val="005716FA"/>
    <w:rsid w:val="00572466"/>
    <w:rsid w:val="00573E18"/>
    <w:rsid w:val="00574116"/>
    <w:rsid w:val="00574F81"/>
    <w:rsid w:val="0058051D"/>
    <w:rsid w:val="00583752"/>
    <w:rsid w:val="005839D0"/>
    <w:rsid w:val="005858F9"/>
    <w:rsid w:val="005874B4"/>
    <w:rsid w:val="005900F1"/>
    <w:rsid w:val="00592980"/>
    <w:rsid w:val="00592FF0"/>
    <w:rsid w:val="00594F28"/>
    <w:rsid w:val="00596FCF"/>
    <w:rsid w:val="005A32AC"/>
    <w:rsid w:val="005A657E"/>
    <w:rsid w:val="005A6DFE"/>
    <w:rsid w:val="005B394D"/>
    <w:rsid w:val="005B3FC0"/>
    <w:rsid w:val="005B5E24"/>
    <w:rsid w:val="005B5F12"/>
    <w:rsid w:val="005B62E1"/>
    <w:rsid w:val="005B6316"/>
    <w:rsid w:val="005B6D42"/>
    <w:rsid w:val="005C0302"/>
    <w:rsid w:val="005C2B65"/>
    <w:rsid w:val="005C33FD"/>
    <w:rsid w:val="005C4DAF"/>
    <w:rsid w:val="005C655C"/>
    <w:rsid w:val="005C70BE"/>
    <w:rsid w:val="005C7370"/>
    <w:rsid w:val="005D0D2C"/>
    <w:rsid w:val="005D36D8"/>
    <w:rsid w:val="005D4020"/>
    <w:rsid w:val="005D6933"/>
    <w:rsid w:val="005E2071"/>
    <w:rsid w:val="005E2523"/>
    <w:rsid w:val="005E2EB8"/>
    <w:rsid w:val="005E4854"/>
    <w:rsid w:val="005E6212"/>
    <w:rsid w:val="005F0286"/>
    <w:rsid w:val="005F17D7"/>
    <w:rsid w:val="005F7B90"/>
    <w:rsid w:val="00604018"/>
    <w:rsid w:val="00605187"/>
    <w:rsid w:val="006075E4"/>
    <w:rsid w:val="006116EE"/>
    <w:rsid w:val="00613686"/>
    <w:rsid w:val="00613851"/>
    <w:rsid w:val="00614484"/>
    <w:rsid w:val="00622227"/>
    <w:rsid w:val="006228BB"/>
    <w:rsid w:val="006234E9"/>
    <w:rsid w:val="00624C96"/>
    <w:rsid w:val="006251B0"/>
    <w:rsid w:val="0062670A"/>
    <w:rsid w:val="00631551"/>
    <w:rsid w:val="00634F5C"/>
    <w:rsid w:val="00635A03"/>
    <w:rsid w:val="00642E33"/>
    <w:rsid w:val="00643A57"/>
    <w:rsid w:val="00644274"/>
    <w:rsid w:val="00644C98"/>
    <w:rsid w:val="0064702E"/>
    <w:rsid w:val="00650D06"/>
    <w:rsid w:val="00651F88"/>
    <w:rsid w:val="0065206B"/>
    <w:rsid w:val="00662A93"/>
    <w:rsid w:val="006646CD"/>
    <w:rsid w:val="00665DAD"/>
    <w:rsid w:val="006677AF"/>
    <w:rsid w:val="00673A1A"/>
    <w:rsid w:val="00677F98"/>
    <w:rsid w:val="006817E2"/>
    <w:rsid w:val="006835F1"/>
    <w:rsid w:val="00683945"/>
    <w:rsid w:val="006868C6"/>
    <w:rsid w:val="0068709B"/>
    <w:rsid w:val="006907B3"/>
    <w:rsid w:val="006962E1"/>
    <w:rsid w:val="00696404"/>
    <w:rsid w:val="00697EF2"/>
    <w:rsid w:val="006A0711"/>
    <w:rsid w:val="006A535F"/>
    <w:rsid w:val="006A6079"/>
    <w:rsid w:val="006B2812"/>
    <w:rsid w:val="006B3926"/>
    <w:rsid w:val="006B39C7"/>
    <w:rsid w:val="006B3C70"/>
    <w:rsid w:val="006B4A4C"/>
    <w:rsid w:val="006B620C"/>
    <w:rsid w:val="006B7162"/>
    <w:rsid w:val="006C1BD3"/>
    <w:rsid w:val="006C2726"/>
    <w:rsid w:val="006C2E36"/>
    <w:rsid w:val="006C31C7"/>
    <w:rsid w:val="006C461F"/>
    <w:rsid w:val="006D15A4"/>
    <w:rsid w:val="006D661D"/>
    <w:rsid w:val="006D7B51"/>
    <w:rsid w:val="006E0440"/>
    <w:rsid w:val="006E388E"/>
    <w:rsid w:val="006E469D"/>
    <w:rsid w:val="006E497F"/>
    <w:rsid w:val="006F1E0B"/>
    <w:rsid w:val="006F253D"/>
    <w:rsid w:val="006F38FD"/>
    <w:rsid w:val="006F4056"/>
    <w:rsid w:val="006F4CA1"/>
    <w:rsid w:val="006F5FAC"/>
    <w:rsid w:val="006F6630"/>
    <w:rsid w:val="006F78AD"/>
    <w:rsid w:val="006F7F4A"/>
    <w:rsid w:val="007004EA"/>
    <w:rsid w:val="007015F3"/>
    <w:rsid w:val="0070380B"/>
    <w:rsid w:val="0070469A"/>
    <w:rsid w:val="00705029"/>
    <w:rsid w:val="00705103"/>
    <w:rsid w:val="00705882"/>
    <w:rsid w:val="007066E2"/>
    <w:rsid w:val="00706CCB"/>
    <w:rsid w:val="00712065"/>
    <w:rsid w:val="00712AC3"/>
    <w:rsid w:val="00713B7A"/>
    <w:rsid w:val="00714287"/>
    <w:rsid w:val="007146EA"/>
    <w:rsid w:val="00720B51"/>
    <w:rsid w:val="00721DAB"/>
    <w:rsid w:val="00723F73"/>
    <w:rsid w:val="00727575"/>
    <w:rsid w:val="007276FC"/>
    <w:rsid w:val="00727E32"/>
    <w:rsid w:val="007349BB"/>
    <w:rsid w:val="00734DD3"/>
    <w:rsid w:val="00740809"/>
    <w:rsid w:val="007460BB"/>
    <w:rsid w:val="00747765"/>
    <w:rsid w:val="00751EF0"/>
    <w:rsid w:val="00752123"/>
    <w:rsid w:val="00752418"/>
    <w:rsid w:val="00753977"/>
    <w:rsid w:val="00755D31"/>
    <w:rsid w:val="00755FA0"/>
    <w:rsid w:val="00756282"/>
    <w:rsid w:val="007574C5"/>
    <w:rsid w:val="00757B8F"/>
    <w:rsid w:val="007615FC"/>
    <w:rsid w:val="00761805"/>
    <w:rsid w:val="00761894"/>
    <w:rsid w:val="00762BB5"/>
    <w:rsid w:val="00762CD1"/>
    <w:rsid w:val="00764109"/>
    <w:rsid w:val="007642DD"/>
    <w:rsid w:val="00764928"/>
    <w:rsid w:val="007657EB"/>
    <w:rsid w:val="00765998"/>
    <w:rsid w:val="007661F6"/>
    <w:rsid w:val="00767EC3"/>
    <w:rsid w:val="00770ABB"/>
    <w:rsid w:val="00770F44"/>
    <w:rsid w:val="00771D6A"/>
    <w:rsid w:val="00775F45"/>
    <w:rsid w:val="007818FB"/>
    <w:rsid w:val="00782BD6"/>
    <w:rsid w:val="00783AD4"/>
    <w:rsid w:val="00784E29"/>
    <w:rsid w:val="00787E67"/>
    <w:rsid w:val="00790912"/>
    <w:rsid w:val="00791F39"/>
    <w:rsid w:val="007923E0"/>
    <w:rsid w:val="0079360E"/>
    <w:rsid w:val="0079442B"/>
    <w:rsid w:val="007952A8"/>
    <w:rsid w:val="00797281"/>
    <w:rsid w:val="007A2782"/>
    <w:rsid w:val="007A2A43"/>
    <w:rsid w:val="007A32E2"/>
    <w:rsid w:val="007A4FAF"/>
    <w:rsid w:val="007A687F"/>
    <w:rsid w:val="007B2FC7"/>
    <w:rsid w:val="007B37EF"/>
    <w:rsid w:val="007B6516"/>
    <w:rsid w:val="007C05DE"/>
    <w:rsid w:val="007C0CBF"/>
    <w:rsid w:val="007C0E99"/>
    <w:rsid w:val="007C0F43"/>
    <w:rsid w:val="007C6CFD"/>
    <w:rsid w:val="007D0909"/>
    <w:rsid w:val="007D1348"/>
    <w:rsid w:val="007D179C"/>
    <w:rsid w:val="007D222C"/>
    <w:rsid w:val="007D280D"/>
    <w:rsid w:val="007D2DA7"/>
    <w:rsid w:val="007D3565"/>
    <w:rsid w:val="007D37D4"/>
    <w:rsid w:val="007E08C9"/>
    <w:rsid w:val="007E15D9"/>
    <w:rsid w:val="007E1826"/>
    <w:rsid w:val="007E5719"/>
    <w:rsid w:val="007F3EB6"/>
    <w:rsid w:val="007F6FDC"/>
    <w:rsid w:val="008012E7"/>
    <w:rsid w:val="00803167"/>
    <w:rsid w:val="00804491"/>
    <w:rsid w:val="00805649"/>
    <w:rsid w:val="00810680"/>
    <w:rsid w:val="008107C4"/>
    <w:rsid w:val="0081541F"/>
    <w:rsid w:val="008166F3"/>
    <w:rsid w:val="0081684A"/>
    <w:rsid w:val="00816A7E"/>
    <w:rsid w:val="00817BB0"/>
    <w:rsid w:val="00820087"/>
    <w:rsid w:val="00822545"/>
    <w:rsid w:val="00823E5F"/>
    <w:rsid w:val="00825A48"/>
    <w:rsid w:val="00834D46"/>
    <w:rsid w:val="00835680"/>
    <w:rsid w:val="00835F1C"/>
    <w:rsid w:val="00836206"/>
    <w:rsid w:val="0083787A"/>
    <w:rsid w:val="00837E1E"/>
    <w:rsid w:val="00840653"/>
    <w:rsid w:val="0084081E"/>
    <w:rsid w:val="008421B7"/>
    <w:rsid w:val="008458E2"/>
    <w:rsid w:val="00846B94"/>
    <w:rsid w:val="00850E01"/>
    <w:rsid w:val="0085242C"/>
    <w:rsid w:val="00853D39"/>
    <w:rsid w:val="00856F40"/>
    <w:rsid w:val="00857548"/>
    <w:rsid w:val="008620A1"/>
    <w:rsid w:val="00865CBD"/>
    <w:rsid w:val="00866318"/>
    <w:rsid w:val="0086658E"/>
    <w:rsid w:val="008702CB"/>
    <w:rsid w:val="0087337F"/>
    <w:rsid w:val="00875803"/>
    <w:rsid w:val="00875E25"/>
    <w:rsid w:val="008779D4"/>
    <w:rsid w:val="00877B2F"/>
    <w:rsid w:val="008823C1"/>
    <w:rsid w:val="00886D05"/>
    <w:rsid w:val="0088783B"/>
    <w:rsid w:val="00891D7E"/>
    <w:rsid w:val="00892FC2"/>
    <w:rsid w:val="008932A4"/>
    <w:rsid w:val="00893FB4"/>
    <w:rsid w:val="00896D89"/>
    <w:rsid w:val="008A0E79"/>
    <w:rsid w:val="008A5859"/>
    <w:rsid w:val="008B0E6A"/>
    <w:rsid w:val="008B25DB"/>
    <w:rsid w:val="008B5EFD"/>
    <w:rsid w:val="008B7956"/>
    <w:rsid w:val="008B7E55"/>
    <w:rsid w:val="008C0679"/>
    <w:rsid w:val="008C0A8E"/>
    <w:rsid w:val="008C11BB"/>
    <w:rsid w:val="008C3EF7"/>
    <w:rsid w:val="008C7774"/>
    <w:rsid w:val="008D1D4A"/>
    <w:rsid w:val="008D3D7F"/>
    <w:rsid w:val="008D49E7"/>
    <w:rsid w:val="008D6749"/>
    <w:rsid w:val="008E0107"/>
    <w:rsid w:val="008E158D"/>
    <w:rsid w:val="008E27A2"/>
    <w:rsid w:val="008E3E19"/>
    <w:rsid w:val="008F2B28"/>
    <w:rsid w:val="008F375D"/>
    <w:rsid w:val="008F39F8"/>
    <w:rsid w:val="008F414D"/>
    <w:rsid w:val="008F574B"/>
    <w:rsid w:val="008F6D05"/>
    <w:rsid w:val="00900AF4"/>
    <w:rsid w:val="00900D4E"/>
    <w:rsid w:val="00900F5C"/>
    <w:rsid w:val="00900F8C"/>
    <w:rsid w:val="009017C8"/>
    <w:rsid w:val="009019FA"/>
    <w:rsid w:val="009032A1"/>
    <w:rsid w:val="009033D0"/>
    <w:rsid w:val="009055A4"/>
    <w:rsid w:val="00906156"/>
    <w:rsid w:val="00907C05"/>
    <w:rsid w:val="009123E8"/>
    <w:rsid w:val="00913629"/>
    <w:rsid w:val="009163B3"/>
    <w:rsid w:val="009178A1"/>
    <w:rsid w:val="009200FE"/>
    <w:rsid w:val="009209AF"/>
    <w:rsid w:val="00927F43"/>
    <w:rsid w:val="00931BE1"/>
    <w:rsid w:val="00936A27"/>
    <w:rsid w:val="00941154"/>
    <w:rsid w:val="009443BF"/>
    <w:rsid w:val="009453A8"/>
    <w:rsid w:val="0094627F"/>
    <w:rsid w:val="009462B9"/>
    <w:rsid w:val="00951B55"/>
    <w:rsid w:val="009561AA"/>
    <w:rsid w:val="0095675E"/>
    <w:rsid w:val="00961231"/>
    <w:rsid w:val="00962B19"/>
    <w:rsid w:val="00962B8D"/>
    <w:rsid w:val="00962CB3"/>
    <w:rsid w:val="00964743"/>
    <w:rsid w:val="009648F5"/>
    <w:rsid w:val="009661DF"/>
    <w:rsid w:val="0097211A"/>
    <w:rsid w:val="00972A93"/>
    <w:rsid w:val="00972D5D"/>
    <w:rsid w:val="00972F74"/>
    <w:rsid w:val="00975194"/>
    <w:rsid w:val="009774A2"/>
    <w:rsid w:val="00983313"/>
    <w:rsid w:val="0098663E"/>
    <w:rsid w:val="0099753C"/>
    <w:rsid w:val="009A04A4"/>
    <w:rsid w:val="009A38CD"/>
    <w:rsid w:val="009B0BEE"/>
    <w:rsid w:val="009B33DC"/>
    <w:rsid w:val="009B3E4D"/>
    <w:rsid w:val="009C0763"/>
    <w:rsid w:val="009C0D78"/>
    <w:rsid w:val="009C1272"/>
    <w:rsid w:val="009C364C"/>
    <w:rsid w:val="009C3708"/>
    <w:rsid w:val="009C4DA3"/>
    <w:rsid w:val="009C52ED"/>
    <w:rsid w:val="009C5641"/>
    <w:rsid w:val="009C6332"/>
    <w:rsid w:val="009C675A"/>
    <w:rsid w:val="009C6D50"/>
    <w:rsid w:val="009C7B52"/>
    <w:rsid w:val="009D70F4"/>
    <w:rsid w:val="009E21E3"/>
    <w:rsid w:val="009E5B83"/>
    <w:rsid w:val="009F0904"/>
    <w:rsid w:val="009F10FE"/>
    <w:rsid w:val="009F570E"/>
    <w:rsid w:val="009F5854"/>
    <w:rsid w:val="009F7255"/>
    <w:rsid w:val="009F7CCE"/>
    <w:rsid w:val="00A00BC1"/>
    <w:rsid w:val="00A11D70"/>
    <w:rsid w:val="00A13EEA"/>
    <w:rsid w:val="00A15FCC"/>
    <w:rsid w:val="00A17206"/>
    <w:rsid w:val="00A2075E"/>
    <w:rsid w:val="00A2125F"/>
    <w:rsid w:val="00A214CD"/>
    <w:rsid w:val="00A23A1D"/>
    <w:rsid w:val="00A30349"/>
    <w:rsid w:val="00A35655"/>
    <w:rsid w:val="00A36A5A"/>
    <w:rsid w:val="00A37CA1"/>
    <w:rsid w:val="00A41575"/>
    <w:rsid w:val="00A439CB"/>
    <w:rsid w:val="00A44688"/>
    <w:rsid w:val="00A51DE4"/>
    <w:rsid w:val="00A52B9E"/>
    <w:rsid w:val="00A53560"/>
    <w:rsid w:val="00A55DAB"/>
    <w:rsid w:val="00A5763A"/>
    <w:rsid w:val="00A61A15"/>
    <w:rsid w:val="00A627EF"/>
    <w:rsid w:val="00A63004"/>
    <w:rsid w:val="00A64189"/>
    <w:rsid w:val="00A643DE"/>
    <w:rsid w:val="00A64F62"/>
    <w:rsid w:val="00A65B06"/>
    <w:rsid w:val="00A669A2"/>
    <w:rsid w:val="00A675A9"/>
    <w:rsid w:val="00A67E26"/>
    <w:rsid w:val="00A71039"/>
    <w:rsid w:val="00A723FE"/>
    <w:rsid w:val="00A7244B"/>
    <w:rsid w:val="00A81BF6"/>
    <w:rsid w:val="00A82DA2"/>
    <w:rsid w:val="00A8702E"/>
    <w:rsid w:val="00A93E8D"/>
    <w:rsid w:val="00A94A72"/>
    <w:rsid w:val="00A95E4E"/>
    <w:rsid w:val="00A95EE7"/>
    <w:rsid w:val="00A96B38"/>
    <w:rsid w:val="00A97A91"/>
    <w:rsid w:val="00A97D78"/>
    <w:rsid w:val="00AA207C"/>
    <w:rsid w:val="00AA270D"/>
    <w:rsid w:val="00AA3246"/>
    <w:rsid w:val="00AA5406"/>
    <w:rsid w:val="00AA570A"/>
    <w:rsid w:val="00AA6CF6"/>
    <w:rsid w:val="00AA6D6D"/>
    <w:rsid w:val="00AA7675"/>
    <w:rsid w:val="00AA794D"/>
    <w:rsid w:val="00AB2D05"/>
    <w:rsid w:val="00AB68CC"/>
    <w:rsid w:val="00AB6BAD"/>
    <w:rsid w:val="00AB727D"/>
    <w:rsid w:val="00AC0153"/>
    <w:rsid w:val="00AC0942"/>
    <w:rsid w:val="00AC20AA"/>
    <w:rsid w:val="00AC2765"/>
    <w:rsid w:val="00AC38AD"/>
    <w:rsid w:val="00AC443B"/>
    <w:rsid w:val="00AD2B49"/>
    <w:rsid w:val="00AE0436"/>
    <w:rsid w:val="00AE708C"/>
    <w:rsid w:val="00AF0019"/>
    <w:rsid w:val="00AF167A"/>
    <w:rsid w:val="00AF314F"/>
    <w:rsid w:val="00AF4579"/>
    <w:rsid w:val="00AF4A46"/>
    <w:rsid w:val="00AF599D"/>
    <w:rsid w:val="00B01378"/>
    <w:rsid w:val="00B0223E"/>
    <w:rsid w:val="00B026BB"/>
    <w:rsid w:val="00B036F6"/>
    <w:rsid w:val="00B03731"/>
    <w:rsid w:val="00B042DD"/>
    <w:rsid w:val="00B067D7"/>
    <w:rsid w:val="00B07CBC"/>
    <w:rsid w:val="00B07CDB"/>
    <w:rsid w:val="00B10A5F"/>
    <w:rsid w:val="00B13782"/>
    <w:rsid w:val="00B172EA"/>
    <w:rsid w:val="00B22988"/>
    <w:rsid w:val="00B262EF"/>
    <w:rsid w:val="00B274B8"/>
    <w:rsid w:val="00B307E7"/>
    <w:rsid w:val="00B32532"/>
    <w:rsid w:val="00B3490C"/>
    <w:rsid w:val="00B35117"/>
    <w:rsid w:val="00B35309"/>
    <w:rsid w:val="00B35DA1"/>
    <w:rsid w:val="00B37B79"/>
    <w:rsid w:val="00B44B8D"/>
    <w:rsid w:val="00B4755E"/>
    <w:rsid w:val="00B500DC"/>
    <w:rsid w:val="00B500F1"/>
    <w:rsid w:val="00B518E2"/>
    <w:rsid w:val="00B53ED7"/>
    <w:rsid w:val="00B54B1B"/>
    <w:rsid w:val="00B557D2"/>
    <w:rsid w:val="00B62928"/>
    <w:rsid w:val="00B63822"/>
    <w:rsid w:val="00B67540"/>
    <w:rsid w:val="00B7034E"/>
    <w:rsid w:val="00B707F4"/>
    <w:rsid w:val="00B70F31"/>
    <w:rsid w:val="00B72EDA"/>
    <w:rsid w:val="00B7359F"/>
    <w:rsid w:val="00B75303"/>
    <w:rsid w:val="00B76968"/>
    <w:rsid w:val="00B77A2A"/>
    <w:rsid w:val="00B80BB0"/>
    <w:rsid w:val="00B81B85"/>
    <w:rsid w:val="00B84002"/>
    <w:rsid w:val="00B84D90"/>
    <w:rsid w:val="00B84F25"/>
    <w:rsid w:val="00B84F8F"/>
    <w:rsid w:val="00B85A78"/>
    <w:rsid w:val="00B96795"/>
    <w:rsid w:val="00B96953"/>
    <w:rsid w:val="00BA1BE1"/>
    <w:rsid w:val="00BA31A2"/>
    <w:rsid w:val="00BA4C23"/>
    <w:rsid w:val="00BB13AF"/>
    <w:rsid w:val="00BB14B3"/>
    <w:rsid w:val="00BB20D2"/>
    <w:rsid w:val="00BB520F"/>
    <w:rsid w:val="00BC0078"/>
    <w:rsid w:val="00BC0B60"/>
    <w:rsid w:val="00BC0EAE"/>
    <w:rsid w:val="00BC3ACE"/>
    <w:rsid w:val="00BD3713"/>
    <w:rsid w:val="00BD5225"/>
    <w:rsid w:val="00BD5D2E"/>
    <w:rsid w:val="00BD5E9D"/>
    <w:rsid w:val="00BD6527"/>
    <w:rsid w:val="00BD68F2"/>
    <w:rsid w:val="00BD7386"/>
    <w:rsid w:val="00BE1878"/>
    <w:rsid w:val="00BE25B1"/>
    <w:rsid w:val="00BE2A8D"/>
    <w:rsid w:val="00BE3D6E"/>
    <w:rsid w:val="00BE4577"/>
    <w:rsid w:val="00BE523E"/>
    <w:rsid w:val="00BE61AA"/>
    <w:rsid w:val="00BE78C4"/>
    <w:rsid w:val="00BE7A46"/>
    <w:rsid w:val="00BF55F0"/>
    <w:rsid w:val="00BF5B1E"/>
    <w:rsid w:val="00BF6551"/>
    <w:rsid w:val="00BF70F1"/>
    <w:rsid w:val="00C01D93"/>
    <w:rsid w:val="00C0339E"/>
    <w:rsid w:val="00C0480F"/>
    <w:rsid w:val="00C07898"/>
    <w:rsid w:val="00C12A63"/>
    <w:rsid w:val="00C13694"/>
    <w:rsid w:val="00C13C33"/>
    <w:rsid w:val="00C14669"/>
    <w:rsid w:val="00C156FE"/>
    <w:rsid w:val="00C16582"/>
    <w:rsid w:val="00C20043"/>
    <w:rsid w:val="00C209D1"/>
    <w:rsid w:val="00C2117B"/>
    <w:rsid w:val="00C23651"/>
    <w:rsid w:val="00C25DAF"/>
    <w:rsid w:val="00C2644C"/>
    <w:rsid w:val="00C27066"/>
    <w:rsid w:val="00C3054D"/>
    <w:rsid w:val="00C30CC0"/>
    <w:rsid w:val="00C31BC2"/>
    <w:rsid w:val="00C3582D"/>
    <w:rsid w:val="00C40F1B"/>
    <w:rsid w:val="00C418AC"/>
    <w:rsid w:val="00C420F0"/>
    <w:rsid w:val="00C42795"/>
    <w:rsid w:val="00C42CCF"/>
    <w:rsid w:val="00C44724"/>
    <w:rsid w:val="00C45FD3"/>
    <w:rsid w:val="00C553E7"/>
    <w:rsid w:val="00C558E8"/>
    <w:rsid w:val="00C62706"/>
    <w:rsid w:val="00C65B25"/>
    <w:rsid w:val="00C70F2D"/>
    <w:rsid w:val="00C74D7F"/>
    <w:rsid w:val="00C754FC"/>
    <w:rsid w:val="00C75C2A"/>
    <w:rsid w:val="00C776BD"/>
    <w:rsid w:val="00C77AE2"/>
    <w:rsid w:val="00C8011F"/>
    <w:rsid w:val="00C84EA9"/>
    <w:rsid w:val="00C860C0"/>
    <w:rsid w:val="00C916AB"/>
    <w:rsid w:val="00C92875"/>
    <w:rsid w:val="00C9406C"/>
    <w:rsid w:val="00CA0057"/>
    <w:rsid w:val="00CA0CBA"/>
    <w:rsid w:val="00CA3CBB"/>
    <w:rsid w:val="00CA5ACD"/>
    <w:rsid w:val="00CA61E0"/>
    <w:rsid w:val="00CA7018"/>
    <w:rsid w:val="00CA7D53"/>
    <w:rsid w:val="00CB0979"/>
    <w:rsid w:val="00CB333A"/>
    <w:rsid w:val="00CB766B"/>
    <w:rsid w:val="00CB7F30"/>
    <w:rsid w:val="00CC002A"/>
    <w:rsid w:val="00CC511A"/>
    <w:rsid w:val="00CD1CCF"/>
    <w:rsid w:val="00CD1D2D"/>
    <w:rsid w:val="00CD360B"/>
    <w:rsid w:val="00CE0790"/>
    <w:rsid w:val="00CE3055"/>
    <w:rsid w:val="00CE45A9"/>
    <w:rsid w:val="00CE5726"/>
    <w:rsid w:val="00CE612C"/>
    <w:rsid w:val="00CF0403"/>
    <w:rsid w:val="00CF08FB"/>
    <w:rsid w:val="00CF2E53"/>
    <w:rsid w:val="00CF33FD"/>
    <w:rsid w:val="00CF5931"/>
    <w:rsid w:val="00D0121A"/>
    <w:rsid w:val="00D01531"/>
    <w:rsid w:val="00D05976"/>
    <w:rsid w:val="00D05D25"/>
    <w:rsid w:val="00D15697"/>
    <w:rsid w:val="00D1579B"/>
    <w:rsid w:val="00D169BA"/>
    <w:rsid w:val="00D20B3F"/>
    <w:rsid w:val="00D239AF"/>
    <w:rsid w:val="00D24867"/>
    <w:rsid w:val="00D24ED8"/>
    <w:rsid w:val="00D31ACE"/>
    <w:rsid w:val="00D31E07"/>
    <w:rsid w:val="00D339A9"/>
    <w:rsid w:val="00D34060"/>
    <w:rsid w:val="00D36347"/>
    <w:rsid w:val="00D36786"/>
    <w:rsid w:val="00D3712A"/>
    <w:rsid w:val="00D45B8F"/>
    <w:rsid w:val="00D47312"/>
    <w:rsid w:val="00D524EF"/>
    <w:rsid w:val="00D53B21"/>
    <w:rsid w:val="00D54104"/>
    <w:rsid w:val="00D54B58"/>
    <w:rsid w:val="00D55672"/>
    <w:rsid w:val="00D56D45"/>
    <w:rsid w:val="00D56FC4"/>
    <w:rsid w:val="00D60B8F"/>
    <w:rsid w:val="00D611BB"/>
    <w:rsid w:val="00D629DE"/>
    <w:rsid w:val="00D63689"/>
    <w:rsid w:val="00D63F95"/>
    <w:rsid w:val="00D66A0A"/>
    <w:rsid w:val="00D729E3"/>
    <w:rsid w:val="00D74528"/>
    <w:rsid w:val="00D77426"/>
    <w:rsid w:val="00D77FC8"/>
    <w:rsid w:val="00D809AA"/>
    <w:rsid w:val="00D81C2C"/>
    <w:rsid w:val="00D86381"/>
    <w:rsid w:val="00D867D9"/>
    <w:rsid w:val="00D868D3"/>
    <w:rsid w:val="00D90E72"/>
    <w:rsid w:val="00D91CDF"/>
    <w:rsid w:val="00D92BF8"/>
    <w:rsid w:val="00D93DB3"/>
    <w:rsid w:val="00D952FB"/>
    <w:rsid w:val="00DA2867"/>
    <w:rsid w:val="00DA399A"/>
    <w:rsid w:val="00DA5D0A"/>
    <w:rsid w:val="00DA6EE1"/>
    <w:rsid w:val="00DB0C84"/>
    <w:rsid w:val="00DB0D79"/>
    <w:rsid w:val="00DB1C2A"/>
    <w:rsid w:val="00DB6733"/>
    <w:rsid w:val="00DB7FFB"/>
    <w:rsid w:val="00DC25E1"/>
    <w:rsid w:val="00DC3589"/>
    <w:rsid w:val="00DC430D"/>
    <w:rsid w:val="00DC4643"/>
    <w:rsid w:val="00DD1960"/>
    <w:rsid w:val="00DD1F6F"/>
    <w:rsid w:val="00DD23A9"/>
    <w:rsid w:val="00DD32A5"/>
    <w:rsid w:val="00DD363C"/>
    <w:rsid w:val="00DD5BE9"/>
    <w:rsid w:val="00DE2134"/>
    <w:rsid w:val="00DE2B21"/>
    <w:rsid w:val="00DE2EAE"/>
    <w:rsid w:val="00DE3B6C"/>
    <w:rsid w:val="00DE5465"/>
    <w:rsid w:val="00DE694A"/>
    <w:rsid w:val="00DE715E"/>
    <w:rsid w:val="00DF0271"/>
    <w:rsid w:val="00DF0E16"/>
    <w:rsid w:val="00DF298F"/>
    <w:rsid w:val="00DF3774"/>
    <w:rsid w:val="00DF67DA"/>
    <w:rsid w:val="00DF7125"/>
    <w:rsid w:val="00DF77BB"/>
    <w:rsid w:val="00E00BA1"/>
    <w:rsid w:val="00E01E12"/>
    <w:rsid w:val="00E02020"/>
    <w:rsid w:val="00E0227D"/>
    <w:rsid w:val="00E03A7D"/>
    <w:rsid w:val="00E06A3F"/>
    <w:rsid w:val="00E1138C"/>
    <w:rsid w:val="00E11B09"/>
    <w:rsid w:val="00E12AFD"/>
    <w:rsid w:val="00E157A8"/>
    <w:rsid w:val="00E179DD"/>
    <w:rsid w:val="00E17FA1"/>
    <w:rsid w:val="00E218E6"/>
    <w:rsid w:val="00E2331B"/>
    <w:rsid w:val="00E272E8"/>
    <w:rsid w:val="00E36501"/>
    <w:rsid w:val="00E37B69"/>
    <w:rsid w:val="00E4228A"/>
    <w:rsid w:val="00E45A35"/>
    <w:rsid w:val="00E45FD4"/>
    <w:rsid w:val="00E46D62"/>
    <w:rsid w:val="00E471BC"/>
    <w:rsid w:val="00E511B2"/>
    <w:rsid w:val="00E529F6"/>
    <w:rsid w:val="00E53C77"/>
    <w:rsid w:val="00E53DA2"/>
    <w:rsid w:val="00E54D4B"/>
    <w:rsid w:val="00E5626D"/>
    <w:rsid w:val="00E61A60"/>
    <w:rsid w:val="00E627C9"/>
    <w:rsid w:val="00E636EE"/>
    <w:rsid w:val="00E64CAE"/>
    <w:rsid w:val="00E676B7"/>
    <w:rsid w:val="00E67C01"/>
    <w:rsid w:val="00E67CDF"/>
    <w:rsid w:val="00E722AD"/>
    <w:rsid w:val="00E80589"/>
    <w:rsid w:val="00E80D94"/>
    <w:rsid w:val="00E8287D"/>
    <w:rsid w:val="00E8538E"/>
    <w:rsid w:val="00E90DE8"/>
    <w:rsid w:val="00E92CCF"/>
    <w:rsid w:val="00E95B44"/>
    <w:rsid w:val="00E96474"/>
    <w:rsid w:val="00E97CAB"/>
    <w:rsid w:val="00E97D2C"/>
    <w:rsid w:val="00E97DBA"/>
    <w:rsid w:val="00EA0EEB"/>
    <w:rsid w:val="00EA195D"/>
    <w:rsid w:val="00EA1A5F"/>
    <w:rsid w:val="00EA1F0A"/>
    <w:rsid w:val="00EA38A1"/>
    <w:rsid w:val="00EA57C1"/>
    <w:rsid w:val="00EA7776"/>
    <w:rsid w:val="00EB156E"/>
    <w:rsid w:val="00EB7546"/>
    <w:rsid w:val="00EC01AB"/>
    <w:rsid w:val="00EC2334"/>
    <w:rsid w:val="00EC3B71"/>
    <w:rsid w:val="00EC629B"/>
    <w:rsid w:val="00EC6DBF"/>
    <w:rsid w:val="00EC7099"/>
    <w:rsid w:val="00ED1347"/>
    <w:rsid w:val="00ED1CA1"/>
    <w:rsid w:val="00ED2359"/>
    <w:rsid w:val="00ED35DE"/>
    <w:rsid w:val="00ED39EF"/>
    <w:rsid w:val="00ED47D9"/>
    <w:rsid w:val="00ED4D22"/>
    <w:rsid w:val="00ED5CBF"/>
    <w:rsid w:val="00ED611D"/>
    <w:rsid w:val="00ED741E"/>
    <w:rsid w:val="00ED7B00"/>
    <w:rsid w:val="00EE03E7"/>
    <w:rsid w:val="00EE1CAB"/>
    <w:rsid w:val="00EE4C28"/>
    <w:rsid w:val="00EE65DD"/>
    <w:rsid w:val="00EE69C1"/>
    <w:rsid w:val="00EF495A"/>
    <w:rsid w:val="00EF64C4"/>
    <w:rsid w:val="00F00E82"/>
    <w:rsid w:val="00F02F4A"/>
    <w:rsid w:val="00F03C07"/>
    <w:rsid w:val="00F05C29"/>
    <w:rsid w:val="00F06DB5"/>
    <w:rsid w:val="00F1166F"/>
    <w:rsid w:val="00F123D4"/>
    <w:rsid w:val="00F12E9A"/>
    <w:rsid w:val="00F15E19"/>
    <w:rsid w:val="00F16E77"/>
    <w:rsid w:val="00F20B58"/>
    <w:rsid w:val="00F217E3"/>
    <w:rsid w:val="00F23066"/>
    <w:rsid w:val="00F2590E"/>
    <w:rsid w:val="00F2794E"/>
    <w:rsid w:val="00F325EB"/>
    <w:rsid w:val="00F36E83"/>
    <w:rsid w:val="00F37EEE"/>
    <w:rsid w:val="00F40DC7"/>
    <w:rsid w:val="00F44945"/>
    <w:rsid w:val="00F44BFC"/>
    <w:rsid w:val="00F46B40"/>
    <w:rsid w:val="00F50D96"/>
    <w:rsid w:val="00F5272A"/>
    <w:rsid w:val="00F544A8"/>
    <w:rsid w:val="00F557AB"/>
    <w:rsid w:val="00F563AA"/>
    <w:rsid w:val="00F563C1"/>
    <w:rsid w:val="00F56ABB"/>
    <w:rsid w:val="00F60B50"/>
    <w:rsid w:val="00F637D6"/>
    <w:rsid w:val="00F6594A"/>
    <w:rsid w:val="00F66F3E"/>
    <w:rsid w:val="00F71A4D"/>
    <w:rsid w:val="00F7773B"/>
    <w:rsid w:val="00F80DFA"/>
    <w:rsid w:val="00F80EE9"/>
    <w:rsid w:val="00F85395"/>
    <w:rsid w:val="00F85523"/>
    <w:rsid w:val="00F85A6E"/>
    <w:rsid w:val="00F916A2"/>
    <w:rsid w:val="00F931A3"/>
    <w:rsid w:val="00F93749"/>
    <w:rsid w:val="00F95C4D"/>
    <w:rsid w:val="00F96AC4"/>
    <w:rsid w:val="00F97889"/>
    <w:rsid w:val="00FA18C9"/>
    <w:rsid w:val="00FA2BB8"/>
    <w:rsid w:val="00FA469C"/>
    <w:rsid w:val="00FA5D69"/>
    <w:rsid w:val="00FA6425"/>
    <w:rsid w:val="00FA7100"/>
    <w:rsid w:val="00FB1DA1"/>
    <w:rsid w:val="00FB704A"/>
    <w:rsid w:val="00FC00E7"/>
    <w:rsid w:val="00FC07CD"/>
    <w:rsid w:val="00FC0F68"/>
    <w:rsid w:val="00FC13B1"/>
    <w:rsid w:val="00FC1C5F"/>
    <w:rsid w:val="00FC1E00"/>
    <w:rsid w:val="00FC3BEC"/>
    <w:rsid w:val="00FC544E"/>
    <w:rsid w:val="00FC5682"/>
    <w:rsid w:val="00FC69C9"/>
    <w:rsid w:val="00FC7AF1"/>
    <w:rsid w:val="00FD3CA3"/>
    <w:rsid w:val="00FD4AE0"/>
    <w:rsid w:val="00FD6B07"/>
    <w:rsid w:val="00FD7031"/>
    <w:rsid w:val="00FD7CF9"/>
    <w:rsid w:val="00FE312D"/>
    <w:rsid w:val="00FE3617"/>
    <w:rsid w:val="00FE3E05"/>
    <w:rsid w:val="00FE413E"/>
    <w:rsid w:val="00FE6A71"/>
    <w:rsid w:val="00FE793F"/>
    <w:rsid w:val="00FF092F"/>
    <w:rsid w:val="00FF2317"/>
    <w:rsid w:val="00FF2844"/>
    <w:rsid w:val="00FF36D0"/>
    <w:rsid w:val="00FF7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32769"/>
    <o:shapelayout v:ext="edit">
      <o:idmap v:ext="edit" data="1"/>
    </o:shapelayout>
  </w:shapeDefaults>
  <w:decimalSymbol w:val="."/>
  <w:listSeparator w:val=","/>
  <w14:docId w14:val="0FA22E11"/>
  <w15:chartTrackingRefBased/>
  <w15:docId w15:val="{F9466888-7762-4609-AA37-D28026685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D81"/>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lang w:val="en-US" w:eastAsia="en-US" w:bidi="ar-SA"/>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basedOn w:val="Normal"/>
    <w:link w:val="ListChar"/>
    <w:rsid w:val="00FC1C5F"/>
    <w:pPr>
      <w:spacing w:after="240"/>
      <w:ind w:left="1440" w:hanging="720"/>
    </w:pPr>
  </w:style>
  <w:style w:type="character" w:customStyle="1" w:styleId="ListChar">
    <w:name w:val="List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D31E07"/>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CF5931"/>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link w:val="FormulaBoldChar"/>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uiPriority w:val="99"/>
    <w:rsid w:val="00FC1C5F"/>
    <w:rPr>
      <w:sz w:val="16"/>
      <w:szCs w:val="16"/>
    </w:rPr>
  </w:style>
  <w:style w:type="paragraph" w:styleId="CommentText">
    <w:name w:val="annotation text"/>
    <w:basedOn w:val="Normal"/>
    <w:link w:val="CommentTextChar"/>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aliases w:val=" Char Char Char Char,Body Text Char2 Char Char Char,Body Text Char2 Char Char Char Char Char Char Char Char Char Char Char Char,Body Text Char2 Char Char1"/>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lang w:val="en-US" w:eastAsia="en-US" w:bidi="ar-SA"/>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 w:type="character" w:styleId="FollowedHyperlink">
    <w:name w:val="FollowedHyperlink"/>
    <w:rsid w:val="00D81C2C"/>
    <w:rPr>
      <w:color w:val="800080"/>
      <w:u w:val="single"/>
    </w:rPr>
  </w:style>
  <w:style w:type="character" w:customStyle="1" w:styleId="FormulaBoldChar">
    <w:name w:val="Formula Bold Char"/>
    <w:link w:val="FormulaBold"/>
    <w:rsid w:val="00823E5F"/>
    <w:rPr>
      <w:b/>
      <w:bCs/>
      <w:sz w:val="24"/>
      <w:szCs w:val="24"/>
    </w:rPr>
  </w:style>
  <w:style w:type="character" w:customStyle="1" w:styleId="CommentTextChar">
    <w:name w:val="Comment Text Char"/>
    <w:link w:val="CommentText"/>
    <w:rsid w:val="00972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55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oleObject" Target="embeddings/oleObject2.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5.xml"/><Relationship Id="rId10" Type="http://schemas.openxmlformats.org/officeDocument/2006/relationships/footer" Target="footer2.xml"/><Relationship Id="rId19" Type="http://schemas.openxmlformats.org/officeDocument/2006/relationships/hyperlink" Target="mailto:NCSI@ercot.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DBDA0-40F5-4D21-9F4E-9D641336E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3</TotalTime>
  <Pages>84</Pages>
  <Words>30241</Words>
  <Characters>172376</Characters>
  <Application>Microsoft Office Word</Application>
  <DocSecurity>0</DocSecurity>
  <Lines>1436</Lines>
  <Paragraphs>404</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202213</CharactersWithSpaces>
  <SharedDoc>false</SharedDoc>
  <HLinks>
    <vt:vector size="606" baseType="variant">
      <vt:variant>
        <vt:i4>1114170</vt:i4>
      </vt:variant>
      <vt:variant>
        <vt:i4>602</vt:i4>
      </vt:variant>
      <vt:variant>
        <vt:i4>0</vt:i4>
      </vt:variant>
      <vt:variant>
        <vt:i4>5</vt:i4>
      </vt:variant>
      <vt:variant>
        <vt:lpwstr/>
      </vt:variant>
      <vt:variant>
        <vt:lpwstr>_Toc11053082</vt:lpwstr>
      </vt:variant>
      <vt:variant>
        <vt:i4>1179706</vt:i4>
      </vt:variant>
      <vt:variant>
        <vt:i4>596</vt:i4>
      </vt:variant>
      <vt:variant>
        <vt:i4>0</vt:i4>
      </vt:variant>
      <vt:variant>
        <vt:i4>5</vt:i4>
      </vt:variant>
      <vt:variant>
        <vt:lpwstr/>
      </vt:variant>
      <vt:variant>
        <vt:lpwstr>_Toc11053081</vt:lpwstr>
      </vt:variant>
      <vt:variant>
        <vt:i4>1245242</vt:i4>
      </vt:variant>
      <vt:variant>
        <vt:i4>590</vt:i4>
      </vt:variant>
      <vt:variant>
        <vt:i4>0</vt:i4>
      </vt:variant>
      <vt:variant>
        <vt:i4>5</vt:i4>
      </vt:variant>
      <vt:variant>
        <vt:lpwstr/>
      </vt:variant>
      <vt:variant>
        <vt:lpwstr>_Toc11053080</vt:lpwstr>
      </vt:variant>
      <vt:variant>
        <vt:i4>1703989</vt:i4>
      </vt:variant>
      <vt:variant>
        <vt:i4>584</vt:i4>
      </vt:variant>
      <vt:variant>
        <vt:i4>0</vt:i4>
      </vt:variant>
      <vt:variant>
        <vt:i4>5</vt:i4>
      </vt:variant>
      <vt:variant>
        <vt:lpwstr/>
      </vt:variant>
      <vt:variant>
        <vt:lpwstr>_Toc11053079</vt:lpwstr>
      </vt:variant>
      <vt:variant>
        <vt:i4>1769525</vt:i4>
      </vt:variant>
      <vt:variant>
        <vt:i4>578</vt:i4>
      </vt:variant>
      <vt:variant>
        <vt:i4>0</vt:i4>
      </vt:variant>
      <vt:variant>
        <vt:i4>5</vt:i4>
      </vt:variant>
      <vt:variant>
        <vt:lpwstr/>
      </vt:variant>
      <vt:variant>
        <vt:lpwstr>_Toc11053078</vt:lpwstr>
      </vt:variant>
      <vt:variant>
        <vt:i4>1310773</vt:i4>
      </vt:variant>
      <vt:variant>
        <vt:i4>572</vt:i4>
      </vt:variant>
      <vt:variant>
        <vt:i4>0</vt:i4>
      </vt:variant>
      <vt:variant>
        <vt:i4>5</vt:i4>
      </vt:variant>
      <vt:variant>
        <vt:lpwstr/>
      </vt:variant>
      <vt:variant>
        <vt:lpwstr>_Toc11053077</vt:lpwstr>
      </vt:variant>
      <vt:variant>
        <vt:i4>1376309</vt:i4>
      </vt:variant>
      <vt:variant>
        <vt:i4>566</vt:i4>
      </vt:variant>
      <vt:variant>
        <vt:i4>0</vt:i4>
      </vt:variant>
      <vt:variant>
        <vt:i4>5</vt:i4>
      </vt:variant>
      <vt:variant>
        <vt:lpwstr/>
      </vt:variant>
      <vt:variant>
        <vt:lpwstr>_Toc11053076</vt:lpwstr>
      </vt:variant>
      <vt:variant>
        <vt:i4>1441845</vt:i4>
      </vt:variant>
      <vt:variant>
        <vt:i4>560</vt:i4>
      </vt:variant>
      <vt:variant>
        <vt:i4>0</vt:i4>
      </vt:variant>
      <vt:variant>
        <vt:i4>5</vt:i4>
      </vt:variant>
      <vt:variant>
        <vt:lpwstr/>
      </vt:variant>
      <vt:variant>
        <vt:lpwstr>_Toc11053075</vt:lpwstr>
      </vt:variant>
      <vt:variant>
        <vt:i4>1507381</vt:i4>
      </vt:variant>
      <vt:variant>
        <vt:i4>554</vt:i4>
      </vt:variant>
      <vt:variant>
        <vt:i4>0</vt:i4>
      </vt:variant>
      <vt:variant>
        <vt:i4>5</vt:i4>
      </vt:variant>
      <vt:variant>
        <vt:lpwstr/>
      </vt:variant>
      <vt:variant>
        <vt:lpwstr>_Toc11053074</vt:lpwstr>
      </vt:variant>
      <vt:variant>
        <vt:i4>1048629</vt:i4>
      </vt:variant>
      <vt:variant>
        <vt:i4>548</vt:i4>
      </vt:variant>
      <vt:variant>
        <vt:i4>0</vt:i4>
      </vt:variant>
      <vt:variant>
        <vt:i4>5</vt:i4>
      </vt:variant>
      <vt:variant>
        <vt:lpwstr/>
      </vt:variant>
      <vt:variant>
        <vt:lpwstr>_Toc11053073</vt:lpwstr>
      </vt:variant>
      <vt:variant>
        <vt:i4>1114165</vt:i4>
      </vt:variant>
      <vt:variant>
        <vt:i4>542</vt:i4>
      </vt:variant>
      <vt:variant>
        <vt:i4>0</vt:i4>
      </vt:variant>
      <vt:variant>
        <vt:i4>5</vt:i4>
      </vt:variant>
      <vt:variant>
        <vt:lpwstr/>
      </vt:variant>
      <vt:variant>
        <vt:lpwstr>_Toc11053072</vt:lpwstr>
      </vt:variant>
      <vt:variant>
        <vt:i4>1179701</vt:i4>
      </vt:variant>
      <vt:variant>
        <vt:i4>536</vt:i4>
      </vt:variant>
      <vt:variant>
        <vt:i4>0</vt:i4>
      </vt:variant>
      <vt:variant>
        <vt:i4>5</vt:i4>
      </vt:variant>
      <vt:variant>
        <vt:lpwstr/>
      </vt:variant>
      <vt:variant>
        <vt:lpwstr>_Toc11053071</vt:lpwstr>
      </vt:variant>
      <vt:variant>
        <vt:i4>1245237</vt:i4>
      </vt:variant>
      <vt:variant>
        <vt:i4>530</vt:i4>
      </vt:variant>
      <vt:variant>
        <vt:i4>0</vt:i4>
      </vt:variant>
      <vt:variant>
        <vt:i4>5</vt:i4>
      </vt:variant>
      <vt:variant>
        <vt:lpwstr/>
      </vt:variant>
      <vt:variant>
        <vt:lpwstr>_Toc11053070</vt:lpwstr>
      </vt:variant>
      <vt:variant>
        <vt:i4>1703988</vt:i4>
      </vt:variant>
      <vt:variant>
        <vt:i4>524</vt:i4>
      </vt:variant>
      <vt:variant>
        <vt:i4>0</vt:i4>
      </vt:variant>
      <vt:variant>
        <vt:i4>5</vt:i4>
      </vt:variant>
      <vt:variant>
        <vt:lpwstr/>
      </vt:variant>
      <vt:variant>
        <vt:lpwstr>_Toc11053069</vt:lpwstr>
      </vt:variant>
      <vt:variant>
        <vt:i4>1769524</vt:i4>
      </vt:variant>
      <vt:variant>
        <vt:i4>518</vt:i4>
      </vt:variant>
      <vt:variant>
        <vt:i4>0</vt:i4>
      </vt:variant>
      <vt:variant>
        <vt:i4>5</vt:i4>
      </vt:variant>
      <vt:variant>
        <vt:lpwstr/>
      </vt:variant>
      <vt:variant>
        <vt:lpwstr>_Toc11053068</vt:lpwstr>
      </vt:variant>
      <vt:variant>
        <vt:i4>1310772</vt:i4>
      </vt:variant>
      <vt:variant>
        <vt:i4>512</vt:i4>
      </vt:variant>
      <vt:variant>
        <vt:i4>0</vt:i4>
      </vt:variant>
      <vt:variant>
        <vt:i4>5</vt:i4>
      </vt:variant>
      <vt:variant>
        <vt:lpwstr/>
      </vt:variant>
      <vt:variant>
        <vt:lpwstr>_Toc11053067</vt:lpwstr>
      </vt:variant>
      <vt:variant>
        <vt:i4>1376308</vt:i4>
      </vt:variant>
      <vt:variant>
        <vt:i4>506</vt:i4>
      </vt:variant>
      <vt:variant>
        <vt:i4>0</vt:i4>
      </vt:variant>
      <vt:variant>
        <vt:i4>5</vt:i4>
      </vt:variant>
      <vt:variant>
        <vt:lpwstr/>
      </vt:variant>
      <vt:variant>
        <vt:lpwstr>_Toc11053066</vt:lpwstr>
      </vt:variant>
      <vt:variant>
        <vt:i4>1441844</vt:i4>
      </vt:variant>
      <vt:variant>
        <vt:i4>500</vt:i4>
      </vt:variant>
      <vt:variant>
        <vt:i4>0</vt:i4>
      </vt:variant>
      <vt:variant>
        <vt:i4>5</vt:i4>
      </vt:variant>
      <vt:variant>
        <vt:lpwstr/>
      </vt:variant>
      <vt:variant>
        <vt:lpwstr>_Toc11053065</vt:lpwstr>
      </vt:variant>
      <vt:variant>
        <vt:i4>1507380</vt:i4>
      </vt:variant>
      <vt:variant>
        <vt:i4>494</vt:i4>
      </vt:variant>
      <vt:variant>
        <vt:i4>0</vt:i4>
      </vt:variant>
      <vt:variant>
        <vt:i4>5</vt:i4>
      </vt:variant>
      <vt:variant>
        <vt:lpwstr/>
      </vt:variant>
      <vt:variant>
        <vt:lpwstr>_Toc11053064</vt:lpwstr>
      </vt:variant>
      <vt:variant>
        <vt:i4>1048628</vt:i4>
      </vt:variant>
      <vt:variant>
        <vt:i4>488</vt:i4>
      </vt:variant>
      <vt:variant>
        <vt:i4>0</vt:i4>
      </vt:variant>
      <vt:variant>
        <vt:i4>5</vt:i4>
      </vt:variant>
      <vt:variant>
        <vt:lpwstr/>
      </vt:variant>
      <vt:variant>
        <vt:lpwstr>_Toc11053063</vt:lpwstr>
      </vt:variant>
      <vt:variant>
        <vt:i4>1114164</vt:i4>
      </vt:variant>
      <vt:variant>
        <vt:i4>482</vt:i4>
      </vt:variant>
      <vt:variant>
        <vt:i4>0</vt:i4>
      </vt:variant>
      <vt:variant>
        <vt:i4>5</vt:i4>
      </vt:variant>
      <vt:variant>
        <vt:lpwstr/>
      </vt:variant>
      <vt:variant>
        <vt:lpwstr>_Toc11053062</vt:lpwstr>
      </vt:variant>
      <vt:variant>
        <vt:i4>1179700</vt:i4>
      </vt:variant>
      <vt:variant>
        <vt:i4>476</vt:i4>
      </vt:variant>
      <vt:variant>
        <vt:i4>0</vt:i4>
      </vt:variant>
      <vt:variant>
        <vt:i4>5</vt:i4>
      </vt:variant>
      <vt:variant>
        <vt:lpwstr/>
      </vt:variant>
      <vt:variant>
        <vt:lpwstr>_Toc11053061</vt:lpwstr>
      </vt:variant>
      <vt:variant>
        <vt:i4>1245236</vt:i4>
      </vt:variant>
      <vt:variant>
        <vt:i4>470</vt:i4>
      </vt:variant>
      <vt:variant>
        <vt:i4>0</vt:i4>
      </vt:variant>
      <vt:variant>
        <vt:i4>5</vt:i4>
      </vt:variant>
      <vt:variant>
        <vt:lpwstr/>
      </vt:variant>
      <vt:variant>
        <vt:lpwstr>_Toc11053060</vt:lpwstr>
      </vt:variant>
      <vt:variant>
        <vt:i4>1703991</vt:i4>
      </vt:variant>
      <vt:variant>
        <vt:i4>464</vt:i4>
      </vt:variant>
      <vt:variant>
        <vt:i4>0</vt:i4>
      </vt:variant>
      <vt:variant>
        <vt:i4>5</vt:i4>
      </vt:variant>
      <vt:variant>
        <vt:lpwstr/>
      </vt:variant>
      <vt:variant>
        <vt:lpwstr>_Toc11053059</vt:lpwstr>
      </vt:variant>
      <vt:variant>
        <vt:i4>1769527</vt:i4>
      </vt:variant>
      <vt:variant>
        <vt:i4>458</vt:i4>
      </vt:variant>
      <vt:variant>
        <vt:i4>0</vt:i4>
      </vt:variant>
      <vt:variant>
        <vt:i4>5</vt:i4>
      </vt:variant>
      <vt:variant>
        <vt:lpwstr/>
      </vt:variant>
      <vt:variant>
        <vt:lpwstr>_Toc11053058</vt:lpwstr>
      </vt:variant>
      <vt:variant>
        <vt:i4>1310775</vt:i4>
      </vt:variant>
      <vt:variant>
        <vt:i4>452</vt:i4>
      </vt:variant>
      <vt:variant>
        <vt:i4>0</vt:i4>
      </vt:variant>
      <vt:variant>
        <vt:i4>5</vt:i4>
      </vt:variant>
      <vt:variant>
        <vt:lpwstr/>
      </vt:variant>
      <vt:variant>
        <vt:lpwstr>_Toc11053057</vt:lpwstr>
      </vt:variant>
      <vt:variant>
        <vt:i4>1376311</vt:i4>
      </vt:variant>
      <vt:variant>
        <vt:i4>446</vt:i4>
      </vt:variant>
      <vt:variant>
        <vt:i4>0</vt:i4>
      </vt:variant>
      <vt:variant>
        <vt:i4>5</vt:i4>
      </vt:variant>
      <vt:variant>
        <vt:lpwstr/>
      </vt:variant>
      <vt:variant>
        <vt:lpwstr>_Toc11053056</vt:lpwstr>
      </vt:variant>
      <vt:variant>
        <vt:i4>1441847</vt:i4>
      </vt:variant>
      <vt:variant>
        <vt:i4>440</vt:i4>
      </vt:variant>
      <vt:variant>
        <vt:i4>0</vt:i4>
      </vt:variant>
      <vt:variant>
        <vt:i4>5</vt:i4>
      </vt:variant>
      <vt:variant>
        <vt:lpwstr/>
      </vt:variant>
      <vt:variant>
        <vt:lpwstr>_Toc11053055</vt:lpwstr>
      </vt:variant>
      <vt:variant>
        <vt:i4>1507383</vt:i4>
      </vt:variant>
      <vt:variant>
        <vt:i4>434</vt:i4>
      </vt:variant>
      <vt:variant>
        <vt:i4>0</vt:i4>
      </vt:variant>
      <vt:variant>
        <vt:i4>5</vt:i4>
      </vt:variant>
      <vt:variant>
        <vt:lpwstr/>
      </vt:variant>
      <vt:variant>
        <vt:lpwstr>_Toc11053054</vt:lpwstr>
      </vt:variant>
      <vt:variant>
        <vt:i4>1048631</vt:i4>
      </vt:variant>
      <vt:variant>
        <vt:i4>428</vt:i4>
      </vt:variant>
      <vt:variant>
        <vt:i4>0</vt:i4>
      </vt:variant>
      <vt:variant>
        <vt:i4>5</vt:i4>
      </vt:variant>
      <vt:variant>
        <vt:lpwstr/>
      </vt:variant>
      <vt:variant>
        <vt:lpwstr>_Toc11053053</vt:lpwstr>
      </vt:variant>
      <vt:variant>
        <vt:i4>1114167</vt:i4>
      </vt:variant>
      <vt:variant>
        <vt:i4>422</vt:i4>
      </vt:variant>
      <vt:variant>
        <vt:i4>0</vt:i4>
      </vt:variant>
      <vt:variant>
        <vt:i4>5</vt:i4>
      </vt:variant>
      <vt:variant>
        <vt:lpwstr/>
      </vt:variant>
      <vt:variant>
        <vt:lpwstr>_Toc11053052</vt:lpwstr>
      </vt:variant>
      <vt:variant>
        <vt:i4>1179703</vt:i4>
      </vt:variant>
      <vt:variant>
        <vt:i4>416</vt:i4>
      </vt:variant>
      <vt:variant>
        <vt:i4>0</vt:i4>
      </vt:variant>
      <vt:variant>
        <vt:i4>5</vt:i4>
      </vt:variant>
      <vt:variant>
        <vt:lpwstr/>
      </vt:variant>
      <vt:variant>
        <vt:lpwstr>_Toc11053051</vt:lpwstr>
      </vt:variant>
      <vt:variant>
        <vt:i4>1245239</vt:i4>
      </vt:variant>
      <vt:variant>
        <vt:i4>410</vt:i4>
      </vt:variant>
      <vt:variant>
        <vt:i4>0</vt:i4>
      </vt:variant>
      <vt:variant>
        <vt:i4>5</vt:i4>
      </vt:variant>
      <vt:variant>
        <vt:lpwstr/>
      </vt:variant>
      <vt:variant>
        <vt:lpwstr>_Toc11053050</vt:lpwstr>
      </vt:variant>
      <vt:variant>
        <vt:i4>1703990</vt:i4>
      </vt:variant>
      <vt:variant>
        <vt:i4>404</vt:i4>
      </vt:variant>
      <vt:variant>
        <vt:i4>0</vt:i4>
      </vt:variant>
      <vt:variant>
        <vt:i4>5</vt:i4>
      </vt:variant>
      <vt:variant>
        <vt:lpwstr/>
      </vt:variant>
      <vt:variant>
        <vt:lpwstr>_Toc11053049</vt:lpwstr>
      </vt:variant>
      <vt:variant>
        <vt:i4>1769526</vt:i4>
      </vt:variant>
      <vt:variant>
        <vt:i4>398</vt:i4>
      </vt:variant>
      <vt:variant>
        <vt:i4>0</vt:i4>
      </vt:variant>
      <vt:variant>
        <vt:i4>5</vt:i4>
      </vt:variant>
      <vt:variant>
        <vt:lpwstr/>
      </vt:variant>
      <vt:variant>
        <vt:lpwstr>_Toc11053048</vt:lpwstr>
      </vt:variant>
      <vt:variant>
        <vt:i4>1310774</vt:i4>
      </vt:variant>
      <vt:variant>
        <vt:i4>392</vt:i4>
      </vt:variant>
      <vt:variant>
        <vt:i4>0</vt:i4>
      </vt:variant>
      <vt:variant>
        <vt:i4>5</vt:i4>
      </vt:variant>
      <vt:variant>
        <vt:lpwstr/>
      </vt:variant>
      <vt:variant>
        <vt:lpwstr>_Toc11053047</vt:lpwstr>
      </vt:variant>
      <vt:variant>
        <vt:i4>1376310</vt:i4>
      </vt:variant>
      <vt:variant>
        <vt:i4>386</vt:i4>
      </vt:variant>
      <vt:variant>
        <vt:i4>0</vt:i4>
      </vt:variant>
      <vt:variant>
        <vt:i4>5</vt:i4>
      </vt:variant>
      <vt:variant>
        <vt:lpwstr/>
      </vt:variant>
      <vt:variant>
        <vt:lpwstr>_Toc11053046</vt:lpwstr>
      </vt:variant>
      <vt:variant>
        <vt:i4>1441846</vt:i4>
      </vt:variant>
      <vt:variant>
        <vt:i4>380</vt:i4>
      </vt:variant>
      <vt:variant>
        <vt:i4>0</vt:i4>
      </vt:variant>
      <vt:variant>
        <vt:i4>5</vt:i4>
      </vt:variant>
      <vt:variant>
        <vt:lpwstr/>
      </vt:variant>
      <vt:variant>
        <vt:lpwstr>_Toc11053045</vt:lpwstr>
      </vt:variant>
      <vt:variant>
        <vt:i4>1507382</vt:i4>
      </vt:variant>
      <vt:variant>
        <vt:i4>374</vt:i4>
      </vt:variant>
      <vt:variant>
        <vt:i4>0</vt:i4>
      </vt:variant>
      <vt:variant>
        <vt:i4>5</vt:i4>
      </vt:variant>
      <vt:variant>
        <vt:lpwstr/>
      </vt:variant>
      <vt:variant>
        <vt:lpwstr>_Toc11053044</vt:lpwstr>
      </vt:variant>
      <vt:variant>
        <vt:i4>1048630</vt:i4>
      </vt:variant>
      <vt:variant>
        <vt:i4>368</vt:i4>
      </vt:variant>
      <vt:variant>
        <vt:i4>0</vt:i4>
      </vt:variant>
      <vt:variant>
        <vt:i4>5</vt:i4>
      </vt:variant>
      <vt:variant>
        <vt:lpwstr/>
      </vt:variant>
      <vt:variant>
        <vt:lpwstr>_Toc11053043</vt:lpwstr>
      </vt:variant>
      <vt:variant>
        <vt:i4>1114166</vt:i4>
      </vt:variant>
      <vt:variant>
        <vt:i4>362</vt:i4>
      </vt:variant>
      <vt:variant>
        <vt:i4>0</vt:i4>
      </vt:variant>
      <vt:variant>
        <vt:i4>5</vt:i4>
      </vt:variant>
      <vt:variant>
        <vt:lpwstr/>
      </vt:variant>
      <vt:variant>
        <vt:lpwstr>_Toc11053042</vt:lpwstr>
      </vt:variant>
      <vt:variant>
        <vt:i4>1179702</vt:i4>
      </vt:variant>
      <vt:variant>
        <vt:i4>356</vt:i4>
      </vt:variant>
      <vt:variant>
        <vt:i4>0</vt:i4>
      </vt:variant>
      <vt:variant>
        <vt:i4>5</vt:i4>
      </vt:variant>
      <vt:variant>
        <vt:lpwstr/>
      </vt:variant>
      <vt:variant>
        <vt:lpwstr>_Toc11053041</vt:lpwstr>
      </vt:variant>
      <vt:variant>
        <vt:i4>1245238</vt:i4>
      </vt:variant>
      <vt:variant>
        <vt:i4>350</vt:i4>
      </vt:variant>
      <vt:variant>
        <vt:i4>0</vt:i4>
      </vt:variant>
      <vt:variant>
        <vt:i4>5</vt:i4>
      </vt:variant>
      <vt:variant>
        <vt:lpwstr/>
      </vt:variant>
      <vt:variant>
        <vt:lpwstr>_Toc11053040</vt:lpwstr>
      </vt:variant>
      <vt:variant>
        <vt:i4>1703985</vt:i4>
      </vt:variant>
      <vt:variant>
        <vt:i4>344</vt:i4>
      </vt:variant>
      <vt:variant>
        <vt:i4>0</vt:i4>
      </vt:variant>
      <vt:variant>
        <vt:i4>5</vt:i4>
      </vt:variant>
      <vt:variant>
        <vt:lpwstr/>
      </vt:variant>
      <vt:variant>
        <vt:lpwstr>_Toc11053039</vt:lpwstr>
      </vt:variant>
      <vt:variant>
        <vt:i4>1769521</vt:i4>
      </vt:variant>
      <vt:variant>
        <vt:i4>338</vt:i4>
      </vt:variant>
      <vt:variant>
        <vt:i4>0</vt:i4>
      </vt:variant>
      <vt:variant>
        <vt:i4>5</vt:i4>
      </vt:variant>
      <vt:variant>
        <vt:lpwstr/>
      </vt:variant>
      <vt:variant>
        <vt:lpwstr>_Toc11053038</vt:lpwstr>
      </vt:variant>
      <vt:variant>
        <vt:i4>1310769</vt:i4>
      </vt:variant>
      <vt:variant>
        <vt:i4>332</vt:i4>
      </vt:variant>
      <vt:variant>
        <vt:i4>0</vt:i4>
      </vt:variant>
      <vt:variant>
        <vt:i4>5</vt:i4>
      </vt:variant>
      <vt:variant>
        <vt:lpwstr/>
      </vt:variant>
      <vt:variant>
        <vt:lpwstr>_Toc11053037</vt:lpwstr>
      </vt:variant>
      <vt:variant>
        <vt:i4>1376305</vt:i4>
      </vt:variant>
      <vt:variant>
        <vt:i4>326</vt:i4>
      </vt:variant>
      <vt:variant>
        <vt:i4>0</vt:i4>
      </vt:variant>
      <vt:variant>
        <vt:i4>5</vt:i4>
      </vt:variant>
      <vt:variant>
        <vt:lpwstr/>
      </vt:variant>
      <vt:variant>
        <vt:lpwstr>_Toc11053036</vt:lpwstr>
      </vt:variant>
      <vt:variant>
        <vt:i4>1441841</vt:i4>
      </vt:variant>
      <vt:variant>
        <vt:i4>320</vt:i4>
      </vt:variant>
      <vt:variant>
        <vt:i4>0</vt:i4>
      </vt:variant>
      <vt:variant>
        <vt:i4>5</vt:i4>
      </vt:variant>
      <vt:variant>
        <vt:lpwstr/>
      </vt:variant>
      <vt:variant>
        <vt:lpwstr>_Toc11053035</vt:lpwstr>
      </vt:variant>
      <vt:variant>
        <vt:i4>1507377</vt:i4>
      </vt:variant>
      <vt:variant>
        <vt:i4>314</vt:i4>
      </vt:variant>
      <vt:variant>
        <vt:i4>0</vt:i4>
      </vt:variant>
      <vt:variant>
        <vt:i4>5</vt:i4>
      </vt:variant>
      <vt:variant>
        <vt:lpwstr/>
      </vt:variant>
      <vt:variant>
        <vt:lpwstr>_Toc11053034</vt:lpwstr>
      </vt:variant>
      <vt:variant>
        <vt:i4>1048625</vt:i4>
      </vt:variant>
      <vt:variant>
        <vt:i4>308</vt:i4>
      </vt:variant>
      <vt:variant>
        <vt:i4>0</vt:i4>
      </vt:variant>
      <vt:variant>
        <vt:i4>5</vt:i4>
      </vt:variant>
      <vt:variant>
        <vt:lpwstr/>
      </vt:variant>
      <vt:variant>
        <vt:lpwstr>_Toc11053033</vt:lpwstr>
      </vt:variant>
      <vt:variant>
        <vt:i4>1114161</vt:i4>
      </vt:variant>
      <vt:variant>
        <vt:i4>302</vt:i4>
      </vt:variant>
      <vt:variant>
        <vt:i4>0</vt:i4>
      </vt:variant>
      <vt:variant>
        <vt:i4>5</vt:i4>
      </vt:variant>
      <vt:variant>
        <vt:lpwstr/>
      </vt:variant>
      <vt:variant>
        <vt:lpwstr>_Toc11053032</vt:lpwstr>
      </vt:variant>
      <vt:variant>
        <vt:i4>1179697</vt:i4>
      </vt:variant>
      <vt:variant>
        <vt:i4>296</vt:i4>
      </vt:variant>
      <vt:variant>
        <vt:i4>0</vt:i4>
      </vt:variant>
      <vt:variant>
        <vt:i4>5</vt:i4>
      </vt:variant>
      <vt:variant>
        <vt:lpwstr/>
      </vt:variant>
      <vt:variant>
        <vt:lpwstr>_Toc11053031</vt:lpwstr>
      </vt:variant>
      <vt:variant>
        <vt:i4>1245233</vt:i4>
      </vt:variant>
      <vt:variant>
        <vt:i4>290</vt:i4>
      </vt:variant>
      <vt:variant>
        <vt:i4>0</vt:i4>
      </vt:variant>
      <vt:variant>
        <vt:i4>5</vt:i4>
      </vt:variant>
      <vt:variant>
        <vt:lpwstr/>
      </vt:variant>
      <vt:variant>
        <vt:lpwstr>_Toc11053030</vt:lpwstr>
      </vt:variant>
      <vt:variant>
        <vt:i4>1703984</vt:i4>
      </vt:variant>
      <vt:variant>
        <vt:i4>284</vt:i4>
      </vt:variant>
      <vt:variant>
        <vt:i4>0</vt:i4>
      </vt:variant>
      <vt:variant>
        <vt:i4>5</vt:i4>
      </vt:variant>
      <vt:variant>
        <vt:lpwstr/>
      </vt:variant>
      <vt:variant>
        <vt:lpwstr>_Toc11053029</vt:lpwstr>
      </vt:variant>
      <vt:variant>
        <vt:i4>1769520</vt:i4>
      </vt:variant>
      <vt:variant>
        <vt:i4>278</vt:i4>
      </vt:variant>
      <vt:variant>
        <vt:i4>0</vt:i4>
      </vt:variant>
      <vt:variant>
        <vt:i4>5</vt:i4>
      </vt:variant>
      <vt:variant>
        <vt:lpwstr/>
      </vt:variant>
      <vt:variant>
        <vt:lpwstr>_Toc11053028</vt:lpwstr>
      </vt:variant>
      <vt:variant>
        <vt:i4>1310768</vt:i4>
      </vt:variant>
      <vt:variant>
        <vt:i4>272</vt:i4>
      </vt:variant>
      <vt:variant>
        <vt:i4>0</vt:i4>
      </vt:variant>
      <vt:variant>
        <vt:i4>5</vt:i4>
      </vt:variant>
      <vt:variant>
        <vt:lpwstr/>
      </vt:variant>
      <vt:variant>
        <vt:lpwstr>_Toc11053027</vt:lpwstr>
      </vt:variant>
      <vt:variant>
        <vt:i4>1376304</vt:i4>
      </vt:variant>
      <vt:variant>
        <vt:i4>266</vt:i4>
      </vt:variant>
      <vt:variant>
        <vt:i4>0</vt:i4>
      </vt:variant>
      <vt:variant>
        <vt:i4>5</vt:i4>
      </vt:variant>
      <vt:variant>
        <vt:lpwstr/>
      </vt:variant>
      <vt:variant>
        <vt:lpwstr>_Toc11053026</vt:lpwstr>
      </vt:variant>
      <vt:variant>
        <vt:i4>1441840</vt:i4>
      </vt:variant>
      <vt:variant>
        <vt:i4>260</vt:i4>
      </vt:variant>
      <vt:variant>
        <vt:i4>0</vt:i4>
      </vt:variant>
      <vt:variant>
        <vt:i4>5</vt:i4>
      </vt:variant>
      <vt:variant>
        <vt:lpwstr/>
      </vt:variant>
      <vt:variant>
        <vt:lpwstr>_Toc11053025</vt:lpwstr>
      </vt:variant>
      <vt:variant>
        <vt:i4>1507376</vt:i4>
      </vt:variant>
      <vt:variant>
        <vt:i4>254</vt:i4>
      </vt:variant>
      <vt:variant>
        <vt:i4>0</vt:i4>
      </vt:variant>
      <vt:variant>
        <vt:i4>5</vt:i4>
      </vt:variant>
      <vt:variant>
        <vt:lpwstr/>
      </vt:variant>
      <vt:variant>
        <vt:lpwstr>_Toc11053024</vt:lpwstr>
      </vt:variant>
      <vt:variant>
        <vt:i4>1048624</vt:i4>
      </vt:variant>
      <vt:variant>
        <vt:i4>248</vt:i4>
      </vt:variant>
      <vt:variant>
        <vt:i4>0</vt:i4>
      </vt:variant>
      <vt:variant>
        <vt:i4>5</vt:i4>
      </vt:variant>
      <vt:variant>
        <vt:lpwstr/>
      </vt:variant>
      <vt:variant>
        <vt:lpwstr>_Toc11053023</vt:lpwstr>
      </vt:variant>
      <vt:variant>
        <vt:i4>1114160</vt:i4>
      </vt:variant>
      <vt:variant>
        <vt:i4>242</vt:i4>
      </vt:variant>
      <vt:variant>
        <vt:i4>0</vt:i4>
      </vt:variant>
      <vt:variant>
        <vt:i4>5</vt:i4>
      </vt:variant>
      <vt:variant>
        <vt:lpwstr/>
      </vt:variant>
      <vt:variant>
        <vt:lpwstr>_Toc11053022</vt:lpwstr>
      </vt:variant>
      <vt:variant>
        <vt:i4>1179696</vt:i4>
      </vt:variant>
      <vt:variant>
        <vt:i4>236</vt:i4>
      </vt:variant>
      <vt:variant>
        <vt:i4>0</vt:i4>
      </vt:variant>
      <vt:variant>
        <vt:i4>5</vt:i4>
      </vt:variant>
      <vt:variant>
        <vt:lpwstr/>
      </vt:variant>
      <vt:variant>
        <vt:lpwstr>_Toc11053021</vt:lpwstr>
      </vt:variant>
      <vt:variant>
        <vt:i4>1245232</vt:i4>
      </vt:variant>
      <vt:variant>
        <vt:i4>230</vt:i4>
      </vt:variant>
      <vt:variant>
        <vt:i4>0</vt:i4>
      </vt:variant>
      <vt:variant>
        <vt:i4>5</vt:i4>
      </vt:variant>
      <vt:variant>
        <vt:lpwstr/>
      </vt:variant>
      <vt:variant>
        <vt:lpwstr>_Toc11053020</vt:lpwstr>
      </vt:variant>
      <vt:variant>
        <vt:i4>1703987</vt:i4>
      </vt:variant>
      <vt:variant>
        <vt:i4>224</vt:i4>
      </vt:variant>
      <vt:variant>
        <vt:i4>0</vt:i4>
      </vt:variant>
      <vt:variant>
        <vt:i4>5</vt:i4>
      </vt:variant>
      <vt:variant>
        <vt:lpwstr/>
      </vt:variant>
      <vt:variant>
        <vt:lpwstr>_Toc11053019</vt:lpwstr>
      </vt:variant>
      <vt:variant>
        <vt:i4>1769523</vt:i4>
      </vt:variant>
      <vt:variant>
        <vt:i4>218</vt:i4>
      </vt:variant>
      <vt:variant>
        <vt:i4>0</vt:i4>
      </vt:variant>
      <vt:variant>
        <vt:i4>5</vt:i4>
      </vt:variant>
      <vt:variant>
        <vt:lpwstr/>
      </vt:variant>
      <vt:variant>
        <vt:lpwstr>_Toc11053018</vt:lpwstr>
      </vt:variant>
      <vt:variant>
        <vt:i4>1310771</vt:i4>
      </vt:variant>
      <vt:variant>
        <vt:i4>212</vt:i4>
      </vt:variant>
      <vt:variant>
        <vt:i4>0</vt:i4>
      </vt:variant>
      <vt:variant>
        <vt:i4>5</vt:i4>
      </vt:variant>
      <vt:variant>
        <vt:lpwstr/>
      </vt:variant>
      <vt:variant>
        <vt:lpwstr>_Toc11053017</vt:lpwstr>
      </vt:variant>
      <vt:variant>
        <vt:i4>1376307</vt:i4>
      </vt:variant>
      <vt:variant>
        <vt:i4>206</vt:i4>
      </vt:variant>
      <vt:variant>
        <vt:i4>0</vt:i4>
      </vt:variant>
      <vt:variant>
        <vt:i4>5</vt:i4>
      </vt:variant>
      <vt:variant>
        <vt:lpwstr/>
      </vt:variant>
      <vt:variant>
        <vt:lpwstr>_Toc11053016</vt:lpwstr>
      </vt:variant>
      <vt:variant>
        <vt:i4>1441843</vt:i4>
      </vt:variant>
      <vt:variant>
        <vt:i4>200</vt:i4>
      </vt:variant>
      <vt:variant>
        <vt:i4>0</vt:i4>
      </vt:variant>
      <vt:variant>
        <vt:i4>5</vt:i4>
      </vt:variant>
      <vt:variant>
        <vt:lpwstr/>
      </vt:variant>
      <vt:variant>
        <vt:lpwstr>_Toc11053015</vt:lpwstr>
      </vt:variant>
      <vt:variant>
        <vt:i4>1507379</vt:i4>
      </vt:variant>
      <vt:variant>
        <vt:i4>194</vt:i4>
      </vt:variant>
      <vt:variant>
        <vt:i4>0</vt:i4>
      </vt:variant>
      <vt:variant>
        <vt:i4>5</vt:i4>
      </vt:variant>
      <vt:variant>
        <vt:lpwstr/>
      </vt:variant>
      <vt:variant>
        <vt:lpwstr>_Toc11053014</vt:lpwstr>
      </vt:variant>
      <vt:variant>
        <vt:i4>1048627</vt:i4>
      </vt:variant>
      <vt:variant>
        <vt:i4>188</vt:i4>
      </vt:variant>
      <vt:variant>
        <vt:i4>0</vt:i4>
      </vt:variant>
      <vt:variant>
        <vt:i4>5</vt:i4>
      </vt:variant>
      <vt:variant>
        <vt:lpwstr/>
      </vt:variant>
      <vt:variant>
        <vt:lpwstr>_Toc11053013</vt:lpwstr>
      </vt:variant>
      <vt:variant>
        <vt:i4>1114163</vt:i4>
      </vt:variant>
      <vt:variant>
        <vt:i4>182</vt:i4>
      </vt:variant>
      <vt:variant>
        <vt:i4>0</vt:i4>
      </vt:variant>
      <vt:variant>
        <vt:i4>5</vt:i4>
      </vt:variant>
      <vt:variant>
        <vt:lpwstr/>
      </vt:variant>
      <vt:variant>
        <vt:lpwstr>_Toc11053012</vt:lpwstr>
      </vt:variant>
      <vt:variant>
        <vt:i4>1179699</vt:i4>
      </vt:variant>
      <vt:variant>
        <vt:i4>176</vt:i4>
      </vt:variant>
      <vt:variant>
        <vt:i4>0</vt:i4>
      </vt:variant>
      <vt:variant>
        <vt:i4>5</vt:i4>
      </vt:variant>
      <vt:variant>
        <vt:lpwstr/>
      </vt:variant>
      <vt:variant>
        <vt:lpwstr>_Toc11053011</vt:lpwstr>
      </vt:variant>
      <vt:variant>
        <vt:i4>1245235</vt:i4>
      </vt:variant>
      <vt:variant>
        <vt:i4>170</vt:i4>
      </vt:variant>
      <vt:variant>
        <vt:i4>0</vt:i4>
      </vt:variant>
      <vt:variant>
        <vt:i4>5</vt:i4>
      </vt:variant>
      <vt:variant>
        <vt:lpwstr/>
      </vt:variant>
      <vt:variant>
        <vt:lpwstr>_Toc11053010</vt:lpwstr>
      </vt:variant>
      <vt:variant>
        <vt:i4>1703986</vt:i4>
      </vt:variant>
      <vt:variant>
        <vt:i4>164</vt:i4>
      </vt:variant>
      <vt:variant>
        <vt:i4>0</vt:i4>
      </vt:variant>
      <vt:variant>
        <vt:i4>5</vt:i4>
      </vt:variant>
      <vt:variant>
        <vt:lpwstr/>
      </vt:variant>
      <vt:variant>
        <vt:lpwstr>_Toc11053009</vt:lpwstr>
      </vt:variant>
      <vt:variant>
        <vt:i4>1769522</vt:i4>
      </vt:variant>
      <vt:variant>
        <vt:i4>158</vt:i4>
      </vt:variant>
      <vt:variant>
        <vt:i4>0</vt:i4>
      </vt:variant>
      <vt:variant>
        <vt:i4>5</vt:i4>
      </vt:variant>
      <vt:variant>
        <vt:lpwstr/>
      </vt:variant>
      <vt:variant>
        <vt:lpwstr>_Toc11053008</vt:lpwstr>
      </vt:variant>
      <vt:variant>
        <vt:i4>1310770</vt:i4>
      </vt:variant>
      <vt:variant>
        <vt:i4>152</vt:i4>
      </vt:variant>
      <vt:variant>
        <vt:i4>0</vt:i4>
      </vt:variant>
      <vt:variant>
        <vt:i4>5</vt:i4>
      </vt:variant>
      <vt:variant>
        <vt:lpwstr/>
      </vt:variant>
      <vt:variant>
        <vt:lpwstr>_Toc11053007</vt:lpwstr>
      </vt:variant>
      <vt:variant>
        <vt:i4>1376306</vt:i4>
      </vt:variant>
      <vt:variant>
        <vt:i4>146</vt:i4>
      </vt:variant>
      <vt:variant>
        <vt:i4>0</vt:i4>
      </vt:variant>
      <vt:variant>
        <vt:i4>5</vt:i4>
      </vt:variant>
      <vt:variant>
        <vt:lpwstr/>
      </vt:variant>
      <vt:variant>
        <vt:lpwstr>_Toc11053006</vt:lpwstr>
      </vt:variant>
      <vt:variant>
        <vt:i4>1441842</vt:i4>
      </vt:variant>
      <vt:variant>
        <vt:i4>140</vt:i4>
      </vt:variant>
      <vt:variant>
        <vt:i4>0</vt:i4>
      </vt:variant>
      <vt:variant>
        <vt:i4>5</vt:i4>
      </vt:variant>
      <vt:variant>
        <vt:lpwstr/>
      </vt:variant>
      <vt:variant>
        <vt:lpwstr>_Toc11053005</vt:lpwstr>
      </vt:variant>
      <vt:variant>
        <vt:i4>1507378</vt:i4>
      </vt:variant>
      <vt:variant>
        <vt:i4>134</vt:i4>
      </vt:variant>
      <vt:variant>
        <vt:i4>0</vt:i4>
      </vt:variant>
      <vt:variant>
        <vt:i4>5</vt:i4>
      </vt:variant>
      <vt:variant>
        <vt:lpwstr/>
      </vt:variant>
      <vt:variant>
        <vt:lpwstr>_Toc11053004</vt:lpwstr>
      </vt:variant>
      <vt:variant>
        <vt:i4>1048626</vt:i4>
      </vt:variant>
      <vt:variant>
        <vt:i4>128</vt:i4>
      </vt:variant>
      <vt:variant>
        <vt:i4>0</vt:i4>
      </vt:variant>
      <vt:variant>
        <vt:i4>5</vt:i4>
      </vt:variant>
      <vt:variant>
        <vt:lpwstr/>
      </vt:variant>
      <vt:variant>
        <vt:lpwstr>_Toc11053003</vt:lpwstr>
      </vt:variant>
      <vt:variant>
        <vt:i4>1114162</vt:i4>
      </vt:variant>
      <vt:variant>
        <vt:i4>122</vt:i4>
      </vt:variant>
      <vt:variant>
        <vt:i4>0</vt:i4>
      </vt:variant>
      <vt:variant>
        <vt:i4>5</vt:i4>
      </vt:variant>
      <vt:variant>
        <vt:lpwstr/>
      </vt:variant>
      <vt:variant>
        <vt:lpwstr>_Toc11053002</vt:lpwstr>
      </vt:variant>
      <vt:variant>
        <vt:i4>1179698</vt:i4>
      </vt:variant>
      <vt:variant>
        <vt:i4>116</vt:i4>
      </vt:variant>
      <vt:variant>
        <vt:i4>0</vt:i4>
      </vt:variant>
      <vt:variant>
        <vt:i4>5</vt:i4>
      </vt:variant>
      <vt:variant>
        <vt:lpwstr/>
      </vt:variant>
      <vt:variant>
        <vt:lpwstr>_Toc11053001</vt:lpwstr>
      </vt:variant>
      <vt:variant>
        <vt:i4>1245234</vt:i4>
      </vt:variant>
      <vt:variant>
        <vt:i4>110</vt:i4>
      </vt:variant>
      <vt:variant>
        <vt:i4>0</vt:i4>
      </vt:variant>
      <vt:variant>
        <vt:i4>5</vt:i4>
      </vt:variant>
      <vt:variant>
        <vt:lpwstr/>
      </vt:variant>
      <vt:variant>
        <vt:lpwstr>_Toc11053000</vt:lpwstr>
      </vt:variant>
      <vt:variant>
        <vt:i4>1245242</vt:i4>
      </vt:variant>
      <vt:variant>
        <vt:i4>104</vt:i4>
      </vt:variant>
      <vt:variant>
        <vt:i4>0</vt:i4>
      </vt:variant>
      <vt:variant>
        <vt:i4>5</vt:i4>
      </vt:variant>
      <vt:variant>
        <vt:lpwstr/>
      </vt:variant>
      <vt:variant>
        <vt:lpwstr>_Toc11052999</vt:lpwstr>
      </vt:variant>
      <vt:variant>
        <vt:i4>1179706</vt:i4>
      </vt:variant>
      <vt:variant>
        <vt:i4>98</vt:i4>
      </vt:variant>
      <vt:variant>
        <vt:i4>0</vt:i4>
      </vt:variant>
      <vt:variant>
        <vt:i4>5</vt:i4>
      </vt:variant>
      <vt:variant>
        <vt:lpwstr/>
      </vt:variant>
      <vt:variant>
        <vt:lpwstr>_Toc11052998</vt:lpwstr>
      </vt:variant>
      <vt:variant>
        <vt:i4>1900602</vt:i4>
      </vt:variant>
      <vt:variant>
        <vt:i4>92</vt:i4>
      </vt:variant>
      <vt:variant>
        <vt:i4>0</vt:i4>
      </vt:variant>
      <vt:variant>
        <vt:i4>5</vt:i4>
      </vt:variant>
      <vt:variant>
        <vt:lpwstr/>
      </vt:variant>
      <vt:variant>
        <vt:lpwstr>_Toc11052997</vt:lpwstr>
      </vt:variant>
      <vt:variant>
        <vt:i4>1835066</vt:i4>
      </vt:variant>
      <vt:variant>
        <vt:i4>86</vt:i4>
      </vt:variant>
      <vt:variant>
        <vt:i4>0</vt:i4>
      </vt:variant>
      <vt:variant>
        <vt:i4>5</vt:i4>
      </vt:variant>
      <vt:variant>
        <vt:lpwstr/>
      </vt:variant>
      <vt:variant>
        <vt:lpwstr>_Toc11052996</vt:lpwstr>
      </vt:variant>
      <vt:variant>
        <vt:i4>2031674</vt:i4>
      </vt:variant>
      <vt:variant>
        <vt:i4>80</vt:i4>
      </vt:variant>
      <vt:variant>
        <vt:i4>0</vt:i4>
      </vt:variant>
      <vt:variant>
        <vt:i4>5</vt:i4>
      </vt:variant>
      <vt:variant>
        <vt:lpwstr/>
      </vt:variant>
      <vt:variant>
        <vt:lpwstr>_Toc11052995</vt:lpwstr>
      </vt:variant>
      <vt:variant>
        <vt:i4>1966138</vt:i4>
      </vt:variant>
      <vt:variant>
        <vt:i4>74</vt:i4>
      </vt:variant>
      <vt:variant>
        <vt:i4>0</vt:i4>
      </vt:variant>
      <vt:variant>
        <vt:i4>5</vt:i4>
      </vt:variant>
      <vt:variant>
        <vt:lpwstr/>
      </vt:variant>
      <vt:variant>
        <vt:lpwstr>_Toc11052994</vt:lpwstr>
      </vt:variant>
      <vt:variant>
        <vt:i4>1638458</vt:i4>
      </vt:variant>
      <vt:variant>
        <vt:i4>68</vt:i4>
      </vt:variant>
      <vt:variant>
        <vt:i4>0</vt:i4>
      </vt:variant>
      <vt:variant>
        <vt:i4>5</vt:i4>
      </vt:variant>
      <vt:variant>
        <vt:lpwstr/>
      </vt:variant>
      <vt:variant>
        <vt:lpwstr>_Toc11052993</vt:lpwstr>
      </vt:variant>
      <vt:variant>
        <vt:i4>1572922</vt:i4>
      </vt:variant>
      <vt:variant>
        <vt:i4>62</vt:i4>
      </vt:variant>
      <vt:variant>
        <vt:i4>0</vt:i4>
      </vt:variant>
      <vt:variant>
        <vt:i4>5</vt:i4>
      </vt:variant>
      <vt:variant>
        <vt:lpwstr/>
      </vt:variant>
      <vt:variant>
        <vt:lpwstr>_Toc11052992</vt:lpwstr>
      </vt:variant>
      <vt:variant>
        <vt:i4>1769530</vt:i4>
      </vt:variant>
      <vt:variant>
        <vt:i4>56</vt:i4>
      </vt:variant>
      <vt:variant>
        <vt:i4>0</vt:i4>
      </vt:variant>
      <vt:variant>
        <vt:i4>5</vt:i4>
      </vt:variant>
      <vt:variant>
        <vt:lpwstr/>
      </vt:variant>
      <vt:variant>
        <vt:lpwstr>_Toc11052991</vt:lpwstr>
      </vt:variant>
      <vt:variant>
        <vt:i4>1703994</vt:i4>
      </vt:variant>
      <vt:variant>
        <vt:i4>50</vt:i4>
      </vt:variant>
      <vt:variant>
        <vt:i4>0</vt:i4>
      </vt:variant>
      <vt:variant>
        <vt:i4>5</vt:i4>
      </vt:variant>
      <vt:variant>
        <vt:lpwstr/>
      </vt:variant>
      <vt:variant>
        <vt:lpwstr>_Toc11052990</vt:lpwstr>
      </vt:variant>
      <vt:variant>
        <vt:i4>1245243</vt:i4>
      </vt:variant>
      <vt:variant>
        <vt:i4>44</vt:i4>
      </vt:variant>
      <vt:variant>
        <vt:i4>0</vt:i4>
      </vt:variant>
      <vt:variant>
        <vt:i4>5</vt:i4>
      </vt:variant>
      <vt:variant>
        <vt:lpwstr/>
      </vt:variant>
      <vt:variant>
        <vt:lpwstr>_Toc11052989</vt:lpwstr>
      </vt:variant>
      <vt:variant>
        <vt:i4>1179707</vt:i4>
      </vt:variant>
      <vt:variant>
        <vt:i4>38</vt:i4>
      </vt:variant>
      <vt:variant>
        <vt:i4>0</vt:i4>
      </vt:variant>
      <vt:variant>
        <vt:i4>5</vt:i4>
      </vt:variant>
      <vt:variant>
        <vt:lpwstr/>
      </vt:variant>
      <vt:variant>
        <vt:lpwstr>_Toc11052988</vt:lpwstr>
      </vt:variant>
      <vt:variant>
        <vt:i4>1900603</vt:i4>
      </vt:variant>
      <vt:variant>
        <vt:i4>32</vt:i4>
      </vt:variant>
      <vt:variant>
        <vt:i4>0</vt:i4>
      </vt:variant>
      <vt:variant>
        <vt:i4>5</vt:i4>
      </vt:variant>
      <vt:variant>
        <vt:lpwstr/>
      </vt:variant>
      <vt:variant>
        <vt:lpwstr>_Toc11052987</vt:lpwstr>
      </vt:variant>
      <vt:variant>
        <vt:i4>1835067</vt:i4>
      </vt:variant>
      <vt:variant>
        <vt:i4>26</vt:i4>
      </vt:variant>
      <vt:variant>
        <vt:i4>0</vt:i4>
      </vt:variant>
      <vt:variant>
        <vt:i4>5</vt:i4>
      </vt:variant>
      <vt:variant>
        <vt:lpwstr/>
      </vt:variant>
      <vt:variant>
        <vt:lpwstr>_Toc11052986</vt:lpwstr>
      </vt:variant>
      <vt:variant>
        <vt:i4>2031675</vt:i4>
      </vt:variant>
      <vt:variant>
        <vt:i4>20</vt:i4>
      </vt:variant>
      <vt:variant>
        <vt:i4>0</vt:i4>
      </vt:variant>
      <vt:variant>
        <vt:i4>5</vt:i4>
      </vt:variant>
      <vt:variant>
        <vt:lpwstr/>
      </vt:variant>
      <vt:variant>
        <vt:lpwstr>_Toc11052985</vt:lpwstr>
      </vt:variant>
      <vt:variant>
        <vt:i4>1966139</vt:i4>
      </vt:variant>
      <vt:variant>
        <vt:i4>14</vt:i4>
      </vt:variant>
      <vt:variant>
        <vt:i4>0</vt:i4>
      </vt:variant>
      <vt:variant>
        <vt:i4>5</vt:i4>
      </vt:variant>
      <vt:variant>
        <vt:lpwstr/>
      </vt:variant>
      <vt:variant>
        <vt:lpwstr>_Toc11052984</vt:lpwstr>
      </vt:variant>
      <vt:variant>
        <vt:i4>1638459</vt:i4>
      </vt:variant>
      <vt:variant>
        <vt:i4>8</vt:i4>
      </vt:variant>
      <vt:variant>
        <vt:i4>0</vt:i4>
      </vt:variant>
      <vt:variant>
        <vt:i4>5</vt:i4>
      </vt:variant>
      <vt:variant>
        <vt:lpwstr/>
      </vt:variant>
      <vt:variant>
        <vt:lpwstr>_Toc11052983</vt:lpwstr>
      </vt:variant>
      <vt:variant>
        <vt:i4>1572923</vt:i4>
      </vt:variant>
      <vt:variant>
        <vt:i4>2</vt:i4>
      </vt:variant>
      <vt:variant>
        <vt:i4>0</vt:i4>
      </vt:variant>
      <vt:variant>
        <vt:i4>5</vt:i4>
      </vt:variant>
      <vt:variant>
        <vt:lpwstr/>
      </vt:variant>
      <vt:variant>
        <vt:lpwstr>_Toc11052982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dc:description/>
  <cp:lastModifiedBy>ERCOT</cp:lastModifiedBy>
  <cp:revision>3</cp:revision>
  <cp:lastPrinted>2019-04-29T19:52:00Z</cp:lastPrinted>
  <dcterms:created xsi:type="dcterms:W3CDTF">2020-03-10T15:24:00Z</dcterms:created>
  <dcterms:modified xsi:type="dcterms:W3CDTF">2020-03-10T15:27:00Z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