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5E81B298" w:rsidR="00C51FB1" w:rsidRDefault="008F530E" w:rsidP="00C51FB1">
      <w:pPr>
        <w:spacing w:before="360"/>
        <w:jc w:val="center"/>
        <w:rPr>
          <w:b/>
          <w:szCs w:val="24"/>
        </w:rPr>
      </w:pPr>
      <w:r>
        <w:rPr>
          <w:b/>
          <w:szCs w:val="24"/>
        </w:rPr>
        <w:t>April</w:t>
      </w:r>
      <w:r w:rsidR="00EC7C8B">
        <w:rPr>
          <w:b/>
          <w:szCs w:val="24"/>
        </w:rPr>
        <w:t xml:space="preserve"> </w:t>
      </w:r>
      <w:r w:rsidR="00160DBB">
        <w:rPr>
          <w:b/>
          <w:szCs w:val="24"/>
        </w:rPr>
        <w:t>11</w:t>
      </w:r>
      <w:r w:rsidR="002D72D0">
        <w:rPr>
          <w:b/>
          <w:szCs w:val="24"/>
        </w:rPr>
        <w:t>, 201</w:t>
      </w:r>
      <w:r w:rsidR="0085590F">
        <w:rPr>
          <w:b/>
          <w:szCs w:val="24"/>
        </w:rPr>
        <w:t>8</w:t>
      </w:r>
      <w:r w:rsidR="007460C6">
        <w:rPr>
          <w:b/>
          <w:szCs w:val="24"/>
        </w:rPr>
        <w:t xml:space="preserve"> </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7F482297" w14:textId="77777777" w:rsidR="00F074B4" w:rsidRPr="005F4E5A" w:rsidRDefault="002246A8">
      <w:pPr>
        <w:pStyle w:val="TOC1"/>
        <w:rPr>
          <w:rFonts w:ascii="Calibri" w:hAnsi="Calibri"/>
          <w:b w:val="0"/>
          <w:bCs w:val="0"/>
          <w:sz w:val="22"/>
          <w:szCs w:val="22"/>
        </w:rPr>
      </w:pPr>
      <w:r w:rsidRPr="00933F71">
        <w:rPr>
          <w:b w:val="0"/>
          <w:iCs/>
        </w:rPr>
        <w:lastRenderedPageBreak/>
        <w:fldChar w:fldCharType="begin"/>
      </w:r>
      <w:r w:rsidR="002D238A" w:rsidRPr="00933F71">
        <w:rPr>
          <w:b w:val="0"/>
          <w:iCs/>
        </w:rPr>
        <w:instrText xml:space="preserve"> TOC \o "1-5" \h \z \u </w:instrText>
      </w:r>
      <w:r w:rsidRPr="00933F71">
        <w:rPr>
          <w:b w:val="0"/>
          <w:iCs/>
        </w:rPr>
        <w:fldChar w:fldCharType="separate"/>
      </w:r>
      <w:hyperlink w:anchor="_Toc510513220" w:history="1">
        <w:r w:rsidR="00F074B4" w:rsidRPr="002C3FC7">
          <w:rPr>
            <w:rStyle w:val="Hyperlink"/>
          </w:rPr>
          <w:t>3</w:t>
        </w:r>
        <w:r w:rsidR="00F074B4" w:rsidRPr="005F4E5A">
          <w:rPr>
            <w:rFonts w:ascii="Calibri" w:hAnsi="Calibri"/>
            <w:b w:val="0"/>
            <w:bCs w:val="0"/>
            <w:sz w:val="22"/>
            <w:szCs w:val="22"/>
          </w:rPr>
          <w:tab/>
        </w:r>
        <w:r w:rsidR="00F074B4" w:rsidRPr="002C3FC7">
          <w:rPr>
            <w:rStyle w:val="Hyperlink"/>
          </w:rPr>
          <w:t>MANAGEMENT ACTIVITIES FOR THE ERCOT SYSTEM</w:t>
        </w:r>
        <w:r w:rsidR="00F074B4">
          <w:rPr>
            <w:webHidden/>
          </w:rPr>
          <w:tab/>
        </w:r>
        <w:r w:rsidR="00F074B4">
          <w:rPr>
            <w:webHidden/>
          </w:rPr>
          <w:fldChar w:fldCharType="begin"/>
        </w:r>
        <w:r w:rsidR="00F074B4">
          <w:rPr>
            <w:webHidden/>
          </w:rPr>
          <w:instrText xml:space="preserve"> PAGEREF _Toc510513220 \h </w:instrText>
        </w:r>
        <w:r w:rsidR="00F074B4">
          <w:rPr>
            <w:webHidden/>
          </w:rPr>
        </w:r>
        <w:r w:rsidR="00F074B4">
          <w:rPr>
            <w:webHidden/>
          </w:rPr>
          <w:fldChar w:fldCharType="separate"/>
        </w:r>
        <w:r w:rsidR="00B43EAD">
          <w:rPr>
            <w:webHidden/>
          </w:rPr>
          <w:t>3-1</w:t>
        </w:r>
        <w:r w:rsidR="00F074B4">
          <w:rPr>
            <w:webHidden/>
          </w:rPr>
          <w:fldChar w:fldCharType="end"/>
        </w:r>
      </w:hyperlink>
    </w:p>
    <w:p w14:paraId="0D63F1EC" w14:textId="77777777" w:rsidR="00F074B4" w:rsidRPr="005F4E5A" w:rsidRDefault="00B43EAD">
      <w:pPr>
        <w:pStyle w:val="TOC2"/>
        <w:rPr>
          <w:noProof/>
        </w:rPr>
      </w:pPr>
      <w:hyperlink w:anchor="_Toc510513221" w:history="1">
        <w:r w:rsidR="00F074B4" w:rsidRPr="00F074B4">
          <w:rPr>
            <w:rStyle w:val="Hyperlink"/>
            <w:noProof/>
          </w:rPr>
          <w:t>3.1</w:t>
        </w:r>
        <w:r w:rsidR="00F074B4" w:rsidRPr="005F4E5A">
          <w:rPr>
            <w:noProof/>
          </w:rPr>
          <w:tab/>
        </w:r>
        <w:r w:rsidR="00F074B4" w:rsidRPr="00F074B4">
          <w:rPr>
            <w:rStyle w:val="Hyperlink"/>
            <w:noProof/>
          </w:rPr>
          <w:t>Outage Coordination</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_Toc510513221 \h </w:instrText>
        </w:r>
        <w:r w:rsidR="00F074B4" w:rsidRPr="00F074B4">
          <w:rPr>
            <w:noProof/>
            <w:webHidden/>
          </w:rPr>
        </w:r>
        <w:r w:rsidR="00F074B4" w:rsidRPr="00F074B4">
          <w:rPr>
            <w:noProof/>
            <w:webHidden/>
          </w:rPr>
          <w:fldChar w:fldCharType="separate"/>
        </w:r>
        <w:r>
          <w:rPr>
            <w:noProof/>
            <w:webHidden/>
          </w:rPr>
          <w:t>3-1</w:t>
        </w:r>
        <w:r w:rsidR="00F074B4" w:rsidRPr="00F074B4">
          <w:rPr>
            <w:noProof/>
            <w:webHidden/>
          </w:rPr>
          <w:fldChar w:fldCharType="end"/>
        </w:r>
      </w:hyperlink>
    </w:p>
    <w:p w14:paraId="4E448FF9" w14:textId="77777777" w:rsidR="00F074B4" w:rsidRPr="005F4E5A" w:rsidRDefault="00B43EAD">
      <w:pPr>
        <w:pStyle w:val="TOC3"/>
        <w:rPr>
          <w:bCs w:val="0"/>
          <w:i w:val="0"/>
          <w:iCs w:val="0"/>
        </w:rPr>
      </w:pPr>
      <w:hyperlink w:anchor="_Toc510513222" w:history="1">
        <w:r w:rsidR="00F074B4" w:rsidRPr="00F074B4">
          <w:rPr>
            <w:rStyle w:val="Hyperlink"/>
            <w:i w:val="0"/>
          </w:rPr>
          <w:t>3.1.1</w:t>
        </w:r>
        <w:r w:rsidR="00F074B4" w:rsidRPr="005F4E5A">
          <w:rPr>
            <w:bCs w:val="0"/>
            <w:i w:val="0"/>
            <w:iCs w:val="0"/>
          </w:rPr>
          <w:tab/>
        </w:r>
        <w:r w:rsidR="00F074B4" w:rsidRPr="00F074B4">
          <w:rPr>
            <w:rStyle w:val="Hyperlink"/>
            <w:i w:val="0"/>
          </w:rPr>
          <w:t>Role of ERCOT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_Toc510513222 \h </w:instrText>
        </w:r>
        <w:r w:rsidR="00F074B4" w:rsidRPr="00F074B4">
          <w:rPr>
            <w:i w:val="0"/>
            <w:webHidden/>
          </w:rPr>
        </w:r>
        <w:r w:rsidR="00F074B4" w:rsidRPr="00F074B4">
          <w:rPr>
            <w:i w:val="0"/>
            <w:webHidden/>
          </w:rPr>
          <w:fldChar w:fldCharType="separate"/>
        </w:r>
        <w:r>
          <w:rPr>
            <w:i w:val="0"/>
            <w:webHidden/>
          </w:rPr>
          <w:t>3-1</w:t>
        </w:r>
        <w:r w:rsidR="00F074B4" w:rsidRPr="00F074B4">
          <w:rPr>
            <w:i w:val="0"/>
            <w:webHidden/>
          </w:rPr>
          <w:fldChar w:fldCharType="end"/>
        </w:r>
      </w:hyperlink>
    </w:p>
    <w:p w14:paraId="375427DD" w14:textId="77777777" w:rsidR="00F074B4" w:rsidRPr="005F4E5A" w:rsidRDefault="00B43EAD">
      <w:pPr>
        <w:pStyle w:val="TOC3"/>
        <w:rPr>
          <w:bCs w:val="0"/>
          <w:i w:val="0"/>
          <w:iCs w:val="0"/>
        </w:rPr>
      </w:pPr>
      <w:hyperlink w:anchor="_Toc510513223" w:history="1">
        <w:r w:rsidR="00F074B4" w:rsidRPr="00F074B4">
          <w:rPr>
            <w:rStyle w:val="Hyperlink"/>
            <w:i w:val="0"/>
          </w:rPr>
          <w:t>3.1.2</w:t>
        </w:r>
        <w:r w:rsidR="00F074B4" w:rsidRPr="005F4E5A">
          <w:rPr>
            <w:bCs w:val="0"/>
            <w:i w:val="0"/>
            <w:iCs w:val="0"/>
          </w:rPr>
          <w:tab/>
        </w:r>
        <w:r w:rsidR="00F074B4" w:rsidRPr="00F074B4">
          <w:rPr>
            <w:rStyle w:val="Hyperlink"/>
            <w:i w:val="0"/>
          </w:rPr>
          <w:t>Planned Outage, Maintenance Outage, or Rescheduled Outage Data Reporting</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_Toc510513223 \h </w:instrText>
        </w:r>
        <w:r w:rsidR="00F074B4" w:rsidRPr="00F074B4">
          <w:rPr>
            <w:i w:val="0"/>
            <w:webHidden/>
          </w:rPr>
        </w:r>
        <w:r w:rsidR="00F074B4" w:rsidRPr="00F074B4">
          <w:rPr>
            <w:i w:val="0"/>
            <w:webHidden/>
          </w:rPr>
          <w:fldChar w:fldCharType="separate"/>
        </w:r>
        <w:r>
          <w:rPr>
            <w:i w:val="0"/>
            <w:webHidden/>
          </w:rPr>
          <w:t>3-2</w:t>
        </w:r>
        <w:r w:rsidR="00F074B4" w:rsidRPr="00F074B4">
          <w:rPr>
            <w:i w:val="0"/>
            <w:webHidden/>
          </w:rPr>
          <w:fldChar w:fldCharType="end"/>
        </w:r>
      </w:hyperlink>
    </w:p>
    <w:p w14:paraId="328A0C0C" w14:textId="77777777" w:rsidR="00F074B4" w:rsidRPr="005F4E5A" w:rsidRDefault="00B43EAD">
      <w:pPr>
        <w:pStyle w:val="TOC3"/>
        <w:rPr>
          <w:bCs w:val="0"/>
          <w:i w:val="0"/>
          <w:iCs w:val="0"/>
        </w:rPr>
      </w:pPr>
      <w:hyperlink w:anchor="_Toc510513224" w:history="1">
        <w:r w:rsidR="00F074B4" w:rsidRPr="00F074B4">
          <w:rPr>
            <w:rStyle w:val="Hyperlink"/>
            <w:i w:val="0"/>
          </w:rPr>
          <w:t>3.1.3</w:t>
        </w:r>
        <w:r w:rsidR="00F074B4" w:rsidRPr="005F4E5A">
          <w:rPr>
            <w:bCs w:val="0"/>
            <w:i w:val="0"/>
            <w:iCs w:val="0"/>
          </w:rPr>
          <w:tab/>
        </w:r>
        <w:r w:rsidR="00F074B4" w:rsidRPr="00F074B4">
          <w:rPr>
            <w:rStyle w:val="Hyperlink"/>
            <w:i w:val="0"/>
          </w:rPr>
          <w:t>Rolling 12-Month Outage Planning and Update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_Toc510513224 \h </w:instrText>
        </w:r>
        <w:r w:rsidR="00F074B4" w:rsidRPr="00F074B4">
          <w:rPr>
            <w:i w:val="0"/>
            <w:webHidden/>
          </w:rPr>
        </w:r>
        <w:r w:rsidR="00F074B4" w:rsidRPr="00F074B4">
          <w:rPr>
            <w:i w:val="0"/>
            <w:webHidden/>
          </w:rPr>
          <w:fldChar w:fldCharType="separate"/>
        </w:r>
        <w:r>
          <w:rPr>
            <w:i w:val="0"/>
            <w:webHidden/>
          </w:rPr>
          <w:t>3-3</w:t>
        </w:r>
        <w:r w:rsidR="00F074B4" w:rsidRPr="00F074B4">
          <w:rPr>
            <w:i w:val="0"/>
            <w:webHidden/>
          </w:rPr>
          <w:fldChar w:fldCharType="end"/>
        </w:r>
      </w:hyperlink>
    </w:p>
    <w:p w14:paraId="74FCFC20" w14:textId="77777777" w:rsidR="00F074B4" w:rsidRPr="005F4E5A" w:rsidRDefault="00B43EAD">
      <w:pPr>
        <w:pStyle w:val="TOC4"/>
        <w:rPr>
          <w:bCs w:val="0"/>
          <w:snapToGrid/>
          <w:sz w:val="20"/>
          <w:szCs w:val="20"/>
        </w:rPr>
      </w:pPr>
      <w:hyperlink w:anchor="_Toc510513225" w:history="1">
        <w:r w:rsidR="00F074B4" w:rsidRPr="00F074B4">
          <w:rPr>
            <w:rStyle w:val="Hyperlink"/>
            <w:sz w:val="20"/>
            <w:szCs w:val="20"/>
          </w:rPr>
          <w:t>3.1.3.1</w:t>
        </w:r>
        <w:r w:rsidR="00F074B4" w:rsidRPr="005F4E5A">
          <w:rPr>
            <w:bCs w:val="0"/>
            <w:snapToGrid/>
            <w:sz w:val="20"/>
            <w:szCs w:val="20"/>
          </w:rPr>
          <w:tab/>
        </w:r>
        <w:r w:rsidR="00F074B4" w:rsidRPr="00F074B4">
          <w:rPr>
            <w:rStyle w:val="Hyperlink"/>
            <w:sz w:val="20"/>
            <w:szCs w:val="20"/>
          </w:rPr>
          <w:t>Transmission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_Toc510513225 \h </w:instrText>
        </w:r>
        <w:r w:rsidR="00F074B4" w:rsidRPr="00F074B4">
          <w:rPr>
            <w:webHidden/>
            <w:sz w:val="20"/>
            <w:szCs w:val="20"/>
          </w:rPr>
        </w:r>
        <w:r w:rsidR="00F074B4" w:rsidRPr="00F074B4">
          <w:rPr>
            <w:webHidden/>
            <w:sz w:val="20"/>
            <w:szCs w:val="20"/>
          </w:rPr>
          <w:fldChar w:fldCharType="separate"/>
        </w:r>
        <w:r>
          <w:rPr>
            <w:webHidden/>
            <w:sz w:val="20"/>
            <w:szCs w:val="20"/>
          </w:rPr>
          <w:t>3-3</w:t>
        </w:r>
        <w:r w:rsidR="00F074B4" w:rsidRPr="00F074B4">
          <w:rPr>
            <w:webHidden/>
            <w:sz w:val="20"/>
            <w:szCs w:val="20"/>
          </w:rPr>
          <w:fldChar w:fldCharType="end"/>
        </w:r>
      </w:hyperlink>
    </w:p>
    <w:p w14:paraId="28615AAD" w14:textId="77777777" w:rsidR="00F074B4" w:rsidRPr="005F4E5A" w:rsidRDefault="00B43EAD">
      <w:pPr>
        <w:pStyle w:val="TOC4"/>
        <w:rPr>
          <w:bCs w:val="0"/>
          <w:snapToGrid/>
          <w:sz w:val="20"/>
          <w:szCs w:val="20"/>
        </w:rPr>
      </w:pPr>
      <w:hyperlink w:anchor="_Toc510513226" w:history="1">
        <w:r w:rsidR="00F074B4" w:rsidRPr="00F074B4">
          <w:rPr>
            <w:rStyle w:val="Hyperlink"/>
            <w:sz w:val="20"/>
            <w:szCs w:val="20"/>
          </w:rPr>
          <w:t>3.1.3.2</w:t>
        </w:r>
        <w:r w:rsidR="00F074B4" w:rsidRPr="005F4E5A">
          <w:rPr>
            <w:bCs w:val="0"/>
            <w:snapToGrid/>
            <w:sz w:val="20"/>
            <w:szCs w:val="20"/>
          </w:rPr>
          <w:tab/>
        </w:r>
        <w:r w:rsidR="00F074B4" w:rsidRPr="00F074B4">
          <w:rPr>
            <w:rStyle w:val="Hyperlink"/>
            <w:sz w:val="20"/>
            <w:szCs w:val="20"/>
          </w:rPr>
          <w:t>Resources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_Toc510513226 \h </w:instrText>
        </w:r>
        <w:r w:rsidR="00F074B4" w:rsidRPr="00F074B4">
          <w:rPr>
            <w:webHidden/>
            <w:sz w:val="20"/>
            <w:szCs w:val="20"/>
          </w:rPr>
        </w:r>
        <w:r w:rsidR="00F074B4" w:rsidRPr="00F074B4">
          <w:rPr>
            <w:webHidden/>
            <w:sz w:val="20"/>
            <w:szCs w:val="20"/>
          </w:rPr>
          <w:fldChar w:fldCharType="separate"/>
        </w:r>
        <w:r>
          <w:rPr>
            <w:webHidden/>
            <w:sz w:val="20"/>
            <w:szCs w:val="20"/>
          </w:rPr>
          <w:t>3-3</w:t>
        </w:r>
        <w:r w:rsidR="00F074B4" w:rsidRPr="00F074B4">
          <w:rPr>
            <w:webHidden/>
            <w:sz w:val="20"/>
            <w:szCs w:val="20"/>
          </w:rPr>
          <w:fldChar w:fldCharType="end"/>
        </w:r>
      </w:hyperlink>
    </w:p>
    <w:p w14:paraId="39E06CD9" w14:textId="77777777" w:rsidR="00F074B4" w:rsidRPr="005F4E5A" w:rsidRDefault="00B43EAD">
      <w:pPr>
        <w:pStyle w:val="TOC3"/>
        <w:rPr>
          <w:bCs w:val="0"/>
          <w:i w:val="0"/>
          <w:iCs w:val="0"/>
        </w:rPr>
      </w:pPr>
      <w:hyperlink w:anchor="_Toc510513227" w:history="1">
        <w:r w:rsidR="00F074B4" w:rsidRPr="00F074B4">
          <w:rPr>
            <w:rStyle w:val="Hyperlink"/>
            <w:i w:val="0"/>
          </w:rPr>
          <w:t>3.1.4</w:t>
        </w:r>
        <w:r w:rsidR="00F074B4" w:rsidRPr="005F4E5A">
          <w:rPr>
            <w:bCs w:val="0"/>
            <w:i w:val="0"/>
            <w:iCs w:val="0"/>
          </w:rPr>
          <w:tab/>
        </w:r>
        <w:r w:rsidR="00F074B4" w:rsidRPr="00F074B4">
          <w:rPr>
            <w:rStyle w:val="Hyperlink"/>
            <w:i w:val="0"/>
          </w:rPr>
          <w:t>Communications Regarding Resource and Transmission Facilities Outages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_Toc510513227 \h </w:instrText>
        </w:r>
        <w:r w:rsidR="00F074B4" w:rsidRPr="00F074B4">
          <w:rPr>
            <w:i w:val="0"/>
            <w:webHidden/>
          </w:rPr>
        </w:r>
        <w:r w:rsidR="00F074B4" w:rsidRPr="00F074B4">
          <w:rPr>
            <w:i w:val="0"/>
            <w:webHidden/>
          </w:rPr>
          <w:fldChar w:fldCharType="separate"/>
        </w:r>
        <w:r>
          <w:rPr>
            <w:i w:val="0"/>
            <w:webHidden/>
          </w:rPr>
          <w:t>3-3</w:t>
        </w:r>
        <w:r w:rsidR="00F074B4" w:rsidRPr="00F074B4">
          <w:rPr>
            <w:i w:val="0"/>
            <w:webHidden/>
          </w:rPr>
          <w:fldChar w:fldCharType="end"/>
        </w:r>
      </w:hyperlink>
    </w:p>
    <w:p w14:paraId="71BC9E0A" w14:textId="77777777" w:rsidR="00F074B4" w:rsidRPr="005F4E5A" w:rsidRDefault="00B43EAD">
      <w:pPr>
        <w:pStyle w:val="TOC4"/>
        <w:rPr>
          <w:bCs w:val="0"/>
          <w:snapToGrid/>
          <w:sz w:val="20"/>
          <w:szCs w:val="20"/>
        </w:rPr>
      </w:pPr>
      <w:hyperlink w:anchor="_Toc510513228" w:history="1">
        <w:r w:rsidR="00F074B4" w:rsidRPr="00F074B4">
          <w:rPr>
            <w:rStyle w:val="Hyperlink"/>
            <w:sz w:val="20"/>
            <w:szCs w:val="20"/>
          </w:rPr>
          <w:t>3.1.4.1</w:t>
        </w:r>
        <w:r w:rsidR="00F074B4" w:rsidRPr="005F4E5A">
          <w:rPr>
            <w:bCs w:val="0"/>
            <w:snapToGrid/>
            <w:sz w:val="20"/>
            <w:szCs w:val="20"/>
          </w:rPr>
          <w:tab/>
        </w:r>
        <w:r w:rsidR="00F074B4" w:rsidRPr="00F074B4">
          <w:rPr>
            <w:rStyle w:val="Hyperlink"/>
            <w:sz w:val="20"/>
            <w:szCs w:val="20"/>
          </w:rPr>
          <w:t>Single Point of Contact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_Toc510513228 \h </w:instrText>
        </w:r>
        <w:r w:rsidR="00F074B4" w:rsidRPr="00F074B4">
          <w:rPr>
            <w:webHidden/>
            <w:sz w:val="20"/>
            <w:szCs w:val="20"/>
          </w:rPr>
        </w:r>
        <w:r w:rsidR="00F074B4" w:rsidRPr="00F074B4">
          <w:rPr>
            <w:webHidden/>
            <w:sz w:val="20"/>
            <w:szCs w:val="20"/>
          </w:rPr>
          <w:fldChar w:fldCharType="separate"/>
        </w:r>
        <w:r>
          <w:rPr>
            <w:webHidden/>
            <w:sz w:val="20"/>
            <w:szCs w:val="20"/>
          </w:rPr>
          <w:t>3-3</w:t>
        </w:r>
        <w:r w:rsidR="00F074B4" w:rsidRPr="00F074B4">
          <w:rPr>
            <w:webHidden/>
            <w:sz w:val="20"/>
            <w:szCs w:val="20"/>
          </w:rPr>
          <w:fldChar w:fldCharType="end"/>
        </w:r>
      </w:hyperlink>
    </w:p>
    <w:p w14:paraId="6C07E456" w14:textId="77777777" w:rsidR="00F074B4" w:rsidRPr="005F4E5A" w:rsidRDefault="00B43EAD">
      <w:pPr>
        <w:pStyle w:val="TOC4"/>
        <w:rPr>
          <w:bCs w:val="0"/>
          <w:snapToGrid/>
          <w:sz w:val="20"/>
          <w:szCs w:val="20"/>
        </w:rPr>
      </w:pPr>
      <w:hyperlink w:anchor="_Toc510513229" w:history="1">
        <w:r w:rsidR="00F074B4" w:rsidRPr="00F074B4">
          <w:rPr>
            <w:rStyle w:val="Hyperlink"/>
            <w:sz w:val="20"/>
            <w:szCs w:val="20"/>
          </w:rPr>
          <w:t>3.1.4.2</w:t>
        </w:r>
        <w:r w:rsidR="00F074B4" w:rsidRPr="005F4E5A">
          <w:rPr>
            <w:bCs w:val="0"/>
            <w:snapToGrid/>
            <w:sz w:val="20"/>
            <w:szCs w:val="20"/>
          </w:rPr>
          <w:tab/>
        </w:r>
        <w:r w:rsidR="00F074B4" w:rsidRPr="00F074B4">
          <w:rPr>
            <w:rStyle w:val="Hyperlink"/>
            <w:sz w:val="20"/>
            <w:szCs w:val="20"/>
          </w:rPr>
          <w:t>Method of Communication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_Toc510513229 \h </w:instrText>
        </w:r>
        <w:r w:rsidR="00F074B4" w:rsidRPr="00F074B4">
          <w:rPr>
            <w:webHidden/>
            <w:sz w:val="20"/>
            <w:szCs w:val="20"/>
          </w:rPr>
        </w:r>
        <w:r w:rsidR="00F074B4" w:rsidRPr="00F074B4">
          <w:rPr>
            <w:webHidden/>
            <w:sz w:val="20"/>
            <w:szCs w:val="20"/>
          </w:rPr>
          <w:fldChar w:fldCharType="separate"/>
        </w:r>
        <w:r>
          <w:rPr>
            <w:webHidden/>
            <w:sz w:val="20"/>
            <w:szCs w:val="20"/>
          </w:rPr>
          <w:t>3-4</w:t>
        </w:r>
        <w:r w:rsidR="00F074B4" w:rsidRPr="00F074B4">
          <w:rPr>
            <w:webHidden/>
            <w:sz w:val="20"/>
            <w:szCs w:val="20"/>
          </w:rPr>
          <w:fldChar w:fldCharType="end"/>
        </w:r>
      </w:hyperlink>
    </w:p>
    <w:p w14:paraId="05CF9714" w14:textId="77777777" w:rsidR="00F074B4" w:rsidRPr="005F4E5A" w:rsidRDefault="00B43EAD">
      <w:pPr>
        <w:pStyle w:val="TOC4"/>
        <w:rPr>
          <w:bCs w:val="0"/>
          <w:snapToGrid/>
          <w:sz w:val="20"/>
          <w:szCs w:val="20"/>
        </w:rPr>
      </w:pPr>
      <w:hyperlink w:anchor="_Toc510513230" w:history="1">
        <w:r w:rsidR="00F074B4" w:rsidRPr="00F074B4">
          <w:rPr>
            <w:rStyle w:val="Hyperlink"/>
            <w:sz w:val="20"/>
            <w:szCs w:val="20"/>
          </w:rPr>
          <w:t>3.1.4.3</w:t>
        </w:r>
        <w:r w:rsidR="00F074B4" w:rsidRPr="005F4E5A">
          <w:rPr>
            <w:bCs w:val="0"/>
            <w:snapToGrid/>
            <w:sz w:val="20"/>
            <w:szCs w:val="20"/>
          </w:rPr>
          <w:tab/>
        </w:r>
        <w:r w:rsidR="00F074B4" w:rsidRPr="00F074B4">
          <w:rPr>
            <w:rStyle w:val="Hyperlink"/>
            <w:sz w:val="20"/>
            <w:szCs w:val="20"/>
          </w:rPr>
          <w:t>Reporting for Planned Outages, Maintenance Outages, and Rescheduled Outages of Resource and Transmission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_Toc510513230 \h </w:instrText>
        </w:r>
        <w:r w:rsidR="00F074B4" w:rsidRPr="00F074B4">
          <w:rPr>
            <w:webHidden/>
            <w:sz w:val="20"/>
            <w:szCs w:val="20"/>
          </w:rPr>
        </w:r>
        <w:r w:rsidR="00F074B4" w:rsidRPr="00F074B4">
          <w:rPr>
            <w:webHidden/>
            <w:sz w:val="20"/>
            <w:szCs w:val="20"/>
          </w:rPr>
          <w:fldChar w:fldCharType="separate"/>
        </w:r>
        <w:r>
          <w:rPr>
            <w:webHidden/>
            <w:sz w:val="20"/>
            <w:szCs w:val="20"/>
          </w:rPr>
          <w:t>3-4</w:t>
        </w:r>
        <w:r w:rsidR="00F074B4" w:rsidRPr="00F074B4">
          <w:rPr>
            <w:webHidden/>
            <w:sz w:val="20"/>
            <w:szCs w:val="20"/>
          </w:rPr>
          <w:fldChar w:fldCharType="end"/>
        </w:r>
      </w:hyperlink>
    </w:p>
    <w:p w14:paraId="07E39A09" w14:textId="77777777" w:rsidR="00F074B4" w:rsidRPr="005F4E5A" w:rsidRDefault="00B43EAD">
      <w:pPr>
        <w:pStyle w:val="TOC4"/>
        <w:rPr>
          <w:bCs w:val="0"/>
          <w:snapToGrid/>
          <w:sz w:val="20"/>
          <w:szCs w:val="20"/>
        </w:rPr>
      </w:pPr>
      <w:hyperlink w:anchor="_Toc510513231" w:history="1">
        <w:r w:rsidR="00F074B4" w:rsidRPr="00F074B4">
          <w:rPr>
            <w:rStyle w:val="Hyperlink"/>
            <w:sz w:val="20"/>
            <w:szCs w:val="20"/>
          </w:rPr>
          <w:t>3.1.4.4</w:t>
        </w:r>
        <w:r w:rsidR="00F074B4" w:rsidRPr="005F4E5A">
          <w:rPr>
            <w:bCs w:val="0"/>
            <w:snapToGrid/>
            <w:sz w:val="20"/>
            <w:szCs w:val="20"/>
          </w:rPr>
          <w:tab/>
        </w:r>
        <w:r w:rsidR="00F074B4" w:rsidRPr="00F074B4">
          <w:rPr>
            <w:rStyle w:val="Hyperlink"/>
            <w:sz w:val="20"/>
            <w:szCs w:val="20"/>
          </w:rPr>
          <w:t>Management of Resource or Transmission Forced Outages or Maintenance Outages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_Toc510513231 \h </w:instrText>
        </w:r>
        <w:r w:rsidR="00F074B4" w:rsidRPr="00F074B4">
          <w:rPr>
            <w:webHidden/>
            <w:sz w:val="20"/>
            <w:szCs w:val="20"/>
          </w:rPr>
        </w:r>
        <w:r w:rsidR="00F074B4" w:rsidRPr="00F074B4">
          <w:rPr>
            <w:webHidden/>
            <w:sz w:val="20"/>
            <w:szCs w:val="20"/>
          </w:rPr>
          <w:fldChar w:fldCharType="separate"/>
        </w:r>
        <w:r>
          <w:rPr>
            <w:webHidden/>
            <w:sz w:val="20"/>
            <w:szCs w:val="20"/>
          </w:rPr>
          <w:t>3-4</w:t>
        </w:r>
        <w:r w:rsidR="00F074B4" w:rsidRPr="00F074B4">
          <w:rPr>
            <w:webHidden/>
            <w:sz w:val="20"/>
            <w:szCs w:val="20"/>
          </w:rPr>
          <w:fldChar w:fldCharType="end"/>
        </w:r>
      </w:hyperlink>
    </w:p>
    <w:p w14:paraId="4198EE7C" w14:textId="77777777" w:rsidR="00F074B4" w:rsidRPr="005F4E5A" w:rsidRDefault="00B43EAD">
      <w:pPr>
        <w:pStyle w:val="TOC4"/>
        <w:rPr>
          <w:bCs w:val="0"/>
          <w:snapToGrid/>
          <w:sz w:val="20"/>
          <w:szCs w:val="20"/>
        </w:rPr>
      </w:pPr>
      <w:hyperlink w:anchor="_Toc510513232" w:history="1">
        <w:r w:rsidR="00F074B4" w:rsidRPr="00F074B4">
          <w:rPr>
            <w:rStyle w:val="Hyperlink"/>
            <w:sz w:val="20"/>
            <w:szCs w:val="20"/>
          </w:rPr>
          <w:t>3.1.4.5</w:t>
        </w:r>
        <w:r w:rsidR="00F074B4" w:rsidRPr="005F4E5A">
          <w:rPr>
            <w:bCs w:val="0"/>
            <w:snapToGrid/>
            <w:sz w:val="20"/>
            <w:szCs w:val="20"/>
          </w:rPr>
          <w:tab/>
        </w:r>
        <w:r w:rsidR="00F074B4" w:rsidRPr="00F074B4">
          <w:rPr>
            <w:rStyle w:val="Hyperlink"/>
            <w:sz w:val="20"/>
            <w:szCs w:val="20"/>
          </w:rPr>
          <w:t>Notice of Forced Outage or Unavoidable Extension of Planned, Maintenance, or Rescheduled Outage Due to Unforeseen Events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_Toc510513232 \h </w:instrText>
        </w:r>
        <w:r w:rsidR="00F074B4" w:rsidRPr="00F074B4">
          <w:rPr>
            <w:webHidden/>
            <w:sz w:val="20"/>
            <w:szCs w:val="20"/>
          </w:rPr>
        </w:r>
        <w:r w:rsidR="00F074B4" w:rsidRPr="00F074B4">
          <w:rPr>
            <w:webHidden/>
            <w:sz w:val="20"/>
            <w:szCs w:val="20"/>
          </w:rPr>
          <w:fldChar w:fldCharType="separate"/>
        </w:r>
        <w:r>
          <w:rPr>
            <w:webHidden/>
            <w:sz w:val="20"/>
            <w:szCs w:val="20"/>
          </w:rPr>
          <w:t>3-5</w:t>
        </w:r>
        <w:r w:rsidR="00F074B4" w:rsidRPr="00F074B4">
          <w:rPr>
            <w:webHidden/>
            <w:sz w:val="20"/>
            <w:szCs w:val="20"/>
          </w:rPr>
          <w:fldChar w:fldCharType="end"/>
        </w:r>
      </w:hyperlink>
    </w:p>
    <w:p w14:paraId="2301F320" w14:textId="77777777" w:rsidR="00F074B4" w:rsidRPr="005F4E5A" w:rsidRDefault="00B43EAD">
      <w:pPr>
        <w:pStyle w:val="TOC4"/>
        <w:rPr>
          <w:bCs w:val="0"/>
          <w:snapToGrid/>
          <w:sz w:val="20"/>
          <w:szCs w:val="20"/>
        </w:rPr>
      </w:pPr>
      <w:hyperlink w:anchor="_Toc510513233" w:history="1">
        <w:r w:rsidR="00F074B4" w:rsidRPr="00F074B4">
          <w:rPr>
            <w:rStyle w:val="Hyperlink"/>
            <w:sz w:val="20"/>
            <w:szCs w:val="20"/>
          </w:rPr>
          <w:t>3.1.4.6</w:t>
        </w:r>
        <w:r w:rsidR="00F074B4" w:rsidRPr="005F4E5A">
          <w:rPr>
            <w:bCs w:val="0"/>
            <w:snapToGrid/>
            <w:sz w:val="20"/>
            <w:szCs w:val="20"/>
          </w:rPr>
          <w:tab/>
        </w:r>
        <w:r w:rsidR="00F074B4" w:rsidRPr="00F074B4">
          <w:rPr>
            <w:rStyle w:val="Hyperlink"/>
            <w:sz w:val="20"/>
            <w:szCs w:val="20"/>
          </w:rPr>
          <w:t>Outage Coordination of Forecasted Emergency Conditions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_Toc510513233 \h </w:instrText>
        </w:r>
        <w:r w:rsidR="00F074B4" w:rsidRPr="00F074B4">
          <w:rPr>
            <w:webHidden/>
            <w:sz w:val="20"/>
            <w:szCs w:val="20"/>
          </w:rPr>
        </w:r>
        <w:r w:rsidR="00F074B4" w:rsidRPr="00F074B4">
          <w:rPr>
            <w:webHidden/>
            <w:sz w:val="20"/>
            <w:szCs w:val="20"/>
          </w:rPr>
          <w:fldChar w:fldCharType="separate"/>
        </w:r>
        <w:r>
          <w:rPr>
            <w:webHidden/>
            <w:sz w:val="20"/>
            <w:szCs w:val="20"/>
          </w:rPr>
          <w:t>3-6</w:t>
        </w:r>
        <w:r w:rsidR="00F074B4" w:rsidRPr="00F074B4">
          <w:rPr>
            <w:webHidden/>
            <w:sz w:val="20"/>
            <w:szCs w:val="20"/>
          </w:rPr>
          <w:fldChar w:fldCharType="end"/>
        </w:r>
      </w:hyperlink>
    </w:p>
    <w:p w14:paraId="1CD8D191" w14:textId="77777777" w:rsidR="00F074B4" w:rsidRPr="005F4E5A" w:rsidRDefault="00B43EAD">
      <w:pPr>
        <w:pStyle w:val="TOC4"/>
        <w:rPr>
          <w:bCs w:val="0"/>
          <w:snapToGrid/>
          <w:sz w:val="20"/>
          <w:szCs w:val="20"/>
        </w:rPr>
      </w:pPr>
      <w:hyperlink w:anchor="_Toc510513234" w:history="1">
        <w:r w:rsidR="00F074B4" w:rsidRPr="00F074B4">
          <w:rPr>
            <w:rStyle w:val="Hyperlink"/>
            <w:sz w:val="20"/>
            <w:szCs w:val="20"/>
          </w:rPr>
          <w:t>3.1.4.7</w:t>
        </w:r>
        <w:r w:rsidR="00F074B4" w:rsidRPr="005F4E5A">
          <w:rPr>
            <w:bCs w:val="0"/>
            <w:snapToGrid/>
            <w:sz w:val="20"/>
            <w:szCs w:val="20"/>
          </w:rPr>
          <w:tab/>
        </w:r>
        <w:r w:rsidR="00F074B4" w:rsidRPr="00F074B4">
          <w:rPr>
            <w:rStyle w:val="Hyperlink"/>
            <w:sz w:val="20"/>
            <w:szCs w:val="20"/>
          </w:rPr>
          <w:t>Reporting of Forced Derates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_Toc510513234 \h </w:instrText>
        </w:r>
        <w:r w:rsidR="00F074B4" w:rsidRPr="00F074B4">
          <w:rPr>
            <w:webHidden/>
            <w:sz w:val="20"/>
            <w:szCs w:val="20"/>
          </w:rPr>
        </w:r>
        <w:r w:rsidR="00F074B4" w:rsidRPr="00F074B4">
          <w:rPr>
            <w:webHidden/>
            <w:sz w:val="20"/>
            <w:szCs w:val="20"/>
          </w:rPr>
          <w:fldChar w:fldCharType="separate"/>
        </w:r>
        <w:r>
          <w:rPr>
            <w:webHidden/>
            <w:sz w:val="20"/>
            <w:szCs w:val="20"/>
          </w:rPr>
          <w:t>3-6</w:t>
        </w:r>
        <w:r w:rsidR="00F074B4" w:rsidRPr="00F074B4">
          <w:rPr>
            <w:webHidden/>
            <w:sz w:val="20"/>
            <w:szCs w:val="20"/>
          </w:rPr>
          <w:fldChar w:fldCharType="end"/>
        </w:r>
      </w:hyperlink>
    </w:p>
    <w:p w14:paraId="44EC7155" w14:textId="77777777" w:rsidR="00F074B4" w:rsidRPr="005F4E5A" w:rsidRDefault="00B43EAD">
      <w:pPr>
        <w:pStyle w:val="TOC3"/>
        <w:rPr>
          <w:bCs w:val="0"/>
          <w:i w:val="0"/>
          <w:iCs w:val="0"/>
        </w:rPr>
      </w:pPr>
      <w:hyperlink w:anchor="_Toc510513235" w:history="1">
        <w:r w:rsidR="00F074B4" w:rsidRPr="00F074B4">
          <w:rPr>
            <w:rStyle w:val="Hyperlink"/>
            <w:i w:val="0"/>
          </w:rPr>
          <w:t>3.1.5</w:t>
        </w:r>
        <w:r w:rsidR="00F074B4" w:rsidRPr="005F4E5A">
          <w:rPr>
            <w:bCs w:val="0"/>
            <w:i w:val="0"/>
            <w:iCs w:val="0"/>
          </w:rPr>
          <w:tab/>
        </w:r>
        <w:r w:rsidR="00F074B4" w:rsidRPr="00F074B4">
          <w:rPr>
            <w:rStyle w:val="Hyperlink"/>
            <w:i w:val="0"/>
          </w:rPr>
          <w:t>Transmission System Outages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_Toc510513235 \h </w:instrText>
        </w:r>
        <w:r w:rsidR="00F074B4" w:rsidRPr="00F074B4">
          <w:rPr>
            <w:i w:val="0"/>
            <w:webHidden/>
          </w:rPr>
        </w:r>
        <w:r w:rsidR="00F074B4" w:rsidRPr="00F074B4">
          <w:rPr>
            <w:i w:val="0"/>
            <w:webHidden/>
          </w:rPr>
          <w:fldChar w:fldCharType="separate"/>
        </w:r>
        <w:r>
          <w:rPr>
            <w:i w:val="0"/>
            <w:webHidden/>
          </w:rPr>
          <w:t>3-6</w:t>
        </w:r>
        <w:r w:rsidR="00F074B4" w:rsidRPr="00F074B4">
          <w:rPr>
            <w:i w:val="0"/>
            <w:webHidden/>
          </w:rPr>
          <w:fldChar w:fldCharType="end"/>
        </w:r>
      </w:hyperlink>
    </w:p>
    <w:p w14:paraId="3DC4928F" w14:textId="77777777" w:rsidR="00F074B4" w:rsidRPr="005F4E5A" w:rsidRDefault="00B43EAD">
      <w:pPr>
        <w:pStyle w:val="TOC4"/>
        <w:rPr>
          <w:bCs w:val="0"/>
          <w:snapToGrid/>
          <w:sz w:val="20"/>
          <w:szCs w:val="20"/>
        </w:rPr>
      </w:pPr>
      <w:hyperlink w:anchor="_Toc510513236" w:history="1">
        <w:r w:rsidR="00F074B4" w:rsidRPr="00F074B4">
          <w:rPr>
            <w:rStyle w:val="Hyperlink"/>
            <w:sz w:val="20"/>
            <w:szCs w:val="20"/>
          </w:rPr>
          <w:t>3.1.5.1</w:t>
        </w:r>
        <w:r w:rsidR="00F074B4" w:rsidRPr="005F4E5A">
          <w:rPr>
            <w:bCs w:val="0"/>
            <w:snapToGrid/>
            <w:sz w:val="20"/>
            <w:szCs w:val="20"/>
          </w:rPr>
          <w:tab/>
        </w:r>
        <w:r w:rsidR="00F074B4" w:rsidRPr="00F074B4">
          <w:rPr>
            <w:rStyle w:val="Hyperlink"/>
            <w:sz w:val="20"/>
            <w:szCs w:val="20"/>
          </w:rPr>
          <w:t>ERCOT Evaluation of Planned Outage and Maintenance Outage of Transmission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_Toc510513236 \h </w:instrText>
        </w:r>
        <w:r w:rsidR="00F074B4" w:rsidRPr="00F074B4">
          <w:rPr>
            <w:webHidden/>
            <w:sz w:val="20"/>
            <w:szCs w:val="20"/>
          </w:rPr>
        </w:r>
        <w:r w:rsidR="00F074B4" w:rsidRPr="00F074B4">
          <w:rPr>
            <w:webHidden/>
            <w:sz w:val="20"/>
            <w:szCs w:val="20"/>
          </w:rPr>
          <w:fldChar w:fldCharType="separate"/>
        </w:r>
        <w:r>
          <w:rPr>
            <w:webHidden/>
            <w:sz w:val="20"/>
            <w:szCs w:val="20"/>
          </w:rPr>
          <w:t>3-6</w:t>
        </w:r>
        <w:r w:rsidR="00F074B4" w:rsidRPr="00F074B4">
          <w:rPr>
            <w:webHidden/>
            <w:sz w:val="20"/>
            <w:szCs w:val="20"/>
          </w:rPr>
          <w:fldChar w:fldCharType="end"/>
        </w:r>
      </w:hyperlink>
    </w:p>
    <w:p w14:paraId="39375922" w14:textId="77777777" w:rsidR="00F074B4" w:rsidRPr="005F4E5A" w:rsidRDefault="00B43EAD">
      <w:pPr>
        <w:pStyle w:val="TOC4"/>
        <w:rPr>
          <w:bCs w:val="0"/>
          <w:snapToGrid/>
          <w:sz w:val="20"/>
          <w:szCs w:val="20"/>
        </w:rPr>
      </w:pPr>
      <w:hyperlink w:anchor="_Toc510513237" w:history="1">
        <w:r w:rsidR="00F074B4" w:rsidRPr="00F074B4">
          <w:rPr>
            <w:rStyle w:val="Hyperlink"/>
            <w:sz w:val="20"/>
            <w:szCs w:val="20"/>
          </w:rPr>
          <w:t>3.1.5.2</w:t>
        </w:r>
        <w:r w:rsidR="00F074B4" w:rsidRPr="005F4E5A">
          <w:rPr>
            <w:bCs w:val="0"/>
            <w:snapToGrid/>
            <w:sz w:val="20"/>
            <w:szCs w:val="20"/>
          </w:rPr>
          <w:tab/>
        </w:r>
        <w:r w:rsidR="00F074B4" w:rsidRPr="00F074B4">
          <w:rPr>
            <w:rStyle w:val="Hyperlink"/>
            <w:sz w:val="20"/>
            <w:szCs w:val="20"/>
          </w:rPr>
          <w:t>Receipt of TSP Requests by ERCOT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_Toc510513237 \h </w:instrText>
        </w:r>
        <w:r w:rsidR="00F074B4" w:rsidRPr="00F074B4">
          <w:rPr>
            <w:webHidden/>
            <w:sz w:val="20"/>
            <w:szCs w:val="20"/>
          </w:rPr>
        </w:r>
        <w:r w:rsidR="00F074B4" w:rsidRPr="00F074B4">
          <w:rPr>
            <w:webHidden/>
            <w:sz w:val="20"/>
            <w:szCs w:val="20"/>
          </w:rPr>
          <w:fldChar w:fldCharType="separate"/>
        </w:r>
        <w:r>
          <w:rPr>
            <w:webHidden/>
            <w:sz w:val="20"/>
            <w:szCs w:val="20"/>
          </w:rPr>
          <w:t>3-7</w:t>
        </w:r>
        <w:r w:rsidR="00F074B4" w:rsidRPr="00F074B4">
          <w:rPr>
            <w:webHidden/>
            <w:sz w:val="20"/>
            <w:szCs w:val="20"/>
          </w:rPr>
          <w:fldChar w:fldCharType="end"/>
        </w:r>
      </w:hyperlink>
    </w:p>
    <w:p w14:paraId="1B633762" w14:textId="77777777" w:rsidR="00F074B4" w:rsidRPr="005F4E5A" w:rsidRDefault="00B43EAD">
      <w:pPr>
        <w:pStyle w:val="TOC4"/>
        <w:rPr>
          <w:bCs w:val="0"/>
          <w:snapToGrid/>
          <w:sz w:val="20"/>
          <w:szCs w:val="20"/>
        </w:rPr>
      </w:pPr>
      <w:hyperlink w:anchor="_Toc510513238" w:history="1">
        <w:r w:rsidR="00F074B4" w:rsidRPr="00F074B4">
          <w:rPr>
            <w:rStyle w:val="Hyperlink"/>
            <w:sz w:val="20"/>
            <w:szCs w:val="20"/>
          </w:rPr>
          <w:t>3.1.5.3</w:t>
        </w:r>
        <w:r w:rsidR="00F074B4" w:rsidRPr="005F4E5A">
          <w:rPr>
            <w:bCs w:val="0"/>
            <w:snapToGrid/>
            <w:sz w:val="20"/>
            <w:szCs w:val="20"/>
          </w:rPr>
          <w:tab/>
        </w:r>
        <w:r w:rsidR="00F074B4" w:rsidRPr="00F074B4">
          <w:rPr>
            <w:rStyle w:val="Hyperlink"/>
            <w:sz w:val="20"/>
            <w:szCs w:val="20"/>
          </w:rPr>
          <w:t>Timelines for Response by ERCOT for TSP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_Toc510513238 \h </w:instrText>
        </w:r>
        <w:r w:rsidR="00F074B4" w:rsidRPr="00F074B4">
          <w:rPr>
            <w:webHidden/>
            <w:sz w:val="20"/>
            <w:szCs w:val="20"/>
          </w:rPr>
        </w:r>
        <w:r w:rsidR="00F074B4" w:rsidRPr="00F074B4">
          <w:rPr>
            <w:webHidden/>
            <w:sz w:val="20"/>
            <w:szCs w:val="20"/>
          </w:rPr>
          <w:fldChar w:fldCharType="separate"/>
        </w:r>
        <w:r>
          <w:rPr>
            <w:webHidden/>
            <w:sz w:val="20"/>
            <w:szCs w:val="20"/>
          </w:rPr>
          <w:t>3-7</w:t>
        </w:r>
        <w:r w:rsidR="00F074B4" w:rsidRPr="00F074B4">
          <w:rPr>
            <w:webHidden/>
            <w:sz w:val="20"/>
            <w:szCs w:val="20"/>
          </w:rPr>
          <w:fldChar w:fldCharType="end"/>
        </w:r>
      </w:hyperlink>
    </w:p>
    <w:p w14:paraId="48506FC3" w14:textId="77777777" w:rsidR="00F074B4" w:rsidRPr="005F4E5A" w:rsidRDefault="00B43EAD">
      <w:pPr>
        <w:pStyle w:val="TOC4"/>
        <w:rPr>
          <w:bCs w:val="0"/>
          <w:snapToGrid/>
          <w:sz w:val="20"/>
          <w:szCs w:val="20"/>
        </w:rPr>
      </w:pPr>
      <w:hyperlink w:anchor="_Toc510513239" w:history="1">
        <w:r w:rsidR="00F074B4" w:rsidRPr="00F074B4">
          <w:rPr>
            <w:rStyle w:val="Hyperlink"/>
            <w:sz w:val="20"/>
            <w:szCs w:val="20"/>
          </w:rPr>
          <w:t>3.1.5.4</w:t>
        </w:r>
        <w:r w:rsidR="00F074B4" w:rsidRPr="005F4E5A">
          <w:rPr>
            <w:bCs w:val="0"/>
            <w:snapToGrid/>
            <w:sz w:val="20"/>
            <w:szCs w:val="20"/>
          </w:rPr>
          <w:tab/>
        </w:r>
        <w:r w:rsidR="00F074B4" w:rsidRPr="00F074B4">
          <w:rPr>
            <w:rStyle w:val="Hyperlink"/>
            <w:sz w:val="20"/>
            <w:szCs w:val="20"/>
          </w:rPr>
          <w:t>Delay</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_Toc510513239 \h </w:instrText>
        </w:r>
        <w:r w:rsidR="00F074B4" w:rsidRPr="00F074B4">
          <w:rPr>
            <w:webHidden/>
            <w:sz w:val="20"/>
            <w:szCs w:val="20"/>
          </w:rPr>
        </w:r>
        <w:r w:rsidR="00F074B4" w:rsidRPr="00F074B4">
          <w:rPr>
            <w:webHidden/>
            <w:sz w:val="20"/>
            <w:szCs w:val="20"/>
          </w:rPr>
          <w:fldChar w:fldCharType="separate"/>
        </w:r>
        <w:r>
          <w:rPr>
            <w:webHidden/>
            <w:sz w:val="20"/>
            <w:szCs w:val="20"/>
          </w:rPr>
          <w:t>3-8</w:t>
        </w:r>
        <w:r w:rsidR="00F074B4" w:rsidRPr="00F074B4">
          <w:rPr>
            <w:webHidden/>
            <w:sz w:val="20"/>
            <w:szCs w:val="20"/>
          </w:rPr>
          <w:fldChar w:fldCharType="end"/>
        </w:r>
      </w:hyperlink>
    </w:p>
    <w:p w14:paraId="50DC586A" w14:textId="77777777" w:rsidR="00F074B4" w:rsidRPr="005F4E5A" w:rsidRDefault="00B43EAD">
      <w:pPr>
        <w:pStyle w:val="TOC4"/>
        <w:rPr>
          <w:bCs w:val="0"/>
          <w:snapToGrid/>
          <w:sz w:val="20"/>
          <w:szCs w:val="20"/>
        </w:rPr>
      </w:pPr>
      <w:hyperlink w:anchor="_Toc510513240" w:history="1">
        <w:r w:rsidR="00F074B4" w:rsidRPr="00F074B4">
          <w:rPr>
            <w:rStyle w:val="Hyperlink"/>
            <w:sz w:val="20"/>
            <w:szCs w:val="20"/>
          </w:rPr>
          <w:t>3.1.5.5</w:t>
        </w:r>
        <w:r w:rsidR="00F074B4" w:rsidRPr="005F4E5A">
          <w:rPr>
            <w:bCs w:val="0"/>
            <w:snapToGrid/>
            <w:sz w:val="20"/>
            <w:szCs w:val="20"/>
          </w:rPr>
          <w:tab/>
        </w:r>
        <w:r w:rsidR="00F074B4" w:rsidRPr="00F074B4">
          <w:rPr>
            <w:rStyle w:val="Hyperlink"/>
            <w:sz w:val="20"/>
            <w:szCs w:val="20"/>
          </w:rPr>
          <w:t>Opportunity Outage of Transmission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_Toc510513240 \h </w:instrText>
        </w:r>
        <w:r w:rsidR="00F074B4" w:rsidRPr="00F074B4">
          <w:rPr>
            <w:webHidden/>
            <w:sz w:val="20"/>
            <w:szCs w:val="20"/>
          </w:rPr>
        </w:r>
        <w:r w:rsidR="00F074B4" w:rsidRPr="00F074B4">
          <w:rPr>
            <w:webHidden/>
            <w:sz w:val="20"/>
            <w:szCs w:val="20"/>
          </w:rPr>
          <w:fldChar w:fldCharType="separate"/>
        </w:r>
        <w:r>
          <w:rPr>
            <w:webHidden/>
            <w:sz w:val="20"/>
            <w:szCs w:val="20"/>
          </w:rPr>
          <w:t>3-8</w:t>
        </w:r>
        <w:r w:rsidR="00F074B4" w:rsidRPr="00F074B4">
          <w:rPr>
            <w:webHidden/>
            <w:sz w:val="20"/>
            <w:szCs w:val="20"/>
          </w:rPr>
          <w:fldChar w:fldCharType="end"/>
        </w:r>
      </w:hyperlink>
    </w:p>
    <w:p w14:paraId="3038CCC6" w14:textId="77777777" w:rsidR="00F074B4" w:rsidRPr="005F4E5A" w:rsidRDefault="00B43EAD">
      <w:pPr>
        <w:pStyle w:val="TOC4"/>
        <w:rPr>
          <w:bCs w:val="0"/>
          <w:snapToGrid/>
          <w:sz w:val="20"/>
          <w:szCs w:val="20"/>
        </w:rPr>
      </w:pPr>
      <w:hyperlink w:anchor="_Toc510513241" w:history="1">
        <w:r w:rsidR="00F074B4" w:rsidRPr="00F074B4">
          <w:rPr>
            <w:rStyle w:val="Hyperlink"/>
            <w:sz w:val="20"/>
            <w:szCs w:val="20"/>
          </w:rPr>
          <w:t>3.1.5.6</w:t>
        </w:r>
        <w:r w:rsidR="00F074B4" w:rsidRPr="005F4E5A">
          <w:rPr>
            <w:bCs w:val="0"/>
            <w:snapToGrid/>
            <w:sz w:val="20"/>
            <w:szCs w:val="20"/>
          </w:rPr>
          <w:tab/>
        </w:r>
        <w:r w:rsidR="00F074B4" w:rsidRPr="00F074B4">
          <w:rPr>
            <w:rStyle w:val="Hyperlink"/>
            <w:sz w:val="20"/>
            <w:szCs w:val="20"/>
          </w:rPr>
          <w:t>Rejection Notice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_Toc510513241 \h </w:instrText>
        </w:r>
        <w:r w:rsidR="00F074B4" w:rsidRPr="00F074B4">
          <w:rPr>
            <w:webHidden/>
            <w:sz w:val="20"/>
            <w:szCs w:val="20"/>
          </w:rPr>
        </w:r>
        <w:r w:rsidR="00F074B4" w:rsidRPr="00F074B4">
          <w:rPr>
            <w:webHidden/>
            <w:sz w:val="20"/>
            <w:szCs w:val="20"/>
          </w:rPr>
          <w:fldChar w:fldCharType="separate"/>
        </w:r>
        <w:r>
          <w:rPr>
            <w:webHidden/>
            <w:sz w:val="20"/>
            <w:szCs w:val="20"/>
          </w:rPr>
          <w:t>3-8</w:t>
        </w:r>
        <w:r w:rsidR="00F074B4" w:rsidRPr="00F074B4">
          <w:rPr>
            <w:webHidden/>
            <w:sz w:val="20"/>
            <w:szCs w:val="20"/>
          </w:rPr>
          <w:fldChar w:fldCharType="end"/>
        </w:r>
      </w:hyperlink>
    </w:p>
    <w:p w14:paraId="0E14A1D9" w14:textId="77777777" w:rsidR="00F074B4" w:rsidRPr="005F4E5A" w:rsidRDefault="00B43EAD">
      <w:pPr>
        <w:pStyle w:val="TOC4"/>
        <w:rPr>
          <w:bCs w:val="0"/>
          <w:snapToGrid/>
          <w:sz w:val="20"/>
          <w:szCs w:val="20"/>
        </w:rPr>
      </w:pPr>
      <w:hyperlink w:anchor="_Toc510513242" w:history="1">
        <w:r w:rsidR="00F074B4" w:rsidRPr="00F074B4">
          <w:rPr>
            <w:rStyle w:val="Hyperlink"/>
            <w:sz w:val="20"/>
            <w:szCs w:val="20"/>
          </w:rPr>
          <w:t>3.1.5.7</w:t>
        </w:r>
        <w:r w:rsidR="00F074B4" w:rsidRPr="005F4E5A">
          <w:rPr>
            <w:bCs w:val="0"/>
            <w:snapToGrid/>
            <w:sz w:val="20"/>
            <w:szCs w:val="20"/>
          </w:rPr>
          <w:tab/>
        </w:r>
        <w:r w:rsidR="00F074B4" w:rsidRPr="00F074B4">
          <w:rPr>
            <w:rStyle w:val="Hyperlink"/>
            <w:sz w:val="20"/>
            <w:szCs w:val="20"/>
          </w:rPr>
          <w:t>Withdrawal of Approval of Approved Planned Outages, Maintenance Outages, and Rescheduled Outages of Transmission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_Toc510513242 \h </w:instrText>
        </w:r>
        <w:r w:rsidR="00F074B4" w:rsidRPr="00F074B4">
          <w:rPr>
            <w:webHidden/>
            <w:sz w:val="20"/>
            <w:szCs w:val="20"/>
          </w:rPr>
        </w:r>
        <w:r w:rsidR="00F074B4" w:rsidRPr="00F074B4">
          <w:rPr>
            <w:webHidden/>
            <w:sz w:val="20"/>
            <w:szCs w:val="20"/>
          </w:rPr>
          <w:fldChar w:fldCharType="separate"/>
        </w:r>
        <w:r>
          <w:rPr>
            <w:webHidden/>
            <w:sz w:val="20"/>
            <w:szCs w:val="20"/>
          </w:rPr>
          <w:t>3-9</w:t>
        </w:r>
        <w:r w:rsidR="00F074B4" w:rsidRPr="00F074B4">
          <w:rPr>
            <w:webHidden/>
            <w:sz w:val="20"/>
            <w:szCs w:val="20"/>
          </w:rPr>
          <w:fldChar w:fldCharType="end"/>
        </w:r>
      </w:hyperlink>
    </w:p>
    <w:p w14:paraId="4891B41C" w14:textId="77777777" w:rsidR="00F074B4" w:rsidRPr="005F4E5A" w:rsidRDefault="00B43EAD">
      <w:pPr>
        <w:pStyle w:val="TOC4"/>
        <w:rPr>
          <w:bCs w:val="0"/>
          <w:snapToGrid/>
          <w:sz w:val="20"/>
          <w:szCs w:val="20"/>
        </w:rPr>
      </w:pPr>
      <w:hyperlink w:anchor="_Toc510513243" w:history="1">
        <w:r w:rsidR="00F074B4" w:rsidRPr="00F074B4">
          <w:rPr>
            <w:rStyle w:val="Hyperlink"/>
            <w:sz w:val="20"/>
            <w:szCs w:val="20"/>
          </w:rPr>
          <w:t>3.1.5.8</w:t>
        </w:r>
        <w:r w:rsidR="00F074B4" w:rsidRPr="005F4E5A">
          <w:rPr>
            <w:bCs w:val="0"/>
            <w:snapToGrid/>
            <w:sz w:val="20"/>
            <w:szCs w:val="20"/>
          </w:rPr>
          <w:tab/>
        </w:r>
        <w:r w:rsidR="00F074B4" w:rsidRPr="00F074B4">
          <w:rPr>
            <w:rStyle w:val="Hyperlink"/>
            <w:sz w:val="20"/>
            <w:szCs w:val="20"/>
          </w:rPr>
          <w:t>Priority of Approved Planned, Maintenance, and Rescheduled Outages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_Toc510513243 \h </w:instrText>
        </w:r>
        <w:r w:rsidR="00F074B4" w:rsidRPr="00F074B4">
          <w:rPr>
            <w:webHidden/>
            <w:sz w:val="20"/>
            <w:szCs w:val="20"/>
          </w:rPr>
        </w:r>
        <w:r w:rsidR="00F074B4" w:rsidRPr="00F074B4">
          <w:rPr>
            <w:webHidden/>
            <w:sz w:val="20"/>
            <w:szCs w:val="20"/>
          </w:rPr>
          <w:fldChar w:fldCharType="separate"/>
        </w:r>
        <w:r>
          <w:rPr>
            <w:webHidden/>
            <w:sz w:val="20"/>
            <w:szCs w:val="20"/>
          </w:rPr>
          <w:t>3-9</w:t>
        </w:r>
        <w:r w:rsidR="00F074B4" w:rsidRPr="00F074B4">
          <w:rPr>
            <w:webHidden/>
            <w:sz w:val="20"/>
            <w:szCs w:val="20"/>
          </w:rPr>
          <w:fldChar w:fldCharType="end"/>
        </w:r>
      </w:hyperlink>
    </w:p>
    <w:p w14:paraId="18B76B71" w14:textId="77777777" w:rsidR="00F074B4" w:rsidRPr="005F4E5A" w:rsidRDefault="00B43EAD">
      <w:pPr>
        <w:pStyle w:val="TOC4"/>
        <w:rPr>
          <w:bCs w:val="0"/>
          <w:snapToGrid/>
          <w:sz w:val="20"/>
          <w:szCs w:val="20"/>
        </w:rPr>
      </w:pPr>
      <w:hyperlink w:anchor="_Toc510513244" w:history="1">
        <w:r w:rsidR="00F074B4" w:rsidRPr="00F074B4">
          <w:rPr>
            <w:rStyle w:val="Hyperlink"/>
            <w:sz w:val="20"/>
            <w:szCs w:val="20"/>
          </w:rPr>
          <w:t>3.1.5.9</w:t>
        </w:r>
        <w:r w:rsidR="00F074B4" w:rsidRPr="005F4E5A">
          <w:rPr>
            <w:bCs w:val="0"/>
            <w:snapToGrid/>
            <w:sz w:val="20"/>
            <w:szCs w:val="20"/>
          </w:rPr>
          <w:tab/>
        </w:r>
        <w:r w:rsidR="00F074B4" w:rsidRPr="00F074B4">
          <w:rPr>
            <w:rStyle w:val="Hyperlink"/>
            <w:sz w:val="20"/>
            <w:szCs w:val="20"/>
          </w:rPr>
          <w:t>Information for Inclusion in Transmission Facilities Outage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_Toc510513244 \h </w:instrText>
        </w:r>
        <w:r w:rsidR="00F074B4" w:rsidRPr="00F074B4">
          <w:rPr>
            <w:webHidden/>
            <w:sz w:val="20"/>
            <w:szCs w:val="20"/>
          </w:rPr>
        </w:r>
        <w:r w:rsidR="00F074B4" w:rsidRPr="00F074B4">
          <w:rPr>
            <w:webHidden/>
            <w:sz w:val="20"/>
            <w:szCs w:val="20"/>
          </w:rPr>
          <w:fldChar w:fldCharType="separate"/>
        </w:r>
        <w:r>
          <w:rPr>
            <w:webHidden/>
            <w:sz w:val="20"/>
            <w:szCs w:val="20"/>
          </w:rPr>
          <w:t>3-10</w:t>
        </w:r>
        <w:r w:rsidR="00F074B4" w:rsidRPr="00F074B4">
          <w:rPr>
            <w:webHidden/>
            <w:sz w:val="20"/>
            <w:szCs w:val="20"/>
          </w:rPr>
          <w:fldChar w:fldCharType="end"/>
        </w:r>
      </w:hyperlink>
    </w:p>
    <w:p w14:paraId="4FA19CA6" w14:textId="77777777" w:rsidR="00F074B4" w:rsidRPr="005F4E5A" w:rsidRDefault="00B43EAD">
      <w:pPr>
        <w:pStyle w:val="TOC4"/>
        <w:rPr>
          <w:bCs w:val="0"/>
          <w:snapToGrid/>
          <w:sz w:val="20"/>
          <w:szCs w:val="20"/>
        </w:rPr>
      </w:pPr>
      <w:hyperlink w:anchor="_Toc510513245" w:history="1">
        <w:r w:rsidR="00F074B4" w:rsidRPr="00F074B4">
          <w:rPr>
            <w:rStyle w:val="Hyperlink"/>
            <w:sz w:val="20"/>
            <w:szCs w:val="20"/>
          </w:rPr>
          <w:t>3.1.5.10</w:t>
        </w:r>
        <w:r w:rsidR="00F074B4" w:rsidRPr="005F4E5A">
          <w:rPr>
            <w:bCs w:val="0"/>
            <w:snapToGrid/>
            <w:sz w:val="20"/>
            <w:szCs w:val="20"/>
          </w:rPr>
          <w:tab/>
        </w:r>
        <w:r w:rsidR="00F074B4" w:rsidRPr="00F074B4">
          <w:rPr>
            <w:rStyle w:val="Hyperlink"/>
            <w:sz w:val="20"/>
            <w:szCs w:val="20"/>
          </w:rPr>
          <w:t>Additional Information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_Toc510513245 \h </w:instrText>
        </w:r>
        <w:r w:rsidR="00F074B4" w:rsidRPr="00F074B4">
          <w:rPr>
            <w:webHidden/>
            <w:sz w:val="20"/>
            <w:szCs w:val="20"/>
          </w:rPr>
        </w:r>
        <w:r w:rsidR="00F074B4" w:rsidRPr="00F074B4">
          <w:rPr>
            <w:webHidden/>
            <w:sz w:val="20"/>
            <w:szCs w:val="20"/>
          </w:rPr>
          <w:fldChar w:fldCharType="separate"/>
        </w:r>
        <w:r>
          <w:rPr>
            <w:webHidden/>
            <w:sz w:val="20"/>
            <w:szCs w:val="20"/>
          </w:rPr>
          <w:t>3-10</w:t>
        </w:r>
        <w:r w:rsidR="00F074B4" w:rsidRPr="00F074B4">
          <w:rPr>
            <w:webHidden/>
            <w:sz w:val="20"/>
            <w:szCs w:val="20"/>
          </w:rPr>
          <w:fldChar w:fldCharType="end"/>
        </w:r>
      </w:hyperlink>
    </w:p>
    <w:p w14:paraId="06037AE7" w14:textId="77777777" w:rsidR="00F074B4" w:rsidRPr="005F4E5A" w:rsidRDefault="00B43EAD">
      <w:pPr>
        <w:pStyle w:val="TOC4"/>
        <w:rPr>
          <w:bCs w:val="0"/>
          <w:snapToGrid/>
          <w:sz w:val="20"/>
          <w:szCs w:val="20"/>
        </w:rPr>
      </w:pPr>
      <w:hyperlink w:anchor="_Toc510513246" w:history="1">
        <w:r w:rsidR="00F074B4" w:rsidRPr="00F074B4">
          <w:rPr>
            <w:rStyle w:val="Hyperlink"/>
            <w:sz w:val="20"/>
            <w:szCs w:val="20"/>
          </w:rPr>
          <w:t>3.1.5.11</w:t>
        </w:r>
        <w:r w:rsidR="00F074B4" w:rsidRPr="005F4E5A">
          <w:rPr>
            <w:bCs w:val="0"/>
            <w:snapToGrid/>
            <w:sz w:val="20"/>
            <w:szCs w:val="20"/>
          </w:rPr>
          <w:tab/>
        </w:r>
        <w:r w:rsidR="00F074B4" w:rsidRPr="00F074B4">
          <w:rPr>
            <w:rStyle w:val="Hyperlink"/>
            <w:sz w:val="20"/>
            <w:szCs w:val="20"/>
          </w:rPr>
          <w:t>Evaluation of Transmission Facilities Planned Outage or Maintenance Outage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_Toc510513246 \h </w:instrText>
        </w:r>
        <w:r w:rsidR="00F074B4" w:rsidRPr="00F074B4">
          <w:rPr>
            <w:webHidden/>
            <w:sz w:val="20"/>
            <w:szCs w:val="20"/>
          </w:rPr>
        </w:r>
        <w:r w:rsidR="00F074B4" w:rsidRPr="00F074B4">
          <w:rPr>
            <w:webHidden/>
            <w:sz w:val="20"/>
            <w:szCs w:val="20"/>
          </w:rPr>
          <w:fldChar w:fldCharType="separate"/>
        </w:r>
        <w:r>
          <w:rPr>
            <w:webHidden/>
            <w:sz w:val="20"/>
            <w:szCs w:val="20"/>
          </w:rPr>
          <w:t>3-10</w:t>
        </w:r>
        <w:r w:rsidR="00F074B4" w:rsidRPr="00F074B4">
          <w:rPr>
            <w:webHidden/>
            <w:sz w:val="20"/>
            <w:szCs w:val="20"/>
          </w:rPr>
          <w:fldChar w:fldCharType="end"/>
        </w:r>
      </w:hyperlink>
    </w:p>
    <w:p w14:paraId="4E8EA74A" w14:textId="77777777" w:rsidR="00F074B4" w:rsidRPr="005F4E5A" w:rsidRDefault="00B43EAD">
      <w:pPr>
        <w:pStyle w:val="TOC4"/>
        <w:rPr>
          <w:bCs w:val="0"/>
          <w:snapToGrid/>
          <w:sz w:val="20"/>
          <w:szCs w:val="20"/>
        </w:rPr>
      </w:pPr>
      <w:hyperlink w:anchor="_Toc510513247" w:history="1">
        <w:r w:rsidR="00F074B4" w:rsidRPr="00F074B4">
          <w:rPr>
            <w:rStyle w:val="Hyperlink"/>
            <w:sz w:val="20"/>
            <w:szCs w:val="20"/>
          </w:rPr>
          <w:t>3.1.5.12</w:t>
        </w:r>
        <w:r w:rsidR="00F074B4" w:rsidRPr="005F4E5A">
          <w:rPr>
            <w:bCs w:val="0"/>
            <w:snapToGrid/>
            <w:sz w:val="20"/>
            <w:szCs w:val="20"/>
          </w:rPr>
          <w:tab/>
        </w:r>
        <w:r w:rsidR="00F074B4" w:rsidRPr="00F074B4">
          <w:rPr>
            <w:rStyle w:val="Hyperlink"/>
            <w:sz w:val="20"/>
            <w:szCs w:val="20"/>
          </w:rPr>
          <w:t>Submittal Timeline for Transmission Facility Outage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_Toc510513247 \h </w:instrText>
        </w:r>
        <w:r w:rsidR="00F074B4" w:rsidRPr="00F074B4">
          <w:rPr>
            <w:webHidden/>
            <w:sz w:val="20"/>
            <w:szCs w:val="20"/>
          </w:rPr>
        </w:r>
        <w:r w:rsidR="00F074B4" w:rsidRPr="00F074B4">
          <w:rPr>
            <w:webHidden/>
            <w:sz w:val="20"/>
            <w:szCs w:val="20"/>
          </w:rPr>
          <w:fldChar w:fldCharType="separate"/>
        </w:r>
        <w:r>
          <w:rPr>
            <w:webHidden/>
            <w:sz w:val="20"/>
            <w:szCs w:val="20"/>
          </w:rPr>
          <w:t>3-11</w:t>
        </w:r>
        <w:r w:rsidR="00F074B4" w:rsidRPr="00F074B4">
          <w:rPr>
            <w:webHidden/>
            <w:sz w:val="20"/>
            <w:szCs w:val="20"/>
          </w:rPr>
          <w:fldChar w:fldCharType="end"/>
        </w:r>
      </w:hyperlink>
    </w:p>
    <w:p w14:paraId="51B4A4A3" w14:textId="77777777" w:rsidR="00F074B4" w:rsidRPr="005F4E5A" w:rsidRDefault="00B43EAD">
      <w:pPr>
        <w:pStyle w:val="TOC4"/>
        <w:rPr>
          <w:bCs w:val="0"/>
          <w:snapToGrid/>
          <w:sz w:val="20"/>
          <w:szCs w:val="20"/>
        </w:rPr>
      </w:pPr>
      <w:hyperlink w:anchor="_Toc510513248" w:history="1">
        <w:r w:rsidR="00F074B4" w:rsidRPr="00F074B4">
          <w:rPr>
            <w:rStyle w:val="Hyperlink"/>
            <w:sz w:val="20"/>
            <w:szCs w:val="20"/>
          </w:rPr>
          <w:t>3.1.5.13</w:t>
        </w:r>
        <w:r w:rsidR="00F074B4" w:rsidRPr="005F4E5A">
          <w:rPr>
            <w:bCs w:val="0"/>
            <w:snapToGrid/>
            <w:sz w:val="20"/>
            <w:szCs w:val="20"/>
          </w:rPr>
          <w:tab/>
        </w:r>
        <w:r w:rsidR="00F074B4" w:rsidRPr="00F074B4">
          <w:rPr>
            <w:rStyle w:val="Hyperlink"/>
            <w:sz w:val="20"/>
            <w:szCs w:val="20"/>
          </w:rPr>
          <w:t>Transmission Report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_Toc510513248 \h </w:instrText>
        </w:r>
        <w:r w:rsidR="00F074B4" w:rsidRPr="00F074B4">
          <w:rPr>
            <w:webHidden/>
            <w:sz w:val="20"/>
            <w:szCs w:val="20"/>
          </w:rPr>
        </w:r>
        <w:r w:rsidR="00F074B4" w:rsidRPr="00F074B4">
          <w:rPr>
            <w:webHidden/>
            <w:sz w:val="20"/>
            <w:szCs w:val="20"/>
          </w:rPr>
          <w:fldChar w:fldCharType="separate"/>
        </w:r>
        <w:r>
          <w:rPr>
            <w:webHidden/>
            <w:sz w:val="20"/>
            <w:szCs w:val="20"/>
          </w:rPr>
          <w:t>3-12</w:t>
        </w:r>
        <w:r w:rsidR="00F074B4" w:rsidRPr="00F074B4">
          <w:rPr>
            <w:webHidden/>
            <w:sz w:val="20"/>
            <w:szCs w:val="20"/>
          </w:rPr>
          <w:fldChar w:fldCharType="end"/>
        </w:r>
      </w:hyperlink>
    </w:p>
    <w:p w14:paraId="1A1CEA7E" w14:textId="77777777" w:rsidR="00F074B4" w:rsidRPr="005F4E5A" w:rsidRDefault="00B43EAD">
      <w:pPr>
        <w:pStyle w:val="TOC3"/>
        <w:rPr>
          <w:bCs w:val="0"/>
          <w:i w:val="0"/>
          <w:iCs w:val="0"/>
        </w:rPr>
      </w:pPr>
      <w:hyperlink w:anchor="_Toc510513249" w:history="1">
        <w:r w:rsidR="00F074B4" w:rsidRPr="00F074B4">
          <w:rPr>
            <w:rStyle w:val="Hyperlink"/>
            <w:i w:val="0"/>
          </w:rPr>
          <w:t>3.1.6</w:t>
        </w:r>
        <w:r w:rsidR="00F074B4" w:rsidRPr="005F4E5A">
          <w:rPr>
            <w:bCs w:val="0"/>
            <w:i w:val="0"/>
            <w:iCs w:val="0"/>
          </w:rPr>
          <w:tab/>
        </w:r>
        <w:r w:rsidR="00F074B4" w:rsidRPr="00F074B4">
          <w:rPr>
            <w:rStyle w:val="Hyperlink"/>
            <w:i w:val="0"/>
          </w:rPr>
          <w:t>Outages of Resources Other than Reliability Resources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_Toc510513249 \h </w:instrText>
        </w:r>
        <w:r w:rsidR="00F074B4" w:rsidRPr="00F074B4">
          <w:rPr>
            <w:i w:val="0"/>
            <w:webHidden/>
          </w:rPr>
        </w:r>
        <w:r w:rsidR="00F074B4" w:rsidRPr="00F074B4">
          <w:rPr>
            <w:i w:val="0"/>
            <w:webHidden/>
          </w:rPr>
          <w:fldChar w:fldCharType="separate"/>
        </w:r>
        <w:r>
          <w:rPr>
            <w:i w:val="0"/>
            <w:webHidden/>
          </w:rPr>
          <w:t>3-12</w:t>
        </w:r>
        <w:r w:rsidR="00F074B4" w:rsidRPr="00F074B4">
          <w:rPr>
            <w:i w:val="0"/>
            <w:webHidden/>
          </w:rPr>
          <w:fldChar w:fldCharType="end"/>
        </w:r>
      </w:hyperlink>
    </w:p>
    <w:p w14:paraId="625C9F1D" w14:textId="77777777" w:rsidR="00F074B4" w:rsidRPr="005F4E5A" w:rsidRDefault="00B43EAD">
      <w:pPr>
        <w:pStyle w:val="TOC4"/>
        <w:rPr>
          <w:bCs w:val="0"/>
          <w:snapToGrid/>
          <w:sz w:val="20"/>
          <w:szCs w:val="20"/>
        </w:rPr>
      </w:pPr>
      <w:hyperlink w:anchor="_Toc510513250" w:history="1">
        <w:r w:rsidR="00F074B4" w:rsidRPr="00F074B4">
          <w:rPr>
            <w:rStyle w:val="Hyperlink"/>
            <w:sz w:val="20"/>
            <w:szCs w:val="20"/>
          </w:rPr>
          <w:t>3.1.6.1</w:t>
        </w:r>
        <w:r w:rsidR="00F074B4" w:rsidRPr="005F4E5A">
          <w:rPr>
            <w:bCs w:val="0"/>
            <w:snapToGrid/>
            <w:sz w:val="20"/>
            <w:szCs w:val="20"/>
          </w:rPr>
          <w:tab/>
        </w:r>
        <w:r w:rsidR="00F074B4" w:rsidRPr="00F074B4">
          <w:rPr>
            <w:rStyle w:val="Hyperlink"/>
            <w:sz w:val="20"/>
            <w:szCs w:val="20"/>
          </w:rPr>
          <w:t>Receipt of Resource Requests by ERCOT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_Toc510513250 \h </w:instrText>
        </w:r>
        <w:r w:rsidR="00F074B4" w:rsidRPr="00F074B4">
          <w:rPr>
            <w:webHidden/>
            <w:sz w:val="20"/>
            <w:szCs w:val="20"/>
          </w:rPr>
        </w:r>
        <w:r w:rsidR="00F074B4" w:rsidRPr="00F074B4">
          <w:rPr>
            <w:webHidden/>
            <w:sz w:val="20"/>
            <w:szCs w:val="20"/>
          </w:rPr>
          <w:fldChar w:fldCharType="separate"/>
        </w:r>
        <w:r>
          <w:rPr>
            <w:webHidden/>
            <w:sz w:val="20"/>
            <w:szCs w:val="20"/>
          </w:rPr>
          <w:t>3-13</w:t>
        </w:r>
        <w:r w:rsidR="00F074B4" w:rsidRPr="00F074B4">
          <w:rPr>
            <w:webHidden/>
            <w:sz w:val="20"/>
            <w:szCs w:val="20"/>
          </w:rPr>
          <w:fldChar w:fldCharType="end"/>
        </w:r>
      </w:hyperlink>
    </w:p>
    <w:p w14:paraId="16511658" w14:textId="77777777" w:rsidR="00F074B4" w:rsidRPr="005F4E5A" w:rsidRDefault="00B43EAD">
      <w:pPr>
        <w:pStyle w:val="TOC4"/>
        <w:rPr>
          <w:bCs w:val="0"/>
          <w:snapToGrid/>
          <w:sz w:val="20"/>
          <w:szCs w:val="20"/>
        </w:rPr>
      </w:pPr>
      <w:hyperlink w:anchor="_Toc510513251" w:history="1">
        <w:r w:rsidR="00F074B4" w:rsidRPr="00F074B4">
          <w:rPr>
            <w:rStyle w:val="Hyperlink"/>
            <w:sz w:val="20"/>
            <w:szCs w:val="20"/>
          </w:rPr>
          <w:t>3.1.6.2</w:t>
        </w:r>
        <w:r w:rsidR="00F074B4" w:rsidRPr="005F4E5A">
          <w:rPr>
            <w:bCs w:val="0"/>
            <w:snapToGrid/>
            <w:sz w:val="20"/>
            <w:szCs w:val="20"/>
          </w:rPr>
          <w:tab/>
        </w:r>
        <w:r w:rsidR="00F074B4" w:rsidRPr="00F074B4">
          <w:rPr>
            <w:rStyle w:val="Hyperlink"/>
            <w:sz w:val="20"/>
            <w:szCs w:val="20"/>
          </w:rPr>
          <w:t>Resources Outage Plan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_Toc510513251 \h </w:instrText>
        </w:r>
        <w:r w:rsidR="00F074B4" w:rsidRPr="00F074B4">
          <w:rPr>
            <w:webHidden/>
            <w:sz w:val="20"/>
            <w:szCs w:val="20"/>
          </w:rPr>
        </w:r>
        <w:r w:rsidR="00F074B4" w:rsidRPr="00F074B4">
          <w:rPr>
            <w:webHidden/>
            <w:sz w:val="20"/>
            <w:szCs w:val="20"/>
          </w:rPr>
          <w:fldChar w:fldCharType="separate"/>
        </w:r>
        <w:r>
          <w:rPr>
            <w:webHidden/>
            <w:sz w:val="20"/>
            <w:szCs w:val="20"/>
          </w:rPr>
          <w:t>3-13</w:t>
        </w:r>
        <w:r w:rsidR="00F074B4" w:rsidRPr="00F074B4">
          <w:rPr>
            <w:webHidden/>
            <w:sz w:val="20"/>
            <w:szCs w:val="20"/>
          </w:rPr>
          <w:fldChar w:fldCharType="end"/>
        </w:r>
      </w:hyperlink>
    </w:p>
    <w:p w14:paraId="3FD2FCA5" w14:textId="77777777" w:rsidR="00F074B4" w:rsidRPr="005F4E5A" w:rsidRDefault="00B43EAD">
      <w:pPr>
        <w:pStyle w:val="TOC4"/>
        <w:rPr>
          <w:bCs w:val="0"/>
          <w:snapToGrid/>
          <w:sz w:val="20"/>
          <w:szCs w:val="20"/>
        </w:rPr>
      </w:pPr>
      <w:hyperlink w:anchor="_Toc510513252" w:history="1">
        <w:r w:rsidR="00F074B4" w:rsidRPr="00F074B4">
          <w:rPr>
            <w:rStyle w:val="Hyperlink"/>
            <w:sz w:val="20"/>
            <w:szCs w:val="20"/>
          </w:rPr>
          <w:t>3.1.6.3</w:t>
        </w:r>
        <w:r w:rsidR="00F074B4" w:rsidRPr="005F4E5A">
          <w:rPr>
            <w:bCs w:val="0"/>
            <w:snapToGrid/>
            <w:sz w:val="20"/>
            <w:szCs w:val="20"/>
          </w:rPr>
          <w:tab/>
        </w:r>
        <w:r w:rsidR="00F074B4" w:rsidRPr="00F074B4">
          <w:rPr>
            <w:rStyle w:val="Hyperlink"/>
            <w:sz w:val="20"/>
            <w:szCs w:val="20"/>
          </w:rPr>
          <w:t>Additional Information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_Toc510513252 \h </w:instrText>
        </w:r>
        <w:r w:rsidR="00F074B4" w:rsidRPr="00F074B4">
          <w:rPr>
            <w:webHidden/>
            <w:sz w:val="20"/>
            <w:szCs w:val="20"/>
          </w:rPr>
        </w:r>
        <w:r w:rsidR="00F074B4" w:rsidRPr="00F074B4">
          <w:rPr>
            <w:webHidden/>
            <w:sz w:val="20"/>
            <w:szCs w:val="20"/>
          </w:rPr>
          <w:fldChar w:fldCharType="separate"/>
        </w:r>
        <w:r>
          <w:rPr>
            <w:webHidden/>
            <w:sz w:val="20"/>
            <w:szCs w:val="20"/>
          </w:rPr>
          <w:t>3-14</w:t>
        </w:r>
        <w:r w:rsidR="00F074B4" w:rsidRPr="00F074B4">
          <w:rPr>
            <w:webHidden/>
            <w:sz w:val="20"/>
            <w:szCs w:val="20"/>
          </w:rPr>
          <w:fldChar w:fldCharType="end"/>
        </w:r>
      </w:hyperlink>
    </w:p>
    <w:p w14:paraId="1C331525" w14:textId="77777777" w:rsidR="00F074B4" w:rsidRPr="005F4E5A" w:rsidRDefault="00B43EAD">
      <w:pPr>
        <w:pStyle w:val="TOC4"/>
        <w:rPr>
          <w:bCs w:val="0"/>
          <w:snapToGrid/>
          <w:sz w:val="20"/>
          <w:szCs w:val="20"/>
        </w:rPr>
      </w:pPr>
      <w:hyperlink w:anchor="_Toc510513253" w:history="1">
        <w:r w:rsidR="00F074B4" w:rsidRPr="00F074B4">
          <w:rPr>
            <w:rStyle w:val="Hyperlink"/>
            <w:sz w:val="20"/>
            <w:szCs w:val="20"/>
          </w:rPr>
          <w:t>3.1.6.4</w:t>
        </w:r>
        <w:r w:rsidR="00F074B4" w:rsidRPr="005F4E5A">
          <w:rPr>
            <w:bCs w:val="0"/>
            <w:snapToGrid/>
            <w:sz w:val="20"/>
            <w:szCs w:val="20"/>
          </w:rPr>
          <w:tab/>
        </w:r>
        <w:r w:rsidR="00F074B4" w:rsidRPr="00F074B4">
          <w:rPr>
            <w:rStyle w:val="Hyperlink"/>
            <w:sz w:val="20"/>
            <w:szCs w:val="20"/>
          </w:rPr>
          <w:t>Approval of Changes to a Resource Outage Plan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_Toc510513253 \h </w:instrText>
        </w:r>
        <w:r w:rsidR="00F074B4" w:rsidRPr="00F074B4">
          <w:rPr>
            <w:webHidden/>
            <w:sz w:val="20"/>
            <w:szCs w:val="20"/>
          </w:rPr>
        </w:r>
        <w:r w:rsidR="00F074B4" w:rsidRPr="00F074B4">
          <w:rPr>
            <w:webHidden/>
            <w:sz w:val="20"/>
            <w:szCs w:val="20"/>
          </w:rPr>
          <w:fldChar w:fldCharType="separate"/>
        </w:r>
        <w:r>
          <w:rPr>
            <w:webHidden/>
            <w:sz w:val="20"/>
            <w:szCs w:val="20"/>
          </w:rPr>
          <w:t>3-14</w:t>
        </w:r>
        <w:r w:rsidR="00F074B4" w:rsidRPr="00F074B4">
          <w:rPr>
            <w:webHidden/>
            <w:sz w:val="20"/>
            <w:szCs w:val="20"/>
          </w:rPr>
          <w:fldChar w:fldCharType="end"/>
        </w:r>
      </w:hyperlink>
    </w:p>
    <w:p w14:paraId="6EBEDFB1" w14:textId="77777777" w:rsidR="00F074B4" w:rsidRPr="005F4E5A" w:rsidRDefault="00B43EAD">
      <w:pPr>
        <w:pStyle w:val="TOC4"/>
        <w:rPr>
          <w:bCs w:val="0"/>
          <w:snapToGrid/>
          <w:sz w:val="20"/>
          <w:szCs w:val="20"/>
        </w:rPr>
      </w:pPr>
      <w:hyperlink w:anchor="_Toc510513254" w:history="1">
        <w:r w:rsidR="00F074B4" w:rsidRPr="00F074B4">
          <w:rPr>
            <w:rStyle w:val="Hyperlink"/>
            <w:sz w:val="20"/>
            <w:szCs w:val="20"/>
          </w:rPr>
          <w:t>3.1.6.5</w:t>
        </w:r>
        <w:r w:rsidR="00F074B4" w:rsidRPr="005F4E5A">
          <w:rPr>
            <w:bCs w:val="0"/>
            <w:snapToGrid/>
            <w:sz w:val="20"/>
            <w:szCs w:val="20"/>
          </w:rPr>
          <w:tab/>
        </w:r>
        <w:r w:rsidR="00F074B4" w:rsidRPr="00F074B4">
          <w:rPr>
            <w:rStyle w:val="Hyperlink"/>
            <w:sz w:val="20"/>
            <w:szCs w:val="20"/>
          </w:rPr>
          <w:t>Evaluation of Proposed Resource Outage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_Toc510513254 \h </w:instrText>
        </w:r>
        <w:r w:rsidR="00F074B4" w:rsidRPr="00F074B4">
          <w:rPr>
            <w:webHidden/>
            <w:sz w:val="20"/>
            <w:szCs w:val="20"/>
          </w:rPr>
        </w:r>
        <w:r w:rsidR="00F074B4" w:rsidRPr="00F074B4">
          <w:rPr>
            <w:webHidden/>
            <w:sz w:val="20"/>
            <w:szCs w:val="20"/>
          </w:rPr>
          <w:fldChar w:fldCharType="separate"/>
        </w:r>
        <w:r>
          <w:rPr>
            <w:webHidden/>
            <w:sz w:val="20"/>
            <w:szCs w:val="20"/>
          </w:rPr>
          <w:t>3-14</w:t>
        </w:r>
        <w:r w:rsidR="00F074B4" w:rsidRPr="00F074B4">
          <w:rPr>
            <w:webHidden/>
            <w:sz w:val="20"/>
            <w:szCs w:val="20"/>
          </w:rPr>
          <w:fldChar w:fldCharType="end"/>
        </w:r>
      </w:hyperlink>
    </w:p>
    <w:p w14:paraId="2B986C6F" w14:textId="77777777" w:rsidR="00F074B4" w:rsidRPr="005F4E5A" w:rsidRDefault="00B43EAD">
      <w:pPr>
        <w:pStyle w:val="TOC4"/>
        <w:rPr>
          <w:bCs w:val="0"/>
          <w:snapToGrid/>
          <w:sz w:val="20"/>
          <w:szCs w:val="20"/>
        </w:rPr>
      </w:pPr>
      <w:hyperlink w:anchor="_Toc510513255" w:history="1">
        <w:r w:rsidR="00F074B4" w:rsidRPr="00F074B4">
          <w:rPr>
            <w:rStyle w:val="Hyperlink"/>
            <w:sz w:val="20"/>
            <w:szCs w:val="20"/>
          </w:rPr>
          <w:t>3.1.6.6</w:t>
        </w:r>
        <w:r w:rsidR="00F074B4" w:rsidRPr="005F4E5A">
          <w:rPr>
            <w:bCs w:val="0"/>
            <w:snapToGrid/>
            <w:sz w:val="20"/>
            <w:szCs w:val="20"/>
          </w:rPr>
          <w:tab/>
        </w:r>
        <w:r w:rsidR="00F074B4" w:rsidRPr="00F074B4">
          <w:rPr>
            <w:rStyle w:val="Hyperlink"/>
            <w:sz w:val="20"/>
            <w:szCs w:val="20"/>
          </w:rPr>
          <w:t>Timelines for Response by ERCOT for Resource Outages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_Toc510513255 \h </w:instrText>
        </w:r>
        <w:r w:rsidR="00F074B4" w:rsidRPr="00F074B4">
          <w:rPr>
            <w:webHidden/>
            <w:sz w:val="20"/>
            <w:szCs w:val="20"/>
          </w:rPr>
        </w:r>
        <w:r w:rsidR="00F074B4" w:rsidRPr="00F074B4">
          <w:rPr>
            <w:webHidden/>
            <w:sz w:val="20"/>
            <w:szCs w:val="20"/>
          </w:rPr>
          <w:fldChar w:fldCharType="separate"/>
        </w:r>
        <w:r>
          <w:rPr>
            <w:webHidden/>
            <w:sz w:val="20"/>
            <w:szCs w:val="20"/>
          </w:rPr>
          <w:t>3-15</w:t>
        </w:r>
        <w:r w:rsidR="00F074B4" w:rsidRPr="00F074B4">
          <w:rPr>
            <w:webHidden/>
            <w:sz w:val="20"/>
            <w:szCs w:val="20"/>
          </w:rPr>
          <w:fldChar w:fldCharType="end"/>
        </w:r>
      </w:hyperlink>
    </w:p>
    <w:p w14:paraId="11849DCB" w14:textId="77777777" w:rsidR="00F074B4" w:rsidRPr="005F4E5A" w:rsidRDefault="00B43EAD">
      <w:pPr>
        <w:pStyle w:val="TOC4"/>
        <w:rPr>
          <w:bCs w:val="0"/>
          <w:snapToGrid/>
          <w:sz w:val="20"/>
          <w:szCs w:val="20"/>
        </w:rPr>
      </w:pPr>
      <w:hyperlink w:anchor="_Toc510513256" w:history="1">
        <w:r w:rsidR="00F074B4" w:rsidRPr="00F074B4">
          <w:rPr>
            <w:rStyle w:val="Hyperlink"/>
            <w:sz w:val="20"/>
            <w:szCs w:val="20"/>
          </w:rPr>
          <w:t>3.1.6.7</w:t>
        </w:r>
        <w:r w:rsidR="00F074B4" w:rsidRPr="005F4E5A">
          <w:rPr>
            <w:bCs w:val="0"/>
            <w:snapToGrid/>
            <w:sz w:val="20"/>
            <w:szCs w:val="20"/>
          </w:rPr>
          <w:tab/>
        </w:r>
        <w:r w:rsidR="00F074B4" w:rsidRPr="00F074B4">
          <w:rPr>
            <w:rStyle w:val="Hyperlink"/>
            <w:sz w:val="20"/>
            <w:szCs w:val="20"/>
          </w:rPr>
          <w:t>Delay</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_Toc510513256 \h </w:instrText>
        </w:r>
        <w:r w:rsidR="00F074B4" w:rsidRPr="00F074B4">
          <w:rPr>
            <w:webHidden/>
            <w:sz w:val="20"/>
            <w:szCs w:val="20"/>
          </w:rPr>
        </w:r>
        <w:r w:rsidR="00F074B4" w:rsidRPr="00F074B4">
          <w:rPr>
            <w:webHidden/>
            <w:sz w:val="20"/>
            <w:szCs w:val="20"/>
          </w:rPr>
          <w:fldChar w:fldCharType="separate"/>
        </w:r>
        <w:r>
          <w:rPr>
            <w:webHidden/>
            <w:sz w:val="20"/>
            <w:szCs w:val="20"/>
          </w:rPr>
          <w:t>3-15</w:t>
        </w:r>
        <w:r w:rsidR="00F074B4" w:rsidRPr="00F074B4">
          <w:rPr>
            <w:webHidden/>
            <w:sz w:val="20"/>
            <w:szCs w:val="20"/>
          </w:rPr>
          <w:fldChar w:fldCharType="end"/>
        </w:r>
      </w:hyperlink>
    </w:p>
    <w:p w14:paraId="27A62274" w14:textId="77777777" w:rsidR="00F074B4" w:rsidRPr="005F4E5A" w:rsidRDefault="00B43EAD">
      <w:pPr>
        <w:pStyle w:val="TOC4"/>
        <w:rPr>
          <w:bCs w:val="0"/>
          <w:snapToGrid/>
          <w:sz w:val="20"/>
          <w:szCs w:val="20"/>
        </w:rPr>
      </w:pPr>
      <w:hyperlink w:anchor="_Toc510513257" w:history="1">
        <w:r w:rsidR="00F074B4" w:rsidRPr="00F074B4">
          <w:rPr>
            <w:rStyle w:val="Hyperlink"/>
            <w:sz w:val="20"/>
            <w:szCs w:val="20"/>
          </w:rPr>
          <w:t>3.1.6.8</w:t>
        </w:r>
        <w:r w:rsidR="00F074B4" w:rsidRPr="005F4E5A">
          <w:rPr>
            <w:bCs w:val="0"/>
            <w:snapToGrid/>
            <w:sz w:val="20"/>
            <w:szCs w:val="20"/>
          </w:rPr>
          <w:tab/>
        </w:r>
        <w:r w:rsidR="00F074B4" w:rsidRPr="00F074B4">
          <w:rPr>
            <w:rStyle w:val="Hyperlink"/>
            <w:sz w:val="20"/>
            <w:szCs w:val="20"/>
          </w:rPr>
          <w:t>Resource Outage Rejection Notice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_Toc510513257 \h </w:instrText>
        </w:r>
        <w:r w:rsidR="00F074B4" w:rsidRPr="00F074B4">
          <w:rPr>
            <w:webHidden/>
            <w:sz w:val="20"/>
            <w:szCs w:val="20"/>
          </w:rPr>
        </w:r>
        <w:r w:rsidR="00F074B4" w:rsidRPr="00F074B4">
          <w:rPr>
            <w:webHidden/>
            <w:sz w:val="20"/>
            <w:szCs w:val="20"/>
          </w:rPr>
          <w:fldChar w:fldCharType="separate"/>
        </w:r>
        <w:r>
          <w:rPr>
            <w:webHidden/>
            <w:sz w:val="20"/>
            <w:szCs w:val="20"/>
          </w:rPr>
          <w:t>3-16</w:t>
        </w:r>
        <w:r w:rsidR="00F074B4" w:rsidRPr="00F074B4">
          <w:rPr>
            <w:webHidden/>
            <w:sz w:val="20"/>
            <w:szCs w:val="20"/>
          </w:rPr>
          <w:fldChar w:fldCharType="end"/>
        </w:r>
      </w:hyperlink>
    </w:p>
    <w:p w14:paraId="2B848E57" w14:textId="77777777" w:rsidR="00F074B4" w:rsidRPr="005F4E5A" w:rsidRDefault="00B43EAD">
      <w:pPr>
        <w:pStyle w:val="TOC4"/>
        <w:rPr>
          <w:bCs w:val="0"/>
          <w:snapToGrid/>
          <w:sz w:val="20"/>
          <w:szCs w:val="20"/>
        </w:rPr>
      </w:pPr>
      <w:hyperlink w:anchor="_Toc510513258" w:history="1">
        <w:r w:rsidR="00F074B4" w:rsidRPr="00F074B4">
          <w:rPr>
            <w:rStyle w:val="Hyperlink"/>
            <w:sz w:val="20"/>
            <w:szCs w:val="20"/>
          </w:rPr>
          <w:t>3.1.6.9</w:t>
        </w:r>
        <w:r w:rsidR="00F074B4" w:rsidRPr="005F4E5A">
          <w:rPr>
            <w:bCs w:val="0"/>
            <w:snapToGrid/>
            <w:sz w:val="20"/>
            <w:szCs w:val="20"/>
          </w:rPr>
          <w:tab/>
        </w:r>
        <w:r w:rsidR="00F074B4" w:rsidRPr="00F074B4">
          <w:rPr>
            <w:rStyle w:val="Hyperlink"/>
            <w:sz w:val="20"/>
            <w:szCs w:val="20"/>
          </w:rPr>
          <w:t>Withdrawal of Approval or Acceptance and Rescheduling of Approved or Accepted Planned Outages of Resource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_Toc510513258 \h </w:instrText>
        </w:r>
        <w:r w:rsidR="00F074B4" w:rsidRPr="00F074B4">
          <w:rPr>
            <w:webHidden/>
            <w:sz w:val="20"/>
            <w:szCs w:val="20"/>
          </w:rPr>
        </w:r>
        <w:r w:rsidR="00F074B4" w:rsidRPr="00F074B4">
          <w:rPr>
            <w:webHidden/>
            <w:sz w:val="20"/>
            <w:szCs w:val="20"/>
          </w:rPr>
          <w:fldChar w:fldCharType="separate"/>
        </w:r>
        <w:r>
          <w:rPr>
            <w:webHidden/>
            <w:sz w:val="20"/>
            <w:szCs w:val="20"/>
          </w:rPr>
          <w:t>3-16</w:t>
        </w:r>
        <w:r w:rsidR="00F074B4" w:rsidRPr="00F074B4">
          <w:rPr>
            <w:webHidden/>
            <w:sz w:val="20"/>
            <w:szCs w:val="20"/>
          </w:rPr>
          <w:fldChar w:fldCharType="end"/>
        </w:r>
      </w:hyperlink>
    </w:p>
    <w:p w14:paraId="17555D0D" w14:textId="77777777" w:rsidR="00F074B4" w:rsidRPr="005F4E5A" w:rsidRDefault="00B43EAD">
      <w:pPr>
        <w:pStyle w:val="TOC4"/>
        <w:rPr>
          <w:bCs w:val="0"/>
          <w:snapToGrid/>
          <w:sz w:val="20"/>
          <w:szCs w:val="20"/>
        </w:rPr>
      </w:pPr>
      <w:hyperlink w:anchor="_Toc510513259" w:history="1">
        <w:r w:rsidR="00F074B4" w:rsidRPr="00F074B4">
          <w:rPr>
            <w:rStyle w:val="Hyperlink"/>
            <w:sz w:val="20"/>
            <w:szCs w:val="20"/>
          </w:rPr>
          <w:t>3.1.6.10</w:t>
        </w:r>
        <w:r w:rsidR="00F074B4" w:rsidRPr="005F4E5A">
          <w:rPr>
            <w:bCs w:val="0"/>
            <w:snapToGrid/>
            <w:sz w:val="20"/>
            <w:szCs w:val="20"/>
          </w:rPr>
          <w:tab/>
        </w:r>
        <w:r w:rsidR="00F074B4" w:rsidRPr="00F074B4">
          <w:rPr>
            <w:rStyle w:val="Hyperlink"/>
            <w:sz w:val="20"/>
            <w:szCs w:val="20"/>
          </w:rPr>
          <w:t>Opportunity Outage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_Toc510513259 \h </w:instrText>
        </w:r>
        <w:r w:rsidR="00F074B4" w:rsidRPr="00F074B4">
          <w:rPr>
            <w:webHidden/>
            <w:sz w:val="20"/>
            <w:szCs w:val="20"/>
          </w:rPr>
        </w:r>
        <w:r w:rsidR="00F074B4" w:rsidRPr="00F074B4">
          <w:rPr>
            <w:webHidden/>
            <w:sz w:val="20"/>
            <w:szCs w:val="20"/>
          </w:rPr>
          <w:fldChar w:fldCharType="separate"/>
        </w:r>
        <w:r>
          <w:rPr>
            <w:webHidden/>
            <w:sz w:val="20"/>
            <w:szCs w:val="20"/>
          </w:rPr>
          <w:t>3-17</w:t>
        </w:r>
        <w:r w:rsidR="00F074B4" w:rsidRPr="00F074B4">
          <w:rPr>
            <w:webHidden/>
            <w:sz w:val="20"/>
            <w:szCs w:val="20"/>
          </w:rPr>
          <w:fldChar w:fldCharType="end"/>
        </w:r>
      </w:hyperlink>
    </w:p>
    <w:p w14:paraId="40DF6D1A" w14:textId="77777777" w:rsidR="00F074B4" w:rsidRPr="005F4E5A" w:rsidRDefault="00B43EAD">
      <w:pPr>
        <w:pStyle w:val="TOC4"/>
        <w:rPr>
          <w:bCs w:val="0"/>
          <w:snapToGrid/>
          <w:sz w:val="20"/>
          <w:szCs w:val="20"/>
        </w:rPr>
      </w:pPr>
      <w:hyperlink w:anchor="_Toc510513260" w:history="1">
        <w:r w:rsidR="00F074B4" w:rsidRPr="00F074B4">
          <w:rPr>
            <w:rStyle w:val="Hyperlink"/>
            <w:sz w:val="20"/>
            <w:szCs w:val="20"/>
          </w:rPr>
          <w:t>3.1.6.11</w:t>
        </w:r>
        <w:r w:rsidR="00F074B4" w:rsidRPr="005F4E5A">
          <w:rPr>
            <w:bCs w:val="0"/>
            <w:snapToGrid/>
            <w:sz w:val="20"/>
            <w:szCs w:val="20"/>
          </w:rPr>
          <w:tab/>
        </w:r>
        <w:r w:rsidR="00F074B4" w:rsidRPr="00F074B4">
          <w:rPr>
            <w:rStyle w:val="Hyperlink"/>
            <w:sz w:val="20"/>
            <w:szCs w:val="20"/>
          </w:rPr>
          <w:t>Outage Returning Early</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_Toc510513260 \h </w:instrText>
        </w:r>
        <w:r w:rsidR="00F074B4" w:rsidRPr="00F074B4">
          <w:rPr>
            <w:webHidden/>
            <w:sz w:val="20"/>
            <w:szCs w:val="20"/>
          </w:rPr>
        </w:r>
        <w:r w:rsidR="00F074B4" w:rsidRPr="00F074B4">
          <w:rPr>
            <w:webHidden/>
            <w:sz w:val="20"/>
            <w:szCs w:val="20"/>
          </w:rPr>
          <w:fldChar w:fldCharType="separate"/>
        </w:r>
        <w:r>
          <w:rPr>
            <w:webHidden/>
            <w:sz w:val="20"/>
            <w:szCs w:val="20"/>
          </w:rPr>
          <w:t>3-17</w:t>
        </w:r>
        <w:r w:rsidR="00F074B4" w:rsidRPr="00F074B4">
          <w:rPr>
            <w:webHidden/>
            <w:sz w:val="20"/>
            <w:szCs w:val="20"/>
          </w:rPr>
          <w:fldChar w:fldCharType="end"/>
        </w:r>
      </w:hyperlink>
    </w:p>
    <w:p w14:paraId="56694CD2" w14:textId="77777777" w:rsidR="00F074B4" w:rsidRPr="005F4E5A" w:rsidRDefault="00B43EAD">
      <w:pPr>
        <w:pStyle w:val="TOC4"/>
        <w:rPr>
          <w:bCs w:val="0"/>
          <w:snapToGrid/>
          <w:sz w:val="20"/>
          <w:szCs w:val="20"/>
        </w:rPr>
      </w:pPr>
      <w:hyperlink w:anchor="_Toc510513261" w:history="1">
        <w:r w:rsidR="00F074B4" w:rsidRPr="00F074B4">
          <w:rPr>
            <w:rStyle w:val="Hyperlink"/>
            <w:sz w:val="20"/>
            <w:szCs w:val="20"/>
          </w:rPr>
          <w:t>3.1.6.12</w:t>
        </w:r>
        <w:r w:rsidR="00F074B4" w:rsidRPr="005F4E5A">
          <w:rPr>
            <w:bCs w:val="0"/>
            <w:snapToGrid/>
            <w:sz w:val="20"/>
            <w:szCs w:val="20"/>
          </w:rPr>
          <w:tab/>
        </w:r>
        <w:r w:rsidR="00F074B4" w:rsidRPr="00F074B4">
          <w:rPr>
            <w:rStyle w:val="Hyperlink"/>
            <w:sz w:val="20"/>
            <w:szCs w:val="20"/>
          </w:rPr>
          <w:t>Resource Coming On-Line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_Toc510513261 \h </w:instrText>
        </w:r>
        <w:r w:rsidR="00F074B4" w:rsidRPr="00F074B4">
          <w:rPr>
            <w:webHidden/>
            <w:sz w:val="20"/>
            <w:szCs w:val="20"/>
          </w:rPr>
        </w:r>
        <w:r w:rsidR="00F074B4" w:rsidRPr="00F074B4">
          <w:rPr>
            <w:webHidden/>
            <w:sz w:val="20"/>
            <w:szCs w:val="20"/>
          </w:rPr>
          <w:fldChar w:fldCharType="separate"/>
        </w:r>
        <w:r>
          <w:rPr>
            <w:webHidden/>
            <w:sz w:val="20"/>
            <w:szCs w:val="20"/>
          </w:rPr>
          <w:t>3-18</w:t>
        </w:r>
        <w:r w:rsidR="00F074B4" w:rsidRPr="00F074B4">
          <w:rPr>
            <w:webHidden/>
            <w:sz w:val="20"/>
            <w:szCs w:val="20"/>
          </w:rPr>
          <w:fldChar w:fldCharType="end"/>
        </w:r>
      </w:hyperlink>
    </w:p>
    <w:p w14:paraId="20B4EDFB" w14:textId="77777777" w:rsidR="00F074B4" w:rsidRPr="005F4E5A" w:rsidRDefault="00B43EAD">
      <w:pPr>
        <w:pStyle w:val="TOC3"/>
        <w:rPr>
          <w:bCs w:val="0"/>
          <w:i w:val="0"/>
          <w:iCs w:val="0"/>
        </w:rPr>
      </w:pPr>
      <w:hyperlink w:anchor="_Toc510513262" w:history="1">
        <w:r w:rsidR="00F074B4" w:rsidRPr="00F074B4">
          <w:rPr>
            <w:rStyle w:val="Hyperlink"/>
            <w:i w:val="0"/>
          </w:rPr>
          <w:t>3.1.7</w:t>
        </w:r>
        <w:r w:rsidR="00F074B4" w:rsidRPr="005F4E5A">
          <w:rPr>
            <w:bCs w:val="0"/>
            <w:i w:val="0"/>
            <w:iCs w:val="0"/>
          </w:rPr>
          <w:tab/>
        </w:r>
        <w:r w:rsidR="00F074B4" w:rsidRPr="00F074B4">
          <w:rPr>
            <w:rStyle w:val="Hyperlink"/>
            <w:i w:val="0"/>
          </w:rPr>
          <w:t>Reliability Resource Outages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_Toc510513262 \h </w:instrText>
        </w:r>
        <w:r w:rsidR="00F074B4" w:rsidRPr="00F074B4">
          <w:rPr>
            <w:i w:val="0"/>
            <w:webHidden/>
          </w:rPr>
        </w:r>
        <w:r w:rsidR="00F074B4" w:rsidRPr="00F074B4">
          <w:rPr>
            <w:i w:val="0"/>
            <w:webHidden/>
          </w:rPr>
          <w:fldChar w:fldCharType="separate"/>
        </w:r>
        <w:r>
          <w:rPr>
            <w:i w:val="0"/>
            <w:webHidden/>
          </w:rPr>
          <w:t>3-18</w:t>
        </w:r>
        <w:r w:rsidR="00F074B4" w:rsidRPr="00F074B4">
          <w:rPr>
            <w:i w:val="0"/>
            <w:webHidden/>
          </w:rPr>
          <w:fldChar w:fldCharType="end"/>
        </w:r>
      </w:hyperlink>
    </w:p>
    <w:p w14:paraId="581A79EB" w14:textId="77777777" w:rsidR="00F074B4" w:rsidRPr="005F4E5A" w:rsidRDefault="00B43EAD">
      <w:pPr>
        <w:pStyle w:val="TOC4"/>
        <w:rPr>
          <w:bCs w:val="0"/>
          <w:snapToGrid/>
          <w:sz w:val="20"/>
          <w:szCs w:val="20"/>
        </w:rPr>
      </w:pPr>
      <w:hyperlink w:anchor="_Toc510513263" w:history="1">
        <w:r w:rsidR="00F074B4" w:rsidRPr="00F074B4">
          <w:rPr>
            <w:rStyle w:val="Hyperlink"/>
            <w:sz w:val="20"/>
            <w:szCs w:val="20"/>
          </w:rPr>
          <w:t>3.1.7.1</w:t>
        </w:r>
        <w:r w:rsidR="00F074B4" w:rsidRPr="005F4E5A">
          <w:rPr>
            <w:bCs w:val="0"/>
            <w:snapToGrid/>
            <w:sz w:val="20"/>
            <w:szCs w:val="20"/>
          </w:rPr>
          <w:tab/>
        </w:r>
        <w:r w:rsidR="00F074B4" w:rsidRPr="00F074B4">
          <w:rPr>
            <w:rStyle w:val="Hyperlink"/>
            <w:sz w:val="20"/>
            <w:szCs w:val="20"/>
          </w:rPr>
          <w:t>Timelines for Response by ERCOT on Reliability Resource Outages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_Toc510513263 \h </w:instrText>
        </w:r>
        <w:r w:rsidR="00F074B4" w:rsidRPr="00F074B4">
          <w:rPr>
            <w:webHidden/>
            <w:sz w:val="20"/>
            <w:szCs w:val="20"/>
          </w:rPr>
        </w:r>
        <w:r w:rsidR="00F074B4" w:rsidRPr="00F074B4">
          <w:rPr>
            <w:webHidden/>
            <w:sz w:val="20"/>
            <w:szCs w:val="20"/>
          </w:rPr>
          <w:fldChar w:fldCharType="separate"/>
        </w:r>
        <w:r>
          <w:rPr>
            <w:webHidden/>
            <w:sz w:val="20"/>
            <w:szCs w:val="20"/>
          </w:rPr>
          <w:t>3-18</w:t>
        </w:r>
        <w:r w:rsidR="00F074B4" w:rsidRPr="00F074B4">
          <w:rPr>
            <w:webHidden/>
            <w:sz w:val="20"/>
            <w:szCs w:val="20"/>
          </w:rPr>
          <w:fldChar w:fldCharType="end"/>
        </w:r>
      </w:hyperlink>
    </w:p>
    <w:p w14:paraId="0AC40E02" w14:textId="77777777" w:rsidR="00F074B4" w:rsidRPr="005F4E5A" w:rsidRDefault="00B43EAD">
      <w:pPr>
        <w:pStyle w:val="TOC4"/>
        <w:rPr>
          <w:bCs w:val="0"/>
          <w:snapToGrid/>
          <w:sz w:val="20"/>
          <w:szCs w:val="20"/>
        </w:rPr>
      </w:pPr>
      <w:hyperlink w:anchor="_Toc510513264" w:history="1">
        <w:r w:rsidR="00F074B4" w:rsidRPr="00F074B4">
          <w:rPr>
            <w:rStyle w:val="Hyperlink"/>
            <w:sz w:val="20"/>
            <w:szCs w:val="20"/>
          </w:rPr>
          <w:t>3.1.7.2</w:t>
        </w:r>
        <w:r w:rsidR="00F074B4" w:rsidRPr="005F4E5A">
          <w:rPr>
            <w:bCs w:val="0"/>
            <w:snapToGrid/>
            <w:sz w:val="20"/>
            <w:szCs w:val="20"/>
          </w:rPr>
          <w:tab/>
        </w:r>
        <w:r w:rsidR="00F074B4" w:rsidRPr="00F074B4">
          <w:rPr>
            <w:rStyle w:val="Hyperlink"/>
            <w:sz w:val="20"/>
            <w:szCs w:val="20"/>
          </w:rPr>
          <w:t>Changes to an Approved Reliability Resource Outage Plan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_Toc510513264 \h </w:instrText>
        </w:r>
        <w:r w:rsidR="00F074B4" w:rsidRPr="00F074B4">
          <w:rPr>
            <w:webHidden/>
            <w:sz w:val="20"/>
            <w:szCs w:val="20"/>
          </w:rPr>
        </w:r>
        <w:r w:rsidR="00F074B4" w:rsidRPr="00F074B4">
          <w:rPr>
            <w:webHidden/>
            <w:sz w:val="20"/>
            <w:szCs w:val="20"/>
          </w:rPr>
          <w:fldChar w:fldCharType="separate"/>
        </w:r>
        <w:r>
          <w:rPr>
            <w:webHidden/>
            <w:sz w:val="20"/>
            <w:szCs w:val="20"/>
          </w:rPr>
          <w:t>3-19</w:t>
        </w:r>
        <w:r w:rsidR="00F074B4" w:rsidRPr="00F074B4">
          <w:rPr>
            <w:webHidden/>
            <w:sz w:val="20"/>
            <w:szCs w:val="20"/>
          </w:rPr>
          <w:fldChar w:fldCharType="end"/>
        </w:r>
      </w:hyperlink>
    </w:p>
    <w:p w14:paraId="1E5A09D7" w14:textId="77777777" w:rsidR="00F074B4" w:rsidRPr="005F4E5A" w:rsidRDefault="00B43EAD">
      <w:pPr>
        <w:pStyle w:val="TOC3"/>
        <w:rPr>
          <w:bCs w:val="0"/>
          <w:i w:val="0"/>
          <w:iCs w:val="0"/>
        </w:rPr>
      </w:pPr>
      <w:hyperlink w:anchor="_Toc510513265" w:history="1">
        <w:r w:rsidR="00F074B4" w:rsidRPr="00F074B4">
          <w:rPr>
            <w:rStyle w:val="Hyperlink"/>
            <w:i w:val="0"/>
          </w:rPr>
          <w:t>3.1.8</w:t>
        </w:r>
        <w:r w:rsidR="00F074B4" w:rsidRPr="005F4E5A">
          <w:rPr>
            <w:bCs w:val="0"/>
            <w:i w:val="0"/>
            <w:iCs w:val="0"/>
          </w:rPr>
          <w:tab/>
        </w:r>
        <w:r w:rsidR="00F074B4" w:rsidRPr="00F074B4">
          <w:rPr>
            <w:rStyle w:val="Hyperlink"/>
            <w:i w:val="0"/>
          </w:rPr>
          <w:t>High Impact Transmission Element (HITE) Identification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_Toc510513265 \h </w:instrText>
        </w:r>
        <w:r w:rsidR="00F074B4" w:rsidRPr="00F074B4">
          <w:rPr>
            <w:i w:val="0"/>
            <w:webHidden/>
          </w:rPr>
        </w:r>
        <w:r w:rsidR="00F074B4" w:rsidRPr="00F074B4">
          <w:rPr>
            <w:i w:val="0"/>
            <w:webHidden/>
          </w:rPr>
          <w:fldChar w:fldCharType="separate"/>
        </w:r>
        <w:r>
          <w:rPr>
            <w:i w:val="0"/>
            <w:webHidden/>
          </w:rPr>
          <w:t>3-19</w:t>
        </w:r>
        <w:r w:rsidR="00F074B4" w:rsidRPr="00F074B4">
          <w:rPr>
            <w:i w:val="0"/>
            <w:webHidden/>
          </w:rPr>
          <w:fldChar w:fldCharType="end"/>
        </w:r>
      </w:hyperlink>
    </w:p>
    <w:p w14:paraId="7F384FE6" w14:textId="77777777" w:rsidR="00F074B4" w:rsidRPr="005F4E5A" w:rsidRDefault="00B43EAD">
      <w:pPr>
        <w:pStyle w:val="TOC2"/>
        <w:rPr>
          <w:noProof/>
        </w:rPr>
      </w:pPr>
      <w:hyperlink w:anchor="_Toc510513266" w:history="1">
        <w:r w:rsidR="00F074B4" w:rsidRPr="00F074B4">
          <w:rPr>
            <w:rStyle w:val="Hyperlink"/>
            <w:noProof/>
          </w:rPr>
          <w:t xml:space="preserve">3.2 </w:t>
        </w:r>
        <w:r w:rsidR="00F074B4" w:rsidRPr="005F4E5A">
          <w:rPr>
            <w:noProof/>
          </w:rPr>
          <w:tab/>
        </w:r>
        <w:r w:rsidR="00F074B4" w:rsidRPr="00F074B4">
          <w:rPr>
            <w:rStyle w:val="Hyperlink"/>
            <w:noProof/>
          </w:rPr>
          <w:t>Analysis of Resource Adequacy</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_Toc510513266 \h </w:instrText>
        </w:r>
        <w:r w:rsidR="00F074B4" w:rsidRPr="00F074B4">
          <w:rPr>
            <w:noProof/>
            <w:webHidden/>
          </w:rPr>
        </w:r>
        <w:r w:rsidR="00F074B4" w:rsidRPr="00F074B4">
          <w:rPr>
            <w:noProof/>
            <w:webHidden/>
          </w:rPr>
          <w:fldChar w:fldCharType="separate"/>
        </w:r>
        <w:r>
          <w:rPr>
            <w:noProof/>
            <w:webHidden/>
          </w:rPr>
          <w:t>3-19</w:t>
        </w:r>
        <w:r w:rsidR="00F074B4" w:rsidRPr="00F074B4">
          <w:rPr>
            <w:noProof/>
            <w:webHidden/>
          </w:rPr>
          <w:fldChar w:fldCharType="end"/>
        </w:r>
      </w:hyperlink>
    </w:p>
    <w:p w14:paraId="2E5E1FBE" w14:textId="77777777" w:rsidR="00F074B4" w:rsidRPr="005F4E5A" w:rsidRDefault="00B43EAD">
      <w:pPr>
        <w:pStyle w:val="TOC3"/>
        <w:rPr>
          <w:bCs w:val="0"/>
          <w:i w:val="0"/>
          <w:iCs w:val="0"/>
        </w:rPr>
      </w:pPr>
      <w:hyperlink w:anchor="_Toc510513267" w:history="1">
        <w:r w:rsidR="00F074B4" w:rsidRPr="00F074B4">
          <w:rPr>
            <w:rStyle w:val="Hyperlink"/>
            <w:i w:val="0"/>
          </w:rPr>
          <w:t>3.2.1</w:t>
        </w:r>
        <w:r w:rsidR="00F074B4" w:rsidRPr="005F4E5A">
          <w:rPr>
            <w:bCs w:val="0"/>
            <w:i w:val="0"/>
            <w:iCs w:val="0"/>
          </w:rPr>
          <w:tab/>
        </w:r>
        <w:r w:rsidR="00F074B4" w:rsidRPr="00F074B4">
          <w:rPr>
            <w:rStyle w:val="Hyperlink"/>
            <w:i w:val="0"/>
          </w:rPr>
          <w:t>Calculation of Aggregate Resource Capacity</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_Toc510513267 \h </w:instrText>
        </w:r>
        <w:r w:rsidR="00F074B4" w:rsidRPr="00F074B4">
          <w:rPr>
            <w:i w:val="0"/>
            <w:webHidden/>
          </w:rPr>
        </w:r>
        <w:r w:rsidR="00F074B4" w:rsidRPr="00F074B4">
          <w:rPr>
            <w:i w:val="0"/>
            <w:webHidden/>
          </w:rPr>
          <w:fldChar w:fldCharType="separate"/>
        </w:r>
        <w:r>
          <w:rPr>
            <w:i w:val="0"/>
            <w:webHidden/>
          </w:rPr>
          <w:t>3-19</w:t>
        </w:r>
        <w:r w:rsidR="00F074B4" w:rsidRPr="00F074B4">
          <w:rPr>
            <w:i w:val="0"/>
            <w:webHidden/>
          </w:rPr>
          <w:fldChar w:fldCharType="end"/>
        </w:r>
      </w:hyperlink>
    </w:p>
    <w:p w14:paraId="6BF49928" w14:textId="77777777" w:rsidR="00F074B4" w:rsidRPr="005F4E5A" w:rsidRDefault="00B43EAD">
      <w:pPr>
        <w:pStyle w:val="TOC3"/>
        <w:rPr>
          <w:bCs w:val="0"/>
          <w:i w:val="0"/>
          <w:iCs w:val="0"/>
        </w:rPr>
      </w:pPr>
      <w:hyperlink w:anchor="_Toc510513268" w:history="1">
        <w:r w:rsidR="00F074B4" w:rsidRPr="00F074B4">
          <w:rPr>
            <w:rStyle w:val="Hyperlink"/>
            <w:i w:val="0"/>
          </w:rPr>
          <w:t>3.2.2</w:t>
        </w:r>
        <w:r w:rsidR="00F074B4" w:rsidRPr="005F4E5A">
          <w:rPr>
            <w:bCs w:val="0"/>
            <w:i w:val="0"/>
            <w:iCs w:val="0"/>
          </w:rPr>
          <w:tab/>
        </w:r>
        <w:r w:rsidR="00F074B4" w:rsidRPr="00F074B4">
          <w:rPr>
            <w:rStyle w:val="Hyperlink"/>
            <w:i w:val="0"/>
          </w:rPr>
          <w:t>Demand Forecasts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_Toc510513268 \h </w:instrText>
        </w:r>
        <w:r w:rsidR="00F074B4" w:rsidRPr="00F074B4">
          <w:rPr>
            <w:i w:val="0"/>
            <w:webHidden/>
          </w:rPr>
        </w:r>
        <w:r w:rsidR="00F074B4" w:rsidRPr="00F074B4">
          <w:rPr>
            <w:i w:val="0"/>
            <w:webHidden/>
          </w:rPr>
          <w:fldChar w:fldCharType="separate"/>
        </w:r>
        <w:r>
          <w:rPr>
            <w:i w:val="0"/>
            <w:webHidden/>
          </w:rPr>
          <w:t>3-20</w:t>
        </w:r>
        <w:r w:rsidR="00F074B4" w:rsidRPr="00F074B4">
          <w:rPr>
            <w:i w:val="0"/>
            <w:webHidden/>
          </w:rPr>
          <w:fldChar w:fldCharType="end"/>
        </w:r>
      </w:hyperlink>
    </w:p>
    <w:p w14:paraId="21A48B45" w14:textId="77777777" w:rsidR="00F074B4" w:rsidRPr="005F4E5A" w:rsidRDefault="00B43EAD">
      <w:pPr>
        <w:pStyle w:val="TOC3"/>
        <w:rPr>
          <w:bCs w:val="0"/>
          <w:i w:val="0"/>
          <w:iCs w:val="0"/>
        </w:rPr>
      </w:pPr>
      <w:hyperlink w:anchor="_Toc510513269" w:history="1">
        <w:r w:rsidR="00F074B4" w:rsidRPr="00F074B4">
          <w:rPr>
            <w:rStyle w:val="Hyperlink"/>
            <w:i w:val="0"/>
          </w:rPr>
          <w:t>3.2.3</w:t>
        </w:r>
        <w:r w:rsidR="00F074B4" w:rsidRPr="005F4E5A">
          <w:rPr>
            <w:bCs w:val="0"/>
            <w:i w:val="0"/>
            <w:iCs w:val="0"/>
          </w:rPr>
          <w:tab/>
        </w:r>
        <w:r w:rsidR="00F074B4" w:rsidRPr="00F074B4">
          <w:rPr>
            <w:rStyle w:val="Hyperlink"/>
            <w:i w:val="0"/>
          </w:rPr>
          <w:t>System Adequacy Reports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_Toc510513269 \h </w:instrText>
        </w:r>
        <w:r w:rsidR="00F074B4" w:rsidRPr="00F074B4">
          <w:rPr>
            <w:i w:val="0"/>
            <w:webHidden/>
          </w:rPr>
        </w:r>
        <w:r w:rsidR="00F074B4" w:rsidRPr="00F074B4">
          <w:rPr>
            <w:i w:val="0"/>
            <w:webHidden/>
          </w:rPr>
          <w:fldChar w:fldCharType="separate"/>
        </w:r>
        <w:r>
          <w:rPr>
            <w:i w:val="0"/>
            <w:webHidden/>
          </w:rPr>
          <w:t>3-20</w:t>
        </w:r>
        <w:r w:rsidR="00F074B4" w:rsidRPr="00F074B4">
          <w:rPr>
            <w:i w:val="0"/>
            <w:webHidden/>
          </w:rPr>
          <w:fldChar w:fldCharType="end"/>
        </w:r>
      </w:hyperlink>
    </w:p>
    <w:p w14:paraId="407F93BC" w14:textId="77777777" w:rsidR="00F074B4" w:rsidRPr="005F4E5A" w:rsidRDefault="00B43EAD">
      <w:pPr>
        <w:pStyle w:val="TOC3"/>
        <w:rPr>
          <w:bCs w:val="0"/>
          <w:i w:val="0"/>
          <w:iCs w:val="0"/>
        </w:rPr>
      </w:pPr>
      <w:hyperlink w:anchor="_Toc510513270" w:history="1">
        <w:r w:rsidR="00F074B4" w:rsidRPr="00F074B4">
          <w:rPr>
            <w:rStyle w:val="Hyperlink"/>
            <w:i w:val="0"/>
          </w:rPr>
          <w:t>3.2.4</w:t>
        </w:r>
        <w:r w:rsidR="00F074B4" w:rsidRPr="005F4E5A">
          <w:rPr>
            <w:bCs w:val="0"/>
            <w:i w:val="0"/>
            <w:iCs w:val="0"/>
          </w:rPr>
          <w:tab/>
        </w:r>
        <w:r w:rsidR="00F074B4" w:rsidRPr="00F074B4">
          <w:rPr>
            <w:rStyle w:val="Hyperlink"/>
            <w:i w:val="0"/>
          </w:rPr>
          <w:t>Reporting of Statement of Opportunities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_Toc510513270 \h </w:instrText>
        </w:r>
        <w:r w:rsidR="00F074B4" w:rsidRPr="00F074B4">
          <w:rPr>
            <w:i w:val="0"/>
            <w:webHidden/>
          </w:rPr>
        </w:r>
        <w:r w:rsidR="00F074B4" w:rsidRPr="00F074B4">
          <w:rPr>
            <w:i w:val="0"/>
            <w:webHidden/>
          </w:rPr>
          <w:fldChar w:fldCharType="separate"/>
        </w:r>
        <w:r>
          <w:rPr>
            <w:i w:val="0"/>
            <w:webHidden/>
          </w:rPr>
          <w:t>3-23</w:t>
        </w:r>
        <w:r w:rsidR="00F074B4" w:rsidRPr="00F074B4">
          <w:rPr>
            <w:i w:val="0"/>
            <w:webHidden/>
          </w:rPr>
          <w:fldChar w:fldCharType="end"/>
        </w:r>
      </w:hyperlink>
    </w:p>
    <w:p w14:paraId="79535994" w14:textId="77777777" w:rsidR="00F074B4" w:rsidRPr="005F4E5A" w:rsidRDefault="00B43EAD">
      <w:pPr>
        <w:pStyle w:val="TOC3"/>
        <w:rPr>
          <w:bCs w:val="0"/>
          <w:i w:val="0"/>
          <w:iCs w:val="0"/>
        </w:rPr>
      </w:pPr>
      <w:hyperlink w:anchor="_Toc510513271" w:history="1">
        <w:r w:rsidR="00F074B4" w:rsidRPr="00F074B4">
          <w:rPr>
            <w:rStyle w:val="Hyperlink"/>
            <w:i w:val="0"/>
          </w:rPr>
          <w:t>3.2.5</w:t>
        </w:r>
        <w:r w:rsidR="00F074B4" w:rsidRPr="005F4E5A">
          <w:rPr>
            <w:bCs w:val="0"/>
            <w:i w:val="0"/>
            <w:iCs w:val="0"/>
          </w:rPr>
          <w:tab/>
        </w:r>
        <w:r w:rsidR="00F074B4" w:rsidRPr="00F074B4">
          <w:rPr>
            <w:rStyle w:val="Hyperlink"/>
            <w:i w:val="0"/>
          </w:rPr>
          <w:t>Publication of Resource and Load Information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_Toc510513271 \h </w:instrText>
        </w:r>
        <w:r w:rsidR="00F074B4" w:rsidRPr="00F074B4">
          <w:rPr>
            <w:i w:val="0"/>
            <w:webHidden/>
          </w:rPr>
        </w:r>
        <w:r w:rsidR="00F074B4" w:rsidRPr="00F074B4">
          <w:rPr>
            <w:i w:val="0"/>
            <w:webHidden/>
          </w:rPr>
          <w:fldChar w:fldCharType="separate"/>
        </w:r>
        <w:r>
          <w:rPr>
            <w:i w:val="0"/>
            <w:webHidden/>
          </w:rPr>
          <w:t>3-23</w:t>
        </w:r>
        <w:r w:rsidR="00F074B4" w:rsidRPr="00F074B4">
          <w:rPr>
            <w:i w:val="0"/>
            <w:webHidden/>
          </w:rPr>
          <w:fldChar w:fldCharType="end"/>
        </w:r>
      </w:hyperlink>
    </w:p>
    <w:p w14:paraId="0DA06B25" w14:textId="77777777" w:rsidR="00F074B4" w:rsidRPr="005F4E5A" w:rsidRDefault="00B43EAD">
      <w:pPr>
        <w:pStyle w:val="TOC4"/>
        <w:rPr>
          <w:bCs w:val="0"/>
          <w:snapToGrid/>
          <w:sz w:val="20"/>
          <w:szCs w:val="20"/>
        </w:rPr>
      </w:pPr>
      <w:hyperlink w:anchor="_Toc510513272" w:history="1">
        <w:r w:rsidR="00F074B4" w:rsidRPr="00F074B4">
          <w:rPr>
            <w:rStyle w:val="Hyperlink"/>
            <w:sz w:val="20"/>
            <w:szCs w:val="20"/>
          </w:rPr>
          <w:t>3.2.5.1</w:t>
        </w:r>
        <w:r w:rsidR="00F074B4" w:rsidRPr="005F4E5A">
          <w:rPr>
            <w:bCs w:val="0"/>
            <w:snapToGrid/>
            <w:sz w:val="20"/>
            <w:szCs w:val="20"/>
          </w:rPr>
          <w:tab/>
        </w:r>
        <w:r w:rsidR="00F074B4" w:rsidRPr="00F074B4">
          <w:rPr>
            <w:rStyle w:val="Hyperlink"/>
            <w:sz w:val="20"/>
            <w:szCs w:val="20"/>
          </w:rPr>
          <w:t>Unregistered Distributed Generation Reporting Requirements for Non Opt-In Entities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_Toc510513272 \h </w:instrText>
        </w:r>
        <w:r w:rsidR="00F074B4" w:rsidRPr="00F074B4">
          <w:rPr>
            <w:webHidden/>
            <w:sz w:val="20"/>
            <w:szCs w:val="20"/>
          </w:rPr>
        </w:r>
        <w:r w:rsidR="00F074B4" w:rsidRPr="00F074B4">
          <w:rPr>
            <w:webHidden/>
            <w:sz w:val="20"/>
            <w:szCs w:val="20"/>
          </w:rPr>
          <w:fldChar w:fldCharType="separate"/>
        </w:r>
        <w:r>
          <w:rPr>
            <w:webHidden/>
            <w:sz w:val="20"/>
            <w:szCs w:val="20"/>
          </w:rPr>
          <w:t>3-29</w:t>
        </w:r>
        <w:r w:rsidR="00F074B4" w:rsidRPr="00F074B4">
          <w:rPr>
            <w:webHidden/>
            <w:sz w:val="20"/>
            <w:szCs w:val="20"/>
          </w:rPr>
          <w:fldChar w:fldCharType="end"/>
        </w:r>
      </w:hyperlink>
    </w:p>
    <w:p w14:paraId="5E3B1EF7" w14:textId="77777777" w:rsidR="00F074B4" w:rsidRPr="005F4E5A" w:rsidRDefault="00B43EAD">
      <w:pPr>
        <w:pStyle w:val="TOC4"/>
        <w:rPr>
          <w:bCs w:val="0"/>
          <w:snapToGrid/>
          <w:sz w:val="20"/>
          <w:szCs w:val="20"/>
        </w:rPr>
      </w:pPr>
      <w:hyperlink w:anchor="_Toc510513273" w:history="1">
        <w:r w:rsidR="00F074B4" w:rsidRPr="00F074B4">
          <w:rPr>
            <w:rStyle w:val="Hyperlink"/>
            <w:sz w:val="20"/>
            <w:szCs w:val="20"/>
          </w:rPr>
          <w:t>3.2.5.2</w:t>
        </w:r>
        <w:r w:rsidR="00F074B4" w:rsidRPr="005F4E5A">
          <w:rPr>
            <w:bCs w:val="0"/>
            <w:snapToGrid/>
            <w:sz w:val="20"/>
            <w:szCs w:val="20"/>
          </w:rPr>
          <w:tab/>
        </w:r>
        <w:r w:rsidR="00F074B4" w:rsidRPr="00F074B4">
          <w:rPr>
            <w:rStyle w:val="Hyperlink"/>
            <w:sz w:val="20"/>
            <w:szCs w:val="20"/>
          </w:rPr>
          <w:t>Unregistered Distributed Generation Reporting Requirements for Competitive Areas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_Toc510513273 \h </w:instrText>
        </w:r>
        <w:r w:rsidR="00F074B4" w:rsidRPr="00F074B4">
          <w:rPr>
            <w:webHidden/>
            <w:sz w:val="20"/>
            <w:szCs w:val="20"/>
          </w:rPr>
        </w:r>
        <w:r w:rsidR="00F074B4" w:rsidRPr="00F074B4">
          <w:rPr>
            <w:webHidden/>
            <w:sz w:val="20"/>
            <w:szCs w:val="20"/>
          </w:rPr>
          <w:fldChar w:fldCharType="separate"/>
        </w:r>
        <w:r>
          <w:rPr>
            <w:webHidden/>
            <w:sz w:val="20"/>
            <w:szCs w:val="20"/>
          </w:rPr>
          <w:t>3-29</w:t>
        </w:r>
        <w:r w:rsidR="00F074B4" w:rsidRPr="00F074B4">
          <w:rPr>
            <w:webHidden/>
            <w:sz w:val="20"/>
            <w:szCs w:val="20"/>
          </w:rPr>
          <w:fldChar w:fldCharType="end"/>
        </w:r>
      </w:hyperlink>
    </w:p>
    <w:p w14:paraId="1D1FD03C" w14:textId="77777777" w:rsidR="00F074B4" w:rsidRPr="005F4E5A" w:rsidRDefault="00B43EAD">
      <w:pPr>
        <w:pStyle w:val="TOC4"/>
        <w:rPr>
          <w:bCs w:val="0"/>
          <w:snapToGrid/>
          <w:sz w:val="20"/>
          <w:szCs w:val="20"/>
        </w:rPr>
      </w:pPr>
      <w:hyperlink w:anchor="_Toc510513274" w:history="1">
        <w:r w:rsidR="00F074B4" w:rsidRPr="00F074B4">
          <w:rPr>
            <w:rStyle w:val="Hyperlink"/>
            <w:sz w:val="20"/>
            <w:szCs w:val="20"/>
          </w:rPr>
          <w:t>3.2.5.3</w:t>
        </w:r>
        <w:r w:rsidR="00F074B4" w:rsidRPr="005F4E5A">
          <w:rPr>
            <w:bCs w:val="0"/>
            <w:snapToGrid/>
            <w:sz w:val="20"/>
            <w:szCs w:val="20"/>
          </w:rPr>
          <w:tab/>
        </w:r>
        <w:r w:rsidR="00F074B4" w:rsidRPr="00F074B4">
          <w:rPr>
            <w:rStyle w:val="Hyperlink"/>
            <w:sz w:val="20"/>
            <w:szCs w:val="20"/>
          </w:rPr>
          <w:t>Unregistered Distributed Generation Reporting Requirements for ERCOT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_Toc510513274 \h </w:instrText>
        </w:r>
        <w:r w:rsidR="00F074B4" w:rsidRPr="00F074B4">
          <w:rPr>
            <w:webHidden/>
            <w:sz w:val="20"/>
            <w:szCs w:val="20"/>
          </w:rPr>
        </w:r>
        <w:r w:rsidR="00F074B4" w:rsidRPr="00F074B4">
          <w:rPr>
            <w:webHidden/>
            <w:sz w:val="20"/>
            <w:szCs w:val="20"/>
          </w:rPr>
          <w:fldChar w:fldCharType="separate"/>
        </w:r>
        <w:r>
          <w:rPr>
            <w:webHidden/>
            <w:sz w:val="20"/>
            <w:szCs w:val="20"/>
          </w:rPr>
          <w:t>3-29</w:t>
        </w:r>
        <w:r w:rsidR="00F074B4" w:rsidRPr="00F074B4">
          <w:rPr>
            <w:webHidden/>
            <w:sz w:val="20"/>
            <w:szCs w:val="20"/>
          </w:rPr>
          <w:fldChar w:fldCharType="end"/>
        </w:r>
      </w:hyperlink>
    </w:p>
    <w:p w14:paraId="688453DA" w14:textId="77777777" w:rsidR="00F074B4" w:rsidRPr="005F4E5A" w:rsidRDefault="00B43EAD">
      <w:pPr>
        <w:pStyle w:val="TOC3"/>
        <w:rPr>
          <w:bCs w:val="0"/>
          <w:i w:val="0"/>
          <w:iCs w:val="0"/>
        </w:rPr>
      </w:pPr>
      <w:hyperlink w:anchor="_Toc510513275" w:history="1">
        <w:r w:rsidR="00F074B4" w:rsidRPr="00F074B4">
          <w:rPr>
            <w:rStyle w:val="Hyperlink"/>
            <w:i w:val="0"/>
          </w:rPr>
          <w:t>3.2.6</w:t>
        </w:r>
        <w:r w:rsidR="00F074B4" w:rsidRPr="005F4E5A">
          <w:rPr>
            <w:bCs w:val="0"/>
            <w:i w:val="0"/>
            <w:iCs w:val="0"/>
          </w:rPr>
          <w:tab/>
        </w:r>
        <w:r w:rsidR="00F074B4" w:rsidRPr="00F074B4">
          <w:rPr>
            <w:rStyle w:val="Hyperlink"/>
            <w:i w:val="0"/>
          </w:rPr>
          <w:t>ERCOT Planning Reserve Margin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_Toc510513275 \h </w:instrText>
        </w:r>
        <w:r w:rsidR="00F074B4" w:rsidRPr="00F074B4">
          <w:rPr>
            <w:i w:val="0"/>
            <w:webHidden/>
          </w:rPr>
        </w:r>
        <w:r w:rsidR="00F074B4" w:rsidRPr="00F074B4">
          <w:rPr>
            <w:i w:val="0"/>
            <w:webHidden/>
          </w:rPr>
          <w:fldChar w:fldCharType="separate"/>
        </w:r>
        <w:r>
          <w:rPr>
            <w:i w:val="0"/>
            <w:webHidden/>
          </w:rPr>
          <w:t>3-30</w:t>
        </w:r>
        <w:r w:rsidR="00F074B4" w:rsidRPr="00F074B4">
          <w:rPr>
            <w:i w:val="0"/>
            <w:webHidden/>
          </w:rPr>
          <w:fldChar w:fldCharType="end"/>
        </w:r>
      </w:hyperlink>
    </w:p>
    <w:p w14:paraId="3791CC08" w14:textId="77777777" w:rsidR="00F074B4" w:rsidRPr="005F4E5A" w:rsidRDefault="00B43EAD">
      <w:pPr>
        <w:pStyle w:val="TOC4"/>
        <w:rPr>
          <w:bCs w:val="0"/>
          <w:snapToGrid/>
          <w:sz w:val="20"/>
          <w:szCs w:val="20"/>
        </w:rPr>
      </w:pPr>
      <w:hyperlink w:anchor="_Toc510513276" w:history="1">
        <w:r w:rsidR="00F074B4" w:rsidRPr="00F074B4">
          <w:rPr>
            <w:rStyle w:val="Hyperlink"/>
            <w:sz w:val="20"/>
            <w:szCs w:val="20"/>
          </w:rPr>
          <w:t>3.2.6.1</w:t>
        </w:r>
        <w:r w:rsidR="00F074B4" w:rsidRPr="005F4E5A">
          <w:rPr>
            <w:bCs w:val="0"/>
            <w:snapToGrid/>
            <w:sz w:val="20"/>
            <w:szCs w:val="20"/>
          </w:rPr>
          <w:tab/>
        </w:r>
        <w:r w:rsidR="00F074B4" w:rsidRPr="00F074B4">
          <w:rPr>
            <w:rStyle w:val="Hyperlink"/>
            <w:sz w:val="20"/>
            <w:szCs w:val="20"/>
          </w:rPr>
          <w:t>Minimum ERCOT Planning Reserve Margin Criterion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_Toc510513276 \h </w:instrText>
        </w:r>
        <w:r w:rsidR="00F074B4" w:rsidRPr="00F074B4">
          <w:rPr>
            <w:webHidden/>
            <w:sz w:val="20"/>
            <w:szCs w:val="20"/>
          </w:rPr>
        </w:r>
        <w:r w:rsidR="00F074B4" w:rsidRPr="00F074B4">
          <w:rPr>
            <w:webHidden/>
            <w:sz w:val="20"/>
            <w:szCs w:val="20"/>
          </w:rPr>
          <w:fldChar w:fldCharType="separate"/>
        </w:r>
        <w:r>
          <w:rPr>
            <w:webHidden/>
            <w:sz w:val="20"/>
            <w:szCs w:val="20"/>
          </w:rPr>
          <w:t>3-30</w:t>
        </w:r>
        <w:r w:rsidR="00F074B4" w:rsidRPr="00F074B4">
          <w:rPr>
            <w:webHidden/>
            <w:sz w:val="20"/>
            <w:szCs w:val="20"/>
          </w:rPr>
          <w:fldChar w:fldCharType="end"/>
        </w:r>
      </w:hyperlink>
    </w:p>
    <w:p w14:paraId="6F4D0FB7" w14:textId="77777777" w:rsidR="00F074B4" w:rsidRPr="005F4E5A" w:rsidRDefault="00B43EAD">
      <w:pPr>
        <w:pStyle w:val="TOC4"/>
        <w:rPr>
          <w:bCs w:val="0"/>
          <w:snapToGrid/>
          <w:sz w:val="20"/>
          <w:szCs w:val="20"/>
        </w:rPr>
      </w:pPr>
      <w:hyperlink w:anchor="_Toc510513277" w:history="1">
        <w:r w:rsidR="00F074B4" w:rsidRPr="00F074B4">
          <w:rPr>
            <w:rStyle w:val="Hyperlink"/>
            <w:sz w:val="20"/>
            <w:szCs w:val="20"/>
          </w:rPr>
          <w:t>3.2.6.2</w:t>
        </w:r>
        <w:r w:rsidR="00F074B4" w:rsidRPr="005F4E5A">
          <w:rPr>
            <w:bCs w:val="0"/>
            <w:snapToGrid/>
            <w:sz w:val="20"/>
            <w:szCs w:val="20"/>
          </w:rPr>
          <w:tab/>
        </w:r>
        <w:r w:rsidR="00F074B4" w:rsidRPr="00F074B4">
          <w:rPr>
            <w:rStyle w:val="Hyperlink"/>
            <w:sz w:val="20"/>
            <w:szCs w:val="20"/>
          </w:rPr>
          <w:t>ERCOT Planning Reserve Margin Calculation Methodology</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_Toc510513277 \h </w:instrText>
        </w:r>
        <w:r w:rsidR="00F074B4" w:rsidRPr="00F074B4">
          <w:rPr>
            <w:webHidden/>
            <w:sz w:val="20"/>
            <w:szCs w:val="20"/>
          </w:rPr>
        </w:r>
        <w:r w:rsidR="00F074B4" w:rsidRPr="00F074B4">
          <w:rPr>
            <w:webHidden/>
            <w:sz w:val="20"/>
            <w:szCs w:val="20"/>
          </w:rPr>
          <w:fldChar w:fldCharType="separate"/>
        </w:r>
        <w:r>
          <w:rPr>
            <w:webHidden/>
            <w:sz w:val="20"/>
            <w:szCs w:val="20"/>
          </w:rPr>
          <w:t>3-30</w:t>
        </w:r>
        <w:r w:rsidR="00F074B4" w:rsidRPr="00F074B4">
          <w:rPr>
            <w:webHidden/>
            <w:sz w:val="20"/>
            <w:szCs w:val="20"/>
          </w:rPr>
          <w:fldChar w:fldCharType="end"/>
        </w:r>
      </w:hyperlink>
    </w:p>
    <w:p w14:paraId="7A60E440" w14:textId="77777777" w:rsidR="00F074B4" w:rsidRPr="005F4E5A" w:rsidRDefault="00B43EAD">
      <w:pPr>
        <w:pStyle w:val="TOC5"/>
        <w:rPr>
          <w:i w:val="0"/>
          <w:sz w:val="20"/>
          <w:szCs w:val="20"/>
        </w:rPr>
      </w:pPr>
      <w:hyperlink w:anchor="_Toc510513278" w:history="1">
        <w:r w:rsidR="00F074B4" w:rsidRPr="00F074B4">
          <w:rPr>
            <w:rStyle w:val="Hyperlink"/>
            <w:i w:val="0"/>
            <w:sz w:val="20"/>
            <w:szCs w:val="20"/>
          </w:rPr>
          <w:t>3.2.6.2.1</w:t>
        </w:r>
        <w:r w:rsidR="00F074B4" w:rsidRPr="005F4E5A">
          <w:rPr>
            <w:i w:val="0"/>
            <w:sz w:val="20"/>
            <w:szCs w:val="20"/>
          </w:rPr>
          <w:tab/>
        </w:r>
        <w:r w:rsidR="00F074B4" w:rsidRPr="00F074B4">
          <w:rPr>
            <w:rStyle w:val="Hyperlink"/>
            <w:i w:val="0"/>
            <w:sz w:val="20"/>
            <w:szCs w:val="20"/>
          </w:rPr>
          <w:t>Peak Load Estimate</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_Toc510513278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3-31</w:t>
        </w:r>
        <w:r w:rsidR="00F074B4" w:rsidRPr="00F074B4">
          <w:rPr>
            <w:i w:val="0"/>
            <w:webHidden/>
            <w:sz w:val="20"/>
            <w:szCs w:val="20"/>
          </w:rPr>
          <w:fldChar w:fldCharType="end"/>
        </w:r>
      </w:hyperlink>
    </w:p>
    <w:p w14:paraId="7221665B" w14:textId="77777777" w:rsidR="00F074B4" w:rsidRPr="005F4E5A" w:rsidRDefault="00B43EAD">
      <w:pPr>
        <w:pStyle w:val="TOC5"/>
        <w:rPr>
          <w:i w:val="0"/>
          <w:sz w:val="20"/>
          <w:szCs w:val="20"/>
        </w:rPr>
      </w:pPr>
      <w:hyperlink w:anchor="_Toc510513279" w:history="1">
        <w:r w:rsidR="00F074B4" w:rsidRPr="00F074B4">
          <w:rPr>
            <w:rStyle w:val="Hyperlink"/>
            <w:i w:val="0"/>
            <w:sz w:val="20"/>
            <w:szCs w:val="20"/>
          </w:rPr>
          <w:t>3.2.6.2.2</w:t>
        </w:r>
        <w:r w:rsidR="00F074B4" w:rsidRPr="005F4E5A">
          <w:rPr>
            <w:i w:val="0"/>
            <w:sz w:val="20"/>
            <w:szCs w:val="20"/>
          </w:rPr>
          <w:tab/>
        </w:r>
        <w:r w:rsidR="00F074B4" w:rsidRPr="00F074B4">
          <w:rPr>
            <w:rStyle w:val="Hyperlink"/>
            <w:i w:val="0"/>
            <w:sz w:val="20"/>
            <w:szCs w:val="20"/>
          </w:rPr>
          <w:t>Total Capacity Estimate</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_Toc510513279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3-33</w:t>
        </w:r>
        <w:r w:rsidR="00F074B4" w:rsidRPr="00F074B4">
          <w:rPr>
            <w:i w:val="0"/>
            <w:webHidden/>
            <w:sz w:val="20"/>
            <w:szCs w:val="20"/>
          </w:rPr>
          <w:fldChar w:fldCharType="end"/>
        </w:r>
      </w:hyperlink>
    </w:p>
    <w:p w14:paraId="06609BAF" w14:textId="77777777" w:rsidR="00F074B4" w:rsidRPr="005F4E5A" w:rsidRDefault="00B43EAD">
      <w:pPr>
        <w:pStyle w:val="TOC2"/>
        <w:rPr>
          <w:noProof/>
        </w:rPr>
      </w:pPr>
      <w:hyperlink w:anchor="_Toc510513280" w:history="1">
        <w:r w:rsidR="00F074B4" w:rsidRPr="00F074B4">
          <w:rPr>
            <w:rStyle w:val="Hyperlink"/>
            <w:noProof/>
          </w:rPr>
          <w:t>3.3</w:t>
        </w:r>
        <w:r w:rsidR="00F074B4" w:rsidRPr="005F4E5A">
          <w:rPr>
            <w:noProof/>
          </w:rPr>
          <w:tab/>
        </w:r>
        <w:r w:rsidR="00F074B4" w:rsidRPr="00F074B4">
          <w:rPr>
            <w:rStyle w:val="Hyperlink"/>
            <w:noProof/>
          </w:rPr>
          <w:t>Management of Changes to ERCOT Transmission Grid</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_Toc510513280 \h </w:instrText>
        </w:r>
        <w:r w:rsidR="00F074B4" w:rsidRPr="00F074B4">
          <w:rPr>
            <w:noProof/>
            <w:webHidden/>
          </w:rPr>
        </w:r>
        <w:r w:rsidR="00F074B4" w:rsidRPr="00F074B4">
          <w:rPr>
            <w:noProof/>
            <w:webHidden/>
          </w:rPr>
          <w:fldChar w:fldCharType="separate"/>
        </w:r>
        <w:r>
          <w:rPr>
            <w:noProof/>
            <w:webHidden/>
          </w:rPr>
          <w:t>3-36</w:t>
        </w:r>
        <w:r w:rsidR="00F074B4" w:rsidRPr="00F074B4">
          <w:rPr>
            <w:noProof/>
            <w:webHidden/>
          </w:rPr>
          <w:fldChar w:fldCharType="end"/>
        </w:r>
      </w:hyperlink>
    </w:p>
    <w:p w14:paraId="43414E55" w14:textId="77777777" w:rsidR="00F074B4" w:rsidRPr="005F4E5A" w:rsidRDefault="00B43EAD">
      <w:pPr>
        <w:pStyle w:val="TOC3"/>
        <w:rPr>
          <w:bCs w:val="0"/>
          <w:i w:val="0"/>
          <w:iCs w:val="0"/>
        </w:rPr>
      </w:pPr>
      <w:hyperlink w:anchor="_Toc510513281" w:history="1">
        <w:r w:rsidR="00F074B4" w:rsidRPr="00F074B4">
          <w:rPr>
            <w:rStyle w:val="Hyperlink"/>
            <w:i w:val="0"/>
          </w:rPr>
          <w:t>3.3.1</w:t>
        </w:r>
        <w:r w:rsidR="00F074B4" w:rsidRPr="005F4E5A">
          <w:rPr>
            <w:bCs w:val="0"/>
            <w:i w:val="0"/>
            <w:iCs w:val="0"/>
          </w:rPr>
          <w:tab/>
        </w:r>
        <w:r w:rsidR="00F074B4" w:rsidRPr="00F074B4">
          <w:rPr>
            <w:rStyle w:val="Hyperlink"/>
            <w:i w:val="0"/>
          </w:rPr>
          <w:t>ERCOT Approval of New or Relocated Facilities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_Toc510513281 \h </w:instrText>
        </w:r>
        <w:r w:rsidR="00F074B4" w:rsidRPr="00F074B4">
          <w:rPr>
            <w:i w:val="0"/>
            <w:webHidden/>
          </w:rPr>
        </w:r>
        <w:r w:rsidR="00F074B4" w:rsidRPr="00F074B4">
          <w:rPr>
            <w:i w:val="0"/>
            <w:webHidden/>
          </w:rPr>
          <w:fldChar w:fldCharType="separate"/>
        </w:r>
        <w:r>
          <w:rPr>
            <w:i w:val="0"/>
            <w:webHidden/>
          </w:rPr>
          <w:t>3-36</w:t>
        </w:r>
        <w:r w:rsidR="00F074B4" w:rsidRPr="00F074B4">
          <w:rPr>
            <w:i w:val="0"/>
            <w:webHidden/>
          </w:rPr>
          <w:fldChar w:fldCharType="end"/>
        </w:r>
      </w:hyperlink>
    </w:p>
    <w:p w14:paraId="3B66F0D7" w14:textId="77777777" w:rsidR="00F074B4" w:rsidRPr="005F4E5A" w:rsidRDefault="00B43EAD">
      <w:pPr>
        <w:pStyle w:val="TOC3"/>
        <w:rPr>
          <w:bCs w:val="0"/>
          <w:i w:val="0"/>
          <w:iCs w:val="0"/>
        </w:rPr>
      </w:pPr>
      <w:hyperlink w:anchor="_Toc510513282" w:history="1">
        <w:r w:rsidR="00F074B4" w:rsidRPr="00F074B4">
          <w:rPr>
            <w:rStyle w:val="Hyperlink"/>
            <w:i w:val="0"/>
          </w:rPr>
          <w:t>3.3.2</w:t>
        </w:r>
        <w:r w:rsidR="00F074B4" w:rsidRPr="005F4E5A">
          <w:rPr>
            <w:bCs w:val="0"/>
            <w:i w:val="0"/>
            <w:iCs w:val="0"/>
          </w:rPr>
          <w:tab/>
        </w:r>
        <w:r w:rsidR="00F074B4" w:rsidRPr="00F074B4">
          <w:rPr>
            <w:rStyle w:val="Hyperlink"/>
            <w:i w:val="0"/>
          </w:rPr>
          <w:t>Types of Work Requiring ERCOT Approval</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_Toc510513282 \h </w:instrText>
        </w:r>
        <w:r w:rsidR="00F074B4" w:rsidRPr="00F074B4">
          <w:rPr>
            <w:i w:val="0"/>
            <w:webHidden/>
          </w:rPr>
        </w:r>
        <w:r w:rsidR="00F074B4" w:rsidRPr="00F074B4">
          <w:rPr>
            <w:i w:val="0"/>
            <w:webHidden/>
          </w:rPr>
          <w:fldChar w:fldCharType="separate"/>
        </w:r>
        <w:r>
          <w:rPr>
            <w:i w:val="0"/>
            <w:webHidden/>
          </w:rPr>
          <w:t>3-36</w:t>
        </w:r>
        <w:r w:rsidR="00F074B4" w:rsidRPr="00F074B4">
          <w:rPr>
            <w:i w:val="0"/>
            <w:webHidden/>
          </w:rPr>
          <w:fldChar w:fldCharType="end"/>
        </w:r>
      </w:hyperlink>
    </w:p>
    <w:p w14:paraId="77323966" w14:textId="77777777" w:rsidR="00F074B4" w:rsidRPr="005F4E5A" w:rsidRDefault="00B43EAD">
      <w:pPr>
        <w:pStyle w:val="TOC4"/>
        <w:rPr>
          <w:bCs w:val="0"/>
          <w:snapToGrid/>
          <w:sz w:val="20"/>
          <w:szCs w:val="20"/>
        </w:rPr>
      </w:pPr>
      <w:hyperlink w:anchor="_Toc510513283" w:history="1">
        <w:r w:rsidR="00F074B4" w:rsidRPr="00F074B4">
          <w:rPr>
            <w:rStyle w:val="Hyperlink"/>
            <w:sz w:val="20"/>
            <w:szCs w:val="20"/>
          </w:rPr>
          <w:t>3.3.2.1</w:t>
        </w:r>
        <w:r w:rsidR="00F074B4" w:rsidRPr="005F4E5A">
          <w:rPr>
            <w:bCs w:val="0"/>
            <w:snapToGrid/>
            <w:sz w:val="20"/>
            <w:szCs w:val="20"/>
          </w:rPr>
          <w:tab/>
        </w:r>
        <w:r w:rsidR="00F074B4" w:rsidRPr="00F074B4">
          <w:rPr>
            <w:rStyle w:val="Hyperlink"/>
            <w:sz w:val="20"/>
            <w:szCs w:val="20"/>
          </w:rPr>
          <w:t>Information to Be Provided to ERCOT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_Toc510513283 \h </w:instrText>
        </w:r>
        <w:r w:rsidR="00F074B4" w:rsidRPr="00F074B4">
          <w:rPr>
            <w:webHidden/>
            <w:sz w:val="20"/>
            <w:szCs w:val="20"/>
          </w:rPr>
        </w:r>
        <w:r w:rsidR="00F074B4" w:rsidRPr="00F074B4">
          <w:rPr>
            <w:webHidden/>
            <w:sz w:val="20"/>
            <w:szCs w:val="20"/>
          </w:rPr>
          <w:fldChar w:fldCharType="separate"/>
        </w:r>
        <w:r>
          <w:rPr>
            <w:webHidden/>
            <w:sz w:val="20"/>
            <w:szCs w:val="20"/>
          </w:rPr>
          <w:t>3-37</w:t>
        </w:r>
        <w:r w:rsidR="00F074B4" w:rsidRPr="00F074B4">
          <w:rPr>
            <w:webHidden/>
            <w:sz w:val="20"/>
            <w:szCs w:val="20"/>
          </w:rPr>
          <w:fldChar w:fldCharType="end"/>
        </w:r>
      </w:hyperlink>
    </w:p>
    <w:p w14:paraId="5CD10154" w14:textId="77777777" w:rsidR="00F074B4" w:rsidRPr="005F4E5A" w:rsidRDefault="00B43EAD">
      <w:pPr>
        <w:pStyle w:val="TOC4"/>
        <w:rPr>
          <w:bCs w:val="0"/>
          <w:snapToGrid/>
          <w:sz w:val="20"/>
          <w:szCs w:val="20"/>
        </w:rPr>
      </w:pPr>
      <w:hyperlink w:anchor="_Toc510513284" w:history="1">
        <w:r w:rsidR="00F074B4" w:rsidRPr="00F074B4">
          <w:rPr>
            <w:rStyle w:val="Hyperlink"/>
            <w:sz w:val="20"/>
            <w:szCs w:val="20"/>
          </w:rPr>
          <w:t>3.3.2.2</w:t>
        </w:r>
        <w:r w:rsidR="00F074B4" w:rsidRPr="005F4E5A">
          <w:rPr>
            <w:bCs w:val="0"/>
            <w:snapToGrid/>
            <w:sz w:val="20"/>
            <w:szCs w:val="20"/>
          </w:rPr>
          <w:tab/>
        </w:r>
        <w:r w:rsidR="00F074B4" w:rsidRPr="00F074B4">
          <w:rPr>
            <w:rStyle w:val="Hyperlink"/>
            <w:sz w:val="20"/>
            <w:szCs w:val="20"/>
          </w:rPr>
          <w:t>Record of Approved Work</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_Toc510513284 \h </w:instrText>
        </w:r>
        <w:r w:rsidR="00F074B4" w:rsidRPr="00F074B4">
          <w:rPr>
            <w:webHidden/>
            <w:sz w:val="20"/>
            <w:szCs w:val="20"/>
          </w:rPr>
        </w:r>
        <w:r w:rsidR="00F074B4" w:rsidRPr="00F074B4">
          <w:rPr>
            <w:webHidden/>
            <w:sz w:val="20"/>
            <w:szCs w:val="20"/>
          </w:rPr>
          <w:fldChar w:fldCharType="separate"/>
        </w:r>
        <w:r>
          <w:rPr>
            <w:webHidden/>
            <w:sz w:val="20"/>
            <w:szCs w:val="20"/>
          </w:rPr>
          <w:t>3-38</w:t>
        </w:r>
        <w:r w:rsidR="00F074B4" w:rsidRPr="00F074B4">
          <w:rPr>
            <w:webHidden/>
            <w:sz w:val="20"/>
            <w:szCs w:val="20"/>
          </w:rPr>
          <w:fldChar w:fldCharType="end"/>
        </w:r>
      </w:hyperlink>
    </w:p>
    <w:p w14:paraId="592CD658" w14:textId="77777777" w:rsidR="00F074B4" w:rsidRPr="005F4E5A" w:rsidRDefault="00B43EAD">
      <w:pPr>
        <w:pStyle w:val="TOC2"/>
        <w:rPr>
          <w:noProof/>
        </w:rPr>
      </w:pPr>
      <w:hyperlink w:anchor="_Toc510513285" w:history="1">
        <w:r w:rsidR="00F074B4" w:rsidRPr="00F074B4">
          <w:rPr>
            <w:rStyle w:val="Hyperlink"/>
            <w:noProof/>
          </w:rPr>
          <w:t>3.4</w:t>
        </w:r>
        <w:r w:rsidR="00F074B4" w:rsidRPr="005F4E5A">
          <w:rPr>
            <w:noProof/>
          </w:rPr>
          <w:tab/>
        </w:r>
        <w:r w:rsidR="00F074B4" w:rsidRPr="00F074B4">
          <w:rPr>
            <w:rStyle w:val="Hyperlink"/>
            <w:noProof/>
          </w:rPr>
          <w:t>Load Zones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_Toc510513285 \h </w:instrText>
        </w:r>
        <w:r w:rsidR="00F074B4" w:rsidRPr="00F074B4">
          <w:rPr>
            <w:noProof/>
            <w:webHidden/>
          </w:rPr>
        </w:r>
        <w:r w:rsidR="00F074B4" w:rsidRPr="00F074B4">
          <w:rPr>
            <w:noProof/>
            <w:webHidden/>
          </w:rPr>
          <w:fldChar w:fldCharType="separate"/>
        </w:r>
        <w:r>
          <w:rPr>
            <w:noProof/>
            <w:webHidden/>
          </w:rPr>
          <w:t>3-38</w:t>
        </w:r>
        <w:r w:rsidR="00F074B4" w:rsidRPr="00F074B4">
          <w:rPr>
            <w:noProof/>
            <w:webHidden/>
          </w:rPr>
          <w:fldChar w:fldCharType="end"/>
        </w:r>
      </w:hyperlink>
    </w:p>
    <w:p w14:paraId="2827DE37" w14:textId="77777777" w:rsidR="00F074B4" w:rsidRPr="005F4E5A" w:rsidRDefault="00B43EAD">
      <w:pPr>
        <w:pStyle w:val="TOC3"/>
        <w:rPr>
          <w:bCs w:val="0"/>
          <w:i w:val="0"/>
          <w:iCs w:val="0"/>
        </w:rPr>
      </w:pPr>
      <w:hyperlink w:anchor="_Toc510513286" w:history="1">
        <w:r w:rsidR="00F074B4" w:rsidRPr="00F074B4">
          <w:rPr>
            <w:rStyle w:val="Hyperlink"/>
            <w:i w:val="0"/>
          </w:rPr>
          <w:t>3.4.1</w:t>
        </w:r>
        <w:r w:rsidR="00F074B4" w:rsidRPr="005F4E5A">
          <w:rPr>
            <w:bCs w:val="0"/>
            <w:i w:val="0"/>
            <w:iCs w:val="0"/>
          </w:rPr>
          <w:tab/>
        </w:r>
        <w:r w:rsidR="00F074B4" w:rsidRPr="00F074B4">
          <w:rPr>
            <w:rStyle w:val="Hyperlink"/>
            <w:i w:val="0"/>
          </w:rPr>
          <w:t>Load Zone Types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_Toc510513286 \h </w:instrText>
        </w:r>
        <w:r w:rsidR="00F074B4" w:rsidRPr="00F074B4">
          <w:rPr>
            <w:i w:val="0"/>
            <w:webHidden/>
          </w:rPr>
        </w:r>
        <w:r w:rsidR="00F074B4" w:rsidRPr="00F074B4">
          <w:rPr>
            <w:i w:val="0"/>
            <w:webHidden/>
          </w:rPr>
          <w:fldChar w:fldCharType="separate"/>
        </w:r>
        <w:r>
          <w:rPr>
            <w:i w:val="0"/>
            <w:webHidden/>
          </w:rPr>
          <w:t>3-39</w:t>
        </w:r>
        <w:r w:rsidR="00F074B4" w:rsidRPr="00F074B4">
          <w:rPr>
            <w:i w:val="0"/>
            <w:webHidden/>
          </w:rPr>
          <w:fldChar w:fldCharType="end"/>
        </w:r>
      </w:hyperlink>
    </w:p>
    <w:p w14:paraId="1C849B35" w14:textId="77777777" w:rsidR="00F074B4" w:rsidRPr="005F4E5A" w:rsidRDefault="00B43EAD">
      <w:pPr>
        <w:pStyle w:val="TOC3"/>
        <w:rPr>
          <w:bCs w:val="0"/>
          <w:i w:val="0"/>
          <w:iCs w:val="0"/>
        </w:rPr>
      </w:pPr>
      <w:hyperlink w:anchor="_Toc510513287" w:history="1">
        <w:r w:rsidR="00F074B4" w:rsidRPr="00F074B4">
          <w:rPr>
            <w:rStyle w:val="Hyperlink"/>
            <w:i w:val="0"/>
          </w:rPr>
          <w:t>3.4.2</w:t>
        </w:r>
        <w:r w:rsidR="00F074B4" w:rsidRPr="005F4E5A">
          <w:rPr>
            <w:bCs w:val="0"/>
            <w:i w:val="0"/>
            <w:iCs w:val="0"/>
          </w:rPr>
          <w:tab/>
        </w:r>
        <w:r w:rsidR="00F074B4" w:rsidRPr="00F074B4">
          <w:rPr>
            <w:rStyle w:val="Hyperlink"/>
            <w:i w:val="0"/>
          </w:rPr>
          <w:t>Load Zone Modifications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_Toc510513287 \h </w:instrText>
        </w:r>
        <w:r w:rsidR="00F074B4" w:rsidRPr="00F074B4">
          <w:rPr>
            <w:i w:val="0"/>
            <w:webHidden/>
          </w:rPr>
        </w:r>
        <w:r w:rsidR="00F074B4" w:rsidRPr="00F074B4">
          <w:rPr>
            <w:i w:val="0"/>
            <w:webHidden/>
          </w:rPr>
          <w:fldChar w:fldCharType="separate"/>
        </w:r>
        <w:r>
          <w:rPr>
            <w:i w:val="0"/>
            <w:webHidden/>
          </w:rPr>
          <w:t>3-39</w:t>
        </w:r>
        <w:r w:rsidR="00F074B4" w:rsidRPr="00F074B4">
          <w:rPr>
            <w:i w:val="0"/>
            <w:webHidden/>
          </w:rPr>
          <w:fldChar w:fldCharType="end"/>
        </w:r>
      </w:hyperlink>
    </w:p>
    <w:p w14:paraId="2642EEB6" w14:textId="77777777" w:rsidR="00F074B4" w:rsidRPr="005F4E5A" w:rsidRDefault="00B43EAD">
      <w:pPr>
        <w:pStyle w:val="TOC3"/>
        <w:rPr>
          <w:bCs w:val="0"/>
          <w:i w:val="0"/>
          <w:iCs w:val="0"/>
        </w:rPr>
      </w:pPr>
      <w:hyperlink w:anchor="_Toc510513288" w:history="1">
        <w:r w:rsidR="00F074B4" w:rsidRPr="00F074B4">
          <w:rPr>
            <w:rStyle w:val="Hyperlink"/>
            <w:i w:val="0"/>
          </w:rPr>
          <w:t>3.4.3</w:t>
        </w:r>
        <w:r w:rsidR="00F074B4" w:rsidRPr="005F4E5A">
          <w:rPr>
            <w:bCs w:val="0"/>
            <w:i w:val="0"/>
            <w:iCs w:val="0"/>
          </w:rPr>
          <w:tab/>
        </w:r>
        <w:r w:rsidR="00F074B4" w:rsidRPr="00F074B4">
          <w:rPr>
            <w:rStyle w:val="Hyperlink"/>
            <w:i w:val="0"/>
          </w:rPr>
          <w:t>NOIE Load Zones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_Toc510513288 \h </w:instrText>
        </w:r>
        <w:r w:rsidR="00F074B4" w:rsidRPr="00F074B4">
          <w:rPr>
            <w:i w:val="0"/>
            <w:webHidden/>
          </w:rPr>
        </w:r>
        <w:r w:rsidR="00F074B4" w:rsidRPr="00F074B4">
          <w:rPr>
            <w:i w:val="0"/>
            <w:webHidden/>
          </w:rPr>
          <w:fldChar w:fldCharType="separate"/>
        </w:r>
        <w:r>
          <w:rPr>
            <w:i w:val="0"/>
            <w:webHidden/>
          </w:rPr>
          <w:t>3-40</w:t>
        </w:r>
        <w:r w:rsidR="00F074B4" w:rsidRPr="00F074B4">
          <w:rPr>
            <w:i w:val="0"/>
            <w:webHidden/>
          </w:rPr>
          <w:fldChar w:fldCharType="end"/>
        </w:r>
      </w:hyperlink>
    </w:p>
    <w:p w14:paraId="70CC8745" w14:textId="77777777" w:rsidR="00F074B4" w:rsidRPr="005F4E5A" w:rsidRDefault="00B43EAD">
      <w:pPr>
        <w:pStyle w:val="TOC3"/>
        <w:rPr>
          <w:bCs w:val="0"/>
          <w:i w:val="0"/>
          <w:iCs w:val="0"/>
        </w:rPr>
      </w:pPr>
      <w:hyperlink w:anchor="_Toc510513289" w:history="1">
        <w:r w:rsidR="00F074B4" w:rsidRPr="00F074B4">
          <w:rPr>
            <w:rStyle w:val="Hyperlink"/>
            <w:i w:val="0"/>
          </w:rPr>
          <w:t>3.4.4</w:t>
        </w:r>
        <w:r w:rsidR="00F074B4" w:rsidRPr="005F4E5A">
          <w:rPr>
            <w:bCs w:val="0"/>
            <w:i w:val="0"/>
            <w:iCs w:val="0"/>
          </w:rPr>
          <w:tab/>
        </w:r>
        <w:r w:rsidR="00F074B4" w:rsidRPr="00F074B4">
          <w:rPr>
            <w:rStyle w:val="Hyperlink"/>
            <w:i w:val="0"/>
          </w:rPr>
          <w:t>DC Tie Load Zones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_Toc510513289 \h </w:instrText>
        </w:r>
        <w:r w:rsidR="00F074B4" w:rsidRPr="00F074B4">
          <w:rPr>
            <w:i w:val="0"/>
            <w:webHidden/>
          </w:rPr>
        </w:r>
        <w:r w:rsidR="00F074B4" w:rsidRPr="00F074B4">
          <w:rPr>
            <w:i w:val="0"/>
            <w:webHidden/>
          </w:rPr>
          <w:fldChar w:fldCharType="separate"/>
        </w:r>
        <w:r>
          <w:rPr>
            <w:i w:val="0"/>
            <w:webHidden/>
          </w:rPr>
          <w:t>3-41</w:t>
        </w:r>
        <w:r w:rsidR="00F074B4" w:rsidRPr="00F074B4">
          <w:rPr>
            <w:i w:val="0"/>
            <w:webHidden/>
          </w:rPr>
          <w:fldChar w:fldCharType="end"/>
        </w:r>
      </w:hyperlink>
    </w:p>
    <w:p w14:paraId="716E4305" w14:textId="77777777" w:rsidR="00F074B4" w:rsidRPr="005F4E5A" w:rsidRDefault="00B43EAD">
      <w:pPr>
        <w:pStyle w:val="TOC3"/>
        <w:rPr>
          <w:bCs w:val="0"/>
          <w:i w:val="0"/>
          <w:iCs w:val="0"/>
        </w:rPr>
      </w:pPr>
      <w:hyperlink w:anchor="_Toc510513290" w:history="1">
        <w:r w:rsidR="00F074B4" w:rsidRPr="00F074B4">
          <w:rPr>
            <w:rStyle w:val="Hyperlink"/>
            <w:i w:val="0"/>
          </w:rPr>
          <w:t>3.4.5</w:t>
        </w:r>
        <w:r w:rsidR="00F074B4" w:rsidRPr="005F4E5A">
          <w:rPr>
            <w:bCs w:val="0"/>
            <w:i w:val="0"/>
            <w:iCs w:val="0"/>
          </w:rPr>
          <w:tab/>
        </w:r>
        <w:r w:rsidR="00F074B4" w:rsidRPr="00F074B4">
          <w:rPr>
            <w:rStyle w:val="Hyperlink"/>
            <w:i w:val="0"/>
          </w:rPr>
          <w:t>Additional Load Buses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_Toc510513290 \h </w:instrText>
        </w:r>
        <w:r w:rsidR="00F074B4" w:rsidRPr="00F074B4">
          <w:rPr>
            <w:i w:val="0"/>
            <w:webHidden/>
          </w:rPr>
        </w:r>
        <w:r w:rsidR="00F074B4" w:rsidRPr="00F074B4">
          <w:rPr>
            <w:i w:val="0"/>
            <w:webHidden/>
          </w:rPr>
          <w:fldChar w:fldCharType="separate"/>
        </w:r>
        <w:r>
          <w:rPr>
            <w:i w:val="0"/>
            <w:webHidden/>
          </w:rPr>
          <w:t>3-41</w:t>
        </w:r>
        <w:r w:rsidR="00F074B4" w:rsidRPr="00F074B4">
          <w:rPr>
            <w:i w:val="0"/>
            <w:webHidden/>
          </w:rPr>
          <w:fldChar w:fldCharType="end"/>
        </w:r>
      </w:hyperlink>
    </w:p>
    <w:p w14:paraId="2E0E18D2" w14:textId="77777777" w:rsidR="00F074B4" w:rsidRPr="005F4E5A" w:rsidRDefault="00B43EAD">
      <w:pPr>
        <w:pStyle w:val="TOC2"/>
        <w:rPr>
          <w:noProof/>
        </w:rPr>
      </w:pPr>
      <w:hyperlink w:anchor="_Toc510513291" w:history="1">
        <w:r w:rsidR="00F074B4" w:rsidRPr="00F074B4">
          <w:rPr>
            <w:rStyle w:val="Hyperlink"/>
            <w:noProof/>
          </w:rPr>
          <w:t>3.5</w:t>
        </w:r>
        <w:r w:rsidR="00F074B4" w:rsidRPr="005F4E5A">
          <w:rPr>
            <w:noProof/>
          </w:rPr>
          <w:tab/>
        </w:r>
        <w:r w:rsidR="00F074B4" w:rsidRPr="00F074B4">
          <w:rPr>
            <w:rStyle w:val="Hyperlink"/>
            <w:noProof/>
          </w:rPr>
          <w:t>Hubs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_Toc510513291 \h </w:instrText>
        </w:r>
        <w:r w:rsidR="00F074B4" w:rsidRPr="00F074B4">
          <w:rPr>
            <w:noProof/>
            <w:webHidden/>
          </w:rPr>
        </w:r>
        <w:r w:rsidR="00F074B4" w:rsidRPr="00F074B4">
          <w:rPr>
            <w:noProof/>
            <w:webHidden/>
          </w:rPr>
          <w:fldChar w:fldCharType="separate"/>
        </w:r>
        <w:r>
          <w:rPr>
            <w:noProof/>
            <w:webHidden/>
          </w:rPr>
          <w:t>3-41</w:t>
        </w:r>
        <w:r w:rsidR="00F074B4" w:rsidRPr="00F074B4">
          <w:rPr>
            <w:noProof/>
            <w:webHidden/>
          </w:rPr>
          <w:fldChar w:fldCharType="end"/>
        </w:r>
      </w:hyperlink>
    </w:p>
    <w:p w14:paraId="6DDAE975" w14:textId="77777777" w:rsidR="00F074B4" w:rsidRPr="005F4E5A" w:rsidRDefault="00B43EAD">
      <w:pPr>
        <w:pStyle w:val="TOC3"/>
        <w:rPr>
          <w:bCs w:val="0"/>
          <w:i w:val="0"/>
          <w:iCs w:val="0"/>
        </w:rPr>
      </w:pPr>
      <w:hyperlink w:anchor="_Toc510513292" w:history="1">
        <w:r w:rsidR="00F074B4" w:rsidRPr="00F074B4">
          <w:rPr>
            <w:rStyle w:val="Hyperlink"/>
            <w:i w:val="0"/>
          </w:rPr>
          <w:t>3.5.1</w:t>
        </w:r>
        <w:r w:rsidR="00F074B4" w:rsidRPr="005F4E5A">
          <w:rPr>
            <w:bCs w:val="0"/>
            <w:i w:val="0"/>
            <w:iCs w:val="0"/>
          </w:rPr>
          <w:tab/>
        </w:r>
        <w:r w:rsidR="00F074B4" w:rsidRPr="00F074B4">
          <w:rPr>
            <w:rStyle w:val="Hyperlink"/>
            <w:i w:val="0"/>
          </w:rPr>
          <w:t>Process for Defining Hubs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_Toc510513292 \h </w:instrText>
        </w:r>
        <w:r w:rsidR="00F074B4" w:rsidRPr="00F074B4">
          <w:rPr>
            <w:i w:val="0"/>
            <w:webHidden/>
          </w:rPr>
        </w:r>
        <w:r w:rsidR="00F074B4" w:rsidRPr="00F074B4">
          <w:rPr>
            <w:i w:val="0"/>
            <w:webHidden/>
          </w:rPr>
          <w:fldChar w:fldCharType="separate"/>
        </w:r>
        <w:r>
          <w:rPr>
            <w:i w:val="0"/>
            <w:webHidden/>
          </w:rPr>
          <w:t>3-41</w:t>
        </w:r>
        <w:r w:rsidR="00F074B4" w:rsidRPr="00F074B4">
          <w:rPr>
            <w:i w:val="0"/>
            <w:webHidden/>
          </w:rPr>
          <w:fldChar w:fldCharType="end"/>
        </w:r>
      </w:hyperlink>
    </w:p>
    <w:p w14:paraId="023B1E0D" w14:textId="77777777" w:rsidR="00F074B4" w:rsidRPr="005F4E5A" w:rsidRDefault="00B43EAD">
      <w:pPr>
        <w:pStyle w:val="TOC3"/>
        <w:rPr>
          <w:bCs w:val="0"/>
          <w:i w:val="0"/>
          <w:iCs w:val="0"/>
        </w:rPr>
      </w:pPr>
      <w:hyperlink w:anchor="_Toc510513293" w:history="1">
        <w:r w:rsidR="00F074B4" w:rsidRPr="00F074B4">
          <w:rPr>
            <w:rStyle w:val="Hyperlink"/>
            <w:i w:val="0"/>
          </w:rPr>
          <w:t>3.5.2</w:t>
        </w:r>
        <w:r w:rsidR="00F074B4" w:rsidRPr="005F4E5A">
          <w:rPr>
            <w:bCs w:val="0"/>
            <w:i w:val="0"/>
            <w:iCs w:val="0"/>
          </w:rPr>
          <w:tab/>
        </w:r>
        <w:r w:rsidR="00F074B4" w:rsidRPr="00F074B4">
          <w:rPr>
            <w:rStyle w:val="Hyperlink"/>
            <w:i w:val="0"/>
          </w:rPr>
          <w:t>Hub Definitions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_Toc510513293 \h </w:instrText>
        </w:r>
        <w:r w:rsidR="00F074B4" w:rsidRPr="00F074B4">
          <w:rPr>
            <w:i w:val="0"/>
            <w:webHidden/>
          </w:rPr>
        </w:r>
        <w:r w:rsidR="00F074B4" w:rsidRPr="00F074B4">
          <w:rPr>
            <w:i w:val="0"/>
            <w:webHidden/>
          </w:rPr>
          <w:fldChar w:fldCharType="separate"/>
        </w:r>
        <w:r>
          <w:rPr>
            <w:i w:val="0"/>
            <w:webHidden/>
          </w:rPr>
          <w:t>3-42</w:t>
        </w:r>
        <w:r w:rsidR="00F074B4" w:rsidRPr="00F074B4">
          <w:rPr>
            <w:i w:val="0"/>
            <w:webHidden/>
          </w:rPr>
          <w:fldChar w:fldCharType="end"/>
        </w:r>
      </w:hyperlink>
    </w:p>
    <w:p w14:paraId="30FC859B" w14:textId="77777777" w:rsidR="00F074B4" w:rsidRPr="005F4E5A" w:rsidRDefault="00B43EAD">
      <w:pPr>
        <w:pStyle w:val="TOC4"/>
        <w:rPr>
          <w:bCs w:val="0"/>
          <w:snapToGrid/>
          <w:sz w:val="20"/>
          <w:szCs w:val="20"/>
        </w:rPr>
      </w:pPr>
      <w:hyperlink w:anchor="_Toc510513294" w:history="1">
        <w:r w:rsidR="00F074B4" w:rsidRPr="00F074B4">
          <w:rPr>
            <w:rStyle w:val="Hyperlink"/>
            <w:sz w:val="20"/>
            <w:szCs w:val="20"/>
          </w:rPr>
          <w:t>3.5.2.1</w:t>
        </w:r>
        <w:r w:rsidR="00F074B4" w:rsidRPr="005F4E5A">
          <w:rPr>
            <w:bCs w:val="0"/>
            <w:snapToGrid/>
            <w:sz w:val="20"/>
            <w:szCs w:val="20"/>
          </w:rPr>
          <w:tab/>
        </w:r>
        <w:r w:rsidR="00F074B4" w:rsidRPr="00F074B4">
          <w:rPr>
            <w:rStyle w:val="Hyperlink"/>
            <w:sz w:val="20"/>
            <w:szCs w:val="20"/>
          </w:rPr>
          <w:t>North 345 kV Hub (North 345)</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_Toc510513294 \h </w:instrText>
        </w:r>
        <w:r w:rsidR="00F074B4" w:rsidRPr="00F074B4">
          <w:rPr>
            <w:webHidden/>
            <w:sz w:val="20"/>
            <w:szCs w:val="20"/>
          </w:rPr>
        </w:r>
        <w:r w:rsidR="00F074B4" w:rsidRPr="00F074B4">
          <w:rPr>
            <w:webHidden/>
            <w:sz w:val="20"/>
            <w:szCs w:val="20"/>
          </w:rPr>
          <w:fldChar w:fldCharType="separate"/>
        </w:r>
        <w:r>
          <w:rPr>
            <w:webHidden/>
            <w:sz w:val="20"/>
            <w:szCs w:val="20"/>
          </w:rPr>
          <w:t>3-42</w:t>
        </w:r>
        <w:r w:rsidR="00F074B4" w:rsidRPr="00F074B4">
          <w:rPr>
            <w:webHidden/>
            <w:sz w:val="20"/>
            <w:szCs w:val="20"/>
          </w:rPr>
          <w:fldChar w:fldCharType="end"/>
        </w:r>
      </w:hyperlink>
    </w:p>
    <w:p w14:paraId="629E5D95" w14:textId="77777777" w:rsidR="00F074B4" w:rsidRPr="005F4E5A" w:rsidRDefault="00B43EAD">
      <w:pPr>
        <w:pStyle w:val="TOC4"/>
        <w:rPr>
          <w:bCs w:val="0"/>
          <w:snapToGrid/>
          <w:sz w:val="20"/>
          <w:szCs w:val="20"/>
        </w:rPr>
      </w:pPr>
      <w:hyperlink w:anchor="_Toc510513295" w:history="1">
        <w:r w:rsidR="00F074B4" w:rsidRPr="00F074B4">
          <w:rPr>
            <w:rStyle w:val="Hyperlink"/>
            <w:sz w:val="20"/>
            <w:szCs w:val="20"/>
          </w:rPr>
          <w:t>3.5.2.2</w:t>
        </w:r>
        <w:r w:rsidR="00F074B4" w:rsidRPr="005F4E5A">
          <w:rPr>
            <w:bCs w:val="0"/>
            <w:snapToGrid/>
            <w:sz w:val="20"/>
            <w:szCs w:val="20"/>
          </w:rPr>
          <w:tab/>
        </w:r>
        <w:r w:rsidR="00F074B4" w:rsidRPr="00F074B4">
          <w:rPr>
            <w:rStyle w:val="Hyperlink"/>
            <w:sz w:val="20"/>
            <w:szCs w:val="20"/>
          </w:rPr>
          <w:t>South 345 kV Hub (South 345)</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_Toc510513295 \h </w:instrText>
        </w:r>
        <w:r w:rsidR="00F074B4" w:rsidRPr="00F074B4">
          <w:rPr>
            <w:webHidden/>
            <w:sz w:val="20"/>
            <w:szCs w:val="20"/>
          </w:rPr>
        </w:r>
        <w:r w:rsidR="00F074B4" w:rsidRPr="00F074B4">
          <w:rPr>
            <w:webHidden/>
            <w:sz w:val="20"/>
            <w:szCs w:val="20"/>
          </w:rPr>
          <w:fldChar w:fldCharType="separate"/>
        </w:r>
        <w:r>
          <w:rPr>
            <w:webHidden/>
            <w:sz w:val="20"/>
            <w:szCs w:val="20"/>
          </w:rPr>
          <w:t>3-47</w:t>
        </w:r>
        <w:r w:rsidR="00F074B4" w:rsidRPr="00F074B4">
          <w:rPr>
            <w:webHidden/>
            <w:sz w:val="20"/>
            <w:szCs w:val="20"/>
          </w:rPr>
          <w:fldChar w:fldCharType="end"/>
        </w:r>
      </w:hyperlink>
    </w:p>
    <w:p w14:paraId="7078F88A" w14:textId="77777777" w:rsidR="00F074B4" w:rsidRPr="005F4E5A" w:rsidRDefault="00B43EAD">
      <w:pPr>
        <w:pStyle w:val="TOC4"/>
        <w:rPr>
          <w:bCs w:val="0"/>
          <w:snapToGrid/>
          <w:sz w:val="20"/>
          <w:szCs w:val="20"/>
        </w:rPr>
      </w:pPr>
      <w:hyperlink w:anchor="_Toc510513296" w:history="1">
        <w:r w:rsidR="00F074B4" w:rsidRPr="00F074B4">
          <w:rPr>
            <w:rStyle w:val="Hyperlink"/>
            <w:sz w:val="20"/>
            <w:szCs w:val="20"/>
          </w:rPr>
          <w:t>3.5.2.3</w:t>
        </w:r>
        <w:r w:rsidR="00F074B4" w:rsidRPr="005F4E5A">
          <w:rPr>
            <w:bCs w:val="0"/>
            <w:snapToGrid/>
            <w:sz w:val="20"/>
            <w:szCs w:val="20"/>
          </w:rPr>
          <w:tab/>
        </w:r>
        <w:r w:rsidR="00F074B4" w:rsidRPr="00F074B4">
          <w:rPr>
            <w:rStyle w:val="Hyperlink"/>
            <w:sz w:val="20"/>
            <w:szCs w:val="20"/>
          </w:rPr>
          <w:t>Houston 345 kV Hub (Houston 345)</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_Toc510513296 \h </w:instrText>
        </w:r>
        <w:r w:rsidR="00F074B4" w:rsidRPr="00F074B4">
          <w:rPr>
            <w:webHidden/>
            <w:sz w:val="20"/>
            <w:szCs w:val="20"/>
          </w:rPr>
        </w:r>
        <w:r w:rsidR="00F074B4" w:rsidRPr="00F074B4">
          <w:rPr>
            <w:webHidden/>
            <w:sz w:val="20"/>
            <w:szCs w:val="20"/>
          </w:rPr>
          <w:fldChar w:fldCharType="separate"/>
        </w:r>
        <w:r>
          <w:rPr>
            <w:webHidden/>
            <w:sz w:val="20"/>
            <w:szCs w:val="20"/>
          </w:rPr>
          <w:t>3-50</w:t>
        </w:r>
        <w:r w:rsidR="00F074B4" w:rsidRPr="00F074B4">
          <w:rPr>
            <w:webHidden/>
            <w:sz w:val="20"/>
            <w:szCs w:val="20"/>
          </w:rPr>
          <w:fldChar w:fldCharType="end"/>
        </w:r>
      </w:hyperlink>
    </w:p>
    <w:p w14:paraId="6BE3B70C" w14:textId="77777777" w:rsidR="00F074B4" w:rsidRPr="005F4E5A" w:rsidRDefault="00B43EAD">
      <w:pPr>
        <w:pStyle w:val="TOC4"/>
        <w:rPr>
          <w:bCs w:val="0"/>
          <w:snapToGrid/>
          <w:sz w:val="20"/>
          <w:szCs w:val="20"/>
        </w:rPr>
      </w:pPr>
      <w:hyperlink w:anchor="_Toc510513297" w:history="1">
        <w:r w:rsidR="00F074B4" w:rsidRPr="00F074B4">
          <w:rPr>
            <w:rStyle w:val="Hyperlink"/>
            <w:sz w:val="20"/>
            <w:szCs w:val="20"/>
          </w:rPr>
          <w:t>3.5.2.4</w:t>
        </w:r>
        <w:r w:rsidR="00F074B4" w:rsidRPr="005F4E5A">
          <w:rPr>
            <w:bCs w:val="0"/>
            <w:snapToGrid/>
            <w:sz w:val="20"/>
            <w:szCs w:val="20"/>
          </w:rPr>
          <w:tab/>
        </w:r>
        <w:r w:rsidR="00F074B4" w:rsidRPr="00F074B4">
          <w:rPr>
            <w:rStyle w:val="Hyperlink"/>
            <w:sz w:val="20"/>
            <w:szCs w:val="20"/>
          </w:rPr>
          <w:t>West 345 kV Hub (West 345)</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_Toc510513297 \h </w:instrText>
        </w:r>
        <w:r w:rsidR="00F074B4" w:rsidRPr="00F074B4">
          <w:rPr>
            <w:webHidden/>
            <w:sz w:val="20"/>
            <w:szCs w:val="20"/>
          </w:rPr>
        </w:r>
        <w:r w:rsidR="00F074B4" w:rsidRPr="00F074B4">
          <w:rPr>
            <w:webHidden/>
            <w:sz w:val="20"/>
            <w:szCs w:val="20"/>
          </w:rPr>
          <w:fldChar w:fldCharType="separate"/>
        </w:r>
        <w:r>
          <w:rPr>
            <w:webHidden/>
            <w:sz w:val="20"/>
            <w:szCs w:val="20"/>
          </w:rPr>
          <w:t>3-53</w:t>
        </w:r>
        <w:r w:rsidR="00F074B4" w:rsidRPr="00F074B4">
          <w:rPr>
            <w:webHidden/>
            <w:sz w:val="20"/>
            <w:szCs w:val="20"/>
          </w:rPr>
          <w:fldChar w:fldCharType="end"/>
        </w:r>
      </w:hyperlink>
    </w:p>
    <w:p w14:paraId="19F23D60" w14:textId="77777777" w:rsidR="00F074B4" w:rsidRPr="005F4E5A" w:rsidRDefault="00B43EAD">
      <w:pPr>
        <w:pStyle w:val="TOC4"/>
        <w:rPr>
          <w:bCs w:val="0"/>
          <w:snapToGrid/>
          <w:sz w:val="20"/>
          <w:szCs w:val="20"/>
        </w:rPr>
      </w:pPr>
      <w:hyperlink w:anchor="_Toc510513299" w:history="1">
        <w:r w:rsidR="00F074B4" w:rsidRPr="00F074B4">
          <w:rPr>
            <w:rStyle w:val="Hyperlink"/>
            <w:sz w:val="20"/>
            <w:szCs w:val="20"/>
          </w:rPr>
          <w:t>3.5.2.5</w:t>
        </w:r>
        <w:r w:rsidR="00F074B4" w:rsidRPr="005F4E5A">
          <w:rPr>
            <w:bCs w:val="0"/>
            <w:snapToGrid/>
            <w:sz w:val="20"/>
            <w:szCs w:val="20"/>
          </w:rPr>
          <w:tab/>
        </w:r>
        <w:r w:rsidR="00F074B4" w:rsidRPr="00F074B4">
          <w:rPr>
            <w:rStyle w:val="Hyperlink"/>
            <w:sz w:val="20"/>
            <w:szCs w:val="20"/>
          </w:rPr>
          <w:t>ERCOT Hub Average 345 kV Hub (ERCOT 345)</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_Toc510513299 \h </w:instrText>
        </w:r>
        <w:r w:rsidR="00F074B4" w:rsidRPr="00F074B4">
          <w:rPr>
            <w:webHidden/>
            <w:sz w:val="20"/>
            <w:szCs w:val="20"/>
          </w:rPr>
        </w:r>
        <w:r w:rsidR="00F074B4" w:rsidRPr="00F074B4">
          <w:rPr>
            <w:webHidden/>
            <w:sz w:val="20"/>
            <w:szCs w:val="20"/>
          </w:rPr>
          <w:fldChar w:fldCharType="separate"/>
        </w:r>
        <w:r>
          <w:rPr>
            <w:webHidden/>
            <w:sz w:val="20"/>
            <w:szCs w:val="20"/>
          </w:rPr>
          <w:t>3-60</w:t>
        </w:r>
        <w:r w:rsidR="00F074B4" w:rsidRPr="00F074B4">
          <w:rPr>
            <w:webHidden/>
            <w:sz w:val="20"/>
            <w:szCs w:val="20"/>
          </w:rPr>
          <w:fldChar w:fldCharType="end"/>
        </w:r>
      </w:hyperlink>
    </w:p>
    <w:p w14:paraId="7D2942A5" w14:textId="77777777" w:rsidR="00F074B4" w:rsidRPr="005F4E5A" w:rsidRDefault="00B43EAD">
      <w:pPr>
        <w:pStyle w:val="TOC4"/>
        <w:rPr>
          <w:bCs w:val="0"/>
          <w:snapToGrid/>
          <w:sz w:val="20"/>
          <w:szCs w:val="20"/>
        </w:rPr>
      </w:pPr>
      <w:hyperlink w:anchor="_Toc510513300" w:history="1">
        <w:r w:rsidR="00F074B4" w:rsidRPr="00F074B4">
          <w:rPr>
            <w:rStyle w:val="Hyperlink"/>
            <w:sz w:val="20"/>
            <w:szCs w:val="20"/>
          </w:rPr>
          <w:t>3.5.2.6</w:t>
        </w:r>
        <w:r w:rsidR="00F074B4" w:rsidRPr="005F4E5A">
          <w:rPr>
            <w:bCs w:val="0"/>
            <w:snapToGrid/>
            <w:sz w:val="20"/>
            <w:szCs w:val="20"/>
          </w:rPr>
          <w:tab/>
        </w:r>
        <w:r w:rsidR="00F074B4" w:rsidRPr="00F074B4">
          <w:rPr>
            <w:rStyle w:val="Hyperlink"/>
            <w:sz w:val="20"/>
            <w:szCs w:val="20"/>
          </w:rPr>
          <w:t>ERCOT Bus Average 345 kV Hub (ERCOT 345 Bus)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_Toc510513300 \h </w:instrText>
        </w:r>
        <w:r w:rsidR="00F074B4" w:rsidRPr="00F074B4">
          <w:rPr>
            <w:webHidden/>
            <w:sz w:val="20"/>
            <w:szCs w:val="20"/>
          </w:rPr>
        </w:r>
        <w:r w:rsidR="00F074B4" w:rsidRPr="00F074B4">
          <w:rPr>
            <w:webHidden/>
            <w:sz w:val="20"/>
            <w:szCs w:val="20"/>
          </w:rPr>
          <w:fldChar w:fldCharType="separate"/>
        </w:r>
        <w:r>
          <w:rPr>
            <w:webHidden/>
            <w:sz w:val="20"/>
            <w:szCs w:val="20"/>
          </w:rPr>
          <w:t>3-61</w:t>
        </w:r>
        <w:r w:rsidR="00F074B4" w:rsidRPr="00F074B4">
          <w:rPr>
            <w:webHidden/>
            <w:sz w:val="20"/>
            <w:szCs w:val="20"/>
          </w:rPr>
          <w:fldChar w:fldCharType="end"/>
        </w:r>
      </w:hyperlink>
    </w:p>
    <w:p w14:paraId="32EEABAE" w14:textId="77777777" w:rsidR="00F074B4" w:rsidRPr="005F4E5A" w:rsidRDefault="00B43EAD">
      <w:pPr>
        <w:pStyle w:val="TOC3"/>
        <w:rPr>
          <w:bCs w:val="0"/>
          <w:i w:val="0"/>
          <w:iCs w:val="0"/>
        </w:rPr>
      </w:pPr>
      <w:hyperlink w:anchor="_Toc510513301" w:history="1">
        <w:r w:rsidR="00F074B4" w:rsidRPr="00F074B4">
          <w:rPr>
            <w:rStyle w:val="Hyperlink"/>
            <w:i w:val="0"/>
          </w:rPr>
          <w:t>3.5.3</w:t>
        </w:r>
        <w:r w:rsidR="00F074B4" w:rsidRPr="005F4E5A">
          <w:rPr>
            <w:bCs w:val="0"/>
            <w:i w:val="0"/>
            <w:iCs w:val="0"/>
          </w:rPr>
          <w:tab/>
        </w:r>
        <w:r w:rsidR="00F074B4" w:rsidRPr="00F074B4">
          <w:rPr>
            <w:rStyle w:val="Hyperlink"/>
            <w:i w:val="0"/>
          </w:rPr>
          <w:t>ERCOT Responsibilities for Managing Hubs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_Toc510513301 \h </w:instrText>
        </w:r>
        <w:r w:rsidR="00F074B4" w:rsidRPr="00F074B4">
          <w:rPr>
            <w:i w:val="0"/>
            <w:webHidden/>
          </w:rPr>
        </w:r>
        <w:r w:rsidR="00F074B4" w:rsidRPr="00F074B4">
          <w:rPr>
            <w:i w:val="0"/>
            <w:webHidden/>
          </w:rPr>
          <w:fldChar w:fldCharType="separate"/>
        </w:r>
        <w:r>
          <w:rPr>
            <w:i w:val="0"/>
            <w:webHidden/>
          </w:rPr>
          <w:t>3-65</w:t>
        </w:r>
        <w:r w:rsidR="00F074B4" w:rsidRPr="00F074B4">
          <w:rPr>
            <w:i w:val="0"/>
            <w:webHidden/>
          </w:rPr>
          <w:fldChar w:fldCharType="end"/>
        </w:r>
      </w:hyperlink>
    </w:p>
    <w:p w14:paraId="093CEFE1" w14:textId="77777777" w:rsidR="00F074B4" w:rsidRPr="005F4E5A" w:rsidRDefault="00B43EAD">
      <w:pPr>
        <w:pStyle w:val="TOC4"/>
        <w:rPr>
          <w:bCs w:val="0"/>
          <w:snapToGrid/>
          <w:sz w:val="20"/>
          <w:szCs w:val="20"/>
        </w:rPr>
      </w:pPr>
      <w:hyperlink w:anchor="_Toc510513302" w:history="1">
        <w:r w:rsidR="00F074B4" w:rsidRPr="00F074B4">
          <w:rPr>
            <w:rStyle w:val="Hyperlink"/>
            <w:sz w:val="20"/>
            <w:szCs w:val="20"/>
          </w:rPr>
          <w:t>3.5.3.1</w:t>
        </w:r>
        <w:r w:rsidR="00F074B4" w:rsidRPr="005F4E5A">
          <w:rPr>
            <w:bCs w:val="0"/>
            <w:snapToGrid/>
            <w:sz w:val="20"/>
            <w:szCs w:val="20"/>
          </w:rPr>
          <w:tab/>
        </w:r>
        <w:r w:rsidR="00F074B4" w:rsidRPr="00F074B4">
          <w:rPr>
            <w:rStyle w:val="Hyperlink"/>
            <w:sz w:val="20"/>
            <w:szCs w:val="20"/>
          </w:rPr>
          <w:t>Posting of Hub Buses and Electrical Buses included in Hubs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_Toc510513302 \h </w:instrText>
        </w:r>
        <w:r w:rsidR="00F074B4" w:rsidRPr="00F074B4">
          <w:rPr>
            <w:webHidden/>
            <w:sz w:val="20"/>
            <w:szCs w:val="20"/>
          </w:rPr>
        </w:r>
        <w:r w:rsidR="00F074B4" w:rsidRPr="00F074B4">
          <w:rPr>
            <w:webHidden/>
            <w:sz w:val="20"/>
            <w:szCs w:val="20"/>
          </w:rPr>
          <w:fldChar w:fldCharType="separate"/>
        </w:r>
        <w:r>
          <w:rPr>
            <w:webHidden/>
            <w:sz w:val="20"/>
            <w:szCs w:val="20"/>
          </w:rPr>
          <w:t>3-65</w:t>
        </w:r>
        <w:r w:rsidR="00F074B4" w:rsidRPr="00F074B4">
          <w:rPr>
            <w:webHidden/>
            <w:sz w:val="20"/>
            <w:szCs w:val="20"/>
          </w:rPr>
          <w:fldChar w:fldCharType="end"/>
        </w:r>
      </w:hyperlink>
    </w:p>
    <w:p w14:paraId="01CB5106" w14:textId="77777777" w:rsidR="00F074B4" w:rsidRPr="005F4E5A" w:rsidRDefault="00B43EAD">
      <w:pPr>
        <w:pStyle w:val="TOC4"/>
        <w:rPr>
          <w:bCs w:val="0"/>
          <w:snapToGrid/>
          <w:sz w:val="20"/>
          <w:szCs w:val="20"/>
        </w:rPr>
      </w:pPr>
      <w:hyperlink w:anchor="_Toc510513303" w:history="1">
        <w:r w:rsidR="00F074B4" w:rsidRPr="00F074B4">
          <w:rPr>
            <w:rStyle w:val="Hyperlink"/>
            <w:sz w:val="20"/>
            <w:szCs w:val="20"/>
          </w:rPr>
          <w:t>3.5.3.2</w:t>
        </w:r>
        <w:r w:rsidR="00F074B4" w:rsidRPr="005F4E5A">
          <w:rPr>
            <w:bCs w:val="0"/>
            <w:snapToGrid/>
            <w:sz w:val="20"/>
            <w:szCs w:val="20"/>
          </w:rPr>
          <w:tab/>
        </w:r>
        <w:r w:rsidR="00F074B4" w:rsidRPr="00F074B4">
          <w:rPr>
            <w:rStyle w:val="Hyperlink"/>
            <w:sz w:val="20"/>
            <w:szCs w:val="20"/>
          </w:rPr>
          <w:t>Calculation of Hub Prices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_Toc510513303 \h </w:instrText>
        </w:r>
        <w:r w:rsidR="00F074B4" w:rsidRPr="00F074B4">
          <w:rPr>
            <w:webHidden/>
            <w:sz w:val="20"/>
            <w:szCs w:val="20"/>
          </w:rPr>
        </w:r>
        <w:r w:rsidR="00F074B4" w:rsidRPr="00F074B4">
          <w:rPr>
            <w:webHidden/>
            <w:sz w:val="20"/>
            <w:szCs w:val="20"/>
          </w:rPr>
          <w:fldChar w:fldCharType="separate"/>
        </w:r>
        <w:r>
          <w:rPr>
            <w:webHidden/>
            <w:sz w:val="20"/>
            <w:szCs w:val="20"/>
          </w:rPr>
          <w:t>3-65</w:t>
        </w:r>
        <w:r w:rsidR="00F074B4" w:rsidRPr="00F074B4">
          <w:rPr>
            <w:webHidden/>
            <w:sz w:val="20"/>
            <w:szCs w:val="20"/>
          </w:rPr>
          <w:fldChar w:fldCharType="end"/>
        </w:r>
      </w:hyperlink>
    </w:p>
    <w:p w14:paraId="6FF01530" w14:textId="77777777" w:rsidR="00F074B4" w:rsidRPr="005F4E5A" w:rsidRDefault="00B43EAD">
      <w:pPr>
        <w:pStyle w:val="TOC2"/>
        <w:rPr>
          <w:noProof/>
        </w:rPr>
      </w:pPr>
      <w:hyperlink w:anchor="_Toc510513304" w:history="1">
        <w:r w:rsidR="00F074B4" w:rsidRPr="00F074B4">
          <w:rPr>
            <w:rStyle w:val="Hyperlink"/>
            <w:noProof/>
          </w:rPr>
          <w:t>3.6</w:t>
        </w:r>
        <w:r w:rsidR="00F074B4" w:rsidRPr="005F4E5A">
          <w:rPr>
            <w:noProof/>
          </w:rPr>
          <w:tab/>
        </w:r>
        <w:r w:rsidR="00F074B4" w:rsidRPr="00F074B4">
          <w:rPr>
            <w:rStyle w:val="Hyperlink"/>
            <w:noProof/>
          </w:rPr>
          <w:t>Load Participation</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_Toc510513304 \h </w:instrText>
        </w:r>
        <w:r w:rsidR="00F074B4" w:rsidRPr="00F074B4">
          <w:rPr>
            <w:noProof/>
            <w:webHidden/>
          </w:rPr>
        </w:r>
        <w:r w:rsidR="00F074B4" w:rsidRPr="00F074B4">
          <w:rPr>
            <w:noProof/>
            <w:webHidden/>
          </w:rPr>
          <w:fldChar w:fldCharType="separate"/>
        </w:r>
        <w:r>
          <w:rPr>
            <w:noProof/>
            <w:webHidden/>
          </w:rPr>
          <w:t>3-65</w:t>
        </w:r>
        <w:r w:rsidR="00F074B4" w:rsidRPr="00F074B4">
          <w:rPr>
            <w:noProof/>
            <w:webHidden/>
          </w:rPr>
          <w:fldChar w:fldCharType="end"/>
        </w:r>
      </w:hyperlink>
    </w:p>
    <w:p w14:paraId="6869D39D" w14:textId="77777777" w:rsidR="00F074B4" w:rsidRPr="005F4E5A" w:rsidRDefault="00B43EAD">
      <w:pPr>
        <w:pStyle w:val="TOC3"/>
        <w:rPr>
          <w:bCs w:val="0"/>
          <w:i w:val="0"/>
          <w:iCs w:val="0"/>
        </w:rPr>
      </w:pPr>
      <w:hyperlink w:anchor="_Toc510513305" w:history="1">
        <w:r w:rsidR="00F074B4" w:rsidRPr="00F074B4">
          <w:rPr>
            <w:rStyle w:val="Hyperlink"/>
            <w:i w:val="0"/>
          </w:rPr>
          <w:t>3.6.1</w:t>
        </w:r>
        <w:r w:rsidR="00F074B4" w:rsidRPr="005F4E5A">
          <w:rPr>
            <w:bCs w:val="0"/>
            <w:i w:val="0"/>
            <w:iCs w:val="0"/>
          </w:rPr>
          <w:tab/>
        </w:r>
        <w:r w:rsidR="00F074B4" w:rsidRPr="00F074B4">
          <w:rPr>
            <w:rStyle w:val="Hyperlink"/>
            <w:i w:val="0"/>
          </w:rPr>
          <w:t>Load Resource Participation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_Toc510513305 \h </w:instrText>
        </w:r>
        <w:r w:rsidR="00F074B4" w:rsidRPr="00F074B4">
          <w:rPr>
            <w:i w:val="0"/>
            <w:webHidden/>
          </w:rPr>
        </w:r>
        <w:r w:rsidR="00F074B4" w:rsidRPr="00F074B4">
          <w:rPr>
            <w:i w:val="0"/>
            <w:webHidden/>
          </w:rPr>
          <w:fldChar w:fldCharType="separate"/>
        </w:r>
        <w:r>
          <w:rPr>
            <w:i w:val="0"/>
            <w:webHidden/>
          </w:rPr>
          <w:t>3-65</w:t>
        </w:r>
        <w:r w:rsidR="00F074B4" w:rsidRPr="00F074B4">
          <w:rPr>
            <w:i w:val="0"/>
            <w:webHidden/>
          </w:rPr>
          <w:fldChar w:fldCharType="end"/>
        </w:r>
      </w:hyperlink>
    </w:p>
    <w:p w14:paraId="3EE824A6" w14:textId="77777777" w:rsidR="00F074B4" w:rsidRPr="005F4E5A" w:rsidRDefault="00B43EAD">
      <w:pPr>
        <w:pStyle w:val="TOC3"/>
        <w:rPr>
          <w:bCs w:val="0"/>
          <w:i w:val="0"/>
          <w:iCs w:val="0"/>
        </w:rPr>
      </w:pPr>
      <w:hyperlink w:anchor="_Toc510513306" w:history="1">
        <w:r w:rsidR="00F074B4" w:rsidRPr="00F074B4">
          <w:rPr>
            <w:rStyle w:val="Hyperlink"/>
            <w:i w:val="0"/>
          </w:rPr>
          <w:t>3.6.2</w:t>
        </w:r>
        <w:r w:rsidR="00F074B4" w:rsidRPr="005F4E5A">
          <w:rPr>
            <w:bCs w:val="0"/>
            <w:i w:val="0"/>
            <w:iCs w:val="0"/>
          </w:rPr>
          <w:tab/>
        </w:r>
        <w:r w:rsidR="00F074B4" w:rsidRPr="00F074B4">
          <w:rPr>
            <w:rStyle w:val="Hyperlink"/>
            <w:i w:val="0"/>
          </w:rPr>
          <w:t>Decision-Making Authority for a SCED-Qualified Controllable Load Resource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_Toc510513306 \h </w:instrText>
        </w:r>
        <w:r w:rsidR="00F074B4" w:rsidRPr="00F074B4">
          <w:rPr>
            <w:i w:val="0"/>
            <w:webHidden/>
          </w:rPr>
        </w:r>
        <w:r w:rsidR="00F074B4" w:rsidRPr="00F074B4">
          <w:rPr>
            <w:i w:val="0"/>
            <w:webHidden/>
          </w:rPr>
          <w:fldChar w:fldCharType="separate"/>
        </w:r>
        <w:r>
          <w:rPr>
            <w:i w:val="0"/>
            <w:webHidden/>
          </w:rPr>
          <w:t>3-66</w:t>
        </w:r>
        <w:r w:rsidR="00F074B4" w:rsidRPr="00F074B4">
          <w:rPr>
            <w:i w:val="0"/>
            <w:webHidden/>
          </w:rPr>
          <w:fldChar w:fldCharType="end"/>
        </w:r>
      </w:hyperlink>
    </w:p>
    <w:p w14:paraId="6AD2BC62" w14:textId="77777777" w:rsidR="00F074B4" w:rsidRPr="005F4E5A" w:rsidRDefault="00B43EAD">
      <w:pPr>
        <w:pStyle w:val="TOC2"/>
        <w:rPr>
          <w:noProof/>
        </w:rPr>
      </w:pPr>
      <w:hyperlink w:anchor="_Toc510513307" w:history="1">
        <w:r w:rsidR="00F074B4" w:rsidRPr="00F074B4">
          <w:rPr>
            <w:rStyle w:val="Hyperlink"/>
            <w:noProof/>
          </w:rPr>
          <w:t>3.7</w:t>
        </w:r>
        <w:r w:rsidR="00F074B4" w:rsidRPr="005F4E5A">
          <w:rPr>
            <w:noProof/>
          </w:rPr>
          <w:tab/>
        </w:r>
        <w:r w:rsidR="00F074B4" w:rsidRPr="00F074B4">
          <w:rPr>
            <w:rStyle w:val="Hyperlink"/>
            <w:noProof/>
          </w:rPr>
          <w:t>Resource Parameters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_Toc510513307 \h </w:instrText>
        </w:r>
        <w:r w:rsidR="00F074B4" w:rsidRPr="00F074B4">
          <w:rPr>
            <w:noProof/>
            <w:webHidden/>
          </w:rPr>
        </w:r>
        <w:r w:rsidR="00F074B4" w:rsidRPr="00F074B4">
          <w:rPr>
            <w:noProof/>
            <w:webHidden/>
          </w:rPr>
          <w:fldChar w:fldCharType="separate"/>
        </w:r>
        <w:r>
          <w:rPr>
            <w:noProof/>
            <w:webHidden/>
          </w:rPr>
          <w:t>3-66</w:t>
        </w:r>
        <w:r w:rsidR="00F074B4" w:rsidRPr="00F074B4">
          <w:rPr>
            <w:noProof/>
            <w:webHidden/>
          </w:rPr>
          <w:fldChar w:fldCharType="end"/>
        </w:r>
      </w:hyperlink>
    </w:p>
    <w:p w14:paraId="3191F1C4" w14:textId="77777777" w:rsidR="00F074B4" w:rsidRPr="005F4E5A" w:rsidRDefault="00B43EAD">
      <w:pPr>
        <w:pStyle w:val="TOC3"/>
        <w:rPr>
          <w:bCs w:val="0"/>
          <w:i w:val="0"/>
          <w:iCs w:val="0"/>
        </w:rPr>
      </w:pPr>
      <w:hyperlink w:anchor="_Toc510513308" w:history="1">
        <w:r w:rsidR="00F074B4" w:rsidRPr="00F074B4">
          <w:rPr>
            <w:rStyle w:val="Hyperlink"/>
            <w:i w:val="0"/>
          </w:rPr>
          <w:t>3.7.1</w:t>
        </w:r>
        <w:r w:rsidR="00F074B4" w:rsidRPr="005F4E5A">
          <w:rPr>
            <w:bCs w:val="0"/>
            <w:i w:val="0"/>
            <w:iCs w:val="0"/>
          </w:rPr>
          <w:tab/>
        </w:r>
        <w:r w:rsidR="00F074B4" w:rsidRPr="00F074B4">
          <w:rPr>
            <w:rStyle w:val="Hyperlink"/>
            <w:i w:val="0"/>
          </w:rPr>
          <w:t>Resource Parameter Criteria</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_Toc510513308 \h </w:instrText>
        </w:r>
        <w:r w:rsidR="00F074B4" w:rsidRPr="00F074B4">
          <w:rPr>
            <w:i w:val="0"/>
            <w:webHidden/>
          </w:rPr>
        </w:r>
        <w:r w:rsidR="00F074B4" w:rsidRPr="00F074B4">
          <w:rPr>
            <w:i w:val="0"/>
            <w:webHidden/>
          </w:rPr>
          <w:fldChar w:fldCharType="separate"/>
        </w:r>
        <w:r>
          <w:rPr>
            <w:i w:val="0"/>
            <w:webHidden/>
          </w:rPr>
          <w:t>3-67</w:t>
        </w:r>
        <w:r w:rsidR="00F074B4" w:rsidRPr="00F074B4">
          <w:rPr>
            <w:i w:val="0"/>
            <w:webHidden/>
          </w:rPr>
          <w:fldChar w:fldCharType="end"/>
        </w:r>
      </w:hyperlink>
    </w:p>
    <w:p w14:paraId="46F4B0EA" w14:textId="77777777" w:rsidR="00F074B4" w:rsidRPr="005F4E5A" w:rsidRDefault="00B43EAD">
      <w:pPr>
        <w:pStyle w:val="TOC4"/>
        <w:rPr>
          <w:bCs w:val="0"/>
          <w:snapToGrid/>
          <w:sz w:val="20"/>
          <w:szCs w:val="20"/>
        </w:rPr>
      </w:pPr>
      <w:hyperlink w:anchor="_Toc510513309" w:history="1">
        <w:r w:rsidR="00F074B4" w:rsidRPr="00F074B4">
          <w:rPr>
            <w:rStyle w:val="Hyperlink"/>
            <w:sz w:val="20"/>
            <w:szCs w:val="20"/>
          </w:rPr>
          <w:t>3.7.1.1</w:t>
        </w:r>
        <w:r w:rsidR="00F074B4" w:rsidRPr="005F4E5A">
          <w:rPr>
            <w:bCs w:val="0"/>
            <w:snapToGrid/>
            <w:sz w:val="20"/>
            <w:szCs w:val="20"/>
          </w:rPr>
          <w:tab/>
        </w:r>
        <w:r w:rsidR="00F074B4" w:rsidRPr="00F074B4">
          <w:rPr>
            <w:rStyle w:val="Hyperlink"/>
            <w:sz w:val="20"/>
            <w:szCs w:val="20"/>
          </w:rPr>
          <w:t>Generation Resource Parameters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_Toc510513309 \h </w:instrText>
        </w:r>
        <w:r w:rsidR="00F074B4" w:rsidRPr="00F074B4">
          <w:rPr>
            <w:webHidden/>
            <w:sz w:val="20"/>
            <w:szCs w:val="20"/>
          </w:rPr>
        </w:r>
        <w:r w:rsidR="00F074B4" w:rsidRPr="00F074B4">
          <w:rPr>
            <w:webHidden/>
            <w:sz w:val="20"/>
            <w:szCs w:val="20"/>
          </w:rPr>
          <w:fldChar w:fldCharType="separate"/>
        </w:r>
        <w:r>
          <w:rPr>
            <w:webHidden/>
            <w:sz w:val="20"/>
            <w:szCs w:val="20"/>
          </w:rPr>
          <w:t>3-67</w:t>
        </w:r>
        <w:r w:rsidR="00F074B4" w:rsidRPr="00F074B4">
          <w:rPr>
            <w:webHidden/>
            <w:sz w:val="20"/>
            <w:szCs w:val="20"/>
          </w:rPr>
          <w:fldChar w:fldCharType="end"/>
        </w:r>
      </w:hyperlink>
    </w:p>
    <w:p w14:paraId="3433CA24" w14:textId="77777777" w:rsidR="00F074B4" w:rsidRPr="005F4E5A" w:rsidRDefault="00B43EAD">
      <w:pPr>
        <w:pStyle w:val="TOC4"/>
        <w:rPr>
          <w:bCs w:val="0"/>
          <w:snapToGrid/>
          <w:sz w:val="20"/>
          <w:szCs w:val="20"/>
        </w:rPr>
      </w:pPr>
      <w:hyperlink w:anchor="_Toc510513310" w:history="1">
        <w:r w:rsidR="00F074B4" w:rsidRPr="00F074B4">
          <w:rPr>
            <w:rStyle w:val="Hyperlink"/>
            <w:sz w:val="20"/>
            <w:szCs w:val="20"/>
          </w:rPr>
          <w:t>3.7.1.2</w:t>
        </w:r>
        <w:r w:rsidR="00F074B4" w:rsidRPr="005F4E5A">
          <w:rPr>
            <w:bCs w:val="0"/>
            <w:snapToGrid/>
            <w:sz w:val="20"/>
            <w:szCs w:val="20"/>
          </w:rPr>
          <w:tab/>
        </w:r>
        <w:r w:rsidR="00F074B4" w:rsidRPr="00F074B4">
          <w:rPr>
            <w:rStyle w:val="Hyperlink"/>
            <w:sz w:val="20"/>
            <w:szCs w:val="20"/>
          </w:rPr>
          <w:t>Load Resource Parameters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_Toc510513310 \h </w:instrText>
        </w:r>
        <w:r w:rsidR="00F074B4" w:rsidRPr="00F074B4">
          <w:rPr>
            <w:webHidden/>
            <w:sz w:val="20"/>
            <w:szCs w:val="20"/>
          </w:rPr>
        </w:r>
        <w:r w:rsidR="00F074B4" w:rsidRPr="00F074B4">
          <w:rPr>
            <w:webHidden/>
            <w:sz w:val="20"/>
            <w:szCs w:val="20"/>
          </w:rPr>
          <w:fldChar w:fldCharType="separate"/>
        </w:r>
        <w:r>
          <w:rPr>
            <w:webHidden/>
            <w:sz w:val="20"/>
            <w:szCs w:val="20"/>
          </w:rPr>
          <w:t>3-68</w:t>
        </w:r>
        <w:r w:rsidR="00F074B4" w:rsidRPr="00F074B4">
          <w:rPr>
            <w:webHidden/>
            <w:sz w:val="20"/>
            <w:szCs w:val="20"/>
          </w:rPr>
          <w:fldChar w:fldCharType="end"/>
        </w:r>
      </w:hyperlink>
    </w:p>
    <w:p w14:paraId="41DE8558" w14:textId="77777777" w:rsidR="00F074B4" w:rsidRPr="005F4E5A" w:rsidRDefault="00B43EAD">
      <w:pPr>
        <w:pStyle w:val="TOC3"/>
        <w:rPr>
          <w:bCs w:val="0"/>
          <w:i w:val="0"/>
          <w:iCs w:val="0"/>
        </w:rPr>
      </w:pPr>
      <w:hyperlink w:anchor="_Toc510513311" w:history="1">
        <w:r w:rsidR="00F074B4" w:rsidRPr="00F074B4">
          <w:rPr>
            <w:rStyle w:val="Hyperlink"/>
            <w:i w:val="0"/>
          </w:rPr>
          <w:t>3.7.2</w:t>
        </w:r>
        <w:r w:rsidR="00F074B4" w:rsidRPr="005F4E5A">
          <w:rPr>
            <w:bCs w:val="0"/>
            <w:i w:val="0"/>
            <w:iCs w:val="0"/>
          </w:rPr>
          <w:tab/>
        </w:r>
        <w:r w:rsidR="00F074B4" w:rsidRPr="00F074B4">
          <w:rPr>
            <w:rStyle w:val="Hyperlink"/>
            <w:i w:val="0"/>
          </w:rPr>
          <w:t>Changes in Resource Parameters with Operational Impacts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_Toc510513311 \h </w:instrText>
        </w:r>
        <w:r w:rsidR="00F074B4" w:rsidRPr="00F074B4">
          <w:rPr>
            <w:i w:val="0"/>
            <w:webHidden/>
          </w:rPr>
        </w:r>
        <w:r w:rsidR="00F074B4" w:rsidRPr="00F074B4">
          <w:rPr>
            <w:i w:val="0"/>
            <w:webHidden/>
          </w:rPr>
          <w:fldChar w:fldCharType="separate"/>
        </w:r>
        <w:r>
          <w:rPr>
            <w:i w:val="0"/>
            <w:webHidden/>
          </w:rPr>
          <w:t>3-69</w:t>
        </w:r>
        <w:r w:rsidR="00F074B4" w:rsidRPr="00F074B4">
          <w:rPr>
            <w:i w:val="0"/>
            <w:webHidden/>
          </w:rPr>
          <w:fldChar w:fldCharType="end"/>
        </w:r>
      </w:hyperlink>
    </w:p>
    <w:p w14:paraId="10AE58A3" w14:textId="77777777" w:rsidR="00F074B4" w:rsidRPr="005F4E5A" w:rsidRDefault="00B43EAD">
      <w:pPr>
        <w:pStyle w:val="TOC3"/>
        <w:rPr>
          <w:bCs w:val="0"/>
          <w:i w:val="0"/>
          <w:iCs w:val="0"/>
        </w:rPr>
      </w:pPr>
      <w:hyperlink w:anchor="_Toc510513312" w:history="1">
        <w:r w:rsidR="00F074B4" w:rsidRPr="00F074B4">
          <w:rPr>
            <w:rStyle w:val="Hyperlink"/>
            <w:i w:val="0"/>
          </w:rPr>
          <w:t>3.7.3</w:t>
        </w:r>
        <w:r w:rsidR="00F074B4" w:rsidRPr="005F4E5A">
          <w:rPr>
            <w:bCs w:val="0"/>
            <w:i w:val="0"/>
            <w:iCs w:val="0"/>
          </w:rPr>
          <w:tab/>
        </w:r>
        <w:r w:rsidR="00F074B4" w:rsidRPr="00F074B4">
          <w:rPr>
            <w:rStyle w:val="Hyperlink"/>
            <w:i w:val="0"/>
          </w:rPr>
          <w:t>Resource Parameter Validation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_Toc510513312 \h </w:instrText>
        </w:r>
        <w:r w:rsidR="00F074B4" w:rsidRPr="00F074B4">
          <w:rPr>
            <w:i w:val="0"/>
            <w:webHidden/>
          </w:rPr>
        </w:r>
        <w:r w:rsidR="00F074B4" w:rsidRPr="00F074B4">
          <w:rPr>
            <w:i w:val="0"/>
            <w:webHidden/>
          </w:rPr>
          <w:fldChar w:fldCharType="separate"/>
        </w:r>
        <w:r>
          <w:rPr>
            <w:i w:val="0"/>
            <w:webHidden/>
          </w:rPr>
          <w:t>3-69</w:t>
        </w:r>
        <w:r w:rsidR="00F074B4" w:rsidRPr="00F074B4">
          <w:rPr>
            <w:i w:val="0"/>
            <w:webHidden/>
          </w:rPr>
          <w:fldChar w:fldCharType="end"/>
        </w:r>
      </w:hyperlink>
    </w:p>
    <w:p w14:paraId="0B8B2CA0" w14:textId="77777777" w:rsidR="00F074B4" w:rsidRPr="005F4E5A" w:rsidRDefault="00B43EAD">
      <w:pPr>
        <w:pStyle w:val="TOC2"/>
        <w:rPr>
          <w:noProof/>
        </w:rPr>
      </w:pPr>
      <w:hyperlink w:anchor="_Toc510513313" w:history="1">
        <w:r w:rsidR="00F074B4" w:rsidRPr="00F074B4">
          <w:rPr>
            <w:rStyle w:val="Hyperlink"/>
            <w:noProof/>
          </w:rPr>
          <w:t>3.8</w:t>
        </w:r>
        <w:r w:rsidR="00F074B4" w:rsidRPr="005F4E5A">
          <w:rPr>
            <w:noProof/>
          </w:rPr>
          <w:tab/>
        </w:r>
        <w:r w:rsidR="00F074B4" w:rsidRPr="00F074B4">
          <w:rPr>
            <w:rStyle w:val="Hyperlink"/>
            <w:noProof/>
          </w:rPr>
          <w:t>Special Considerations for Split Generation Meters, Combined Cycle Generation Resources, Quick Start Generation Resources, and Hydro Generation Resources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_Toc510513313 \h </w:instrText>
        </w:r>
        <w:r w:rsidR="00F074B4" w:rsidRPr="00F074B4">
          <w:rPr>
            <w:noProof/>
            <w:webHidden/>
          </w:rPr>
        </w:r>
        <w:r w:rsidR="00F074B4" w:rsidRPr="00F074B4">
          <w:rPr>
            <w:noProof/>
            <w:webHidden/>
          </w:rPr>
          <w:fldChar w:fldCharType="separate"/>
        </w:r>
        <w:r>
          <w:rPr>
            <w:noProof/>
            <w:webHidden/>
          </w:rPr>
          <w:t>3-69</w:t>
        </w:r>
        <w:r w:rsidR="00F074B4" w:rsidRPr="00F074B4">
          <w:rPr>
            <w:noProof/>
            <w:webHidden/>
          </w:rPr>
          <w:fldChar w:fldCharType="end"/>
        </w:r>
      </w:hyperlink>
    </w:p>
    <w:p w14:paraId="753BAD92" w14:textId="77777777" w:rsidR="00F074B4" w:rsidRPr="005F4E5A" w:rsidRDefault="00B43EAD">
      <w:pPr>
        <w:pStyle w:val="TOC3"/>
        <w:rPr>
          <w:bCs w:val="0"/>
          <w:i w:val="0"/>
          <w:iCs w:val="0"/>
        </w:rPr>
      </w:pPr>
      <w:hyperlink w:anchor="_Toc510513314" w:history="1">
        <w:r w:rsidR="00F074B4" w:rsidRPr="00F074B4">
          <w:rPr>
            <w:rStyle w:val="Hyperlink"/>
            <w:i w:val="0"/>
          </w:rPr>
          <w:t>3.8.1</w:t>
        </w:r>
        <w:r w:rsidR="00F074B4" w:rsidRPr="005F4E5A">
          <w:rPr>
            <w:bCs w:val="0"/>
            <w:i w:val="0"/>
            <w:iCs w:val="0"/>
          </w:rPr>
          <w:tab/>
        </w:r>
        <w:r w:rsidR="00F074B4" w:rsidRPr="00F074B4">
          <w:rPr>
            <w:rStyle w:val="Hyperlink"/>
            <w:i w:val="0"/>
          </w:rPr>
          <w:t>Split Generation Resources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_Toc510513314 \h </w:instrText>
        </w:r>
        <w:r w:rsidR="00F074B4" w:rsidRPr="00F074B4">
          <w:rPr>
            <w:i w:val="0"/>
            <w:webHidden/>
          </w:rPr>
        </w:r>
        <w:r w:rsidR="00F074B4" w:rsidRPr="00F074B4">
          <w:rPr>
            <w:i w:val="0"/>
            <w:webHidden/>
          </w:rPr>
          <w:fldChar w:fldCharType="separate"/>
        </w:r>
        <w:r>
          <w:rPr>
            <w:i w:val="0"/>
            <w:webHidden/>
          </w:rPr>
          <w:t>3-69</w:t>
        </w:r>
        <w:r w:rsidR="00F074B4" w:rsidRPr="00F074B4">
          <w:rPr>
            <w:i w:val="0"/>
            <w:webHidden/>
          </w:rPr>
          <w:fldChar w:fldCharType="end"/>
        </w:r>
      </w:hyperlink>
    </w:p>
    <w:p w14:paraId="0D7EA3C4" w14:textId="77777777" w:rsidR="00F074B4" w:rsidRPr="005F4E5A" w:rsidRDefault="00B43EAD">
      <w:pPr>
        <w:pStyle w:val="TOC3"/>
        <w:rPr>
          <w:bCs w:val="0"/>
          <w:i w:val="0"/>
          <w:iCs w:val="0"/>
        </w:rPr>
      </w:pPr>
      <w:hyperlink w:anchor="_Toc510513315" w:history="1">
        <w:r w:rsidR="00F074B4" w:rsidRPr="00F074B4">
          <w:rPr>
            <w:rStyle w:val="Hyperlink"/>
            <w:i w:val="0"/>
          </w:rPr>
          <w:t>3.8.2</w:t>
        </w:r>
        <w:r w:rsidR="00F074B4" w:rsidRPr="005F4E5A">
          <w:rPr>
            <w:bCs w:val="0"/>
            <w:i w:val="0"/>
            <w:iCs w:val="0"/>
          </w:rPr>
          <w:tab/>
        </w:r>
        <w:r w:rsidR="00F074B4" w:rsidRPr="00F074B4">
          <w:rPr>
            <w:rStyle w:val="Hyperlink"/>
            <w:i w:val="0"/>
          </w:rPr>
          <w:t>Combined Cycle Generation Resources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_Toc510513315 \h </w:instrText>
        </w:r>
        <w:r w:rsidR="00F074B4" w:rsidRPr="00F074B4">
          <w:rPr>
            <w:i w:val="0"/>
            <w:webHidden/>
          </w:rPr>
        </w:r>
        <w:r w:rsidR="00F074B4" w:rsidRPr="00F074B4">
          <w:rPr>
            <w:i w:val="0"/>
            <w:webHidden/>
          </w:rPr>
          <w:fldChar w:fldCharType="separate"/>
        </w:r>
        <w:r>
          <w:rPr>
            <w:i w:val="0"/>
            <w:webHidden/>
          </w:rPr>
          <w:t>3-70</w:t>
        </w:r>
        <w:r w:rsidR="00F074B4" w:rsidRPr="00F074B4">
          <w:rPr>
            <w:i w:val="0"/>
            <w:webHidden/>
          </w:rPr>
          <w:fldChar w:fldCharType="end"/>
        </w:r>
      </w:hyperlink>
    </w:p>
    <w:p w14:paraId="4E5D5511" w14:textId="77777777" w:rsidR="00F074B4" w:rsidRPr="005F4E5A" w:rsidRDefault="00B43EAD">
      <w:pPr>
        <w:pStyle w:val="TOC3"/>
        <w:rPr>
          <w:bCs w:val="0"/>
          <w:i w:val="0"/>
          <w:iCs w:val="0"/>
        </w:rPr>
      </w:pPr>
      <w:hyperlink w:anchor="_Toc510513316" w:history="1">
        <w:r w:rsidR="00F074B4" w:rsidRPr="00F074B4">
          <w:rPr>
            <w:rStyle w:val="Hyperlink"/>
            <w:i w:val="0"/>
          </w:rPr>
          <w:t>3.8.3</w:t>
        </w:r>
        <w:r w:rsidR="00F074B4" w:rsidRPr="005F4E5A">
          <w:rPr>
            <w:bCs w:val="0"/>
            <w:i w:val="0"/>
            <w:iCs w:val="0"/>
          </w:rPr>
          <w:tab/>
        </w:r>
        <w:r w:rsidR="00F074B4" w:rsidRPr="00F074B4">
          <w:rPr>
            <w:rStyle w:val="Hyperlink"/>
            <w:i w:val="0"/>
          </w:rPr>
          <w:t>Quick Start Generation Resources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_Toc510513316 \h </w:instrText>
        </w:r>
        <w:r w:rsidR="00F074B4" w:rsidRPr="00F074B4">
          <w:rPr>
            <w:i w:val="0"/>
            <w:webHidden/>
          </w:rPr>
        </w:r>
        <w:r w:rsidR="00F074B4" w:rsidRPr="00F074B4">
          <w:rPr>
            <w:i w:val="0"/>
            <w:webHidden/>
          </w:rPr>
          <w:fldChar w:fldCharType="separate"/>
        </w:r>
        <w:r>
          <w:rPr>
            <w:i w:val="0"/>
            <w:webHidden/>
          </w:rPr>
          <w:t>3-72</w:t>
        </w:r>
        <w:r w:rsidR="00F074B4" w:rsidRPr="00F074B4">
          <w:rPr>
            <w:i w:val="0"/>
            <w:webHidden/>
          </w:rPr>
          <w:fldChar w:fldCharType="end"/>
        </w:r>
      </w:hyperlink>
    </w:p>
    <w:p w14:paraId="6D955639" w14:textId="77777777" w:rsidR="00F074B4" w:rsidRPr="005F4E5A" w:rsidRDefault="00B43EAD">
      <w:pPr>
        <w:pStyle w:val="TOC4"/>
        <w:rPr>
          <w:bCs w:val="0"/>
          <w:snapToGrid/>
          <w:sz w:val="20"/>
          <w:szCs w:val="20"/>
        </w:rPr>
      </w:pPr>
      <w:hyperlink w:anchor="_Toc510513317" w:history="1">
        <w:r w:rsidR="00F074B4" w:rsidRPr="00F074B4">
          <w:rPr>
            <w:rStyle w:val="Hyperlink"/>
            <w:sz w:val="20"/>
            <w:szCs w:val="20"/>
          </w:rPr>
          <w:t>3.8.3.1</w:t>
        </w:r>
        <w:r w:rsidR="00F074B4" w:rsidRPr="005F4E5A">
          <w:rPr>
            <w:bCs w:val="0"/>
            <w:snapToGrid/>
            <w:sz w:val="20"/>
            <w:szCs w:val="20"/>
          </w:rPr>
          <w:tab/>
        </w:r>
        <w:r w:rsidR="00F074B4" w:rsidRPr="00F074B4">
          <w:rPr>
            <w:rStyle w:val="Hyperlink"/>
            <w:sz w:val="20"/>
            <w:szCs w:val="20"/>
          </w:rPr>
          <w:t>Quick Start Generation Resource Decommitment Decision Process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_Toc510513317 \h </w:instrText>
        </w:r>
        <w:r w:rsidR="00F074B4" w:rsidRPr="00F074B4">
          <w:rPr>
            <w:webHidden/>
            <w:sz w:val="20"/>
            <w:szCs w:val="20"/>
          </w:rPr>
        </w:r>
        <w:r w:rsidR="00F074B4" w:rsidRPr="00F074B4">
          <w:rPr>
            <w:webHidden/>
            <w:sz w:val="20"/>
            <w:szCs w:val="20"/>
          </w:rPr>
          <w:fldChar w:fldCharType="separate"/>
        </w:r>
        <w:r>
          <w:rPr>
            <w:webHidden/>
            <w:sz w:val="20"/>
            <w:szCs w:val="20"/>
          </w:rPr>
          <w:t>3-73</w:t>
        </w:r>
        <w:r w:rsidR="00F074B4" w:rsidRPr="00F074B4">
          <w:rPr>
            <w:webHidden/>
            <w:sz w:val="20"/>
            <w:szCs w:val="20"/>
          </w:rPr>
          <w:fldChar w:fldCharType="end"/>
        </w:r>
      </w:hyperlink>
    </w:p>
    <w:p w14:paraId="1519BBE0" w14:textId="77777777" w:rsidR="00F074B4" w:rsidRPr="005F4E5A" w:rsidRDefault="00B43EAD">
      <w:pPr>
        <w:pStyle w:val="TOC3"/>
        <w:rPr>
          <w:bCs w:val="0"/>
          <w:i w:val="0"/>
          <w:iCs w:val="0"/>
        </w:rPr>
      </w:pPr>
      <w:hyperlink w:anchor="_Toc510513318" w:history="1">
        <w:r w:rsidR="00F074B4" w:rsidRPr="00F074B4">
          <w:rPr>
            <w:rStyle w:val="Hyperlink"/>
            <w:i w:val="0"/>
          </w:rPr>
          <w:t>3.8.4</w:t>
        </w:r>
        <w:r w:rsidR="00F074B4" w:rsidRPr="005F4E5A">
          <w:rPr>
            <w:bCs w:val="0"/>
            <w:i w:val="0"/>
            <w:iCs w:val="0"/>
          </w:rPr>
          <w:tab/>
        </w:r>
        <w:r w:rsidR="00F074B4" w:rsidRPr="00F074B4">
          <w:rPr>
            <w:rStyle w:val="Hyperlink"/>
            <w:i w:val="0"/>
          </w:rPr>
          <w:t>Hydro Generation Resources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_Toc510513318 \h </w:instrText>
        </w:r>
        <w:r w:rsidR="00F074B4" w:rsidRPr="00F074B4">
          <w:rPr>
            <w:i w:val="0"/>
            <w:webHidden/>
          </w:rPr>
        </w:r>
        <w:r w:rsidR="00F074B4" w:rsidRPr="00F074B4">
          <w:rPr>
            <w:i w:val="0"/>
            <w:webHidden/>
          </w:rPr>
          <w:fldChar w:fldCharType="separate"/>
        </w:r>
        <w:r>
          <w:rPr>
            <w:i w:val="0"/>
            <w:webHidden/>
          </w:rPr>
          <w:t>3-73</w:t>
        </w:r>
        <w:r w:rsidR="00F074B4" w:rsidRPr="00F074B4">
          <w:rPr>
            <w:i w:val="0"/>
            <w:webHidden/>
          </w:rPr>
          <w:fldChar w:fldCharType="end"/>
        </w:r>
      </w:hyperlink>
    </w:p>
    <w:p w14:paraId="17493AE6" w14:textId="77777777" w:rsidR="00F074B4" w:rsidRPr="005F4E5A" w:rsidRDefault="00B43EAD">
      <w:pPr>
        <w:pStyle w:val="TOC2"/>
        <w:rPr>
          <w:noProof/>
        </w:rPr>
      </w:pPr>
      <w:hyperlink w:anchor="_Toc510513319" w:history="1">
        <w:r w:rsidR="00F074B4" w:rsidRPr="00F074B4">
          <w:rPr>
            <w:rStyle w:val="Hyperlink"/>
            <w:noProof/>
          </w:rPr>
          <w:t>3.9</w:t>
        </w:r>
        <w:r w:rsidR="00F074B4" w:rsidRPr="005F4E5A">
          <w:rPr>
            <w:noProof/>
          </w:rPr>
          <w:tab/>
        </w:r>
        <w:r w:rsidR="00F074B4" w:rsidRPr="00F074B4">
          <w:rPr>
            <w:rStyle w:val="Hyperlink"/>
            <w:noProof/>
          </w:rPr>
          <w:t>Current Operating Plan (COP)</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_Toc510513319 \h </w:instrText>
        </w:r>
        <w:r w:rsidR="00F074B4" w:rsidRPr="00F074B4">
          <w:rPr>
            <w:noProof/>
            <w:webHidden/>
          </w:rPr>
        </w:r>
        <w:r w:rsidR="00F074B4" w:rsidRPr="00F074B4">
          <w:rPr>
            <w:noProof/>
            <w:webHidden/>
          </w:rPr>
          <w:fldChar w:fldCharType="separate"/>
        </w:r>
        <w:r>
          <w:rPr>
            <w:noProof/>
            <w:webHidden/>
          </w:rPr>
          <w:t>3-74</w:t>
        </w:r>
        <w:r w:rsidR="00F074B4" w:rsidRPr="00F074B4">
          <w:rPr>
            <w:noProof/>
            <w:webHidden/>
          </w:rPr>
          <w:fldChar w:fldCharType="end"/>
        </w:r>
      </w:hyperlink>
    </w:p>
    <w:p w14:paraId="6F6537B5" w14:textId="77777777" w:rsidR="00F074B4" w:rsidRPr="005F4E5A" w:rsidRDefault="00B43EAD">
      <w:pPr>
        <w:pStyle w:val="TOC3"/>
        <w:rPr>
          <w:bCs w:val="0"/>
          <w:i w:val="0"/>
          <w:iCs w:val="0"/>
        </w:rPr>
      </w:pPr>
      <w:hyperlink w:anchor="_Toc510513320" w:history="1">
        <w:r w:rsidR="00F074B4" w:rsidRPr="00F074B4">
          <w:rPr>
            <w:rStyle w:val="Hyperlink"/>
            <w:i w:val="0"/>
          </w:rPr>
          <w:t>3.9.1</w:t>
        </w:r>
        <w:r w:rsidR="00F074B4" w:rsidRPr="005F4E5A">
          <w:rPr>
            <w:bCs w:val="0"/>
            <w:i w:val="0"/>
            <w:iCs w:val="0"/>
          </w:rPr>
          <w:tab/>
        </w:r>
        <w:r w:rsidR="00F074B4" w:rsidRPr="00F074B4">
          <w:rPr>
            <w:rStyle w:val="Hyperlink"/>
            <w:i w:val="0"/>
          </w:rPr>
          <w:t>Current Operating Plan (COP) Criteria</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_Toc510513320 \h </w:instrText>
        </w:r>
        <w:r w:rsidR="00F074B4" w:rsidRPr="00F074B4">
          <w:rPr>
            <w:i w:val="0"/>
            <w:webHidden/>
          </w:rPr>
        </w:r>
        <w:r w:rsidR="00F074B4" w:rsidRPr="00F074B4">
          <w:rPr>
            <w:i w:val="0"/>
            <w:webHidden/>
          </w:rPr>
          <w:fldChar w:fldCharType="separate"/>
        </w:r>
        <w:r>
          <w:rPr>
            <w:i w:val="0"/>
            <w:webHidden/>
          </w:rPr>
          <w:t>3-75</w:t>
        </w:r>
        <w:r w:rsidR="00F074B4" w:rsidRPr="00F074B4">
          <w:rPr>
            <w:i w:val="0"/>
            <w:webHidden/>
          </w:rPr>
          <w:fldChar w:fldCharType="end"/>
        </w:r>
      </w:hyperlink>
    </w:p>
    <w:p w14:paraId="191716C3" w14:textId="77777777" w:rsidR="00F074B4" w:rsidRPr="005F4E5A" w:rsidRDefault="00B43EAD">
      <w:pPr>
        <w:pStyle w:val="TOC3"/>
        <w:rPr>
          <w:bCs w:val="0"/>
          <w:i w:val="0"/>
          <w:iCs w:val="0"/>
        </w:rPr>
      </w:pPr>
      <w:hyperlink w:anchor="_Toc510513321" w:history="1">
        <w:r w:rsidR="00F074B4" w:rsidRPr="00F074B4">
          <w:rPr>
            <w:rStyle w:val="Hyperlink"/>
            <w:i w:val="0"/>
          </w:rPr>
          <w:t>3.9.2</w:t>
        </w:r>
        <w:r w:rsidR="00F074B4" w:rsidRPr="005F4E5A">
          <w:rPr>
            <w:bCs w:val="0"/>
            <w:i w:val="0"/>
            <w:iCs w:val="0"/>
          </w:rPr>
          <w:tab/>
        </w:r>
        <w:r w:rsidR="00F074B4" w:rsidRPr="00F074B4">
          <w:rPr>
            <w:rStyle w:val="Hyperlink"/>
            <w:i w:val="0"/>
          </w:rPr>
          <w:t>Current Operating Plan Validation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_Toc510513321 \h </w:instrText>
        </w:r>
        <w:r w:rsidR="00F074B4" w:rsidRPr="00F074B4">
          <w:rPr>
            <w:i w:val="0"/>
            <w:webHidden/>
          </w:rPr>
        </w:r>
        <w:r w:rsidR="00F074B4" w:rsidRPr="00F074B4">
          <w:rPr>
            <w:i w:val="0"/>
            <w:webHidden/>
          </w:rPr>
          <w:fldChar w:fldCharType="separate"/>
        </w:r>
        <w:r>
          <w:rPr>
            <w:i w:val="0"/>
            <w:webHidden/>
          </w:rPr>
          <w:t>3-80</w:t>
        </w:r>
        <w:r w:rsidR="00F074B4" w:rsidRPr="00F074B4">
          <w:rPr>
            <w:i w:val="0"/>
            <w:webHidden/>
          </w:rPr>
          <w:fldChar w:fldCharType="end"/>
        </w:r>
      </w:hyperlink>
    </w:p>
    <w:p w14:paraId="25D101FF" w14:textId="77777777" w:rsidR="00F074B4" w:rsidRPr="005F4E5A" w:rsidRDefault="00B43EAD">
      <w:pPr>
        <w:pStyle w:val="TOC2"/>
        <w:rPr>
          <w:noProof/>
        </w:rPr>
      </w:pPr>
      <w:hyperlink w:anchor="_Toc510513322" w:history="1">
        <w:r w:rsidR="00F074B4" w:rsidRPr="00F074B4">
          <w:rPr>
            <w:rStyle w:val="Hyperlink"/>
            <w:noProof/>
          </w:rPr>
          <w:t>3.10</w:t>
        </w:r>
        <w:r w:rsidR="00F074B4" w:rsidRPr="005F4E5A">
          <w:rPr>
            <w:noProof/>
          </w:rPr>
          <w:tab/>
        </w:r>
        <w:r w:rsidR="00F074B4" w:rsidRPr="00F074B4">
          <w:rPr>
            <w:rStyle w:val="Hyperlink"/>
            <w:noProof/>
          </w:rPr>
          <w:t>Network Operations Modeling and Telemetry</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_Toc510513322 \h </w:instrText>
        </w:r>
        <w:r w:rsidR="00F074B4" w:rsidRPr="00F074B4">
          <w:rPr>
            <w:noProof/>
            <w:webHidden/>
          </w:rPr>
        </w:r>
        <w:r w:rsidR="00F074B4" w:rsidRPr="00F074B4">
          <w:rPr>
            <w:noProof/>
            <w:webHidden/>
          </w:rPr>
          <w:fldChar w:fldCharType="separate"/>
        </w:r>
        <w:r>
          <w:rPr>
            <w:noProof/>
            <w:webHidden/>
          </w:rPr>
          <w:t>3-81</w:t>
        </w:r>
        <w:r w:rsidR="00F074B4" w:rsidRPr="00F074B4">
          <w:rPr>
            <w:noProof/>
            <w:webHidden/>
          </w:rPr>
          <w:fldChar w:fldCharType="end"/>
        </w:r>
      </w:hyperlink>
    </w:p>
    <w:p w14:paraId="5E464E3B" w14:textId="77777777" w:rsidR="00F074B4" w:rsidRPr="005F4E5A" w:rsidRDefault="00B43EAD">
      <w:pPr>
        <w:pStyle w:val="TOC3"/>
        <w:rPr>
          <w:bCs w:val="0"/>
          <w:i w:val="0"/>
          <w:iCs w:val="0"/>
        </w:rPr>
      </w:pPr>
      <w:hyperlink w:anchor="_Toc510513323" w:history="1">
        <w:r w:rsidR="00F074B4" w:rsidRPr="00F074B4">
          <w:rPr>
            <w:rStyle w:val="Hyperlink"/>
            <w:i w:val="0"/>
          </w:rPr>
          <w:t>3.10.1</w:t>
        </w:r>
        <w:r w:rsidR="00F074B4" w:rsidRPr="005F4E5A">
          <w:rPr>
            <w:bCs w:val="0"/>
            <w:i w:val="0"/>
            <w:iCs w:val="0"/>
          </w:rPr>
          <w:tab/>
        </w:r>
        <w:r w:rsidR="00F074B4" w:rsidRPr="00F074B4">
          <w:rPr>
            <w:rStyle w:val="Hyperlink"/>
            <w:i w:val="0"/>
          </w:rPr>
          <w:t>Time Line for Network Operations Model Changes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_Toc510513323 \h </w:instrText>
        </w:r>
        <w:r w:rsidR="00F074B4" w:rsidRPr="00F074B4">
          <w:rPr>
            <w:i w:val="0"/>
            <w:webHidden/>
          </w:rPr>
        </w:r>
        <w:r w:rsidR="00F074B4" w:rsidRPr="00F074B4">
          <w:rPr>
            <w:i w:val="0"/>
            <w:webHidden/>
          </w:rPr>
          <w:fldChar w:fldCharType="separate"/>
        </w:r>
        <w:r>
          <w:rPr>
            <w:i w:val="0"/>
            <w:webHidden/>
          </w:rPr>
          <w:t>3-83</w:t>
        </w:r>
        <w:r w:rsidR="00F074B4" w:rsidRPr="00F074B4">
          <w:rPr>
            <w:i w:val="0"/>
            <w:webHidden/>
          </w:rPr>
          <w:fldChar w:fldCharType="end"/>
        </w:r>
      </w:hyperlink>
    </w:p>
    <w:p w14:paraId="4A3408EC" w14:textId="77777777" w:rsidR="00F074B4" w:rsidRPr="005F4E5A" w:rsidRDefault="00B43EAD">
      <w:pPr>
        <w:pStyle w:val="TOC3"/>
        <w:rPr>
          <w:bCs w:val="0"/>
          <w:i w:val="0"/>
          <w:iCs w:val="0"/>
        </w:rPr>
      </w:pPr>
      <w:hyperlink w:anchor="_Toc510513324" w:history="1">
        <w:r w:rsidR="00F074B4" w:rsidRPr="00F074B4">
          <w:rPr>
            <w:rStyle w:val="Hyperlink"/>
            <w:i w:val="0"/>
          </w:rPr>
          <w:t>3.10.2</w:t>
        </w:r>
        <w:r w:rsidR="00F074B4" w:rsidRPr="005F4E5A">
          <w:rPr>
            <w:bCs w:val="0"/>
            <w:i w:val="0"/>
            <w:iCs w:val="0"/>
          </w:rPr>
          <w:tab/>
        </w:r>
        <w:r w:rsidR="00F074B4" w:rsidRPr="00F074B4">
          <w:rPr>
            <w:rStyle w:val="Hyperlink"/>
            <w:i w:val="0"/>
          </w:rPr>
          <w:t>Annual Planning Model</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_Toc510513324 \h </w:instrText>
        </w:r>
        <w:r w:rsidR="00F074B4" w:rsidRPr="00F074B4">
          <w:rPr>
            <w:i w:val="0"/>
            <w:webHidden/>
          </w:rPr>
        </w:r>
        <w:r w:rsidR="00F074B4" w:rsidRPr="00F074B4">
          <w:rPr>
            <w:i w:val="0"/>
            <w:webHidden/>
          </w:rPr>
          <w:fldChar w:fldCharType="separate"/>
        </w:r>
        <w:r>
          <w:rPr>
            <w:i w:val="0"/>
            <w:webHidden/>
          </w:rPr>
          <w:t>3-85</w:t>
        </w:r>
        <w:r w:rsidR="00F074B4" w:rsidRPr="00F074B4">
          <w:rPr>
            <w:i w:val="0"/>
            <w:webHidden/>
          </w:rPr>
          <w:fldChar w:fldCharType="end"/>
        </w:r>
      </w:hyperlink>
    </w:p>
    <w:p w14:paraId="49471742" w14:textId="77777777" w:rsidR="00F074B4" w:rsidRPr="005F4E5A" w:rsidRDefault="00B43EAD">
      <w:pPr>
        <w:pStyle w:val="TOC3"/>
        <w:rPr>
          <w:bCs w:val="0"/>
          <w:i w:val="0"/>
          <w:iCs w:val="0"/>
        </w:rPr>
      </w:pPr>
      <w:hyperlink w:anchor="_Toc510513325" w:history="1">
        <w:r w:rsidR="00F074B4" w:rsidRPr="00F074B4">
          <w:rPr>
            <w:rStyle w:val="Hyperlink"/>
            <w:i w:val="0"/>
          </w:rPr>
          <w:t>3.10.3</w:t>
        </w:r>
        <w:r w:rsidR="00F074B4" w:rsidRPr="005F4E5A">
          <w:rPr>
            <w:bCs w:val="0"/>
            <w:i w:val="0"/>
            <w:iCs w:val="0"/>
          </w:rPr>
          <w:tab/>
        </w:r>
        <w:r w:rsidR="00F074B4" w:rsidRPr="00F074B4">
          <w:rPr>
            <w:rStyle w:val="Hyperlink"/>
            <w:i w:val="0"/>
          </w:rPr>
          <w:t>CRR Network Model</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_Toc510513325 \h </w:instrText>
        </w:r>
        <w:r w:rsidR="00F074B4" w:rsidRPr="00F074B4">
          <w:rPr>
            <w:i w:val="0"/>
            <w:webHidden/>
          </w:rPr>
        </w:r>
        <w:r w:rsidR="00F074B4" w:rsidRPr="00F074B4">
          <w:rPr>
            <w:i w:val="0"/>
            <w:webHidden/>
          </w:rPr>
          <w:fldChar w:fldCharType="separate"/>
        </w:r>
        <w:r>
          <w:rPr>
            <w:i w:val="0"/>
            <w:webHidden/>
          </w:rPr>
          <w:t>3-85</w:t>
        </w:r>
        <w:r w:rsidR="00F074B4" w:rsidRPr="00F074B4">
          <w:rPr>
            <w:i w:val="0"/>
            <w:webHidden/>
          </w:rPr>
          <w:fldChar w:fldCharType="end"/>
        </w:r>
      </w:hyperlink>
    </w:p>
    <w:p w14:paraId="47540A6E" w14:textId="77777777" w:rsidR="00F074B4" w:rsidRPr="005F4E5A" w:rsidRDefault="00B43EAD">
      <w:pPr>
        <w:pStyle w:val="TOC4"/>
        <w:rPr>
          <w:bCs w:val="0"/>
          <w:snapToGrid/>
          <w:sz w:val="20"/>
          <w:szCs w:val="20"/>
        </w:rPr>
      </w:pPr>
      <w:hyperlink w:anchor="_Toc510513326" w:history="1">
        <w:r w:rsidR="00F074B4" w:rsidRPr="00F074B4">
          <w:rPr>
            <w:rStyle w:val="Hyperlink"/>
            <w:sz w:val="20"/>
            <w:szCs w:val="20"/>
          </w:rPr>
          <w:t>3.10.3.1</w:t>
        </w:r>
        <w:r w:rsidR="00F074B4" w:rsidRPr="005F4E5A">
          <w:rPr>
            <w:bCs w:val="0"/>
            <w:snapToGrid/>
            <w:sz w:val="20"/>
            <w:szCs w:val="20"/>
          </w:rPr>
          <w:tab/>
        </w:r>
        <w:r w:rsidR="00F074B4" w:rsidRPr="00F074B4">
          <w:rPr>
            <w:rStyle w:val="Hyperlink"/>
            <w:sz w:val="20"/>
            <w:szCs w:val="20"/>
          </w:rPr>
          <w:t>Process for Managing Changes in Updated Network Operations Model for Resource Retirements or Point of Interconnection Changes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_Toc510513326 \h </w:instrText>
        </w:r>
        <w:r w:rsidR="00F074B4" w:rsidRPr="00F074B4">
          <w:rPr>
            <w:webHidden/>
            <w:sz w:val="20"/>
            <w:szCs w:val="20"/>
          </w:rPr>
        </w:r>
        <w:r w:rsidR="00F074B4" w:rsidRPr="00F074B4">
          <w:rPr>
            <w:webHidden/>
            <w:sz w:val="20"/>
            <w:szCs w:val="20"/>
          </w:rPr>
          <w:fldChar w:fldCharType="separate"/>
        </w:r>
        <w:r>
          <w:rPr>
            <w:webHidden/>
            <w:sz w:val="20"/>
            <w:szCs w:val="20"/>
          </w:rPr>
          <w:t>3-86</w:t>
        </w:r>
        <w:r w:rsidR="00F074B4" w:rsidRPr="00F074B4">
          <w:rPr>
            <w:webHidden/>
            <w:sz w:val="20"/>
            <w:szCs w:val="20"/>
          </w:rPr>
          <w:fldChar w:fldCharType="end"/>
        </w:r>
      </w:hyperlink>
    </w:p>
    <w:p w14:paraId="7E20F46D" w14:textId="77777777" w:rsidR="00F074B4" w:rsidRPr="005F4E5A" w:rsidRDefault="00B43EAD">
      <w:pPr>
        <w:pStyle w:val="TOC3"/>
        <w:rPr>
          <w:bCs w:val="0"/>
          <w:i w:val="0"/>
          <w:iCs w:val="0"/>
        </w:rPr>
      </w:pPr>
      <w:hyperlink w:anchor="_Toc510513327" w:history="1">
        <w:r w:rsidR="00F074B4" w:rsidRPr="00F074B4">
          <w:rPr>
            <w:rStyle w:val="Hyperlink"/>
            <w:i w:val="0"/>
          </w:rPr>
          <w:t>3.10.4</w:t>
        </w:r>
        <w:r w:rsidR="00F074B4" w:rsidRPr="005F4E5A">
          <w:rPr>
            <w:bCs w:val="0"/>
            <w:i w:val="0"/>
            <w:iCs w:val="0"/>
          </w:rPr>
          <w:tab/>
        </w:r>
        <w:r w:rsidR="00F074B4" w:rsidRPr="00F074B4">
          <w:rPr>
            <w:rStyle w:val="Hyperlink"/>
            <w:i w:val="0"/>
          </w:rPr>
          <w:t>ERCOT Responsibilities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_Toc510513327 \h </w:instrText>
        </w:r>
        <w:r w:rsidR="00F074B4" w:rsidRPr="00F074B4">
          <w:rPr>
            <w:i w:val="0"/>
            <w:webHidden/>
          </w:rPr>
        </w:r>
        <w:r w:rsidR="00F074B4" w:rsidRPr="00F074B4">
          <w:rPr>
            <w:i w:val="0"/>
            <w:webHidden/>
          </w:rPr>
          <w:fldChar w:fldCharType="separate"/>
        </w:r>
        <w:r>
          <w:rPr>
            <w:i w:val="0"/>
            <w:webHidden/>
          </w:rPr>
          <w:t>3-86</w:t>
        </w:r>
        <w:r w:rsidR="00F074B4" w:rsidRPr="00F074B4">
          <w:rPr>
            <w:i w:val="0"/>
            <w:webHidden/>
          </w:rPr>
          <w:fldChar w:fldCharType="end"/>
        </w:r>
      </w:hyperlink>
    </w:p>
    <w:p w14:paraId="514DEAF7" w14:textId="77777777" w:rsidR="00F074B4" w:rsidRPr="005F4E5A" w:rsidRDefault="00B43EAD">
      <w:pPr>
        <w:pStyle w:val="TOC3"/>
        <w:rPr>
          <w:bCs w:val="0"/>
          <w:i w:val="0"/>
          <w:iCs w:val="0"/>
        </w:rPr>
      </w:pPr>
      <w:hyperlink w:anchor="_Toc510513328" w:history="1">
        <w:r w:rsidR="00F074B4" w:rsidRPr="00F074B4">
          <w:rPr>
            <w:rStyle w:val="Hyperlink"/>
            <w:i w:val="0"/>
          </w:rPr>
          <w:t>3.10.5</w:t>
        </w:r>
        <w:r w:rsidR="00F074B4" w:rsidRPr="005F4E5A">
          <w:rPr>
            <w:bCs w:val="0"/>
            <w:i w:val="0"/>
            <w:iCs w:val="0"/>
          </w:rPr>
          <w:tab/>
        </w:r>
        <w:r w:rsidR="00F074B4" w:rsidRPr="00F074B4">
          <w:rPr>
            <w:rStyle w:val="Hyperlink"/>
            <w:i w:val="0"/>
          </w:rPr>
          <w:t>TSP Responsibilities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_Toc510513328 \h </w:instrText>
        </w:r>
        <w:r w:rsidR="00F074B4" w:rsidRPr="00F074B4">
          <w:rPr>
            <w:i w:val="0"/>
            <w:webHidden/>
          </w:rPr>
        </w:r>
        <w:r w:rsidR="00F074B4" w:rsidRPr="00F074B4">
          <w:rPr>
            <w:i w:val="0"/>
            <w:webHidden/>
          </w:rPr>
          <w:fldChar w:fldCharType="separate"/>
        </w:r>
        <w:r>
          <w:rPr>
            <w:i w:val="0"/>
            <w:webHidden/>
          </w:rPr>
          <w:t>3-88</w:t>
        </w:r>
        <w:r w:rsidR="00F074B4" w:rsidRPr="00F074B4">
          <w:rPr>
            <w:i w:val="0"/>
            <w:webHidden/>
          </w:rPr>
          <w:fldChar w:fldCharType="end"/>
        </w:r>
      </w:hyperlink>
    </w:p>
    <w:p w14:paraId="353BD8D4" w14:textId="77777777" w:rsidR="00F074B4" w:rsidRPr="005F4E5A" w:rsidRDefault="00B43EAD">
      <w:pPr>
        <w:pStyle w:val="TOC3"/>
        <w:rPr>
          <w:bCs w:val="0"/>
          <w:i w:val="0"/>
          <w:iCs w:val="0"/>
        </w:rPr>
      </w:pPr>
      <w:hyperlink w:anchor="_Toc510513329" w:history="1">
        <w:r w:rsidR="00F074B4" w:rsidRPr="00F074B4">
          <w:rPr>
            <w:rStyle w:val="Hyperlink"/>
            <w:i w:val="0"/>
          </w:rPr>
          <w:t>3.10.6</w:t>
        </w:r>
        <w:r w:rsidR="00F074B4" w:rsidRPr="005F4E5A">
          <w:rPr>
            <w:bCs w:val="0"/>
            <w:i w:val="0"/>
            <w:iCs w:val="0"/>
          </w:rPr>
          <w:tab/>
        </w:r>
        <w:r w:rsidR="00F074B4" w:rsidRPr="00F074B4">
          <w:rPr>
            <w:rStyle w:val="Hyperlink"/>
            <w:i w:val="0"/>
          </w:rPr>
          <w:t>Resource Entity Responsibilities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_Toc510513329 \h </w:instrText>
        </w:r>
        <w:r w:rsidR="00F074B4" w:rsidRPr="00F074B4">
          <w:rPr>
            <w:i w:val="0"/>
            <w:webHidden/>
          </w:rPr>
        </w:r>
        <w:r w:rsidR="00F074B4" w:rsidRPr="00F074B4">
          <w:rPr>
            <w:i w:val="0"/>
            <w:webHidden/>
          </w:rPr>
          <w:fldChar w:fldCharType="separate"/>
        </w:r>
        <w:r>
          <w:rPr>
            <w:i w:val="0"/>
            <w:webHidden/>
          </w:rPr>
          <w:t>3-89</w:t>
        </w:r>
        <w:r w:rsidR="00F074B4" w:rsidRPr="00F074B4">
          <w:rPr>
            <w:i w:val="0"/>
            <w:webHidden/>
          </w:rPr>
          <w:fldChar w:fldCharType="end"/>
        </w:r>
      </w:hyperlink>
    </w:p>
    <w:p w14:paraId="53FA0159" w14:textId="77777777" w:rsidR="00F074B4" w:rsidRPr="005F4E5A" w:rsidRDefault="00B43EAD">
      <w:pPr>
        <w:pStyle w:val="TOC3"/>
        <w:rPr>
          <w:bCs w:val="0"/>
          <w:i w:val="0"/>
          <w:iCs w:val="0"/>
        </w:rPr>
      </w:pPr>
      <w:hyperlink w:anchor="_Toc510513330" w:history="1">
        <w:r w:rsidR="00F074B4" w:rsidRPr="00F074B4">
          <w:rPr>
            <w:rStyle w:val="Hyperlink"/>
            <w:i w:val="0"/>
          </w:rPr>
          <w:t>3.10.7</w:t>
        </w:r>
        <w:r w:rsidR="00F074B4" w:rsidRPr="005F4E5A">
          <w:rPr>
            <w:bCs w:val="0"/>
            <w:i w:val="0"/>
            <w:iCs w:val="0"/>
          </w:rPr>
          <w:tab/>
        </w:r>
        <w:r w:rsidR="00F074B4" w:rsidRPr="00F074B4">
          <w:rPr>
            <w:rStyle w:val="Hyperlink"/>
            <w:i w:val="0"/>
          </w:rPr>
          <w:t>ERCOT System Modeling Requirements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_Toc510513330 \h </w:instrText>
        </w:r>
        <w:r w:rsidR="00F074B4" w:rsidRPr="00F074B4">
          <w:rPr>
            <w:i w:val="0"/>
            <w:webHidden/>
          </w:rPr>
        </w:r>
        <w:r w:rsidR="00F074B4" w:rsidRPr="00F074B4">
          <w:rPr>
            <w:i w:val="0"/>
            <w:webHidden/>
          </w:rPr>
          <w:fldChar w:fldCharType="separate"/>
        </w:r>
        <w:r>
          <w:rPr>
            <w:i w:val="0"/>
            <w:webHidden/>
          </w:rPr>
          <w:t>3-89</w:t>
        </w:r>
        <w:r w:rsidR="00F074B4" w:rsidRPr="00F074B4">
          <w:rPr>
            <w:i w:val="0"/>
            <w:webHidden/>
          </w:rPr>
          <w:fldChar w:fldCharType="end"/>
        </w:r>
      </w:hyperlink>
    </w:p>
    <w:p w14:paraId="3912A659" w14:textId="77777777" w:rsidR="00F074B4" w:rsidRPr="005F4E5A" w:rsidRDefault="00B43EAD">
      <w:pPr>
        <w:pStyle w:val="TOC4"/>
        <w:rPr>
          <w:bCs w:val="0"/>
          <w:snapToGrid/>
          <w:sz w:val="20"/>
          <w:szCs w:val="20"/>
        </w:rPr>
      </w:pPr>
      <w:hyperlink w:anchor="_Toc510513331" w:history="1">
        <w:r w:rsidR="00F074B4" w:rsidRPr="00F074B4">
          <w:rPr>
            <w:rStyle w:val="Hyperlink"/>
            <w:sz w:val="20"/>
            <w:szCs w:val="20"/>
          </w:rPr>
          <w:t>3.10.7.1</w:t>
        </w:r>
        <w:r w:rsidR="00F074B4" w:rsidRPr="005F4E5A">
          <w:rPr>
            <w:bCs w:val="0"/>
            <w:snapToGrid/>
            <w:sz w:val="20"/>
            <w:szCs w:val="20"/>
          </w:rPr>
          <w:tab/>
        </w:r>
        <w:r w:rsidR="00F074B4" w:rsidRPr="00F074B4">
          <w:rPr>
            <w:rStyle w:val="Hyperlink"/>
            <w:sz w:val="20"/>
            <w:szCs w:val="20"/>
          </w:rPr>
          <w:t>Modeling of Transmission Elements and Parameters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_Toc510513331 \h </w:instrText>
        </w:r>
        <w:r w:rsidR="00F074B4" w:rsidRPr="00F074B4">
          <w:rPr>
            <w:webHidden/>
            <w:sz w:val="20"/>
            <w:szCs w:val="20"/>
          </w:rPr>
        </w:r>
        <w:r w:rsidR="00F074B4" w:rsidRPr="00F074B4">
          <w:rPr>
            <w:webHidden/>
            <w:sz w:val="20"/>
            <w:szCs w:val="20"/>
          </w:rPr>
          <w:fldChar w:fldCharType="separate"/>
        </w:r>
        <w:r>
          <w:rPr>
            <w:webHidden/>
            <w:sz w:val="20"/>
            <w:szCs w:val="20"/>
          </w:rPr>
          <w:t>3-89</w:t>
        </w:r>
        <w:r w:rsidR="00F074B4" w:rsidRPr="00F074B4">
          <w:rPr>
            <w:webHidden/>
            <w:sz w:val="20"/>
            <w:szCs w:val="20"/>
          </w:rPr>
          <w:fldChar w:fldCharType="end"/>
        </w:r>
      </w:hyperlink>
    </w:p>
    <w:p w14:paraId="1B847735" w14:textId="77777777" w:rsidR="00F074B4" w:rsidRPr="005F4E5A" w:rsidRDefault="00B43EAD">
      <w:pPr>
        <w:pStyle w:val="TOC5"/>
        <w:rPr>
          <w:i w:val="0"/>
          <w:sz w:val="20"/>
          <w:szCs w:val="20"/>
        </w:rPr>
      </w:pPr>
      <w:hyperlink w:anchor="_Toc510513332" w:history="1">
        <w:r w:rsidR="00F074B4" w:rsidRPr="00F074B4">
          <w:rPr>
            <w:rStyle w:val="Hyperlink"/>
            <w:i w:val="0"/>
            <w:sz w:val="20"/>
            <w:szCs w:val="20"/>
          </w:rPr>
          <w:t>3.10.7.1.1</w:t>
        </w:r>
        <w:r w:rsidR="00F074B4" w:rsidRPr="005F4E5A">
          <w:rPr>
            <w:i w:val="0"/>
            <w:sz w:val="20"/>
            <w:szCs w:val="20"/>
          </w:rPr>
          <w:tab/>
        </w:r>
        <w:r w:rsidR="00F074B4" w:rsidRPr="00F074B4">
          <w:rPr>
            <w:rStyle w:val="Hyperlink"/>
            <w:i w:val="0"/>
            <w:sz w:val="20"/>
            <w:szCs w:val="20"/>
          </w:rPr>
          <w:t>Transmission Lines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_Toc510513332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3-89</w:t>
        </w:r>
        <w:r w:rsidR="00F074B4" w:rsidRPr="00F074B4">
          <w:rPr>
            <w:i w:val="0"/>
            <w:webHidden/>
            <w:sz w:val="20"/>
            <w:szCs w:val="20"/>
          </w:rPr>
          <w:fldChar w:fldCharType="end"/>
        </w:r>
      </w:hyperlink>
    </w:p>
    <w:p w14:paraId="43DDDBAF" w14:textId="77777777" w:rsidR="00F074B4" w:rsidRPr="005F4E5A" w:rsidRDefault="00B43EAD">
      <w:pPr>
        <w:pStyle w:val="TOC5"/>
        <w:rPr>
          <w:i w:val="0"/>
          <w:sz w:val="20"/>
          <w:szCs w:val="20"/>
        </w:rPr>
      </w:pPr>
      <w:hyperlink w:anchor="_Toc510513333" w:history="1">
        <w:r w:rsidR="00F074B4" w:rsidRPr="00F074B4">
          <w:rPr>
            <w:rStyle w:val="Hyperlink"/>
            <w:i w:val="0"/>
            <w:sz w:val="20"/>
            <w:szCs w:val="20"/>
          </w:rPr>
          <w:t>3.10.7.1.2</w:t>
        </w:r>
        <w:r w:rsidR="00F074B4" w:rsidRPr="005F4E5A">
          <w:rPr>
            <w:i w:val="0"/>
            <w:sz w:val="20"/>
            <w:szCs w:val="20"/>
          </w:rPr>
          <w:tab/>
        </w:r>
        <w:r w:rsidR="00F074B4" w:rsidRPr="00F074B4">
          <w:rPr>
            <w:rStyle w:val="Hyperlink"/>
            <w:i w:val="0"/>
            <w:sz w:val="20"/>
            <w:szCs w:val="20"/>
          </w:rPr>
          <w:t>Transmission Buses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_Toc510513333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3-90</w:t>
        </w:r>
        <w:r w:rsidR="00F074B4" w:rsidRPr="00F074B4">
          <w:rPr>
            <w:i w:val="0"/>
            <w:webHidden/>
            <w:sz w:val="20"/>
            <w:szCs w:val="20"/>
          </w:rPr>
          <w:fldChar w:fldCharType="end"/>
        </w:r>
      </w:hyperlink>
    </w:p>
    <w:p w14:paraId="3141A197" w14:textId="77777777" w:rsidR="00F074B4" w:rsidRPr="005F4E5A" w:rsidRDefault="00B43EAD">
      <w:pPr>
        <w:pStyle w:val="TOC5"/>
        <w:rPr>
          <w:i w:val="0"/>
          <w:sz w:val="20"/>
          <w:szCs w:val="20"/>
        </w:rPr>
      </w:pPr>
      <w:hyperlink w:anchor="_Toc510513334" w:history="1">
        <w:r w:rsidR="00F074B4" w:rsidRPr="00F074B4">
          <w:rPr>
            <w:rStyle w:val="Hyperlink"/>
            <w:i w:val="0"/>
            <w:sz w:val="20"/>
            <w:szCs w:val="20"/>
          </w:rPr>
          <w:t>3.10.7.1.3</w:t>
        </w:r>
        <w:r w:rsidR="00F074B4" w:rsidRPr="005F4E5A">
          <w:rPr>
            <w:i w:val="0"/>
            <w:sz w:val="20"/>
            <w:szCs w:val="20"/>
          </w:rPr>
          <w:tab/>
        </w:r>
        <w:r w:rsidR="00F074B4" w:rsidRPr="00F074B4">
          <w:rPr>
            <w:rStyle w:val="Hyperlink"/>
            <w:i w:val="0"/>
            <w:sz w:val="20"/>
            <w:szCs w:val="20"/>
          </w:rPr>
          <w:t>Transmission Breakers and Switches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_Toc510513334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3-91</w:t>
        </w:r>
        <w:r w:rsidR="00F074B4" w:rsidRPr="00F074B4">
          <w:rPr>
            <w:i w:val="0"/>
            <w:webHidden/>
            <w:sz w:val="20"/>
            <w:szCs w:val="20"/>
          </w:rPr>
          <w:fldChar w:fldCharType="end"/>
        </w:r>
      </w:hyperlink>
    </w:p>
    <w:p w14:paraId="3DE0EF9A" w14:textId="77777777" w:rsidR="00F074B4" w:rsidRPr="005F4E5A" w:rsidRDefault="00B43EAD">
      <w:pPr>
        <w:pStyle w:val="TOC5"/>
        <w:rPr>
          <w:i w:val="0"/>
          <w:sz w:val="20"/>
          <w:szCs w:val="20"/>
        </w:rPr>
      </w:pPr>
      <w:hyperlink w:anchor="_Toc510513335" w:history="1">
        <w:r w:rsidR="00F074B4" w:rsidRPr="00F074B4">
          <w:rPr>
            <w:rStyle w:val="Hyperlink"/>
            <w:i w:val="0"/>
            <w:sz w:val="20"/>
            <w:szCs w:val="20"/>
          </w:rPr>
          <w:t>3.10.7.1.4</w:t>
        </w:r>
        <w:r w:rsidR="00F074B4" w:rsidRPr="005F4E5A">
          <w:rPr>
            <w:i w:val="0"/>
            <w:sz w:val="20"/>
            <w:szCs w:val="20"/>
          </w:rPr>
          <w:tab/>
        </w:r>
        <w:r w:rsidR="00F074B4" w:rsidRPr="00F074B4">
          <w:rPr>
            <w:rStyle w:val="Hyperlink"/>
            <w:i w:val="0"/>
            <w:sz w:val="20"/>
            <w:szCs w:val="20"/>
          </w:rPr>
          <w:t>Transmission and Generation Resource Step-Up Transformers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_Toc510513335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3-92</w:t>
        </w:r>
        <w:r w:rsidR="00F074B4" w:rsidRPr="00F074B4">
          <w:rPr>
            <w:i w:val="0"/>
            <w:webHidden/>
            <w:sz w:val="20"/>
            <w:szCs w:val="20"/>
          </w:rPr>
          <w:fldChar w:fldCharType="end"/>
        </w:r>
      </w:hyperlink>
    </w:p>
    <w:p w14:paraId="7954C74D" w14:textId="77777777" w:rsidR="00F074B4" w:rsidRPr="005F4E5A" w:rsidRDefault="00B43EAD">
      <w:pPr>
        <w:pStyle w:val="TOC5"/>
        <w:rPr>
          <w:i w:val="0"/>
          <w:sz w:val="20"/>
          <w:szCs w:val="20"/>
        </w:rPr>
      </w:pPr>
      <w:hyperlink w:anchor="_Toc510513336" w:history="1">
        <w:r w:rsidR="00F074B4" w:rsidRPr="00F074B4">
          <w:rPr>
            <w:rStyle w:val="Hyperlink"/>
            <w:i w:val="0"/>
            <w:sz w:val="20"/>
            <w:szCs w:val="20"/>
          </w:rPr>
          <w:t>3.10.7.1.5</w:t>
        </w:r>
        <w:r w:rsidR="00F074B4" w:rsidRPr="005F4E5A">
          <w:rPr>
            <w:i w:val="0"/>
            <w:sz w:val="20"/>
            <w:szCs w:val="20"/>
          </w:rPr>
          <w:tab/>
        </w:r>
        <w:r w:rsidR="00F074B4" w:rsidRPr="00F074B4">
          <w:rPr>
            <w:rStyle w:val="Hyperlink"/>
            <w:i w:val="0"/>
            <w:sz w:val="20"/>
            <w:szCs w:val="20"/>
          </w:rPr>
          <w:t>Reactors, Capacitors, and other Reactive Controlled Sources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_Toc510513336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3-93</w:t>
        </w:r>
        <w:r w:rsidR="00F074B4" w:rsidRPr="00F074B4">
          <w:rPr>
            <w:i w:val="0"/>
            <w:webHidden/>
            <w:sz w:val="20"/>
            <w:szCs w:val="20"/>
          </w:rPr>
          <w:fldChar w:fldCharType="end"/>
        </w:r>
      </w:hyperlink>
    </w:p>
    <w:p w14:paraId="446EC571" w14:textId="77777777" w:rsidR="00F074B4" w:rsidRPr="005F4E5A" w:rsidRDefault="00B43EAD">
      <w:pPr>
        <w:pStyle w:val="TOC4"/>
        <w:rPr>
          <w:bCs w:val="0"/>
          <w:snapToGrid/>
          <w:sz w:val="20"/>
          <w:szCs w:val="20"/>
        </w:rPr>
      </w:pPr>
      <w:hyperlink w:anchor="_Toc510513337" w:history="1">
        <w:r w:rsidR="00F074B4" w:rsidRPr="00F074B4">
          <w:rPr>
            <w:rStyle w:val="Hyperlink"/>
            <w:sz w:val="20"/>
            <w:szCs w:val="20"/>
          </w:rPr>
          <w:t>3.10.7.2</w:t>
        </w:r>
        <w:r w:rsidR="00F074B4" w:rsidRPr="005F4E5A">
          <w:rPr>
            <w:bCs w:val="0"/>
            <w:snapToGrid/>
            <w:sz w:val="20"/>
            <w:szCs w:val="20"/>
          </w:rPr>
          <w:tab/>
        </w:r>
        <w:r w:rsidR="00F074B4" w:rsidRPr="00F074B4">
          <w:rPr>
            <w:rStyle w:val="Hyperlink"/>
            <w:sz w:val="20"/>
            <w:szCs w:val="20"/>
          </w:rPr>
          <w:t>Modeling of Resources and Transmission Loads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_Toc510513337 \h </w:instrText>
        </w:r>
        <w:r w:rsidR="00F074B4" w:rsidRPr="00F074B4">
          <w:rPr>
            <w:webHidden/>
            <w:sz w:val="20"/>
            <w:szCs w:val="20"/>
          </w:rPr>
        </w:r>
        <w:r w:rsidR="00F074B4" w:rsidRPr="00F074B4">
          <w:rPr>
            <w:webHidden/>
            <w:sz w:val="20"/>
            <w:szCs w:val="20"/>
          </w:rPr>
          <w:fldChar w:fldCharType="separate"/>
        </w:r>
        <w:r>
          <w:rPr>
            <w:webHidden/>
            <w:sz w:val="20"/>
            <w:szCs w:val="20"/>
          </w:rPr>
          <w:t>3-94</w:t>
        </w:r>
        <w:r w:rsidR="00F074B4" w:rsidRPr="00F074B4">
          <w:rPr>
            <w:webHidden/>
            <w:sz w:val="20"/>
            <w:szCs w:val="20"/>
          </w:rPr>
          <w:fldChar w:fldCharType="end"/>
        </w:r>
      </w:hyperlink>
    </w:p>
    <w:p w14:paraId="68994C40" w14:textId="77777777" w:rsidR="00F074B4" w:rsidRPr="005F4E5A" w:rsidRDefault="00B43EAD">
      <w:pPr>
        <w:pStyle w:val="TOC5"/>
        <w:rPr>
          <w:i w:val="0"/>
          <w:sz w:val="20"/>
          <w:szCs w:val="20"/>
        </w:rPr>
      </w:pPr>
      <w:hyperlink w:anchor="_Toc510513338" w:history="1">
        <w:r w:rsidR="00F074B4" w:rsidRPr="00F074B4">
          <w:rPr>
            <w:rStyle w:val="Hyperlink"/>
            <w:bCs/>
            <w:i w:val="0"/>
            <w:sz w:val="20"/>
            <w:szCs w:val="20"/>
          </w:rPr>
          <w:t>3.10.7.2.1</w:t>
        </w:r>
        <w:r w:rsidR="00F074B4" w:rsidRPr="005F4E5A">
          <w:rPr>
            <w:i w:val="0"/>
            <w:sz w:val="20"/>
            <w:szCs w:val="20"/>
          </w:rPr>
          <w:tab/>
        </w:r>
        <w:r w:rsidR="00F074B4" w:rsidRPr="00F074B4">
          <w:rPr>
            <w:rStyle w:val="Hyperlink"/>
            <w:bCs/>
            <w:i w:val="0"/>
            <w:sz w:val="20"/>
            <w:szCs w:val="20"/>
          </w:rPr>
          <w:t>Reporting of Demand Response</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_Toc510513338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3-96</w:t>
        </w:r>
        <w:r w:rsidR="00F074B4" w:rsidRPr="00F074B4">
          <w:rPr>
            <w:i w:val="0"/>
            <w:webHidden/>
            <w:sz w:val="20"/>
            <w:szCs w:val="20"/>
          </w:rPr>
          <w:fldChar w:fldCharType="end"/>
        </w:r>
      </w:hyperlink>
    </w:p>
    <w:p w14:paraId="5C0F2909" w14:textId="77777777" w:rsidR="00F074B4" w:rsidRPr="005F4E5A" w:rsidRDefault="00B43EAD">
      <w:pPr>
        <w:pStyle w:val="TOC4"/>
        <w:rPr>
          <w:bCs w:val="0"/>
          <w:snapToGrid/>
          <w:sz w:val="20"/>
          <w:szCs w:val="20"/>
        </w:rPr>
      </w:pPr>
      <w:hyperlink w:anchor="_Toc510513339" w:history="1">
        <w:r w:rsidR="00F074B4" w:rsidRPr="00F074B4">
          <w:rPr>
            <w:rStyle w:val="Hyperlink"/>
            <w:sz w:val="20"/>
            <w:szCs w:val="20"/>
          </w:rPr>
          <w:t>3.10.7.3</w:t>
        </w:r>
        <w:r w:rsidR="00F074B4" w:rsidRPr="005F4E5A">
          <w:rPr>
            <w:bCs w:val="0"/>
            <w:snapToGrid/>
            <w:sz w:val="20"/>
            <w:szCs w:val="20"/>
          </w:rPr>
          <w:tab/>
        </w:r>
        <w:r w:rsidR="00F074B4" w:rsidRPr="00F074B4">
          <w:rPr>
            <w:rStyle w:val="Hyperlink"/>
            <w:sz w:val="20"/>
            <w:szCs w:val="20"/>
          </w:rPr>
          <w:t>Modeling of Private Use Networks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_Toc510513339 \h </w:instrText>
        </w:r>
        <w:r w:rsidR="00F074B4" w:rsidRPr="00F074B4">
          <w:rPr>
            <w:webHidden/>
            <w:sz w:val="20"/>
            <w:szCs w:val="20"/>
          </w:rPr>
        </w:r>
        <w:r w:rsidR="00F074B4" w:rsidRPr="00F074B4">
          <w:rPr>
            <w:webHidden/>
            <w:sz w:val="20"/>
            <w:szCs w:val="20"/>
          </w:rPr>
          <w:fldChar w:fldCharType="separate"/>
        </w:r>
        <w:r>
          <w:rPr>
            <w:webHidden/>
            <w:sz w:val="20"/>
            <w:szCs w:val="20"/>
          </w:rPr>
          <w:t>3-97</w:t>
        </w:r>
        <w:r w:rsidR="00F074B4" w:rsidRPr="00F074B4">
          <w:rPr>
            <w:webHidden/>
            <w:sz w:val="20"/>
            <w:szCs w:val="20"/>
          </w:rPr>
          <w:fldChar w:fldCharType="end"/>
        </w:r>
      </w:hyperlink>
    </w:p>
    <w:p w14:paraId="4CA62CCA" w14:textId="77777777" w:rsidR="00F074B4" w:rsidRPr="005F4E5A" w:rsidRDefault="00B43EAD">
      <w:pPr>
        <w:pStyle w:val="TOC4"/>
        <w:rPr>
          <w:bCs w:val="0"/>
          <w:snapToGrid/>
          <w:sz w:val="20"/>
          <w:szCs w:val="20"/>
        </w:rPr>
      </w:pPr>
      <w:hyperlink w:anchor="_Toc510513340" w:history="1">
        <w:r w:rsidR="00F074B4" w:rsidRPr="00F074B4">
          <w:rPr>
            <w:rStyle w:val="Hyperlink"/>
            <w:sz w:val="20"/>
            <w:szCs w:val="20"/>
          </w:rPr>
          <w:t>3.10.7.4</w:t>
        </w:r>
        <w:r w:rsidR="00F074B4" w:rsidRPr="005F4E5A">
          <w:rPr>
            <w:bCs w:val="0"/>
            <w:snapToGrid/>
            <w:sz w:val="20"/>
            <w:szCs w:val="20"/>
          </w:rPr>
          <w:tab/>
        </w:r>
        <w:r w:rsidR="00F074B4" w:rsidRPr="00F074B4">
          <w:rPr>
            <w:rStyle w:val="Hyperlink"/>
            <w:sz w:val="20"/>
            <w:szCs w:val="20"/>
          </w:rPr>
          <w:t>Remedial Action Schemes, Automatic Mitigation Plans and Remedial Action Plans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_Toc510513340 \h </w:instrText>
        </w:r>
        <w:r w:rsidR="00F074B4" w:rsidRPr="00F074B4">
          <w:rPr>
            <w:webHidden/>
            <w:sz w:val="20"/>
            <w:szCs w:val="20"/>
          </w:rPr>
        </w:r>
        <w:r w:rsidR="00F074B4" w:rsidRPr="00F074B4">
          <w:rPr>
            <w:webHidden/>
            <w:sz w:val="20"/>
            <w:szCs w:val="20"/>
          </w:rPr>
          <w:fldChar w:fldCharType="separate"/>
        </w:r>
        <w:r>
          <w:rPr>
            <w:webHidden/>
            <w:sz w:val="20"/>
            <w:szCs w:val="20"/>
          </w:rPr>
          <w:t>3-98</w:t>
        </w:r>
        <w:r w:rsidR="00F074B4" w:rsidRPr="00F074B4">
          <w:rPr>
            <w:webHidden/>
            <w:sz w:val="20"/>
            <w:szCs w:val="20"/>
          </w:rPr>
          <w:fldChar w:fldCharType="end"/>
        </w:r>
      </w:hyperlink>
    </w:p>
    <w:p w14:paraId="1E111827" w14:textId="77777777" w:rsidR="00F074B4" w:rsidRPr="005F4E5A" w:rsidRDefault="00B43EAD">
      <w:pPr>
        <w:pStyle w:val="TOC4"/>
        <w:rPr>
          <w:bCs w:val="0"/>
          <w:snapToGrid/>
          <w:sz w:val="20"/>
          <w:szCs w:val="20"/>
        </w:rPr>
      </w:pPr>
      <w:hyperlink w:anchor="_Toc510513341" w:history="1">
        <w:r w:rsidR="00F074B4" w:rsidRPr="00F074B4">
          <w:rPr>
            <w:rStyle w:val="Hyperlink"/>
            <w:sz w:val="20"/>
            <w:szCs w:val="20"/>
          </w:rPr>
          <w:t>3.10.7.5</w:t>
        </w:r>
        <w:r w:rsidR="00F074B4" w:rsidRPr="005F4E5A">
          <w:rPr>
            <w:bCs w:val="0"/>
            <w:snapToGrid/>
            <w:sz w:val="20"/>
            <w:szCs w:val="20"/>
          </w:rPr>
          <w:tab/>
        </w:r>
        <w:r w:rsidR="00F074B4" w:rsidRPr="00F074B4">
          <w:rPr>
            <w:rStyle w:val="Hyperlink"/>
            <w:sz w:val="20"/>
            <w:szCs w:val="20"/>
          </w:rPr>
          <w:t>Telemetry Standards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_Toc510513341 \h </w:instrText>
        </w:r>
        <w:r w:rsidR="00F074B4" w:rsidRPr="00F074B4">
          <w:rPr>
            <w:webHidden/>
            <w:sz w:val="20"/>
            <w:szCs w:val="20"/>
          </w:rPr>
        </w:r>
        <w:r w:rsidR="00F074B4" w:rsidRPr="00F074B4">
          <w:rPr>
            <w:webHidden/>
            <w:sz w:val="20"/>
            <w:szCs w:val="20"/>
          </w:rPr>
          <w:fldChar w:fldCharType="separate"/>
        </w:r>
        <w:r>
          <w:rPr>
            <w:webHidden/>
            <w:sz w:val="20"/>
            <w:szCs w:val="20"/>
          </w:rPr>
          <w:t>3-99</w:t>
        </w:r>
        <w:r w:rsidR="00F074B4" w:rsidRPr="00F074B4">
          <w:rPr>
            <w:webHidden/>
            <w:sz w:val="20"/>
            <w:szCs w:val="20"/>
          </w:rPr>
          <w:fldChar w:fldCharType="end"/>
        </w:r>
      </w:hyperlink>
    </w:p>
    <w:p w14:paraId="10D850AF" w14:textId="77777777" w:rsidR="00F074B4" w:rsidRPr="005F4E5A" w:rsidRDefault="00B43EAD">
      <w:pPr>
        <w:pStyle w:val="TOC5"/>
        <w:rPr>
          <w:i w:val="0"/>
          <w:sz w:val="20"/>
          <w:szCs w:val="20"/>
        </w:rPr>
      </w:pPr>
      <w:hyperlink w:anchor="_Toc510513342" w:history="1">
        <w:r w:rsidR="00F074B4" w:rsidRPr="00F074B4">
          <w:rPr>
            <w:rStyle w:val="Hyperlink"/>
            <w:i w:val="0"/>
            <w:sz w:val="20"/>
            <w:szCs w:val="20"/>
          </w:rPr>
          <w:t>3.10.7.5.1</w:t>
        </w:r>
        <w:r w:rsidR="00F074B4" w:rsidRPr="005F4E5A">
          <w:rPr>
            <w:i w:val="0"/>
            <w:sz w:val="20"/>
            <w:szCs w:val="20"/>
          </w:rPr>
          <w:tab/>
        </w:r>
        <w:r w:rsidR="00F074B4" w:rsidRPr="00F074B4">
          <w:rPr>
            <w:rStyle w:val="Hyperlink"/>
            <w:i w:val="0"/>
            <w:sz w:val="20"/>
            <w:szCs w:val="20"/>
          </w:rPr>
          <w:t>Continuous Telemetry of the Status of Breakers and Switches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_Toc510513342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3-100</w:t>
        </w:r>
        <w:r w:rsidR="00F074B4" w:rsidRPr="00F074B4">
          <w:rPr>
            <w:i w:val="0"/>
            <w:webHidden/>
            <w:sz w:val="20"/>
            <w:szCs w:val="20"/>
          </w:rPr>
          <w:fldChar w:fldCharType="end"/>
        </w:r>
      </w:hyperlink>
    </w:p>
    <w:p w14:paraId="559C0C1C" w14:textId="77777777" w:rsidR="00F074B4" w:rsidRPr="005F4E5A" w:rsidRDefault="00B43EAD">
      <w:pPr>
        <w:pStyle w:val="TOC5"/>
        <w:rPr>
          <w:i w:val="0"/>
          <w:sz w:val="20"/>
          <w:szCs w:val="20"/>
        </w:rPr>
      </w:pPr>
      <w:hyperlink w:anchor="_Toc510513343" w:history="1">
        <w:r w:rsidR="00F074B4" w:rsidRPr="00F074B4">
          <w:rPr>
            <w:rStyle w:val="Hyperlink"/>
            <w:i w:val="0"/>
            <w:sz w:val="20"/>
            <w:szCs w:val="20"/>
          </w:rPr>
          <w:t>3.10.7.5.2</w:t>
        </w:r>
        <w:r w:rsidR="00F074B4" w:rsidRPr="005F4E5A">
          <w:rPr>
            <w:i w:val="0"/>
            <w:sz w:val="20"/>
            <w:szCs w:val="20"/>
          </w:rPr>
          <w:tab/>
        </w:r>
        <w:r w:rsidR="00F074B4" w:rsidRPr="00F074B4">
          <w:rPr>
            <w:rStyle w:val="Hyperlink"/>
            <w:i w:val="0"/>
            <w:sz w:val="20"/>
            <w:szCs w:val="20"/>
          </w:rPr>
          <w:t>Continuous Telemetry of the Real-Time Measurements of Bus Load, Voltages, Tap Position, and Flows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_Toc510513343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3-101</w:t>
        </w:r>
        <w:r w:rsidR="00F074B4" w:rsidRPr="00F074B4">
          <w:rPr>
            <w:i w:val="0"/>
            <w:webHidden/>
            <w:sz w:val="20"/>
            <w:szCs w:val="20"/>
          </w:rPr>
          <w:fldChar w:fldCharType="end"/>
        </w:r>
      </w:hyperlink>
    </w:p>
    <w:p w14:paraId="5E897366" w14:textId="77777777" w:rsidR="00F074B4" w:rsidRPr="005F4E5A" w:rsidRDefault="00B43EAD">
      <w:pPr>
        <w:pStyle w:val="TOC4"/>
        <w:rPr>
          <w:bCs w:val="0"/>
          <w:snapToGrid/>
          <w:sz w:val="20"/>
          <w:szCs w:val="20"/>
        </w:rPr>
      </w:pPr>
      <w:hyperlink w:anchor="_Toc510513344" w:history="1">
        <w:r w:rsidR="00F074B4" w:rsidRPr="00F074B4">
          <w:rPr>
            <w:rStyle w:val="Hyperlink"/>
            <w:sz w:val="20"/>
            <w:szCs w:val="20"/>
          </w:rPr>
          <w:t>3.10.7.6</w:t>
        </w:r>
        <w:r w:rsidR="00F074B4" w:rsidRPr="005F4E5A">
          <w:rPr>
            <w:bCs w:val="0"/>
            <w:snapToGrid/>
            <w:sz w:val="20"/>
            <w:szCs w:val="20"/>
          </w:rPr>
          <w:tab/>
        </w:r>
        <w:r w:rsidR="00F074B4" w:rsidRPr="00F074B4">
          <w:rPr>
            <w:rStyle w:val="Hyperlink"/>
            <w:sz w:val="20"/>
            <w:szCs w:val="20"/>
          </w:rPr>
          <w:t>Use of Generic Transmission Constraints and Generic Transmission Limits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_Toc510513344 \h </w:instrText>
        </w:r>
        <w:r w:rsidR="00F074B4" w:rsidRPr="00F074B4">
          <w:rPr>
            <w:webHidden/>
            <w:sz w:val="20"/>
            <w:szCs w:val="20"/>
          </w:rPr>
        </w:r>
        <w:r w:rsidR="00F074B4" w:rsidRPr="00F074B4">
          <w:rPr>
            <w:webHidden/>
            <w:sz w:val="20"/>
            <w:szCs w:val="20"/>
          </w:rPr>
          <w:fldChar w:fldCharType="separate"/>
        </w:r>
        <w:r>
          <w:rPr>
            <w:webHidden/>
            <w:sz w:val="20"/>
            <w:szCs w:val="20"/>
          </w:rPr>
          <w:t>3-103</w:t>
        </w:r>
        <w:r w:rsidR="00F074B4" w:rsidRPr="00F074B4">
          <w:rPr>
            <w:webHidden/>
            <w:sz w:val="20"/>
            <w:szCs w:val="20"/>
          </w:rPr>
          <w:fldChar w:fldCharType="end"/>
        </w:r>
      </w:hyperlink>
    </w:p>
    <w:p w14:paraId="5A1CF91A" w14:textId="77777777" w:rsidR="00F074B4" w:rsidRPr="005F4E5A" w:rsidRDefault="00B43EAD">
      <w:pPr>
        <w:pStyle w:val="TOC4"/>
        <w:rPr>
          <w:bCs w:val="0"/>
          <w:snapToGrid/>
          <w:sz w:val="20"/>
          <w:szCs w:val="20"/>
        </w:rPr>
      </w:pPr>
      <w:hyperlink w:anchor="_Toc510513345" w:history="1">
        <w:r w:rsidR="00F074B4" w:rsidRPr="00F074B4">
          <w:rPr>
            <w:rStyle w:val="Hyperlink"/>
            <w:sz w:val="20"/>
            <w:szCs w:val="20"/>
          </w:rPr>
          <w:t>3.10.7.7</w:t>
        </w:r>
        <w:r w:rsidR="00F074B4" w:rsidRPr="005F4E5A">
          <w:rPr>
            <w:bCs w:val="0"/>
            <w:snapToGrid/>
            <w:sz w:val="20"/>
            <w:szCs w:val="20"/>
          </w:rPr>
          <w:tab/>
        </w:r>
        <w:r w:rsidR="00F074B4" w:rsidRPr="00F074B4">
          <w:rPr>
            <w:rStyle w:val="Hyperlink"/>
            <w:sz w:val="20"/>
            <w:szCs w:val="20"/>
          </w:rPr>
          <w:t>DC Tie Limits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_Toc510513345 \h </w:instrText>
        </w:r>
        <w:r w:rsidR="00F074B4" w:rsidRPr="00F074B4">
          <w:rPr>
            <w:webHidden/>
            <w:sz w:val="20"/>
            <w:szCs w:val="20"/>
          </w:rPr>
        </w:r>
        <w:r w:rsidR="00F074B4" w:rsidRPr="00F074B4">
          <w:rPr>
            <w:webHidden/>
            <w:sz w:val="20"/>
            <w:szCs w:val="20"/>
          </w:rPr>
          <w:fldChar w:fldCharType="separate"/>
        </w:r>
        <w:r>
          <w:rPr>
            <w:webHidden/>
            <w:sz w:val="20"/>
            <w:szCs w:val="20"/>
          </w:rPr>
          <w:t>3-104</w:t>
        </w:r>
        <w:r w:rsidR="00F074B4" w:rsidRPr="00F074B4">
          <w:rPr>
            <w:webHidden/>
            <w:sz w:val="20"/>
            <w:szCs w:val="20"/>
          </w:rPr>
          <w:fldChar w:fldCharType="end"/>
        </w:r>
      </w:hyperlink>
    </w:p>
    <w:p w14:paraId="248D4D9D" w14:textId="77777777" w:rsidR="00F074B4" w:rsidRPr="005F4E5A" w:rsidRDefault="00B43EAD">
      <w:pPr>
        <w:pStyle w:val="TOC3"/>
        <w:rPr>
          <w:bCs w:val="0"/>
          <w:i w:val="0"/>
          <w:iCs w:val="0"/>
        </w:rPr>
      </w:pPr>
      <w:hyperlink w:anchor="_Toc510513347" w:history="1">
        <w:r w:rsidR="00F074B4" w:rsidRPr="00F074B4">
          <w:rPr>
            <w:rStyle w:val="Hyperlink"/>
            <w:i w:val="0"/>
          </w:rPr>
          <w:t>3.10.8</w:t>
        </w:r>
        <w:r w:rsidR="00F074B4" w:rsidRPr="005F4E5A">
          <w:rPr>
            <w:bCs w:val="0"/>
            <w:i w:val="0"/>
            <w:iCs w:val="0"/>
          </w:rPr>
          <w:tab/>
        </w:r>
        <w:r w:rsidR="00F074B4" w:rsidRPr="00F074B4">
          <w:rPr>
            <w:rStyle w:val="Hyperlink"/>
            <w:i w:val="0"/>
          </w:rPr>
          <w:t>Dynamic Ratings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_Toc510513347 \h </w:instrText>
        </w:r>
        <w:r w:rsidR="00F074B4" w:rsidRPr="00F074B4">
          <w:rPr>
            <w:i w:val="0"/>
            <w:webHidden/>
          </w:rPr>
        </w:r>
        <w:r w:rsidR="00F074B4" w:rsidRPr="00F074B4">
          <w:rPr>
            <w:i w:val="0"/>
            <w:webHidden/>
          </w:rPr>
          <w:fldChar w:fldCharType="separate"/>
        </w:r>
        <w:r>
          <w:rPr>
            <w:i w:val="0"/>
            <w:webHidden/>
          </w:rPr>
          <w:t>3-105</w:t>
        </w:r>
        <w:r w:rsidR="00F074B4" w:rsidRPr="00F074B4">
          <w:rPr>
            <w:i w:val="0"/>
            <w:webHidden/>
          </w:rPr>
          <w:fldChar w:fldCharType="end"/>
        </w:r>
      </w:hyperlink>
    </w:p>
    <w:p w14:paraId="5BE73A7A" w14:textId="77777777" w:rsidR="00F074B4" w:rsidRPr="005F4E5A" w:rsidRDefault="00B43EAD">
      <w:pPr>
        <w:pStyle w:val="TOC4"/>
        <w:rPr>
          <w:bCs w:val="0"/>
          <w:snapToGrid/>
          <w:sz w:val="20"/>
          <w:szCs w:val="20"/>
        </w:rPr>
      </w:pPr>
      <w:hyperlink w:anchor="_Toc510513348" w:history="1">
        <w:r w:rsidR="00F074B4" w:rsidRPr="00F074B4">
          <w:rPr>
            <w:rStyle w:val="Hyperlink"/>
            <w:sz w:val="20"/>
            <w:szCs w:val="20"/>
          </w:rPr>
          <w:t>3.10.8.1</w:t>
        </w:r>
        <w:r w:rsidR="00F074B4" w:rsidRPr="005F4E5A">
          <w:rPr>
            <w:bCs w:val="0"/>
            <w:snapToGrid/>
            <w:sz w:val="20"/>
            <w:szCs w:val="20"/>
          </w:rPr>
          <w:tab/>
        </w:r>
        <w:r w:rsidR="00F074B4" w:rsidRPr="00F074B4">
          <w:rPr>
            <w:rStyle w:val="Hyperlink"/>
            <w:sz w:val="20"/>
            <w:szCs w:val="20"/>
          </w:rPr>
          <w:t>Dynamic Ratings Delivered via ICCP</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_Toc510513348 \h </w:instrText>
        </w:r>
        <w:r w:rsidR="00F074B4" w:rsidRPr="00F074B4">
          <w:rPr>
            <w:webHidden/>
            <w:sz w:val="20"/>
            <w:szCs w:val="20"/>
          </w:rPr>
        </w:r>
        <w:r w:rsidR="00F074B4" w:rsidRPr="00F074B4">
          <w:rPr>
            <w:webHidden/>
            <w:sz w:val="20"/>
            <w:szCs w:val="20"/>
          </w:rPr>
          <w:fldChar w:fldCharType="separate"/>
        </w:r>
        <w:r>
          <w:rPr>
            <w:webHidden/>
            <w:sz w:val="20"/>
            <w:szCs w:val="20"/>
          </w:rPr>
          <w:t>3-106</w:t>
        </w:r>
        <w:r w:rsidR="00F074B4" w:rsidRPr="00F074B4">
          <w:rPr>
            <w:webHidden/>
            <w:sz w:val="20"/>
            <w:szCs w:val="20"/>
          </w:rPr>
          <w:fldChar w:fldCharType="end"/>
        </w:r>
      </w:hyperlink>
    </w:p>
    <w:p w14:paraId="50BB4E3C" w14:textId="77777777" w:rsidR="00F074B4" w:rsidRPr="005F4E5A" w:rsidRDefault="00B43EAD">
      <w:pPr>
        <w:pStyle w:val="TOC4"/>
        <w:rPr>
          <w:bCs w:val="0"/>
          <w:snapToGrid/>
          <w:sz w:val="20"/>
          <w:szCs w:val="20"/>
        </w:rPr>
      </w:pPr>
      <w:hyperlink w:anchor="_Toc510513349" w:history="1">
        <w:r w:rsidR="00F074B4" w:rsidRPr="00F074B4">
          <w:rPr>
            <w:rStyle w:val="Hyperlink"/>
            <w:sz w:val="20"/>
            <w:szCs w:val="20"/>
          </w:rPr>
          <w:t>3.10.8.2</w:t>
        </w:r>
        <w:r w:rsidR="00F074B4" w:rsidRPr="005F4E5A">
          <w:rPr>
            <w:bCs w:val="0"/>
            <w:snapToGrid/>
            <w:sz w:val="20"/>
            <w:szCs w:val="20"/>
          </w:rPr>
          <w:tab/>
        </w:r>
        <w:r w:rsidR="00F074B4" w:rsidRPr="00F074B4">
          <w:rPr>
            <w:rStyle w:val="Hyperlink"/>
            <w:sz w:val="20"/>
            <w:szCs w:val="20"/>
          </w:rPr>
          <w:t>Dynamic Ratings Delivered via Static Table and Telemetered Temperature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_Toc510513349 \h </w:instrText>
        </w:r>
        <w:r w:rsidR="00F074B4" w:rsidRPr="00F074B4">
          <w:rPr>
            <w:webHidden/>
            <w:sz w:val="20"/>
            <w:szCs w:val="20"/>
          </w:rPr>
        </w:r>
        <w:r w:rsidR="00F074B4" w:rsidRPr="00F074B4">
          <w:rPr>
            <w:webHidden/>
            <w:sz w:val="20"/>
            <w:szCs w:val="20"/>
          </w:rPr>
          <w:fldChar w:fldCharType="separate"/>
        </w:r>
        <w:r>
          <w:rPr>
            <w:webHidden/>
            <w:sz w:val="20"/>
            <w:szCs w:val="20"/>
          </w:rPr>
          <w:t>3-106</w:t>
        </w:r>
        <w:r w:rsidR="00F074B4" w:rsidRPr="00F074B4">
          <w:rPr>
            <w:webHidden/>
            <w:sz w:val="20"/>
            <w:szCs w:val="20"/>
          </w:rPr>
          <w:fldChar w:fldCharType="end"/>
        </w:r>
      </w:hyperlink>
    </w:p>
    <w:p w14:paraId="3CB52D90" w14:textId="77777777" w:rsidR="00F074B4" w:rsidRPr="005F4E5A" w:rsidRDefault="00B43EAD">
      <w:pPr>
        <w:pStyle w:val="TOC4"/>
        <w:rPr>
          <w:bCs w:val="0"/>
          <w:snapToGrid/>
          <w:sz w:val="20"/>
          <w:szCs w:val="20"/>
        </w:rPr>
      </w:pPr>
      <w:hyperlink w:anchor="_Toc510513350" w:history="1">
        <w:r w:rsidR="00F074B4" w:rsidRPr="00F074B4">
          <w:rPr>
            <w:rStyle w:val="Hyperlink"/>
            <w:sz w:val="20"/>
            <w:szCs w:val="20"/>
          </w:rPr>
          <w:t>3.10.8.3</w:t>
        </w:r>
        <w:r w:rsidR="00F074B4" w:rsidRPr="005F4E5A">
          <w:rPr>
            <w:bCs w:val="0"/>
            <w:snapToGrid/>
            <w:sz w:val="20"/>
            <w:szCs w:val="20"/>
          </w:rPr>
          <w:tab/>
        </w:r>
        <w:r w:rsidR="00F074B4" w:rsidRPr="00F074B4">
          <w:rPr>
            <w:rStyle w:val="Hyperlink"/>
            <w:sz w:val="20"/>
            <w:szCs w:val="20"/>
          </w:rPr>
          <w:t>Dynamic Rating Network Operations Model Change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_Toc510513350 \h </w:instrText>
        </w:r>
        <w:r w:rsidR="00F074B4" w:rsidRPr="00F074B4">
          <w:rPr>
            <w:webHidden/>
            <w:sz w:val="20"/>
            <w:szCs w:val="20"/>
          </w:rPr>
        </w:r>
        <w:r w:rsidR="00F074B4" w:rsidRPr="00F074B4">
          <w:rPr>
            <w:webHidden/>
            <w:sz w:val="20"/>
            <w:szCs w:val="20"/>
          </w:rPr>
          <w:fldChar w:fldCharType="separate"/>
        </w:r>
        <w:r>
          <w:rPr>
            <w:webHidden/>
            <w:sz w:val="20"/>
            <w:szCs w:val="20"/>
          </w:rPr>
          <w:t>3-107</w:t>
        </w:r>
        <w:r w:rsidR="00F074B4" w:rsidRPr="00F074B4">
          <w:rPr>
            <w:webHidden/>
            <w:sz w:val="20"/>
            <w:szCs w:val="20"/>
          </w:rPr>
          <w:fldChar w:fldCharType="end"/>
        </w:r>
      </w:hyperlink>
    </w:p>
    <w:p w14:paraId="0DA1B805" w14:textId="77777777" w:rsidR="00F074B4" w:rsidRPr="005F4E5A" w:rsidRDefault="00B43EAD">
      <w:pPr>
        <w:pStyle w:val="TOC4"/>
        <w:rPr>
          <w:bCs w:val="0"/>
          <w:snapToGrid/>
          <w:sz w:val="20"/>
          <w:szCs w:val="20"/>
        </w:rPr>
      </w:pPr>
      <w:hyperlink w:anchor="_Toc510513351" w:history="1">
        <w:r w:rsidR="00F074B4" w:rsidRPr="00F074B4">
          <w:rPr>
            <w:rStyle w:val="Hyperlink"/>
            <w:sz w:val="20"/>
            <w:szCs w:val="20"/>
          </w:rPr>
          <w:t>3.10.8.4</w:t>
        </w:r>
        <w:r w:rsidR="00F074B4" w:rsidRPr="005F4E5A">
          <w:rPr>
            <w:bCs w:val="0"/>
            <w:snapToGrid/>
            <w:sz w:val="20"/>
            <w:szCs w:val="20"/>
          </w:rPr>
          <w:tab/>
        </w:r>
        <w:r w:rsidR="00F074B4" w:rsidRPr="00F074B4">
          <w:rPr>
            <w:rStyle w:val="Hyperlink"/>
            <w:sz w:val="20"/>
            <w:szCs w:val="20"/>
          </w:rPr>
          <w:t>ERCOT Responsibilities Related to Dynamic Ratings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_Toc510513351 \h </w:instrText>
        </w:r>
        <w:r w:rsidR="00F074B4" w:rsidRPr="00F074B4">
          <w:rPr>
            <w:webHidden/>
            <w:sz w:val="20"/>
            <w:szCs w:val="20"/>
          </w:rPr>
        </w:r>
        <w:r w:rsidR="00F074B4" w:rsidRPr="00F074B4">
          <w:rPr>
            <w:webHidden/>
            <w:sz w:val="20"/>
            <w:szCs w:val="20"/>
          </w:rPr>
          <w:fldChar w:fldCharType="separate"/>
        </w:r>
        <w:r>
          <w:rPr>
            <w:webHidden/>
            <w:sz w:val="20"/>
            <w:szCs w:val="20"/>
          </w:rPr>
          <w:t>3-107</w:t>
        </w:r>
        <w:r w:rsidR="00F074B4" w:rsidRPr="00F074B4">
          <w:rPr>
            <w:webHidden/>
            <w:sz w:val="20"/>
            <w:szCs w:val="20"/>
          </w:rPr>
          <w:fldChar w:fldCharType="end"/>
        </w:r>
      </w:hyperlink>
    </w:p>
    <w:p w14:paraId="101D4EF8" w14:textId="77777777" w:rsidR="00F074B4" w:rsidRPr="005F4E5A" w:rsidRDefault="00B43EAD">
      <w:pPr>
        <w:pStyle w:val="TOC4"/>
        <w:rPr>
          <w:bCs w:val="0"/>
          <w:snapToGrid/>
          <w:sz w:val="20"/>
          <w:szCs w:val="20"/>
        </w:rPr>
      </w:pPr>
      <w:hyperlink w:anchor="_Toc510513352" w:history="1">
        <w:r w:rsidR="00F074B4" w:rsidRPr="00F074B4">
          <w:rPr>
            <w:rStyle w:val="Hyperlink"/>
            <w:sz w:val="20"/>
            <w:szCs w:val="20"/>
          </w:rPr>
          <w:t>3.10.8.5</w:t>
        </w:r>
        <w:r w:rsidR="00F074B4" w:rsidRPr="005F4E5A">
          <w:rPr>
            <w:bCs w:val="0"/>
            <w:snapToGrid/>
            <w:sz w:val="20"/>
            <w:szCs w:val="20"/>
          </w:rPr>
          <w:tab/>
        </w:r>
        <w:r w:rsidR="00F074B4" w:rsidRPr="00F074B4">
          <w:rPr>
            <w:rStyle w:val="Hyperlink"/>
            <w:sz w:val="20"/>
            <w:szCs w:val="20"/>
          </w:rPr>
          <w:t>Transmission Service Provider Responsibilities Related to Dynamic Ratings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_Toc510513352 \h </w:instrText>
        </w:r>
        <w:r w:rsidR="00F074B4" w:rsidRPr="00F074B4">
          <w:rPr>
            <w:webHidden/>
            <w:sz w:val="20"/>
            <w:szCs w:val="20"/>
          </w:rPr>
        </w:r>
        <w:r w:rsidR="00F074B4" w:rsidRPr="00F074B4">
          <w:rPr>
            <w:webHidden/>
            <w:sz w:val="20"/>
            <w:szCs w:val="20"/>
          </w:rPr>
          <w:fldChar w:fldCharType="separate"/>
        </w:r>
        <w:r>
          <w:rPr>
            <w:webHidden/>
            <w:sz w:val="20"/>
            <w:szCs w:val="20"/>
          </w:rPr>
          <w:t>3-108</w:t>
        </w:r>
        <w:r w:rsidR="00F074B4" w:rsidRPr="00F074B4">
          <w:rPr>
            <w:webHidden/>
            <w:sz w:val="20"/>
            <w:szCs w:val="20"/>
          </w:rPr>
          <w:fldChar w:fldCharType="end"/>
        </w:r>
      </w:hyperlink>
    </w:p>
    <w:p w14:paraId="4F6B2795" w14:textId="77777777" w:rsidR="00F074B4" w:rsidRPr="005F4E5A" w:rsidRDefault="00B43EAD">
      <w:pPr>
        <w:pStyle w:val="TOC3"/>
        <w:rPr>
          <w:bCs w:val="0"/>
          <w:i w:val="0"/>
          <w:iCs w:val="0"/>
        </w:rPr>
      </w:pPr>
      <w:hyperlink w:anchor="_Toc510513353" w:history="1">
        <w:r w:rsidR="00F074B4" w:rsidRPr="00F074B4">
          <w:rPr>
            <w:rStyle w:val="Hyperlink"/>
            <w:i w:val="0"/>
          </w:rPr>
          <w:t>3.10.9</w:t>
        </w:r>
        <w:r w:rsidR="00F074B4" w:rsidRPr="005F4E5A">
          <w:rPr>
            <w:bCs w:val="0"/>
            <w:i w:val="0"/>
            <w:iCs w:val="0"/>
          </w:rPr>
          <w:tab/>
        </w:r>
        <w:r w:rsidR="00F074B4" w:rsidRPr="00F074B4">
          <w:rPr>
            <w:rStyle w:val="Hyperlink"/>
            <w:i w:val="0"/>
          </w:rPr>
          <w:t>State Estimator Standards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_Toc510513353 \h </w:instrText>
        </w:r>
        <w:r w:rsidR="00F074B4" w:rsidRPr="00F074B4">
          <w:rPr>
            <w:i w:val="0"/>
            <w:webHidden/>
          </w:rPr>
        </w:r>
        <w:r w:rsidR="00F074B4" w:rsidRPr="00F074B4">
          <w:rPr>
            <w:i w:val="0"/>
            <w:webHidden/>
          </w:rPr>
          <w:fldChar w:fldCharType="separate"/>
        </w:r>
        <w:r>
          <w:rPr>
            <w:i w:val="0"/>
            <w:webHidden/>
          </w:rPr>
          <w:t>3-108</w:t>
        </w:r>
        <w:r w:rsidR="00F074B4" w:rsidRPr="00F074B4">
          <w:rPr>
            <w:i w:val="0"/>
            <w:webHidden/>
          </w:rPr>
          <w:fldChar w:fldCharType="end"/>
        </w:r>
      </w:hyperlink>
    </w:p>
    <w:p w14:paraId="5CDA4E67" w14:textId="77777777" w:rsidR="00F074B4" w:rsidRPr="005F4E5A" w:rsidRDefault="00B43EAD">
      <w:pPr>
        <w:pStyle w:val="TOC4"/>
        <w:rPr>
          <w:bCs w:val="0"/>
          <w:snapToGrid/>
          <w:sz w:val="20"/>
          <w:szCs w:val="20"/>
        </w:rPr>
      </w:pPr>
      <w:hyperlink w:anchor="_Toc510513354" w:history="1">
        <w:r w:rsidR="00F074B4" w:rsidRPr="00F074B4">
          <w:rPr>
            <w:rStyle w:val="Hyperlink"/>
            <w:sz w:val="20"/>
            <w:szCs w:val="20"/>
          </w:rPr>
          <w:t>3.10.9.1</w:t>
        </w:r>
        <w:r w:rsidR="00F074B4" w:rsidRPr="005F4E5A">
          <w:rPr>
            <w:bCs w:val="0"/>
            <w:snapToGrid/>
            <w:sz w:val="20"/>
            <w:szCs w:val="20"/>
          </w:rPr>
          <w:tab/>
        </w:r>
        <w:r w:rsidR="00F074B4" w:rsidRPr="00F074B4">
          <w:rPr>
            <w:rStyle w:val="Hyperlink"/>
            <w:sz w:val="20"/>
            <w:szCs w:val="20"/>
          </w:rPr>
          <w:t>Considerations for State Estimator Standards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_Toc510513354 \h </w:instrText>
        </w:r>
        <w:r w:rsidR="00F074B4" w:rsidRPr="00F074B4">
          <w:rPr>
            <w:webHidden/>
            <w:sz w:val="20"/>
            <w:szCs w:val="20"/>
          </w:rPr>
        </w:r>
        <w:r w:rsidR="00F074B4" w:rsidRPr="00F074B4">
          <w:rPr>
            <w:webHidden/>
            <w:sz w:val="20"/>
            <w:szCs w:val="20"/>
          </w:rPr>
          <w:fldChar w:fldCharType="separate"/>
        </w:r>
        <w:r>
          <w:rPr>
            <w:webHidden/>
            <w:sz w:val="20"/>
            <w:szCs w:val="20"/>
          </w:rPr>
          <w:t>3-108</w:t>
        </w:r>
        <w:r w:rsidR="00F074B4" w:rsidRPr="00F074B4">
          <w:rPr>
            <w:webHidden/>
            <w:sz w:val="20"/>
            <w:szCs w:val="20"/>
          </w:rPr>
          <w:fldChar w:fldCharType="end"/>
        </w:r>
      </w:hyperlink>
    </w:p>
    <w:p w14:paraId="3DFEA600" w14:textId="77777777" w:rsidR="00F074B4" w:rsidRPr="005F4E5A" w:rsidRDefault="00B43EAD">
      <w:pPr>
        <w:pStyle w:val="TOC4"/>
        <w:rPr>
          <w:bCs w:val="0"/>
          <w:snapToGrid/>
          <w:sz w:val="20"/>
          <w:szCs w:val="20"/>
        </w:rPr>
      </w:pPr>
      <w:hyperlink w:anchor="_Toc510513355" w:history="1">
        <w:r w:rsidR="00F074B4" w:rsidRPr="00F074B4">
          <w:rPr>
            <w:rStyle w:val="Hyperlink"/>
            <w:sz w:val="20"/>
            <w:szCs w:val="20"/>
          </w:rPr>
          <w:t>3.10.9.2</w:t>
        </w:r>
        <w:r w:rsidR="00F074B4" w:rsidRPr="005F4E5A">
          <w:rPr>
            <w:bCs w:val="0"/>
            <w:snapToGrid/>
            <w:sz w:val="20"/>
            <w:szCs w:val="20"/>
          </w:rPr>
          <w:tab/>
        </w:r>
        <w:r w:rsidR="00F074B4" w:rsidRPr="00F074B4">
          <w:rPr>
            <w:rStyle w:val="Hyperlink"/>
            <w:sz w:val="20"/>
            <w:szCs w:val="20"/>
          </w:rPr>
          <w:t>Telemetry and State Estimator Performance Monitoring</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_Toc510513355 \h </w:instrText>
        </w:r>
        <w:r w:rsidR="00F074B4" w:rsidRPr="00F074B4">
          <w:rPr>
            <w:webHidden/>
            <w:sz w:val="20"/>
            <w:szCs w:val="20"/>
          </w:rPr>
        </w:r>
        <w:r w:rsidR="00F074B4" w:rsidRPr="00F074B4">
          <w:rPr>
            <w:webHidden/>
            <w:sz w:val="20"/>
            <w:szCs w:val="20"/>
          </w:rPr>
          <w:fldChar w:fldCharType="separate"/>
        </w:r>
        <w:r>
          <w:rPr>
            <w:webHidden/>
            <w:sz w:val="20"/>
            <w:szCs w:val="20"/>
          </w:rPr>
          <w:t>3-109</w:t>
        </w:r>
        <w:r w:rsidR="00F074B4" w:rsidRPr="00F074B4">
          <w:rPr>
            <w:webHidden/>
            <w:sz w:val="20"/>
            <w:szCs w:val="20"/>
          </w:rPr>
          <w:fldChar w:fldCharType="end"/>
        </w:r>
      </w:hyperlink>
    </w:p>
    <w:p w14:paraId="6D332D02" w14:textId="77777777" w:rsidR="00F074B4" w:rsidRPr="005F4E5A" w:rsidRDefault="00B43EAD">
      <w:pPr>
        <w:pStyle w:val="TOC2"/>
        <w:rPr>
          <w:noProof/>
        </w:rPr>
      </w:pPr>
      <w:hyperlink w:anchor="_Toc510513356" w:history="1">
        <w:r w:rsidR="00F074B4" w:rsidRPr="00F074B4">
          <w:rPr>
            <w:rStyle w:val="Hyperlink"/>
            <w:noProof/>
          </w:rPr>
          <w:t>3.11</w:t>
        </w:r>
        <w:r w:rsidR="00F074B4" w:rsidRPr="005F4E5A">
          <w:rPr>
            <w:noProof/>
          </w:rPr>
          <w:tab/>
        </w:r>
        <w:r w:rsidR="00F074B4" w:rsidRPr="00F074B4">
          <w:rPr>
            <w:rStyle w:val="Hyperlink"/>
            <w:noProof/>
          </w:rPr>
          <w:t>Transmission Planning</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_Toc510513356 \h </w:instrText>
        </w:r>
        <w:r w:rsidR="00F074B4" w:rsidRPr="00F074B4">
          <w:rPr>
            <w:noProof/>
            <w:webHidden/>
          </w:rPr>
        </w:r>
        <w:r w:rsidR="00F074B4" w:rsidRPr="00F074B4">
          <w:rPr>
            <w:noProof/>
            <w:webHidden/>
          </w:rPr>
          <w:fldChar w:fldCharType="separate"/>
        </w:r>
        <w:r>
          <w:rPr>
            <w:noProof/>
            <w:webHidden/>
          </w:rPr>
          <w:t>3-110</w:t>
        </w:r>
        <w:r w:rsidR="00F074B4" w:rsidRPr="00F074B4">
          <w:rPr>
            <w:noProof/>
            <w:webHidden/>
          </w:rPr>
          <w:fldChar w:fldCharType="end"/>
        </w:r>
      </w:hyperlink>
    </w:p>
    <w:p w14:paraId="5F528BDA" w14:textId="77777777" w:rsidR="00F074B4" w:rsidRPr="005F4E5A" w:rsidRDefault="00B43EAD">
      <w:pPr>
        <w:pStyle w:val="TOC3"/>
        <w:rPr>
          <w:bCs w:val="0"/>
          <w:i w:val="0"/>
          <w:iCs w:val="0"/>
        </w:rPr>
      </w:pPr>
      <w:hyperlink w:anchor="_Toc510513357" w:history="1">
        <w:r w:rsidR="00F074B4" w:rsidRPr="00F074B4">
          <w:rPr>
            <w:rStyle w:val="Hyperlink"/>
            <w:i w:val="0"/>
          </w:rPr>
          <w:t>3.11.1</w:t>
        </w:r>
        <w:r w:rsidR="00F074B4" w:rsidRPr="005F4E5A">
          <w:rPr>
            <w:bCs w:val="0"/>
            <w:i w:val="0"/>
            <w:iCs w:val="0"/>
          </w:rPr>
          <w:tab/>
        </w:r>
        <w:r w:rsidR="00F074B4" w:rsidRPr="00F074B4">
          <w:rPr>
            <w:rStyle w:val="Hyperlink"/>
            <w:i w:val="0"/>
          </w:rPr>
          <w:t>Overview</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_Toc510513357 \h </w:instrText>
        </w:r>
        <w:r w:rsidR="00F074B4" w:rsidRPr="00F074B4">
          <w:rPr>
            <w:i w:val="0"/>
            <w:webHidden/>
          </w:rPr>
        </w:r>
        <w:r w:rsidR="00F074B4" w:rsidRPr="00F074B4">
          <w:rPr>
            <w:i w:val="0"/>
            <w:webHidden/>
          </w:rPr>
          <w:fldChar w:fldCharType="separate"/>
        </w:r>
        <w:r>
          <w:rPr>
            <w:i w:val="0"/>
            <w:webHidden/>
          </w:rPr>
          <w:t>3-110</w:t>
        </w:r>
        <w:r w:rsidR="00F074B4" w:rsidRPr="00F074B4">
          <w:rPr>
            <w:i w:val="0"/>
            <w:webHidden/>
          </w:rPr>
          <w:fldChar w:fldCharType="end"/>
        </w:r>
      </w:hyperlink>
    </w:p>
    <w:p w14:paraId="7CCC1A36" w14:textId="77777777" w:rsidR="00F074B4" w:rsidRPr="005F4E5A" w:rsidRDefault="00B43EAD">
      <w:pPr>
        <w:pStyle w:val="TOC3"/>
        <w:rPr>
          <w:bCs w:val="0"/>
          <w:i w:val="0"/>
          <w:iCs w:val="0"/>
        </w:rPr>
      </w:pPr>
      <w:hyperlink w:anchor="_Toc510513358" w:history="1">
        <w:r w:rsidR="00F074B4" w:rsidRPr="00F074B4">
          <w:rPr>
            <w:rStyle w:val="Hyperlink"/>
            <w:i w:val="0"/>
          </w:rPr>
          <w:t>3.11.2</w:t>
        </w:r>
        <w:r w:rsidR="00F074B4" w:rsidRPr="005F4E5A">
          <w:rPr>
            <w:bCs w:val="0"/>
            <w:i w:val="0"/>
            <w:iCs w:val="0"/>
          </w:rPr>
          <w:tab/>
        </w:r>
        <w:r w:rsidR="00F074B4" w:rsidRPr="00F074B4">
          <w:rPr>
            <w:rStyle w:val="Hyperlink"/>
            <w:i w:val="0"/>
          </w:rPr>
          <w:t>Planning Criteria</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_Toc510513358 \h </w:instrText>
        </w:r>
        <w:r w:rsidR="00F074B4" w:rsidRPr="00F074B4">
          <w:rPr>
            <w:i w:val="0"/>
            <w:webHidden/>
          </w:rPr>
        </w:r>
        <w:r w:rsidR="00F074B4" w:rsidRPr="00F074B4">
          <w:rPr>
            <w:i w:val="0"/>
            <w:webHidden/>
          </w:rPr>
          <w:fldChar w:fldCharType="separate"/>
        </w:r>
        <w:r>
          <w:rPr>
            <w:i w:val="0"/>
            <w:webHidden/>
          </w:rPr>
          <w:t>3-110</w:t>
        </w:r>
        <w:r w:rsidR="00F074B4" w:rsidRPr="00F074B4">
          <w:rPr>
            <w:i w:val="0"/>
            <w:webHidden/>
          </w:rPr>
          <w:fldChar w:fldCharType="end"/>
        </w:r>
      </w:hyperlink>
    </w:p>
    <w:p w14:paraId="3D1678A9" w14:textId="77777777" w:rsidR="00F074B4" w:rsidRPr="005F4E5A" w:rsidRDefault="00B43EAD">
      <w:pPr>
        <w:pStyle w:val="TOC3"/>
        <w:rPr>
          <w:bCs w:val="0"/>
          <w:i w:val="0"/>
          <w:iCs w:val="0"/>
        </w:rPr>
      </w:pPr>
      <w:hyperlink w:anchor="_Toc510513359" w:history="1">
        <w:r w:rsidR="00F074B4" w:rsidRPr="00F074B4">
          <w:rPr>
            <w:rStyle w:val="Hyperlink"/>
            <w:i w:val="0"/>
          </w:rPr>
          <w:t>3.11.3</w:t>
        </w:r>
        <w:r w:rsidR="00F074B4" w:rsidRPr="005F4E5A">
          <w:rPr>
            <w:bCs w:val="0"/>
            <w:i w:val="0"/>
            <w:iCs w:val="0"/>
          </w:rPr>
          <w:tab/>
        </w:r>
        <w:r w:rsidR="00F074B4" w:rsidRPr="00F074B4">
          <w:rPr>
            <w:rStyle w:val="Hyperlink"/>
            <w:i w:val="0"/>
          </w:rPr>
          <w:t>Regional Planning Group</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_Toc510513359 \h </w:instrText>
        </w:r>
        <w:r w:rsidR="00F074B4" w:rsidRPr="00F074B4">
          <w:rPr>
            <w:i w:val="0"/>
            <w:webHidden/>
          </w:rPr>
        </w:r>
        <w:r w:rsidR="00F074B4" w:rsidRPr="00F074B4">
          <w:rPr>
            <w:i w:val="0"/>
            <w:webHidden/>
          </w:rPr>
          <w:fldChar w:fldCharType="separate"/>
        </w:r>
        <w:r>
          <w:rPr>
            <w:i w:val="0"/>
            <w:webHidden/>
          </w:rPr>
          <w:t>3-111</w:t>
        </w:r>
        <w:r w:rsidR="00F074B4" w:rsidRPr="00F074B4">
          <w:rPr>
            <w:i w:val="0"/>
            <w:webHidden/>
          </w:rPr>
          <w:fldChar w:fldCharType="end"/>
        </w:r>
      </w:hyperlink>
    </w:p>
    <w:p w14:paraId="221FCCBB" w14:textId="77777777" w:rsidR="00F074B4" w:rsidRPr="005F4E5A" w:rsidRDefault="00B43EAD">
      <w:pPr>
        <w:pStyle w:val="TOC3"/>
        <w:rPr>
          <w:bCs w:val="0"/>
          <w:i w:val="0"/>
          <w:iCs w:val="0"/>
        </w:rPr>
      </w:pPr>
      <w:hyperlink w:anchor="_Toc510513360" w:history="1">
        <w:r w:rsidR="00F074B4" w:rsidRPr="00F074B4">
          <w:rPr>
            <w:rStyle w:val="Hyperlink"/>
            <w:i w:val="0"/>
          </w:rPr>
          <w:t>3.11.4</w:t>
        </w:r>
        <w:r w:rsidR="00F074B4" w:rsidRPr="005F4E5A">
          <w:rPr>
            <w:bCs w:val="0"/>
            <w:i w:val="0"/>
            <w:iCs w:val="0"/>
          </w:rPr>
          <w:tab/>
        </w:r>
        <w:r w:rsidR="00F074B4" w:rsidRPr="00F074B4">
          <w:rPr>
            <w:rStyle w:val="Hyperlink"/>
            <w:i w:val="0"/>
          </w:rPr>
          <w:t>Regional Planning Group Project Review Process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_Toc510513360 \h </w:instrText>
        </w:r>
        <w:r w:rsidR="00F074B4" w:rsidRPr="00F074B4">
          <w:rPr>
            <w:i w:val="0"/>
            <w:webHidden/>
          </w:rPr>
        </w:r>
        <w:r w:rsidR="00F074B4" w:rsidRPr="00F074B4">
          <w:rPr>
            <w:i w:val="0"/>
            <w:webHidden/>
          </w:rPr>
          <w:fldChar w:fldCharType="separate"/>
        </w:r>
        <w:r>
          <w:rPr>
            <w:i w:val="0"/>
            <w:webHidden/>
          </w:rPr>
          <w:t>3-111</w:t>
        </w:r>
        <w:r w:rsidR="00F074B4" w:rsidRPr="00F074B4">
          <w:rPr>
            <w:i w:val="0"/>
            <w:webHidden/>
          </w:rPr>
          <w:fldChar w:fldCharType="end"/>
        </w:r>
      </w:hyperlink>
    </w:p>
    <w:p w14:paraId="38FDD389" w14:textId="77777777" w:rsidR="00F074B4" w:rsidRPr="005F4E5A" w:rsidRDefault="00B43EAD">
      <w:pPr>
        <w:pStyle w:val="TOC4"/>
        <w:rPr>
          <w:bCs w:val="0"/>
          <w:snapToGrid/>
          <w:sz w:val="20"/>
          <w:szCs w:val="20"/>
        </w:rPr>
      </w:pPr>
      <w:hyperlink w:anchor="_Toc510513361" w:history="1">
        <w:r w:rsidR="00F074B4" w:rsidRPr="00F074B4">
          <w:rPr>
            <w:rStyle w:val="Hyperlink"/>
            <w:sz w:val="20"/>
            <w:szCs w:val="20"/>
          </w:rPr>
          <w:t>3.11.4.1</w:t>
        </w:r>
        <w:r w:rsidR="00F074B4" w:rsidRPr="005F4E5A">
          <w:rPr>
            <w:bCs w:val="0"/>
            <w:snapToGrid/>
            <w:sz w:val="20"/>
            <w:szCs w:val="20"/>
          </w:rPr>
          <w:tab/>
        </w:r>
        <w:r w:rsidR="00F074B4" w:rsidRPr="00F074B4">
          <w:rPr>
            <w:rStyle w:val="Hyperlink"/>
            <w:sz w:val="20"/>
            <w:szCs w:val="20"/>
          </w:rPr>
          <w:t>Project Submission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_Toc510513361 \h </w:instrText>
        </w:r>
        <w:r w:rsidR="00F074B4" w:rsidRPr="00F074B4">
          <w:rPr>
            <w:webHidden/>
            <w:sz w:val="20"/>
            <w:szCs w:val="20"/>
          </w:rPr>
        </w:r>
        <w:r w:rsidR="00F074B4" w:rsidRPr="00F074B4">
          <w:rPr>
            <w:webHidden/>
            <w:sz w:val="20"/>
            <w:szCs w:val="20"/>
          </w:rPr>
          <w:fldChar w:fldCharType="separate"/>
        </w:r>
        <w:r>
          <w:rPr>
            <w:webHidden/>
            <w:sz w:val="20"/>
            <w:szCs w:val="20"/>
          </w:rPr>
          <w:t>3-111</w:t>
        </w:r>
        <w:r w:rsidR="00F074B4" w:rsidRPr="00F074B4">
          <w:rPr>
            <w:webHidden/>
            <w:sz w:val="20"/>
            <w:szCs w:val="20"/>
          </w:rPr>
          <w:fldChar w:fldCharType="end"/>
        </w:r>
      </w:hyperlink>
    </w:p>
    <w:p w14:paraId="7CA9120C" w14:textId="77777777" w:rsidR="00F074B4" w:rsidRPr="005F4E5A" w:rsidRDefault="00B43EAD">
      <w:pPr>
        <w:pStyle w:val="TOC4"/>
        <w:rPr>
          <w:bCs w:val="0"/>
          <w:snapToGrid/>
          <w:sz w:val="20"/>
          <w:szCs w:val="20"/>
        </w:rPr>
      </w:pPr>
      <w:hyperlink w:anchor="_Toc510513362" w:history="1">
        <w:r w:rsidR="00F074B4" w:rsidRPr="00F074B4">
          <w:rPr>
            <w:rStyle w:val="Hyperlink"/>
            <w:sz w:val="20"/>
            <w:szCs w:val="20"/>
          </w:rPr>
          <w:t>3.11.4.2</w:t>
        </w:r>
        <w:r w:rsidR="00F074B4" w:rsidRPr="005F4E5A">
          <w:rPr>
            <w:bCs w:val="0"/>
            <w:snapToGrid/>
            <w:sz w:val="20"/>
            <w:szCs w:val="20"/>
          </w:rPr>
          <w:tab/>
        </w:r>
        <w:r w:rsidR="00F074B4" w:rsidRPr="00F074B4">
          <w:rPr>
            <w:rStyle w:val="Hyperlink"/>
            <w:sz w:val="20"/>
            <w:szCs w:val="20"/>
          </w:rPr>
          <w:t>Project Comment Process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_Toc510513362 \h </w:instrText>
        </w:r>
        <w:r w:rsidR="00F074B4" w:rsidRPr="00F074B4">
          <w:rPr>
            <w:webHidden/>
            <w:sz w:val="20"/>
            <w:szCs w:val="20"/>
          </w:rPr>
        </w:r>
        <w:r w:rsidR="00F074B4" w:rsidRPr="00F074B4">
          <w:rPr>
            <w:webHidden/>
            <w:sz w:val="20"/>
            <w:szCs w:val="20"/>
          </w:rPr>
          <w:fldChar w:fldCharType="separate"/>
        </w:r>
        <w:r>
          <w:rPr>
            <w:webHidden/>
            <w:sz w:val="20"/>
            <w:szCs w:val="20"/>
          </w:rPr>
          <w:t>3-112</w:t>
        </w:r>
        <w:r w:rsidR="00F074B4" w:rsidRPr="00F074B4">
          <w:rPr>
            <w:webHidden/>
            <w:sz w:val="20"/>
            <w:szCs w:val="20"/>
          </w:rPr>
          <w:fldChar w:fldCharType="end"/>
        </w:r>
      </w:hyperlink>
    </w:p>
    <w:p w14:paraId="7D264A0C" w14:textId="77777777" w:rsidR="00F074B4" w:rsidRPr="005F4E5A" w:rsidRDefault="00B43EAD">
      <w:pPr>
        <w:pStyle w:val="TOC4"/>
        <w:rPr>
          <w:bCs w:val="0"/>
          <w:snapToGrid/>
          <w:sz w:val="20"/>
          <w:szCs w:val="20"/>
        </w:rPr>
      </w:pPr>
      <w:hyperlink w:anchor="_Toc510513363" w:history="1">
        <w:r w:rsidR="00F074B4" w:rsidRPr="00F074B4">
          <w:rPr>
            <w:rStyle w:val="Hyperlink"/>
            <w:sz w:val="20"/>
            <w:szCs w:val="20"/>
          </w:rPr>
          <w:t>3.11.4.3</w:t>
        </w:r>
        <w:r w:rsidR="00F074B4" w:rsidRPr="005F4E5A">
          <w:rPr>
            <w:bCs w:val="0"/>
            <w:snapToGrid/>
            <w:sz w:val="20"/>
            <w:szCs w:val="20"/>
          </w:rPr>
          <w:tab/>
        </w:r>
        <w:r w:rsidR="00F074B4" w:rsidRPr="00F074B4">
          <w:rPr>
            <w:rStyle w:val="Hyperlink"/>
            <w:sz w:val="20"/>
            <w:szCs w:val="20"/>
          </w:rPr>
          <w:t>Categorization of Proposed Transmission Projects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_Toc510513363 \h </w:instrText>
        </w:r>
        <w:r w:rsidR="00F074B4" w:rsidRPr="00F074B4">
          <w:rPr>
            <w:webHidden/>
            <w:sz w:val="20"/>
            <w:szCs w:val="20"/>
          </w:rPr>
        </w:r>
        <w:r w:rsidR="00F074B4" w:rsidRPr="00F074B4">
          <w:rPr>
            <w:webHidden/>
            <w:sz w:val="20"/>
            <w:szCs w:val="20"/>
          </w:rPr>
          <w:fldChar w:fldCharType="separate"/>
        </w:r>
        <w:r>
          <w:rPr>
            <w:webHidden/>
            <w:sz w:val="20"/>
            <w:szCs w:val="20"/>
          </w:rPr>
          <w:t>3-112</w:t>
        </w:r>
        <w:r w:rsidR="00F074B4" w:rsidRPr="00F074B4">
          <w:rPr>
            <w:webHidden/>
            <w:sz w:val="20"/>
            <w:szCs w:val="20"/>
          </w:rPr>
          <w:fldChar w:fldCharType="end"/>
        </w:r>
      </w:hyperlink>
    </w:p>
    <w:p w14:paraId="40F39995" w14:textId="77777777" w:rsidR="00F074B4" w:rsidRPr="005F4E5A" w:rsidRDefault="00B43EAD">
      <w:pPr>
        <w:pStyle w:val="TOC4"/>
        <w:rPr>
          <w:bCs w:val="0"/>
          <w:snapToGrid/>
          <w:sz w:val="20"/>
          <w:szCs w:val="20"/>
        </w:rPr>
      </w:pPr>
      <w:hyperlink w:anchor="_Toc510513364" w:history="1">
        <w:r w:rsidR="00F074B4" w:rsidRPr="00F074B4">
          <w:rPr>
            <w:rStyle w:val="Hyperlink"/>
            <w:sz w:val="20"/>
            <w:szCs w:val="20"/>
          </w:rPr>
          <w:t>3.11.4.4</w:t>
        </w:r>
        <w:r w:rsidR="00F074B4" w:rsidRPr="005F4E5A">
          <w:rPr>
            <w:bCs w:val="0"/>
            <w:snapToGrid/>
            <w:sz w:val="20"/>
            <w:szCs w:val="20"/>
          </w:rPr>
          <w:tab/>
        </w:r>
        <w:r w:rsidR="00F074B4" w:rsidRPr="00F074B4">
          <w:rPr>
            <w:rStyle w:val="Hyperlink"/>
            <w:sz w:val="20"/>
            <w:szCs w:val="20"/>
          </w:rPr>
          <w:t>Tier 4</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_Toc510513364 \h </w:instrText>
        </w:r>
        <w:r w:rsidR="00F074B4" w:rsidRPr="00F074B4">
          <w:rPr>
            <w:webHidden/>
            <w:sz w:val="20"/>
            <w:szCs w:val="20"/>
          </w:rPr>
        </w:r>
        <w:r w:rsidR="00F074B4" w:rsidRPr="00F074B4">
          <w:rPr>
            <w:webHidden/>
            <w:sz w:val="20"/>
            <w:szCs w:val="20"/>
          </w:rPr>
          <w:fldChar w:fldCharType="separate"/>
        </w:r>
        <w:r>
          <w:rPr>
            <w:webHidden/>
            <w:sz w:val="20"/>
            <w:szCs w:val="20"/>
          </w:rPr>
          <w:t>3-112</w:t>
        </w:r>
        <w:r w:rsidR="00F074B4" w:rsidRPr="00F074B4">
          <w:rPr>
            <w:webHidden/>
            <w:sz w:val="20"/>
            <w:szCs w:val="20"/>
          </w:rPr>
          <w:fldChar w:fldCharType="end"/>
        </w:r>
      </w:hyperlink>
    </w:p>
    <w:p w14:paraId="5C57C045" w14:textId="77777777" w:rsidR="00F074B4" w:rsidRPr="005F4E5A" w:rsidRDefault="00B43EAD">
      <w:pPr>
        <w:pStyle w:val="TOC4"/>
        <w:rPr>
          <w:bCs w:val="0"/>
          <w:snapToGrid/>
          <w:sz w:val="20"/>
          <w:szCs w:val="20"/>
        </w:rPr>
      </w:pPr>
      <w:hyperlink w:anchor="_Toc510513365" w:history="1">
        <w:r w:rsidR="00F074B4" w:rsidRPr="00F074B4">
          <w:rPr>
            <w:rStyle w:val="Hyperlink"/>
            <w:sz w:val="20"/>
            <w:szCs w:val="20"/>
          </w:rPr>
          <w:t>3.11.4.5</w:t>
        </w:r>
        <w:r w:rsidR="00F074B4" w:rsidRPr="005F4E5A">
          <w:rPr>
            <w:bCs w:val="0"/>
            <w:snapToGrid/>
            <w:sz w:val="20"/>
            <w:szCs w:val="20"/>
          </w:rPr>
          <w:tab/>
        </w:r>
        <w:r w:rsidR="00F074B4" w:rsidRPr="00F074B4">
          <w:rPr>
            <w:rStyle w:val="Hyperlink"/>
            <w:sz w:val="20"/>
            <w:szCs w:val="20"/>
          </w:rPr>
          <w:t>Tier 3</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_Toc510513365 \h </w:instrText>
        </w:r>
        <w:r w:rsidR="00F074B4" w:rsidRPr="00F074B4">
          <w:rPr>
            <w:webHidden/>
            <w:sz w:val="20"/>
            <w:szCs w:val="20"/>
          </w:rPr>
        </w:r>
        <w:r w:rsidR="00F074B4" w:rsidRPr="00F074B4">
          <w:rPr>
            <w:webHidden/>
            <w:sz w:val="20"/>
            <w:szCs w:val="20"/>
          </w:rPr>
          <w:fldChar w:fldCharType="separate"/>
        </w:r>
        <w:r>
          <w:rPr>
            <w:webHidden/>
            <w:sz w:val="20"/>
            <w:szCs w:val="20"/>
          </w:rPr>
          <w:t>3-113</w:t>
        </w:r>
        <w:r w:rsidR="00F074B4" w:rsidRPr="00F074B4">
          <w:rPr>
            <w:webHidden/>
            <w:sz w:val="20"/>
            <w:szCs w:val="20"/>
          </w:rPr>
          <w:fldChar w:fldCharType="end"/>
        </w:r>
      </w:hyperlink>
    </w:p>
    <w:p w14:paraId="2D77FA6C" w14:textId="77777777" w:rsidR="00F074B4" w:rsidRPr="005F4E5A" w:rsidRDefault="00B43EAD">
      <w:pPr>
        <w:pStyle w:val="TOC4"/>
        <w:rPr>
          <w:bCs w:val="0"/>
          <w:snapToGrid/>
          <w:sz w:val="20"/>
          <w:szCs w:val="20"/>
        </w:rPr>
      </w:pPr>
      <w:hyperlink w:anchor="_Toc510513366" w:history="1">
        <w:r w:rsidR="00F074B4" w:rsidRPr="00F074B4">
          <w:rPr>
            <w:rStyle w:val="Hyperlink"/>
            <w:sz w:val="20"/>
            <w:szCs w:val="20"/>
          </w:rPr>
          <w:t>3.11.4.6</w:t>
        </w:r>
        <w:r w:rsidR="00F074B4" w:rsidRPr="005F4E5A">
          <w:rPr>
            <w:bCs w:val="0"/>
            <w:snapToGrid/>
            <w:sz w:val="20"/>
            <w:szCs w:val="20"/>
          </w:rPr>
          <w:tab/>
        </w:r>
        <w:r w:rsidR="00F074B4" w:rsidRPr="00F074B4">
          <w:rPr>
            <w:rStyle w:val="Hyperlink"/>
            <w:sz w:val="20"/>
            <w:szCs w:val="20"/>
          </w:rPr>
          <w:t>Tier 2</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_Toc510513366 \h </w:instrText>
        </w:r>
        <w:r w:rsidR="00F074B4" w:rsidRPr="00F074B4">
          <w:rPr>
            <w:webHidden/>
            <w:sz w:val="20"/>
            <w:szCs w:val="20"/>
          </w:rPr>
        </w:r>
        <w:r w:rsidR="00F074B4" w:rsidRPr="00F074B4">
          <w:rPr>
            <w:webHidden/>
            <w:sz w:val="20"/>
            <w:szCs w:val="20"/>
          </w:rPr>
          <w:fldChar w:fldCharType="separate"/>
        </w:r>
        <w:r>
          <w:rPr>
            <w:webHidden/>
            <w:sz w:val="20"/>
            <w:szCs w:val="20"/>
          </w:rPr>
          <w:t>3-113</w:t>
        </w:r>
        <w:r w:rsidR="00F074B4" w:rsidRPr="00F074B4">
          <w:rPr>
            <w:webHidden/>
            <w:sz w:val="20"/>
            <w:szCs w:val="20"/>
          </w:rPr>
          <w:fldChar w:fldCharType="end"/>
        </w:r>
      </w:hyperlink>
    </w:p>
    <w:p w14:paraId="6ECED587" w14:textId="77777777" w:rsidR="00F074B4" w:rsidRPr="005F4E5A" w:rsidRDefault="00B43EAD">
      <w:pPr>
        <w:pStyle w:val="TOC4"/>
        <w:rPr>
          <w:bCs w:val="0"/>
          <w:snapToGrid/>
          <w:sz w:val="20"/>
          <w:szCs w:val="20"/>
        </w:rPr>
      </w:pPr>
      <w:hyperlink w:anchor="_Toc510513367" w:history="1">
        <w:r w:rsidR="00F074B4" w:rsidRPr="00F074B4">
          <w:rPr>
            <w:rStyle w:val="Hyperlink"/>
            <w:sz w:val="20"/>
            <w:szCs w:val="20"/>
          </w:rPr>
          <w:t>3.11.4.7</w:t>
        </w:r>
        <w:r w:rsidR="00F074B4" w:rsidRPr="005F4E5A">
          <w:rPr>
            <w:bCs w:val="0"/>
            <w:snapToGrid/>
            <w:sz w:val="20"/>
            <w:szCs w:val="20"/>
          </w:rPr>
          <w:tab/>
        </w:r>
        <w:r w:rsidR="00F074B4" w:rsidRPr="00F074B4">
          <w:rPr>
            <w:rStyle w:val="Hyperlink"/>
            <w:sz w:val="20"/>
            <w:szCs w:val="20"/>
          </w:rPr>
          <w:t>Tier 1</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_Toc510513367 \h </w:instrText>
        </w:r>
        <w:r w:rsidR="00F074B4" w:rsidRPr="00F074B4">
          <w:rPr>
            <w:webHidden/>
            <w:sz w:val="20"/>
            <w:szCs w:val="20"/>
          </w:rPr>
        </w:r>
        <w:r w:rsidR="00F074B4" w:rsidRPr="00F074B4">
          <w:rPr>
            <w:webHidden/>
            <w:sz w:val="20"/>
            <w:szCs w:val="20"/>
          </w:rPr>
          <w:fldChar w:fldCharType="separate"/>
        </w:r>
        <w:r>
          <w:rPr>
            <w:webHidden/>
            <w:sz w:val="20"/>
            <w:szCs w:val="20"/>
          </w:rPr>
          <w:t>3-114</w:t>
        </w:r>
        <w:r w:rsidR="00F074B4" w:rsidRPr="00F074B4">
          <w:rPr>
            <w:webHidden/>
            <w:sz w:val="20"/>
            <w:szCs w:val="20"/>
          </w:rPr>
          <w:fldChar w:fldCharType="end"/>
        </w:r>
      </w:hyperlink>
    </w:p>
    <w:p w14:paraId="0FE28326" w14:textId="77777777" w:rsidR="00F074B4" w:rsidRPr="005F4E5A" w:rsidRDefault="00B43EAD">
      <w:pPr>
        <w:pStyle w:val="TOC4"/>
        <w:rPr>
          <w:bCs w:val="0"/>
          <w:snapToGrid/>
          <w:sz w:val="20"/>
          <w:szCs w:val="20"/>
        </w:rPr>
      </w:pPr>
      <w:hyperlink w:anchor="_Toc510513368" w:history="1">
        <w:r w:rsidR="00F074B4" w:rsidRPr="00F074B4">
          <w:rPr>
            <w:rStyle w:val="Hyperlink"/>
            <w:sz w:val="20"/>
            <w:szCs w:val="20"/>
          </w:rPr>
          <w:t>3.11.4.8</w:t>
        </w:r>
        <w:r w:rsidR="00F074B4" w:rsidRPr="005F4E5A">
          <w:rPr>
            <w:bCs w:val="0"/>
            <w:snapToGrid/>
            <w:sz w:val="20"/>
            <w:szCs w:val="20"/>
          </w:rPr>
          <w:tab/>
        </w:r>
        <w:r w:rsidR="00F074B4" w:rsidRPr="00F074B4">
          <w:rPr>
            <w:rStyle w:val="Hyperlink"/>
            <w:sz w:val="20"/>
            <w:szCs w:val="20"/>
          </w:rPr>
          <w:t>Determine Designated Providers of Transmission Additions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_Toc510513368 \h </w:instrText>
        </w:r>
        <w:r w:rsidR="00F074B4" w:rsidRPr="00F074B4">
          <w:rPr>
            <w:webHidden/>
            <w:sz w:val="20"/>
            <w:szCs w:val="20"/>
          </w:rPr>
        </w:r>
        <w:r w:rsidR="00F074B4" w:rsidRPr="00F074B4">
          <w:rPr>
            <w:webHidden/>
            <w:sz w:val="20"/>
            <w:szCs w:val="20"/>
          </w:rPr>
          <w:fldChar w:fldCharType="separate"/>
        </w:r>
        <w:r>
          <w:rPr>
            <w:webHidden/>
            <w:sz w:val="20"/>
            <w:szCs w:val="20"/>
          </w:rPr>
          <w:t>3-114</w:t>
        </w:r>
        <w:r w:rsidR="00F074B4" w:rsidRPr="00F074B4">
          <w:rPr>
            <w:webHidden/>
            <w:sz w:val="20"/>
            <w:szCs w:val="20"/>
          </w:rPr>
          <w:fldChar w:fldCharType="end"/>
        </w:r>
      </w:hyperlink>
    </w:p>
    <w:p w14:paraId="7FCDF9E1" w14:textId="77777777" w:rsidR="00F074B4" w:rsidRPr="005F4E5A" w:rsidRDefault="00B43EAD">
      <w:pPr>
        <w:pStyle w:val="TOC4"/>
        <w:rPr>
          <w:bCs w:val="0"/>
          <w:snapToGrid/>
          <w:sz w:val="20"/>
          <w:szCs w:val="20"/>
        </w:rPr>
      </w:pPr>
      <w:hyperlink w:anchor="_Toc510513369" w:history="1">
        <w:r w:rsidR="00F074B4" w:rsidRPr="00F074B4">
          <w:rPr>
            <w:rStyle w:val="Hyperlink"/>
            <w:sz w:val="20"/>
            <w:szCs w:val="20"/>
          </w:rPr>
          <w:t>3.11.4.9</w:t>
        </w:r>
        <w:r w:rsidR="00F074B4" w:rsidRPr="005F4E5A">
          <w:rPr>
            <w:bCs w:val="0"/>
            <w:snapToGrid/>
            <w:sz w:val="20"/>
            <w:szCs w:val="20"/>
          </w:rPr>
          <w:tab/>
        </w:r>
        <w:r w:rsidR="00F074B4" w:rsidRPr="00F074B4">
          <w:rPr>
            <w:rStyle w:val="Hyperlink"/>
            <w:sz w:val="20"/>
            <w:szCs w:val="20"/>
          </w:rPr>
          <w:t>Regional Planning Group Acceptance and ERCOT Endorsement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_Toc510513369 \h </w:instrText>
        </w:r>
        <w:r w:rsidR="00F074B4" w:rsidRPr="00F074B4">
          <w:rPr>
            <w:webHidden/>
            <w:sz w:val="20"/>
            <w:szCs w:val="20"/>
          </w:rPr>
        </w:r>
        <w:r w:rsidR="00F074B4" w:rsidRPr="00F074B4">
          <w:rPr>
            <w:webHidden/>
            <w:sz w:val="20"/>
            <w:szCs w:val="20"/>
          </w:rPr>
          <w:fldChar w:fldCharType="separate"/>
        </w:r>
        <w:r>
          <w:rPr>
            <w:webHidden/>
            <w:sz w:val="20"/>
            <w:szCs w:val="20"/>
          </w:rPr>
          <w:t>3-115</w:t>
        </w:r>
        <w:r w:rsidR="00F074B4" w:rsidRPr="00F074B4">
          <w:rPr>
            <w:webHidden/>
            <w:sz w:val="20"/>
            <w:szCs w:val="20"/>
          </w:rPr>
          <w:fldChar w:fldCharType="end"/>
        </w:r>
      </w:hyperlink>
    </w:p>
    <w:p w14:paraId="1BF82BF8" w14:textId="77777777" w:rsidR="00F074B4" w:rsidRPr="005F4E5A" w:rsidRDefault="00B43EAD">
      <w:pPr>
        <w:pStyle w:val="TOC4"/>
        <w:rPr>
          <w:bCs w:val="0"/>
          <w:snapToGrid/>
          <w:sz w:val="20"/>
          <w:szCs w:val="20"/>
        </w:rPr>
      </w:pPr>
      <w:hyperlink w:anchor="_Toc510513370" w:history="1">
        <w:r w:rsidR="00F074B4" w:rsidRPr="00F074B4">
          <w:rPr>
            <w:rStyle w:val="Hyperlink"/>
            <w:sz w:val="20"/>
            <w:szCs w:val="20"/>
          </w:rPr>
          <w:t>3.11.4.10</w:t>
        </w:r>
        <w:r w:rsidR="00F074B4" w:rsidRPr="005F4E5A">
          <w:rPr>
            <w:bCs w:val="0"/>
            <w:snapToGrid/>
            <w:sz w:val="20"/>
            <w:szCs w:val="20"/>
          </w:rPr>
          <w:tab/>
        </w:r>
        <w:r w:rsidR="00F074B4" w:rsidRPr="00F074B4">
          <w:rPr>
            <w:rStyle w:val="Hyperlink"/>
            <w:sz w:val="20"/>
            <w:szCs w:val="20"/>
          </w:rPr>
          <w:t>Modifications to ERCOT Endorsed Projects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_Toc510513370 \h </w:instrText>
        </w:r>
        <w:r w:rsidR="00F074B4" w:rsidRPr="00F074B4">
          <w:rPr>
            <w:webHidden/>
            <w:sz w:val="20"/>
            <w:szCs w:val="20"/>
          </w:rPr>
        </w:r>
        <w:r w:rsidR="00F074B4" w:rsidRPr="00F074B4">
          <w:rPr>
            <w:webHidden/>
            <w:sz w:val="20"/>
            <w:szCs w:val="20"/>
          </w:rPr>
          <w:fldChar w:fldCharType="separate"/>
        </w:r>
        <w:r>
          <w:rPr>
            <w:webHidden/>
            <w:sz w:val="20"/>
            <w:szCs w:val="20"/>
          </w:rPr>
          <w:t>3-115</w:t>
        </w:r>
        <w:r w:rsidR="00F074B4" w:rsidRPr="00F074B4">
          <w:rPr>
            <w:webHidden/>
            <w:sz w:val="20"/>
            <w:szCs w:val="20"/>
          </w:rPr>
          <w:fldChar w:fldCharType="end"/>
        </w:r>
      </w:hyperlink>
    </w:p>
    <w:p w14:paraId="1ABB8D0E" w14:textId="77777777" w:rsidR="00F074B4" w:rsidRPr="005F4E5A" w:rsidRDefault="00B43EAD">
      <w:pPr>
        <w:pStyle w:val="TOC3"/>
        <w:rPr>
          <w:bCs w:val="0"/>
          <w:i w:val="0"/>
          <w:iCs w:val="0"/>
        </w:rPr>
      </w:pPr>
      <w:hyperlink w:anchor="_Toc510513371" w:history="1">
        <w:r w:rsidR="00F074B4" w:rsidRPr="00F074B4">
          <w:rPr>
            <w:rStyle w:val="Hyperlink"/>
            <w:i w:val="0"/>
          </w:rPr>
          <w:t>3.11.5</w:t>
        </w:r>
        <w:r w:rsidR="00F074B4" w:rsidRPr="005F4E5A">
          <w:rPr>
            <w:bCs w:val="0"/>
            <w:i w:val="0"/>
            <w:iCs w:val="0"/>
          </w:rPr>
          <w:tab/>
        </w:r>
        <w:r w:rsidR="00F074B4" w:rsidRPr="00F074B4">
          <w:rPr>
            <w:rStyle w:val="Hyperlink"/>
            <w:i w:val="0"/>
          </w:rPr>
          <w:t>Transmission Service Provider and Distribution Service Provider Access to Interval Data</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_Toc510513371 \h </w:instrText>
        </w:r>
        <w:r w:rsidR="00F074B4" w:rsidRPr="00F074B4">
          <w:rPr>
            <w:i w:val="0"/>
            <w:webHidden/>
          </w:rPr>
        </w:r>
        <w:r w:rsidR="00F074B4" w:rsidRPr="00F074B4">
          <w:rPr>
            <w:i w:val="0"/>
            <w:webHidden/>
          </w:rPr>
          <w:fldChar w:fldCharType="separate"/>
        </w:r>
        <w:r>
          <w:rPr>
            <w:i w:val="0"/>
            <w:webHidden/>
          </w:rPr>
          <w:t>3-115</w:t>
        </w:r>
        <w:r w:rsidR="00F074B4" w:rsidRPr="00F074B4">
          <w:rPr>
            <w:i w:val="0"/>
            <w:webHidden/>
          </w:rPr>
          <w:fldChar w:fldCharType="end"/>
        </w:r>
      </w:hyperlink>
    </w:p>
    <w:p w14:paraId="281F2243" w14:textId="77777777" w:rsidR="00F074B4" w:rsidRPr="005F4E5A" w:rsidRDefault="00B43EAD">
      <w:pPr>
        <w:pStyle w:val="TOC3"/>
        <w:rPr>
          <w:bCs w:val="0"/>
          <w:i w:val="0"/>
          <w:iCs w:val="0"/>
        </w:rPr>
      </w:pPr>
      <w:hyperlink w:anchor="_Toc510513372" w:history="1">
        <w:r w:rsidR="00F074B4" w:rsidRPr="00F074B4">
          <w:rPr>
            <w:rStyle w:val="Hyperlink"/>
            <w:i w:val="0"/>
          </w:rPr>
          <w:t>3.11.6</w:t>
        </w:r>
        <w:r w:rsidR="00F074B4" w:rsidRPr="005F4E5A">
          <w:rPr>
            <w:bCs w:val="0"/>
            <w:i w:val="0"/>
            <w:iCs w:val="0"/>
          </w:rPr>
          <w:tab/>
        </w:r>
        <w:r w:rsidR="00F074B4" w:rsidRPr="00F074B4">
          <w:rPr>
            <w:rStyle w:val="Hyperlink"/>
            <w:i w:val="0"/>
          </w:rPr>
          <w:t>Generation Interconnection Process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_Toc510513372 \h </w:instrText>
        </w:r>
        <w:r w:rsidR="00F074B4" w:rsidRPr="00F074B4">
          <w:rPr>
            <w:i w:val="0"/>
            <w:webHidden/>
          </w:rPr>
        </w:r>
        <w:r w:rsidR="00F074B4" w:rsidRPr="00F074B4">
          <w:rPr>
            <w:i w:val="0"/>
            <w:webHidden/>
          </w:rPr>
          <w:fldChar w:fldCharType="separate"/>
        </w:r>
        <w:r>
          <w:rPr>
            <w:i w:val="0"/>
            <w:webHidden/>
          </w:rPr>
          <w:t>3-116</w:t>
        </w:r>
        <w:r w:rsidR="00F074B4" w:rsidRPr="00F074B4">
          <w:rPr>
            <w:i w:val="0"/>
            <w:webHidden/>
          </w:rPr>
          <w:fldChar w:fldCharType="end"/>
        </w:r>
      </w:hyperlink>
    </w:p>
    <w:p w14:paraId="4D722574" w14:textId="77777777" w:rsidR="00F074B4" w:rsidRPr="005F4E5A" w:rsidRDefault="00B43EAD">
      <w:pPr>
        <w:pStyle w:val="TOC2"/>
        <w:rPr>
          <w:noProof/>
        </w:rPr>
      </w:pPr>
      <w:hyperlink w:anchor="_Toc510513373" w:history="1">
        <w:r w:rsidR="00F074B4" w:rsidRPr="00F074B4">
          <w:rPr>
            <w:rStyle w:val="Hyperlink"/>
            <w:noProof/>
          </w:rPr>
          <w:t>3.12</w:t>
        </w:r>
        <w:r w:rsidR="00F074B4" w:rsidRPr="005F4E5A">
          <w:rPr>
            <w:noProof/>
          </w:rPr>
          <w:tab/>
        </w:r>
        <w:r w:rsidR="00F074B4" w:rsidRPr="00F074B4">
          <w:rPr>
            <w:rStyle w:val="Hyperlink"/>
            <w:noProof/>
          </w:rPr>
          <w:t>Load Forecasting</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_Toc510513373 \h </w:instrText>
        </w:r>
        <w:r w:rsidR="00F074B4" w:rsidRPr="00F074B4">
          <w:rPr>
            <w:noProof/>
            <w:webHidden/>
          </w:rPr>
        </w:r>
        <w:r w:rsidR="00F074B4" w:rsidRPr="00F074B4">
          <w:rPr>
            <w:noProof/>
            <w:webHidden/>
          </w:rPr>
          <w:fldChar w:fldCharType="separate"/>
        </w:r>
        <w:r>
          <w:rPr>
            <w:noProof/>
            <w:webHidden/>
          </w:rPr>
          <w:t>3-116</w:t>
        </w:r>
        <w:r w:rsidR="00F074B4" w:rsidRPr="00F074B4">
          <w:rPr>
            <w:noProof/>
            <w:webHidden/>
          </w:rPr>
          <w:fldChar w:fldCharType="end"/>
        </w:r>
      </w:hyperlink>
    </w:p>
    <w:p w14:paraId="2F13A710" w14:textId="77777777" w:rsidR="00F074B4" w:rsidRPr="005F4E5A" w:rsidRDefault="00B43EAD">
      <w:pPr>
        <w:pStyle w:val="TOC3"/>
        <w:rPr>
          <w:bCs w:val="0"/>
          <w:i w:val="0"/>
          <w:iCs w:val="0"/>
        </w:rPr>
      </w:pPr>
      <w:hyperlink w:anchor="_Toc510513374" w:history="1">
        <w:r w:rsidR="00F074B4" w:rsidRPr="00F074B4">
          <w:rPr>
            <w:rStyle w:val="Hyperlink"/>
            <w:i w:val="0"/>
          </w:rPr>
          <w:t>3.12.1</w:t>
        </w:r>
        <w:r w:rsidR="00F074B4" w:rsidRPr="005F4E5A">
          <w:rPr>
            <w:bCs w:val="0"/>
            <w:i w:val="0"/>
            <w:iCs w:val="0"/>
          </w:rPr>
          <w:tab/>
        </w:r>
        <w:r w:rsidR="00F074B4" w:rsidRPr="00F074B4">
          <w:rPr>
            <w:rStyle w:val="Hyperlink"/>
            <w:i w:val="0"/>
          </w:rPr>
          <w:t>Seven-Day Load Forecast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_Toc510513374 \h </w:instrText>
        </w:r>
        <w:r w:rsidR="00F074B4" w:rsidRPr="00F074B4">
          <w:rPr>
            <w:i w:val="0"/>
            <w:webHidden/>
          </w:rPr>
        </w:r>
        <w:r w:rsidR="00F074B4" w:rsidRPr="00F074B4">
          <w:rPr>
            <w:i w:val="0"/>
            <w:webHidden/>
          </w:rPr>
          <w:fldChar w:fldCharType="separate"/>
        </w:r>
        <w:r>
          <w:rPr>
            <w:i w:val="0"/>
            <w:webHidden/>
          </w:rPr>
          <w:t>3-117</w:t>
        </w:r>
        <w:r w:rsidR="00F074B4" w:rsidRPr="00F074B4">
          <w:rPr>
            <w:i w:val="0"/>
            <w:webHidden/>
          </w:rPr>
          <w:fldChar w:fldCharType="end"/>
        </w:r>
      </w:hyperlink>
    </w:p>
    <w:p w14:paraId="1FFCD513" w14:textId="77777777" w:rsidR="00F074B4" w:rsidRPr="005F4E5A" w:rsidRDefault="00B43EAD">
      <w:pPr>
        <w:pStyle w:val="TOC3"/>
        <w:rPr>
          <w:bCs w:val="0"/>
          <w:i w:val="0"/>
          <w:iCs w:val="0"/>
        </w:rPr>
      </w:pPr>
      <w:hyperlink w:anchor="_Toc510513375" w:history="1">
        <w:r w:rsidR="00F074B4" w:rsidRPr="00F074B4">
          <w:rPr>
            <w:rStyle w:val="Hyperlink"/>
            <w:i w:val="0"/>
          </w:rPr>
          <w:t>3.12.2</w:t>
        </w:r>
        <w:r w:rsidR="00F074B4" w:rsidRPr="005F4E5A">
          <w:rPr>
            <w:bCs w:val="0"/>
            <w:i w:val="0"/>
            <w:iCs w:val="0"/>
          </w:rPr>
          <w:tab/>
        </w:r>
        <w:r w:rsidR="00F074B4" w:rsidRPr="00F074B4">
          <w:rPr>
            <w:rStyle w:val="Hyperlink"/>
            <w:i w:val="0"/>
          </w:rPr>
          <w:t>Study Areas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_Toc510513375 \h </w:instrText>
        </w:r>
        <w:r w:rsidR="00F074B4" w:rsidRPr="00F074B4">
          <w:rPr>
            <w:i w:val="0"/>
            <w:webHidden/>
          </w:rPr>
        </w:r>
        <w:r w:rsidR="00F074B4" w:rsidRPr="00F074B4">
          <w:rPr>
            <w:i w:val="0"/>
            <w:webHidden/>
          </w:rPr>
          <w:fldChar w:fldCharType="separate"/>
        </w:r>
        <w:r>
          <w:rPr>
            <w:i w:val="0"/>
            <w:webHidden/>
          </w:rPr>
          <w:t>3-117</w:t>
        </w:r>
        <w:r w:rsidR="00F074B4" w:rsidRPr="00F074B4">
          <w:rPr>
            <w:i w:val="0"/>
            <w:webHidden/>
          </w:rPr>
          <w:fldChar w:fldCharType="end"/>
        </w:r>
      </w:hyperlink>
    </w:p>
    <w:p w14:paraId="4186FF96" w14:textId="77777777" w:rsidR="00F074B4" w:rsidRPr="005F4E5A" w:rsidRDefault="00B43EAD">
      <w:pPr>
        <w:pStyle w:val="TOC3"/>
        <w:rPr>
          <w:bCs w:val="0"/>
          <w:i w:val="0"/>
          <w:iCs w:val="0"/>
        </w:rPr>
      </w:pPr>
      <w:hyperlink w:anchor="_Toc510513376" w:history="1">
        <w:r w:rsidR="00F074B4" w:rsidRPr="00F074B4">
          <w:rPr>
            <w:rStyle w:val="Hyperlink"/>
            <w:i w:val="0"/>
          </w:rPr>
          <w:t>3.12.3</w:t>
        </w:r>
        <w:r w:rsidR="00F074B4" w:rsidRPr="005F4E5A">
          <w:rPr>
            <w:bCs w:val="0"/>
            <w:i w:val="0"/>
            <w:iCs w:val="0"/>
          </w:rPr>
          <w:tab/>
        </w:r>
        <w:r w:rsidR="00F074B4" w:rsidRPr="00F074B4">
          <w:rPr>
            <w:rStyle w:val="Hyperlink"/>
            <w:i w:val="0"/>
          </w:rPr>
          <w:t>Seven-Day Study Area Load Forecast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_Toc510513376 \h </w:instrText>
        </w:r>
        <w:r w:rsidR="00F074B4" w:rsidRPr="00F074B4">
          <w:rPr>
            <w:i w:val="0"/>
            <w:webHidden/>
          </w:rPr>
        </w:r>
        <w:r w:rsidR="00F074B4" w:rsidRPr="00F074B4">
          <w:rPr>
            <w:i w:val="0"/>
            <w:webHidden/>
          </w:rPr>
          <w:fldChar w:fldCharType="separate"/>
        </w:r>
        <w:r>
          <w:rPr>
            <w:i w:val="0"/>
            <w:webHidden/>
          </w:rPr>
          <w:t>3-118</w:t>
        </w:r>
        <w:r w:rsidR="00F074B4" w:rsidRPr="00F074B4">
          <w:rPr>
            <w:i w:val="0"/>
            <w:webHidden/>
          </w:rPr>
          <w:fldChar w:fldCharType="end"/>
        </w:r>
      </w:hyperlink>
    </w:p>
    <w:p w14:paraId="7307F47B" w14:textId="77777777" w:rsidR="00F074B4" w:rsidRPr="005F4E5A" w:rsidRDefault="00B43EAD">
      <w:pPr>
        <w:pStyle w:val="TOC2"/>
        <w:rPr>
          <w:noProof/>
        </w:rPr>
      </w:pPr>
      <w:hyperlink w:anchor="_Toc510513377" w:history="1">
        <w:r w:rsidR="00F074B4" w:rsidRPr="00F074B4">
          <w:rPr>
            <w:rStyle w:val="Hyperlink"/>
            <w:noProof/>
          </w:rPr>
          <w:t>3.13</w:t>
        </w:r>
        <w:r w:rsidR="00F074B4" w:rsidRPr="005F4E5A">
          <w:rPr>
            <w:noProof/>
          </w:rPr>
          <w:tab/>
        </w:r>
        <w:r w:rsidR="00F074B4" w:rsidRPr="00F074B4">
          <w:rPr>
            <w:rStyle w:val="Hyperlink"/>
            <w:noProof/>
          </w:rPr>
          <w:t>Renewable Production Potential Forecasts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_Toc510513377 \h </w:instrText>
        </w:r>
        <w:r w:rsidR="00F074B4" w:rsidRPr="00F074B4">
          <w:rPr>
            <w:noProof/>
            <w:webHidden/>
          </w:rPr>
        </w:r>
        <w:r w:rsidR="00F074B4" w:rsidRPr="00F074B4">
          <w:rPr>
            <w:noProof/>
            <w:webHidden/>
          </w:rPr>
          <w:fldChar w:fldCharType="separate"/>
        </w:r>
        <w:r>
          <w:rPr>
            <w:noProof/>
            <w:webHidden/>
          </w:rPr>
          <w:t>3-118</w:t>
        </w:r>
        <w:r w:rsidR="00F074B4" w:rsidRPr="00F074B4">
          <w:rPr>
            <w:noProof/>
            <w:webHidden/>
          </w:rPr>
          <w:fldChar w:fldCharType="end"/>
        </w:r>
      </w:hyperlink>
    </w:p>
    <w:p w14:paraId="133B0E78" w14:textId="77777777" w:rsidR="00F074B4" w:rsidRPr="005F4E5A" w:rsidRDefault="00B43EAD">
      <w:pPr>
        <w:pStyle w:val="TOC2"/>
        <w:rPr>
          <w:noProof/>
        </w:rPr>
      </w:pPr>
      <w:hyperlink w:anchor="_Toc510513378" w:history="1">
        <w:r w:rsidR="00F074B4" w:rsidRPr="00F074B4">
          <w:rPr>
            <w:rStyle w:val="Hyperlink"/>
            <w:noProof/>
          </w:rPr>
          <w:t>3.14</w:t>
        </w:r>
        <w:r w:rsidR="00F074B4" w:rsidRPr="005F4E5A">
          <w:rPr>
            <w:noProof/>
          </w:rPr>
          <w:tab/>
        </w:r>
        <w:r w:rsidR="00F074B4" w:rsidRPr="00F074B4">
          <w:rPr>
            <w:rStyle w:val="Hyperlink"/>
            <w:noProof/>
          </w:rPr>
          <w:t>Contracts for Reliability Resources and Emergency Response Service Resources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_Toc510513378 \h </w:instrText>
        </w:r>
        <w:r w:rsidR="00F074B4" w:rsidRPr="00F074B4">
          <w:rPr>
            <w:noProof/>
            <w:webHidden/>
          </w:rPr>
        </w:r>
        <w:r w:rsidR="00F074B4" w:rsidRPr="00F074B4">
          <w:rPr>
            <w:noProof/>
            <w:webHidden/>
          </w:rPr>
          <w:fldChar w:fldCharType="separate"/>
        </w:r>
        <w:r>
          <w:rPr>
            <w:noProof/>
            <w:webHidden/>
          </w:rPr>
          <w:t>3-118</w:t>
        </w:r>
        <w:r w:rsidR="00F074B4" w:rsidRPr="00F074B4">
          <w:rPr>
            <w:noProof/>
            <w:webHidden/>
          </w:rPr>
          <w:fldChar w:fldCharType="end"/>
        </w:r>
      </w:hyperlink>
    </w:p>
    <w:p w14:paraId="5BA6C7C4" w14:textId="77777777" w:rsidR="00F074B4" w:rsidRPr="005F4E5A" w:rsidRDefault="00B43EAD">
      <w:pPr>
        <w:pStyle w:val="TOC3"/>
        <w:rPr>
          <w:bCs w:val="0"/>
          <w:i w:val="0"/>
          <w:iCs w:val="0"/>
        </w:rPr>
      </w:pPr>
      <w:hyperlink w:anchor="_Toc510513379" w:history="1">
        <w:r w:rsidR="00F074B4" w:rsidRPr="00F074B4">
          <w:rPr>
            <w:rStyle w:val="Hyperlink"/>
            <w:i w:val="0"/>
          </w:rPr>
          <w:t>3.14.1</w:t>
        </w:r>
        <w:r w:rsidR="00F074B4" w:rsidRPr="005F4E5A">
          <w:rPr>
            <w:bCs w:val="0"/>
            <w:i w:val="0"/>
            <w:iCs w:val="0"/>
          </w:rPr>
          <w:tab/>
        </w:r>
        <w:r w:rsidR="00F074B4" w:rsidRPr="00F074B4">
          <w:rPr>
            <w:rStyle w:val="Hyperlink"/>
            <w:i w:val="0"/>
          </w:rPr>
          <w:t>Reliability Must Run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_Toc510513379 \h </w:instrText>
        </w:r>
        <w:r w:rsidR="00F074B4" w:rsidRPr="00F074B4">
          <w:rPr>
            <w:i w:val="0"/>
            <w:webHidden/>
          </w:rPr>
        </w:r>
        <w:r w:rsidR="00F074B4" w:rsidRPr="00F074B4">
          <w:rPr>
            <w:i w:val="0"/>
            <w:webHidden/>
          </w:rPr>
          <w:fldChar w:fldCharType="separate"/>
        </w:r>
        <w:r>
          <w:rPr>
            <w:i w:val="0"/>
            <w:webHidden/>
          </w:rPr>
          <w:t>3-118</w:t>
        </w:r>
        <w:r w:rsidR="00F074B4" w:rsidRPr="00F074B4">
          <w:rPr>
            <w:i w:val="0"/>
            <w:webHidden/>
          </w:rPr>
          <w:fldChar w:fldCharType="end"/>
        </w:r>
      </w:hyperlink>
    </w:p>
    <w:p w14:paraId="284A908F" w14:textId="77777777" w:rsidR="00F074B4" w:rsidRPr="005F4E5A" w:rsidRDefault="00B43EAD">
      <w:pPr>
        <w:pStyle w:val="TOC4"/>
        <w:rPr>
          <w:bCs w:val="0"/>
          <w:snapToGrid/>
          <w:sz w:val="20"/>
          <w:szCs w:val="20"/>
        </w:rPr>
      </w:pPr>
      <w:hyperlink w:anchor="_Toc510513380" w:history="1">
        <w:r w:rsidR="00F074B4" w:rsidRPr="00F074B4">
          <w:rPr>
            <w:rStyle w:val="Hyperlink"/>
            <w:sz w:val="20"/>
            <w:szCs w:val="20"/>
          </w:rPr>
          <w:t>3.14.1.1</w:t>
        </w:r>
        <w:r w:rsidR="00F074B4" w:rsidRPr="005F4E5A">
          <w:rPr>
            <w:bCs w:val="0"/>
            <w:snapToGrid/>
            <w:sz w:val="20"/>
            <w:szCs w:val="20"/>
          </w:rPr>
          <w:tab/>
        </w:r>
        <w:r w:rsidR="00F074B4" w:rsidRPr="00F074B4">
          <w:rPr>
            <w:rStyle w:val="Hyperlink"/>
            <w:sz w:val="20"/>
            <w:szCs w:val="20"/>
          </w:rPr>
          <w:t>Notification of Suspension of Operations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_Toc510513380 \h </w:instrText>
        </w:r>
        <w:r w:rsidR="00F074B4" w:rsidRPr="00F074B4">
          <w:rPr>
            <w:webHidden/>
            <w:sz w:val="20"/>
            <w:szCs w:val="20"/>
          </w:rPr>
        </w:r>
        <w:r w:rsidR="00F074B4" w:rsidRPr="00F074B4">
          <w:rPr>
            <w:webHidden/>
            <w:sz w:val="20"/>
            <w:szCs w:val="20"/>
          </w:rPr>
          <w:fldChar w:fldCharType="separate"/>
        </w:r>
        <w:r>
          <w:rPr>
            <w:webHidden/>
            <w:sz w:val="20"/>
            <w:szCs w:val="20"/>
          </w:rPr>
          <w:t>3-121</w:t>
        </w:r>
        <w:r w:rsidR="00F074B4" w:rsidRPr="00F074B4">
          <w:rPr>
            <w:webHidden/>
            <w:sz w:val="20"/>
            <w:szCs w:val="20"/>
          </w:rPr>
          <w:fldChar w:fldCharType="end"/>
        </w:r>
      </w:hyperlink>
    </w:p>
    <w:p w14:paraId="4F987612" w14:textId="77777777" w:rsidR="00F074B4" w:rsidRPr="005F4E5A" w:rsidRDefault="00B43EAD">
      <w:pPr>
        <w:pStyle w:val="TOC4"/>
        <w:rPr>
          <w:bCs w:val="0"/>
          <w:snapToGrid/>
          <w:sz w:val="20"/>
          <w:szCs w:val="20"/>
        </w:rPr>
      </w:pPr>
      <w:hyperlink w:anchor="_Toc510513381" w:history="1">
        <w:r w:rsidR="00F074B4" w:rsidRPr="00F074B4">
          <w:rPr>
            <w:rStyle w:val="Hyperlink"/>
            <w:sz w:val="20"/>
            <w:szCs w:val="20"/>
          </w:rPr>
          <w:t>3.14.1.2</w:t>
        </w:r>
        <w:r w:rsidR="00F074B4" w:rsidRPr="005F4E5A">
          <w:rPr>
            <w:bCs w:val="0"/>
            <w:snapToGrid/>
            <w:sz w:val="20"/>
            <w:szCs w:val="20"/>
          </w:rPr>
          <w:tab/>
        </w:r>
        <w:r w:rsidR="00F074B4" w:rsidRPr="00F074B4">
          <w:rPr>
            <w:rStyle w:val="Hyperlink"/>
            <w:sz w:val="20"/>
            <w:szCs w:val="20"/>
          </w:rPr>
          <w:t>ERCOT Evaluation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_Toc510513381 \h </w:instrText>
        </w:r>
        <w:r w:rsidR="00F074B4" w:rsidRPr="00F074B4">
          <w:rPr>
            <w:webHidden/>
            <w:sz w:val="20"/>
            <w:szCs w:val="20"/>
          </w:rPr>
        </w:r>
        <w:r w:rsidR="00F074B4" w:rsidRPr="00F074B4">
          <w:rPr>
            <w:webHidden/>
            <w:sz w:val="20"/>
            <w:szCs w:val="20"/>
          </w:rPr>
          <w:fldChar w:fldCharType="separate"/>
        </w:r>
        <w:r>
          <w:rPr>
            <w:webHidden/>
            <w:sz w:val="20"/>
            <w:szCs w:val="20"/>
          </w:rPr>
          <w:t>3-122</w:t>
        </w:r>
        <w:r w:rsidR="00F074B4" w:rsidRPr="00F074B4">
          <w:rPr>
            <w:webHidden/>
            <w:sz w:val="20"/>
            <w:szCs w:val="20"/>
          </w:rPr>
          <w:fldChar w:fldCharType="end"/>
        </w:r>
      </w:hyperlink>
    </w:p>
    <w:p w14:paraId="26F66C41" w14:textId="77777777" w:rsidR="00F074B4" w:rsidRPr="005F4E5A" w:rsidRDefault="00B43EAD">
      <w:pPr>
        <w:pStyle w:val="TOC5"/>
        <w:rPr>
          <w:i w:val="0"/>
          <w:sz w:val="20"/>
          <w:szCs w:val="20"/>
        </w:rPr>
      </w:pPr>
      <w:hyperlink w:anchor="_Toc510513382" w:history="1">
        <w:r w:rsidR="00F074B4" w:rsidRPr="00F074B4">
          <w:rPr>
            <w:rStyle w:val="Hyperlink"/>
            <w:i w:val="0"/>
            <w:iCs/>
            <w:sz w:val="20"/>
            <w:szCs w:val="20"/>
          </w:rPr>
          <w:t>3.14.1.2.1</w:t>
        </w:r>
        <w:r w:rsidR="00F074B4" w:rsidRPr="005F4E5A">
          <w:rPr>
            <w:i w:val="0"/>
            <w:sz w:val="20"/>
            <w:szCs w:val="20"/>
          </w:rPr>
          <w:tab/>
        </w:r>
        <w:r w:rsidR="00F074B4" w:rsidRPr="00F074B4">
          <w:rPr>
            <w:rStyle w:val="Hyperlink"/>
            <w:i w:val="0"/>
            <w:snapToGrid w:val="0"/>
            <w:sz w:val="20"/>
            <w:szCs w:val="20"/>
          </w:rPr>
          <w:t>ERCOT Evaluation of Seasonal Mothball Status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_Toc510513382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3-125</w:t>
        </w:r>
        <w:r w:rsidR="00F074B4" w:rsidRPr="00F074B4">
          <w:rPr>
            <w:i w:val="0"/>
            <w:webHidden/>
            <w:sz w:val="20"/>
            <w:szCs w:val="20"/>
          </w:rPr>
          <w:fldChar w:fldCharType="end"/>
        </w:r>
      </w:hyperlink>
    </w:p>
    <w:p w14:paraId="56A3B9AD" w14:textId="77777777" w:rsidR="00F074B4" w:rsidRPr="005F4E5A" w:rsidRDefault="00B43EAD">
      <w:pPr>
        <w:pStyle w:val="TOC4"/>
        <w:rPr>
          <w:bCs w:val="0"/>
          <w:snapToGrid/>
          <w:sz w:val="20"/>
          <w:szCs w:val="20"/>
        </w:rPr>
      </w:pPr>
      <w:hyperlink w:anchor="_Toc510513383" w:history="1">
        <w:r w:rsidR="00F074B4" w:rsidRPr="00F074B4">
          <w:rPr>
            <w:rStyle w:val="Hyperlink"/>
            <w:sz w:val="20"/>
            <w:szCs w:val="20"/>
          </w:rPr>
          <w:t>3.14.1.3</w:t>
        </w:r>
        <w:r w:rsidR="00F074B4" w:rsidRPr="005F4E5A">
          <w:rPr>
            <w:bCs w:val="0"/>
            <w:snapToGrid/>
            <w:sz w:val="20"/>
            <w:szCs w:val="20"/>
          </w:rPr>
          <w:tab/>
        </w:r>
        <w:r w:rsidR="00F074B4" w:rsidRPr="00F074B4">
          <w:rPr>
            <w:rStyle w:val="Hyperlink"/>
            <w:sz w:val="20"/>
            <w:szCs w:val="20"/>
          </w:rPr>
          <w:t>ERCOT Report to Board on Signed RMR Agreements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_Toc510513383 \h </w:instrText>
        </w:r>
        <w:r w:rsidR="00F074B4" w:rsidRPr="00F074B4">
          <w:rPr>
            <w:webHidden/>
            <w:sz w:val="20"/>
            <w:szCs w:val="20"/>
          </w:rPr>
        </w:r>
        <w:r w:rsidR="00F074B4" w:rsidRPr="00F074B4">
          <w:rPr>
            <w:webHidden/>
            <w:sz w:val="20"/>
            <w:szCs w:val="20"/>
          </w:rPr>
          <w:fldChar w:fldCharType="separate"/>
        </w:r>
        <w:r>
          <w:rPr>
            <w:webHidden/>
            <w:sz w:val="20"/>
            <w:szCs w:val="20"/>
          </w:rPr>
          <w:t>3-126</w:t>
        </w:r>
        <w:r w:rsidR="00F074B4" w:rsidRPr="00F074B4">
          <w:rPr>
            <w:webHidden/>
            <w:sz w:val="20"/>
            <w:szCs w:val="20"/>
          </w:rPr>
          <w:fldChar w:fldCharType="end"/>
        </w:r>
      </w:hyperlink>
    </w:p>
    <w:p w14:paraId="6217074C" w14:textId="77777777" w:rsidR="00F074B4" w:rsidRPr="005F4E5A" w:rsidRDefault="00B43EAD">
      <w:pPr>
        <w:pStyle w:val="TOC4"/>
        <w:rPr>
          <w:bCs w:val="0"/>
          <w:snapToGrid/>
          <w:sz w:val="20"/>
          <w:szCs w:val="20"/>
        </w:rPr>
      </w:pPr>
      <w:hyperlink w:anchor="_Toc510513384" w:history="1">
        <w:r w:rsidR="00F074B4" w:rsidRPr="00F074B4">
          <w:rPr>
            <w:rStyle w:val="Hyperlink"/>
            <w:sz w:val="20"/>
            <w:szCs w:val="20"/>
          </w:rPr>
          <w:t>3.14.1.4</w:t>
        </w:r>
        <w:r w:rsidR="00F074B4" w:rsidRPr="005F4E5A">
          <w:rPr>
            <w:bCs w:val="0"/>
            <w:snapToGrid/>
            <w:sz w:val="20"/>
            <w:szCs w:val="20"/>
          </w:rPr>
          <w:tab/>
        </w:r>
        <w:r w:rsidR="00F074B4" w:rsidRPr="00F074B4">
          <w:rPr>
            <w:rStyle w:val="Hyperlink"/>
            <w:sz w:val="20"/>
            <w:szCs w:val="20"/>
          </w:rPr>
          <w:t>Exit Strategy from an RMR Agreement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_Toc510513384 \h </w:instrText>
        </w:r>
        <w:r w:rsidR="00F074B4" w:rsidRPr="00F074B4">
          <w:rPr>
            <w:webHidden/>
            <w:sz w:val="20"/>
            <w:szCs w:val="20"/>
          </w:rPr>
        </w:r>
        <w:r w:rsidR="00F074B4" w:rsidRPr="00F074B4">
          <w:rPr>
            <w:webHidden/>
            <w:sz w:val="20"/>
            <w:szCs w:val="20"/>
          </w:rPr>
          <w:fldChar w:fldCharType="separate"/>
        </w:r>
        <w:r>
          <w:rPr>
            <w:webHidden/>
            <w:sz w:val="20"/>
            <w:szCs w:val="20"/>
          </w:rPr>
          <w:t>3-126</w:t>
        </w:r>
        <w:r w:rsidR="00F074B4" w:rsidRPr="00F074B4">
          <w:rPr>
            <w:webHidden/>
            <w:sz w:val="20"/>
            <w:szCs w:val="20"/>
          </w:rPr>
          <w:fldChar w:fldCharType="end"/>
        </w:r>
      </w:hyperlink>
    </w:p>
    <w:p w14:paraId="287FEC91" w14:textId="77777777" w:rsidR="00F074B4" w:rsidRPr="005F4E5A" w:rsidRDefault="00B43EAD">
      <w:pPr>
        <w:pStyle w:val="TOC4"/>
        <w:rPr>
          <w:bCs w:val="0"/>
          <w:snapToGrid/>
          <w:sz w:val="20"/>
          <w:szCs w:val="20"/>
        </w:rPr>
      </w:pPr>
      <w:hyperlink w:anchor="_Toc510513385" w:history="1">
        <w:r w:rsidR="00F074B4" w:rsidRPr="00F074B4">
          <w:rPr>
            <w:rStyle w:val="Hyperlink"/>
            <w:sz w:val="20"/>
            <w:szCs w:val="20"/>
          </w:rPr>
          <w:t>3.14.1.5</w:t>
        </w:r>
        <w:r w:rsidR="00F074B4" w:rsidRPr="005F4E5A">
          <w:rPr>
            <w:bCs w:val="0"/>
            <w:snapToGrid/>
            <w:sz w:val="20"/>
            <w:szCs w:val="20"/>
          </w:rPr>
          <w:tab/>
        </w:r>
        <w:r w:rsidR="00F074B4" w:rsidRPr="00F074B4">
          <w:rPr>
            <w:rStyle w:val="Hyperlink"/>
            <w:sz w:val="20"/>
            <w:szCs w:val="20"/>
          </w:rPr>
          <w:t>Potential Alternatives to RMR Agreements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_Toc510513385 \h </w:instrText>
        </w:r>
        <w:r w:rsidR="00F074B4" w:rsidRPr="00F074B4">
          <w:rPr>
            <w:webHidden/>
            <w:sz w:val="20"/>
            <w:szCs w:val="20"/>
          </w:rPr>
        </w:r>
        <w:r w:rsidR="00F074B4" w:rsidRPr="00F074B4">
          <w:rPr>
            <w:webHidden/>
            <w:sz w:val="20"/>
            <w:szCs w:val="20"/>
          </w:rPr>
          <w:fldChar w:fldCharType="separate"/>
        </w:r>
        <w:r>
          <w:rPr>
            <w:webHidden/>
            <w:sz w:val="20"/>
            <w:szCs w:val="20"/>
          </w:rPr>
          <w:t>3-127</w:t>
        </w:r>
        <w:r w:rsidR="00F074B4" w:rsidRPr="00F074B4">
          <w:rPr>
            <w:webHidden/>
            <w:sz w:val="20"/>
            <w:szCs w:val="20"/>
          </w:rPr>
          <w:fldChar w:fldCharType="end"/>
        </w:r>
      </w:hyperlink>
    </w:p>
    <w:p w14:paraId="4EA3371D" w14:textId="77777777" w:rsidR="00F074B4" w:rsidRPr="005F4E5A" w:rsidRDefault="00B43EAD">
      <w:pPr>
        <w:pStyle w:val="TOC4"/>
        <w:rPr>
          <w:bCs w:val="0"/>
          <w:snapToGrid/>
          <w:sz w:val="20"/>
          <w:szCs w:val="20"/>
        </w:rPr>
      </w:pPr>
      <w:hyperlink w:anchor="_Toc510513386" w:history="1">
        <w:r w:rsidR="00F074B4" w:rsidRPr="00F074B4">
          <w:rPr>
            <w:rStyle w:val="Hyperlink"/>
            <w:sz w:val="20"/>
            <w:szCs w:val="20"/>
          </w:rPr>
          <w:t>3.14.1.6</w:t>
        </w:r>
        <w:r w:rsidR="00F074B4" w:rsidRPr="005F4E5A">
          <w:rPr>
            <w:bCs w:val="0"/>
            <w:snapToGrid/>
            <w:sz w:val="20"/>
            <w:szCs w:val="20"/>
          </w:rPr>
          <w:tab/>
        </w:r>
        <w:r w:rsidR="00F074B4" w:rsidRPr="00F074B4">
          <w:rPr>
            <w:rStyle w:val="Hyperlink"/>
            <w:sz w:val="20"/>
            <w:szCs w:val="20"/>
          </w:rPr>
          <w:t>Transmission System Upgrades Associated with an RMR and/or MRA Exit Strategy</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_Toc510513386 \h </w:instrText>
        </w:r>
        <w:r w:rsidR="00F074B4" w:rsidRPr="00F074B4">
          <w:rPr>
            <w:webHidden/>
            <w:sz w:val="20"/>
            <w:szCs w:val="20"/>
          </w:rPr>
        </w:r>
        <w:r w:rsidR="00F074B4" w:rsidRPr="00F074B4">
          <w:rPr>
            <w:webHidden/>
            <w:sz w:val="20"/>
            <w:szCs w:val="20"/>
          </w:rPr>
          <w:fldChar w:fldCharType="separate"/>
        </w:r>
        <w:r>
          <w:rPr>
            <w:webHidden/>
            <w:sz w:val="20"/>
            <w:szCs w:val="20"/>
          </w:rPr>
          <w:t>3-128</w:t>
        </w:r>
        <w:r w:rsidR="00F074B4" w:rsidRPr="00F074B4">
          <w:rPr>
            <w:webHidden/>
            <w:sz w:val="20"/>
            <w:szCs w:val="20"/>
          </w:rPr>
          <w:fldChar w:fldCharType="end"/>
        </w:r>
      </w:hyperlink>
    </w:p>
    <w:p w14:paraId="66863577" w14:textId="77777777" w:rsidR="00F074B4" w:rsidRPr="005F4E5A" w:rsidRDefault="00B43EAD">
      <w:pPr>
        <w:pStyle w:val="TOC4"/>
        <w:rPr>
          <w:bCs w:val="0"/>
          <w:snapToGrid/>
          <w:sz w:val="20"/>
          <w:szCs w:val="20"/>
        </w:rPr>
      </w:pPr>
      <w:hyperlink w:anchor="_Toc510513387" w:history="1">
        <w:r w:rsidR="00F074B4" w:rsidRPr="00F074B4">
          <w:rPr>
            <w:rStyle w:val="Hyperlink"/>
            <w:sz w:val="20"/>
            <w:szCs w:val="20"/>
          </w:rPr>
          <w:t>3.14.1.7</w:t>
        </w:r>
        <w:r w:rsidR="00F074B4" w:rsidRPr="005F4E5A">
          <w:rPr>
            <w:bCs w:val="0"/>
            <w:snapToGrid/>
            <w:sz w:val="20"/>
            <w:szCs w:val="20"/>
          </w:rPr>
          <w:tab/>
        </w:r>
        <w:r w:rsidR="00F074B4" w:rsidRPr="00F074B4">
          <w:rPr>
            <w:rStyle w:val="Hyperlink"/>
            <w:sz w:val="20"/>
            <w:szCs w:val="20"/>
          </w:rPr>
          <w:t>RMR or MRA Contract Termination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_Toc510513387 \h </w:instrText>
        </w:r>
        <w:r w:rsidR="00F074B4" w:rsidRPr="00F074B4">
          <w:rPr>
            <w:webHidden/>
            <w:sz w:val="20"/>
            <w:szCs w:val="20"/>
          </w:rPr>
        </w:r>
        <w:r w:rsidR="00F074B4" w:rsidRPr="00F074B4">
          <w:rPr>
            <w:webHidden/>
            <w:sz w:val="20"/>
            <w:szCs w:val="20"/>
          </w:rPr>
          <w:fldChar w:fldCharType="separate"/>
        </w:r>
        <w:r>
          <w:rPr>
            <w:webHidden/>
            <w:sz w:val="20"/>
            <w:szCs w:val="20"/>
          </w:rPr>
          <w:t>3-128</w:t>
        </w:r>
        <w:r w:rsidR="00F074B4" w:rsidRPr="00F074B4">
          <w:rPr>
            <w:webHidden/>
            <w:sz w:val="20"/>
            <w:szCs w:val="20"/>
          </w:rPr>
          <w:fldChar w:fldCharType="end"/>
        </w:r>
      </w:hyperlink>
    </w:p>
    <w:p w14:paraId="45BDFF94" w14:textId="77777777" w:rsidR="00F074B4" w:rsidRPr="005F4E5A" w:rsidRDefault="00B43EAD">
      <w:pPr>
        <w:pStyle w:val="TOC4"/>
        <w:rPr>
          <w:bCs w:val="0"/>
          <w:snapToGrid/>
          <w:sz w:val="20"/>
          <w:szCs w:val="20"/>
        </w:rPr>
      </w:pPr>
      <w:hyperlink w:anchor="_Toc510513388" w:history="1">
        <w:r w:rsidR="00F074B4" w:rsidRPr="00F074B4">
          <w:rPr>
            <w:rStyle w:val="Hyperlink"/>
            <w:sz w:val="20"/>
            <w:szCs w:val="20"/>
          </w:rPr>
          <w:t>3.14.1.8</w:t>
        </w:r>
        <w:r w:rsidR="00F074B4" w:rsidRPr="005F4E5A">
          <w:rPr>
            <w:bCs w:val="0"/>
            <w:snapToGrid/>
            <w:sz w:val="20"/>
            <w:szCs w:val="20"/>
          </w:rPr>
          <w:tab/>
        </w:r>
        <w:r w:rsidR="00F074B4" w:rsidRPr="00F074B4">
          <w:rPr>
            <w:rStyle w:val="Hyperlink"/>
            <w:sz w:val="20"/>
            <w:szCs w:val="20"/>
          </w:rPr>
          <w:t>RMR and/or MRA Contract Extension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_Toc510513388 \h </w:instrText>
        </w:r>
        <w:r w:rsidR="00F074B4" w:rsidRPr="00F074B4">
          <w:rPr>
            <w:webHidden/>
            <w:sz w:val="20"/>
            <w:szCs w:val="20"/>
          </w:rPr>
        </w:r>
        <w:r w:rsidR="00F074B4" w:rsidRPr="00F074B4">
          <w:rPr>
            <w:webHidden/>
            <w:sz w:val="20"/>
            <w:szCs w:val="20"/>
          </w:rPr>
          <w:fldChar w:fldCharType="separate"/>
        </w:r>
        <w:r>
          <w:rPr>
            <w:webHidden/>
            <w:sz w:val="20"/>
            <w:szCs w:val="20"/>
          </w:rPr>
          <w:t>3-129</w:t>
        </w:r>
        <w:r w:rsidR="00F074B4" w:rsidRPr="00F074B4">
          <w:rPr>
            <w:webHidden/>
            <w:sz w:val="20"/>
            <w:szCs w:val="20"/>
          </w:rPr>
          <w:fldChar w:fldCharType="end"/>
        </w:r>
      </w:hyperlink>
    </w:p>
    <w:p w14:paraId="2502B971" w14:textId="77777777" w:rsidR="00F074B4" w:rsidRPr="005F4E5A" w:rsidRDefault="00B43EAD">
      <w:pPr>
        <w:pStyle w:val="TOC4"/>
        <w:rPr>
          <w:bCs w:val="0"/>
          <w:snapToGrid/>
          <w:sz w:val="20"/>
          <w:szCs w:val="20"/>
        </w:rPr>
      </w:pPr>
      <w:hyperlink w:anchor="_Toc510513389" w:history="1">
        <w:r w:rsidR="00F074B4" w:rsidRPr="00F074B4">
          <w:rPr>
            <w:rStyle w:val="Hyperlink"/>
            <w:sz w:val="20"/>
            <w:szCs w:val="20"/>
          </w:rPr>
          <w:t>3.14.1.9</w:t>
        </w:r>
        <w:r w:rsidR="00F074B4" w:rsidRPr="005F4E5A">
          <w:rPr>
            <w:bCs w:val="0"/>
            <w:snapToGrid/>
            <w:sz w:val="20"/>
            <w:szCs w:val="20"/>
          </w:rPr>
          <w:tab/>
        </w:r>
        <w:r w:rsidR="00F074B4" w:rsidRPr="00F074B4">
          <w:rPr>
            <w:rStyle w:val="Hyperlink"/>
            <w:sz w:val="20"/>
            <w:szCs w:val="20"/>
          </w:rPr>
          <w:t>Generation Resource Status Updates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_Toc510513389 \h </w:instrText>
        </w:r>
        <w:r w:rsidR="00F074B4" w:rsidRPr="00F074B4">
          <w:rPr>
            <w:webHidden/>
            <w:sz w:val="20"/>
            <w:szCs w:val="20"/>
          </w:rPr>
        </w:r>
        <w:r w:rsidR="00F074B4" w:rsidRPr="00F074B4">
          <w:rPr>
            <w:webHidden/>
            <w:sz w:val="20"/>
            <w:szCs w:val="20"/>
          </w:rPr>
          <w:fldChar w:fldCharType="separate"/>
        </w:r>
        <w:r>
          <w:rPr>
            <w:webHidden/>
            <w:sz w:val="20"/>
            <w:szCs w:val="20"/>
          </w:rPr>
          <w:t>3-131</w:t>
        </w:r>
        <w:r w:rsidR="00F074B4" w:rsidRPr="00F074B4">
          <w:rPr>
            <w:webHidden/>
            <w:sz w:val="20"/>
            <w:szCs w:val="20"/>
          </w:rPr>
          <w:fldChar w:fldCharType="end"/>
        </w:r>
      </w:hyperlink>
    </w:p>
    <w:p w14:paraId="7490F45F" w14:textId="77777777" w:rsidR="00F074B4" w:rsidRPr="005F4E5A" w:rsidRDefault="00B43EAD">
      <w:pPr>
        <w:pStyle w:val="TOC4"/>
        <w:rPr>
          <w:bCs w:val="0"/>
          <w:snapToGrid/>
          <w:sz w:val="20"/>
          <w:szCs w:val="20"/>
        </w:rPr>
      </w:pPr>
      <w:hyperlink w:anchor="_Toc510513390" w:history="1">
        <w:r w:rsidR="00F074B4" w:rsidRPr="00F074B4">
          <w:rPr>
            <w:rStyle w:val="Hyperlink"/>
            <w:sz w:val="20"/>
            <w:szCs w:val="20"/>
          </w:rPr>
          <w:t>3.14.1.10</w:t>
        </w:r>
        <w:r w:rsidR="00F074B4" w:rsidRPr="005F4E5A">
          <w:rPr>
            <w:bCs w:val="0"/>
            <w:snapToGrid/>
            <w:sz w:val="20"/>
            <w:szCs w:val="20"/>
          </w:rPr>
          <w:tab/>
        </w:r>
        <w:r w:rsidR="00F074B4" w:rsidRPr="00F074B4">
          <w:rPr>
            <w:rStyle w:val="Hyperlink"/>
            <w:sz w:val="20"/>
            <w:szCs w:val="20"/>
          </w:rPr>
          <w:t>Eligible Costs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_Toc510513390 \h </w:instrText>
        </w:r>
        <w:r w:rsidR="00F074B4" w:rsidRPr="00F074B4">
          <w:rPr>
            <w:webHidden/>
            <w:sz w:val="20"/>
            <w:szCs w:val="20"/>
          </w:rPr>
        </w:r>
        <w:r w:rsidR="00F074B4" w:rsidRPr="00F074B4">
          <w:rPr>
            <w:webHidden/>
            <w:sz w:val="20"/>
            <w:szCs w:val="20"/>
          </w:rPr>
          <w:fldChar w:fldCharType="separate"/>
        </w:r>
        <w:r>
          <w:rPr>
            <w:webHidden/>
            <w:sz w:val="20"/>
            <w:szCs w:val="20"/>
          </w:rPr>
          <w:t>3-133</w:t>
        </w:r>
        <w:r w:rsidR="00F074B4" w:rsidRPr="00F074B4">
          <w:rPr>
            <w:webHidden/>
            <w:sz w:val="20"/>
            <w:szCs w:val="20"/>
          </w:rPr>
          <w:fldChar w:fldCharType="end"/>
        </w:r>
      </w:hyperlink>
    </w:p>
    <w:p w14:paraId="77FBD5EC" w14:textId="77777777" w:rsidR="00F074B4" w:rsidRPr="005F4E5A" w:rsidRDefault="00B43EAD">
      <w:pPr>
        <w:pStyle w:val="TOC4"/>
        <w:rPr>
          <w:bCs w:val="0"/>
          <w:snapToGrid/>
          <w:sz w:val="20"/>
          <w:szCs w:val="20"/>
        </w:rPr>
      </w:pPr>
      <w:hyperlink w:anchor="_Toc510513391" w:history="1">
        <w:r w:rsidR="00F074B4" w:rsidRPr="00F074B4">
          <w:rPr>
            <w:rStyle w:val="Hyperlink"/>
            <w:sz w:val="20"/>
            <w:szCs w:val="20"/>
          </w:rPr>
          <w:t>3.14.1.11</w:t>
        </w:r>
        <w:r w:rsidR="00F074B4" w:rsidRPr="005F4E5A">
          <w:rPr>
            <w:bCs w:val="0"/>
            <w:snapToGrid/>
            <w:sz w:val="20"/>
            <w:szCs w:val="20"/>
          </w:rPr>
          <w:tab/>
        </w:r>
        <w:r w:rsidR="00F074B4" w:rsidRPr="00F074B4">
          <w:rPr>
            <w:rStyle w:val="Hyperlink"/>
            <w:sz w:val="20"/>
            <w:szCs w:val="20"/>
          </w:rPr>
          <w:t>Budgeting Eligible Costs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_Toc510513391 \h </w:instrText>
        </w:r>
        <w:r w:rsidR="00F074B4" w:rsidRPr="00F074B4">
          <w:rPr>
            <w:webHidden/>
            <w:sz w:val="20"/>
            <w:szCs w:val="20"/>
          </w:rPr>
        </w:r>
        <w:r w:rsidR="00F074B4" w:rsidRPr="00F074B4">
          <w:rPr>
            <w:webHidden/>
            <w:sz w:val="20"/>
            <w:szCs w:val="20"/>
          </w:rPr>
          <w:fldChar w:fldCharType="separate"/>
        </w:r>
        <w:r>
          <w:rPr>
            <w:webHidden/>
            <w:sz w:val="20"/>
            <w:szCs w:val="20"/>
          </w:rPr>
          <w:t>3-135</w:t>
        </w:r>
        <w:r w:rsidR="00F074B4" w:rsidRPr="00F074B4">
          <w:rPr>
            <w:webHidden/>
            <w:sz w:val="20"/>
            <w:szCs w:val="20"/>
          </w:rPr>
          <w:fldChar w:fldCharType="end"/>
        </w:r>
      </w:hyperlink>
    </w:p>
    <w:p w14:paraId="134AB0DA" w14:textId="77777777" w:rsidR="00F074B4" w:rsidRPr="005F4E5A" w:rsidRDefault="00B43EAD">
      <w:pPr>
        <w:pStyle w:val="TOC4"/>
        <w:rPr>
          <w:bCs w:val="0"/>
          <w:snapToGrid/>
          <w:sz w:val="20"/>
          <w:szCs w:val="20"/>
        </w:rPr>
      </w:pPr>
      <w:hyperlink w:anchor="_Toc510513392" w:history="1">
        <w:r w:rsidR="00F074B4" w:rsidRPr="00F074B4">
          <w:rPr>
            <w:rStyle w:val="Hyperlink"/>
            <w:sz w:val="20"/>
            <w:szCs w:val="20"/>
          </w:rPr>
          <w:t>3.14.1.12</w:t>
        </w:r>
        <w:r w:rsidR="00F074B4" w:rsidRPr="005F4E5A">
          <w:rPr>
            <w:bCs w:val="0"/>
            <w:snapToGrid/>
            <w:sz w:val="20"/>
            <w:szCs w:val="20"/>
          </w:rPr>
          <w:tab/>
        </w:r>
        <w:r w:rsidR="00F074B4" w:rsidRPr="00F074B4">
          <w:rPr>
            <w:rStyle w:val="Hyperlink"/>
            <w:sz w:val="20"/>
            <w:szCs w:val="20"/>
          </w:rPr>
          <w:t>Reporting Actual Eligible Cost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_Toc510513392 \h </w:instrText>
        </w:r>
        <w:r w:rsidR="00F074B4" w:rsidRPr="00F074B4">
          <w:rPr>
            <w:webHidden/>
            <w:sz w:val="20"/>
            <w:szCs w:val="20"/>
          </w:rPr>
        </w:r>
        <w:r w:rsidR="00F074B4" w:rsidRPr="00F074B4">
          <w:rPr>
            <w:webHidden/>
            <w:sz w:val="20"/>
            <w:szCs w:val="20"/>
          </w:rPr>
          <w:fldChar w:fldCharType="separate"/>
        </w:r>
        <w:r>
          <w:rPr>
            <w:webHidden/>
            <w:sz w:val="20"/>
            <w:szCs w:val="20"/>
          </w:rPr>
          <w:t>3-137</w:t>
        </w:r>
        <w:r w:rsidR="00F074B4" w:rsidRPr="00F074B4">
          <w:rPr>
            <w:webHidden/>
            <w:sz w:val="20"/>
            <w:szCs w:val="20"/>
          </w:rPr>
          <w:fldChar w:fldCharType="end"/>
        </w:r>
      </w:hyperlink>
    </w:p>
    <w:p w14:paraId="336F6740" w14:textId="77777777" w:rsidR="00F074B4" w:rsidRPr="005F4E5A" w:rsidRDefault="00B43EAD">
      <w:pPr>
        <w:pStyle w:val="TOC4"/>
        <w:rPr>
          <w:bCs w:val="0"/>
          <w:snapToGrid/>
          <w:sz w:val="20"/>
          <w:szCs w:val="20"/>
        </w:rPr>
      </w:pPr>
      <w:hyperlink w:anchor="_Toc510513393" w:history="1">
        <w:r w:rsidR="00F074B4" w:rsidRPr="00F074B4">
          <w:rPr>
            <w:rStyle w:val="Hyperlink"/>
            <w:sz w:val="20"/>
            <w:szCs w:val="20"/>
          </w:rPr>
          <w:t>3.14.1.13</w:t>
        </w:r>
        <w:r w:rsidR="00F074B4" w:rsidRPr="005F4E5A">
          <w:rPr>
            <w:bCs w:val="0"/>
            <w:snapToGrid/>
            <w:sz w:val="20"/>
            <w:szCs w:val="20"/>
          </w:rPr>
          <w:tab/>
        </w:r>
        <w:r w:rsidR="00F074B4" w:rsidRPr="00F074B4">
          <w:rPr>
            <w:rStyle w:val="Hyperlink"/>
            <w:sz w:val="20"/>
            <w:szCs w:val="20"/>
          </w:rPr>
          <w:t>Incentive Factor</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_Toc510513393 \h </w:instrText>
        </w:r>
        <w:r w:rsidR="00F074B4" w:rsidRPr="00F074B4">
          <w:rPr>
            <w:webHidden/>
            <w:sz w:val="20"/>
            <w:szCs w:val="20"/>
          </w:rPr>
        </w:r>
        <w:r w:rsidR="00F074B4" w:rsidRPr="00F074B4">
          <w:rPr>
            <w:webHidden/>
            <w:sz w:val="20"/>
            <w:szCs w:val="20"/>
          </w:rPr>
          <w:fldChar w:fldCharType="separate"/>
        </w:r>
        <w:r>
          <w:rPr>
            <w:webHidden/>
            <w:sz w:val="20"/>
            <w:szCs w:val="20"/>
          </w:rPr>
          <w:t>3-137</w:t>
        </w:r>
        <w:r w:rsidR="00F074B4" w:rsidRPr="00F074B4">
          <w:rPr>
            <w:webHidden/>
            <w:sz w:val="20"/>
            <w:szCs w:val="20"/>
          </w:rPr>
          <w:fldChar w:fldCharType="end"/>
        </w:r>
      </w:hyperlink>
    </w:p>
    <w:p w14:paraId="53D8C3BD" w14:textId="77777777" w:rsidR="00F074B4" w:rsidRPr="005F4E5A" w:rsidRDefault="00B43EAD">
      <w:pPr>
        <w:pStyle w:val="TOC4"/>
        <w:rPr>
          <w:bCs w:val="0"/>
          <w:snapToGrid/>
          <w:sz w:val="20"/>
          <w:szCs w:val="20"/>
        </w:rPr>
      </w:pPr>
      <w:hyperlink w:anchor="_Toc510513394" w:history="1">
        <w:r w:rsidR="00F074B4" w:rsidRPr="00F074B4">
          <w:rPr>
            <w:rStyle w:val="Hyperlink"/>
            <w:sz w:val="20"/>
            <w:szCs w:val="20"/>
          </w:rPr>
          <w:t>3.14.1.14</w:t>
        </w:r>
        <w:r w:rsidR="00F074B4" w:rsidRPr="005F4E5A">
          <w:rPr>
            <w:bCs w:val="0"/>
            <w:snapToGrid/>
            <w:sz w:val="20"/>
            <w:szCs w:val="20"/>
          </w:rPr>
          <w:tab/>
        </w:r>
        <w:r w:rsidR="00F074B4" w:rsidRPr="00F074B4">
          <w:rPr>
            <w:rStyle w:val="Hyperlink"/>
            <w:sz w:val="20"/>
            <w:szCs w:val="20"/>
          </w:rPr>
          <w:t>Major Equipment Modifications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_Toc510513394 \h </w:instrText>
        </w:r>
        <w:r w:rsidR="00F074B4" w:rsidRPr="00F074B4">
          <w:rPr>
            <w:webHidden/>
            <w:sz w:val="20"/>
            <w:szCs w:val="20"/>
          </w:rPr>
        </w:r>
        <w:r w:rsidR="00F074B4" w:rsidRPr="00F074B4">
          <w:rPr>
            <w:webHidden/>
            <w:sz w:val="20"/>
            <w:szCs w:val="20"/>
          </w:rPr>
          <w:fldChar w:fldCharType="separate"/>
        </w:r>
        <w:r>
          <w:rPr>
            <w:webHidden/>
            <w:sz w:val="20"/>
            <w:szCs w:val="20"/>
          </w:rPr>
          <w:t>3-138</w:t>
        </w:r>
        <w:r w:rsidR="00F074B4" w:rsidRPr="00F074B4">
          <w:rPr>
            <w:webHidden/>
            <w:sz w:val="20"/>
            <w:szCs w:val="20"/>
          </w:rPr>
          <w:fldChar w:fldCharType="end"/>
        </w:r>
      </w:hyperlink>
    </w:p>
    <w:p w14:paraId="3DD9FA0F" w14:textId="77777777" w:rsidR="00F074B4" w:rsidRPr="005F4E5A" w:rsidRDefault="00B43EAD">
      <w:pPr>
        <w:pStyle w:val="TOC4"/>
        <w:rPr>
          <w:bCs w:val="0"/>
          <w:snapToGrid/>
          <w:sz w:val="20"/>
          <w:szCs w:val="20"/>
        </w:rPr>
      </w:pPr>
      <w:hyperlink w:anchor="_Toc510513395" w:history="1">
        <w:r w:rsidR="00F074B4" w:rsidRPr="00F074B4">
          <w:rPr>
            <w:rStyle w:val="Hyperlink"/>
            <w:sz w:val="20"/>
            <w:szCs w:val="20"/>
          </w:rPr>
          <w:t>3.14.1.15</w:t>
        </w:r>
        <w:r w:rsidR="00F074B4" w:rsidRPr="005F4E5A">
          <w:rPr>
            <w:bCs w:val="0"/>
            <w:snapToGrid/>
            <w:sz w:val="20"/>
            <w:szCs w:val="20"/>
          </w:rPr>
          <w:tab/>
        </w:r>
        <w:r w:rsidR="00F074B4" w:rsidRPr="00F074B4">
          <w:rPr>
            <w:rStyle w:val="Hyperlink"/>
            <w:sz w:val="20"/>
            <w:szCs w:val="20"/>
          </w:rPr>
          <w:t>Charge for Contributed Capital Expenditures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_Toc510513395 \h </w:instrText>
        </w:r>
        <w:r w:rsidR="00F074B4" w:rsidRPr="00F074B4">
          <w:rPr>
            <w:webHidden/>
            <w:sz w:val="20"/>
            <w:szCs w:val="20"/>
          </w:rPr>
        </w:r>
        <w:r w:rsidR="00F074B4" w:rsidRPr="00F074B4">
          <w:rPr>
            <w:webHidden/>
            <w:sz w:val="20"/>
            <w:szCs w:val="20"/>
          </w:rPr>
          <w:fldChar w:fldCharType="separate"/>
        </w:r>
        <w:r>
          <w:rPr>
            <w:webHidden/>
            <w:sz w:val="20"/>
            <w:szCs w:val="20"/>
          </w:rPr>
          <w:t>3-138</w:t>
        </w:r>
        <w:r w:rsidR="00F074B4" w:rsidRPr="00F074B4">
          <w:rPr>
            <w:webHidden/>
            <w:sz w:val="20"/>
            <w:szCs w:val="20"/>
          </w:rPr>
          <w:fldChar w:fldCharType="end"/>
        </w:r>
      </w:hyperlink>
    </w:p>
    <w:p w14:paraId="6E5AE777" w14:textId="77777777" w:rsidR="00F074B4" w:rsidRPr="005F4E5A" w:rsidRDefault="00B43EAD">
      <w:pPr>
        <w:pStyle w:val="TOC4"/>
        <w:rPr>
          <w:bCs w:val="0"/>
          <w:snapToGrid/>
          <w:sz w:val="20"/>
          <w:szCs w:val="20"/>
        </w:rPr>
      </w:pPr>
      <w:hyperlink w:anchor="_Toc510513396" w:history="1">
        <w:r w:rsidR="00F074B4" w:rsidRPr="00F074B4">
          <w:rPr>
            <w:rStyle w:val="Hyperlink"/>
            <w:sz w:val="20"/>
            <w:szCs w:val="20"/>
          </w:rPr>
          <w:t>3.14.1.16</w:t>
        </w:r>
        <w:r w:rsidR="00F074B4" w:rsidRPr="005F4E5A">
          <w:rPr>
            <w:bCs w:val="0"/>
            <w:snapToGrid/>
            <w:sz w:val="20"/>
            <w:szCs w:val="20"/>
          </w:rPr>
          <w:tab/>
        </w:r>
        <w:r w:rsidR="00F074B4" w:rsidRPr="00F074B4">
          <w:rPr>
            <w:rStyle w:val="Hyperlink"/>
            <w:sz w:val="20"/>
            <w:szCs w:val="20"/>
          </w:rPr>
          <w:t>Budgeting Fuel Costs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_Toc510513396 \h </w:instrText>
        </w:r>
        <w:r w:rsidR="00F074B4" w:rsidRPr="00F074B4">
          <w:rPr>
            <w:webHidden/>
            <w:sz w:val="20"/>
            <w:szCs w:val="20"/>
          </w:rPr>
        </w:r>
        <w:r w:rsidR="00F074B4" w:rsidRPr="00F074B4">
          <w:rPr>
            <w:webHidden/>
            <w:sz w:val="20"/>
            <w:szCs w:val="20"/>
          </w:rPr>
          <w:fldChar w:fldCharType="separate"/>
        </w:r>
        <w:r>
          <w:rPr>
            <w:webHidden/>
            <w:sz w:val="20"/>
            <w:szCs w:val="20"/>
          </w:rPr>
          <w:t>3-139</w:t>
        </w:r>
        <w:r w:rsidR="00F074B4" w:rsidRPr="00F074B4">
          <w:rPr>
            <w:webHidden/>
            <w:sz w:val="20"/>
            <w:szCs w:val="20"/>
          </w:rPr>
          <w:fldChar w:fldCharType="end"/>
        </w:r>
      </w:hyperlink>
    </w:p>
    <w:p w14:paraId="306EAE27" w14:textId="77777777" w:rsidR="00F074B4" w:rsidRPr="005F4E5A" w:rsidRDefault="00B43EAD">
      <w:pPr>
        <w:pStyle w:val="TOC4"/>
        <w:rPr>
          <w:bCs w:val="0"/>
          <w:snapToGrid/>
          <w:sz w:val="20"/>
          <w:szCs w:val="20"/>
        </w:rPr>
      </w:pPr>
      <w:hyperlink w:anchor="_Toc510513397" w:history="1">
        <w:r w:rsidR="00F074B4" w:rsidRPr="00F074B4">
          <w:rPr>
            <w:rStyle w:val="Hyperlink"/>
            <w:sz w:val="20"/>
            <w:szCs w:val="20"/>
          </w:rPr>
          <w:t>3.14.1.17</w:t>
        </w:r>
        <w:r w:rsidR="00F074B4" w:rsidRPr="005F4E5A">
          <w:rPr>
            <w:bCs w:val="0"/>
            <w:snapToGrid/>
            <w:sz w:val="20"/>
            <w:szCs w:val="20"/>
          </w:rPr>
          <w:tab/>
        </w:r>
        <w:r w:rsidR="00F074B4" w:rsidRPr="00F074B4">
          <w:rPr>
            <w:rStyle w:val="Hyperlink"/>
            <w:sz w:val="20"/>
            <w:szCs w:val="20"/>
          </w:rPr>
          <w:t>Reporting Actual Eligible Fuel Costs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_Toc510513397 \h </w:instrText>
        </w:r>
        <w:r w:rsidR="00F074B4" w:rsidRPr="00F074B4">
          <w:rPr>
            <w:webHidden/>
            <w:sz w:val="20"/>
            <w:szCs w:val="20"/>
          </w:rPr>
        </w:r>
        <w:r w:rsidR="00F074B4" w:rsidRPr="00F074B4">
          <w:rPr>
            <w:webHidden/>
            <w:sz w:val="20"/>
            <w:szCs w:val="20"/>
          </w:rPr>
          <w:fldChar w:fldCharType="separate"/>
        </w:r>
        <w:r>
          <w:rPr>
            <w:webHidden/>
            <w:sz w:val="20"/>
            <w:szCs w:val="20"/>
          </w:rPr>
          <w:t>3-140</w:t>
        </w:r>
        <w:r w:rsidR="00F074B4" w:rsidRPr="00F074B4">
          <w:rPr>
            <w:webHidden/>
            <w:sz w:val="20"/>
            <w:szCs w:val="20"/>
          </w:rPr>
          <w:fldChar w:fldCharType="end"/>
        </w:r>
      </w:hyperlink>
    </w:p>
    <w:p w14:paraId="211BD3A1" w14:textId="77777777" w:rsidR="00F074B4" w:rsidRPr="005F4E5A" w:rsidRDefault="00B43EAD">
      <w:pPr>
        <w:pStyle w:val="TOC3"/>
        <w:rPr>
          <w:bCs w:val="0"/>
          <w:i w:val="0"/>
          <w:iCs w:val="0"/>
        </w:rPr>
      </w:pPr>
      <w:hyperlink w:anchor="_Toc510513398" w:history="1">
        <w:r w:rsidR="00F074B4" w:rsidRPr="00F074B4">
          <w:rPr>
            <w:rStyle w:val="Hyperlink"/>
            <w:i w:val="0"/>
          </w:rPr>
          <w:t>3.14.2</w:t>
        </w:r>
        <w:r w:rsidR="00F074B4" w:rsidRPr="005F4E5A">
          <w:rPr>
            <w:bCs w:val="0"/>
            <w:i w:val="0"/>
            <w:iCs w:val="0"/>
          </w:rPr>
          <w:tab/>
        </w:r>
        <w:r w:rsidR="00F074B4" w:rsidRPr="00F074B4">
          <w:rPr>
            <w:rStyle w:val="Hyperlink"/>
            <w:i w:val="0"/>
          </w:rPr>
          <w:t>Black Start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_Toc510513398 \h </w:instrText>
        </w:r>
        <w:r w:rsidR="00F074B4" w:rsidRPr="00F074B4">
          <w:rPr>
            <w:i w:val="0"/>
            <w:webHidden/>
          </w:rPr>
        </w:r>
        <w:r w:rsidR="00F074B4" w:rsidRPr="00F074B4">
          <w:rPr>
            <w:i w:val="0"/>
            <w:webHidden/>
          </w:rPr>
          <w:fldChar w:fldCharType="separate"/>
        </w:r>
        <w:r>
          <w:rPr>
            <w:i w:val="0"/>
            <w:webHidden/>
          </w:rPr>
          <w:t>3-141</w:t>
        </w:r>
        <w:r w:rsidR="00F074B4" w:rsidRPr="00F074B4">
          <w:rPr>
            <w:i w:val="0"/>
            <w:webHidden/>
          </w:rPr>
          <w:fldChar w:fldCharType="end"/>
        </w:r>
      </w:hyperlink>
    </w:p>
    <w:p w14:paraId="43928993" w14:textId="77777777" w:rsidR="00F074B4" w:rsidRPr="005F4E5A" w:rsidRDefault="00B43EAD">
      <w:pPr>
        <w:pStyle w:val="TOC3"/>
        <w:rPr>
          <w:bCs w:val="0"/>
          <w:i w:val="0"/>
          <w:iCs w:val="0"/>
        </w:rPr>
      </w:pPr>
      <w:hyperlink w:anchor="_Toc510513399" w:history="1">
        <w:r w:rsidR="00F074B4" w:rsidRPr="00F074B4">
          <w:rPr>
            <w:rStyle w:val="Hyperlink"/>
            <w:i w:val="0"/>
          </w:rPr>
          <w:t>3.14.3</w:t>
        </w:r>
        <w:r w:rsidR="00F074B4" w:rsidRPr="005F4E5A">
          <w:rPr>
            <w:bCs w:val="0"/>
            <w:i w:val="0"/>
            <w:iCs w:val="0"/>
          </w:rPr>
          <w:tab/>
        </w:r>
        <w:r w:rsidR="00F074B4" w:rsidRPr="00F074B4">
          <w:rPr>
            <w:rStyle w:val="Hyperlink"/>
            <w:i w:val="0"/>
          </w:rPr>
          <w:t>Emergency Response Service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_Toc510513399 \h </w:instrText>
        </w:r>
        <w:r w:rsidR="00F074B4" w:rsidRPr="00F074B4">
          <w:rPr>
            <w:i w:val="0"/>
            <w:webHidden/>
          </w:rPr>
        </w:r>
        <w:r w:rsidR="00F074B4" w:rsidRPr="00F074B4">
          <w:rPr>
            <w:i w:val="0"/>
            <w:webHidden/>
          </w:rPr>
          <w:fldChar w:fldCharType="separate"/>
        </w:r>
        <w:r>
          <w:rPr>
            <w:i w:val="0"/>
            <w:webHidden/>
          </w:rPr>
          <w:t>3-142</w:t>
        </w:r>
        <w:r w:rsidR="00F074B4" w:rsidRPr="00F074B4">
          <w:rPr>
            <w:i w:val="0"/>
            <w:webHidden/>
          </w:rPr>
          <w:fldChar w:fldCharType="end"/>
        </w:r>
      </w:hyperlink>
    </w:p>
    <w:p w14:paraId="67B4AE2F" w14:textId="77777777" w:rsidR="00F074B4" w:rsidRPr="005F4E5A" w:rsidRDefault="00B43EAD">
      <w:pPr>
        <w:pStyle w:val="TOC4"/>
        <w:rPr>
          <w:bCs w:val="0"/>
          <w:snapToGrid/>
          <w:sz w:val="20"/>
          <w:szCs w:val="20"/>
        </w:rPr>
      </w:pPr>
      <w:hyperlink w:anchor="_Toc510513400" w:history="1">
        <w:r w:rsidR="00F074B4" w:rsidRPr="00F074B4">
          <w:rPr>
            <w:rStyle w:val="Hyperlink"/>
            <w:sz w:val="20"/>
            <w:szCs w:val="20"/>
          </w:rPr>
          <w:t>3.14.3.1</w:t>
        </w:r>
        <w:r w:rsidR="00F074B4" w:rsidRPr="005F4E5A">
          <w:rPr>
            <w:bCs w:val="0"/>
            <w:snapToGrid/>
            <w:sz w:val="20"/>
            <w:szCs w:val="20"/>
          </w:rPr>
          <w:tab/>
        </w:r>
        <w:r w:rsidR="00F074B4" w:rsidRPr="00F074B4">
          <w:rPr>
            <w:rStyle w:val="Hyperlink"/>
            <w:sz w:val="20"/>
            <w:szCs w:val="20"/>
          </w:rPr>
          <w:t>Emergency Response Service Procurement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_Toc510513400 \h </w:instrText>
        </w:r>
        <w:r w:rsidR="00F074B4" w:rsidRPr="00F074B4">
          <w:rPr>
            <w:webHidden/>
            <w:sz w:val="20"/>
            <w:szCs w:val="20"/>
          </w:rPr>
        </w:r>
        <w:r w:rsidR="00F074B4" w:rsidRPr="00F074B4">
          <w:rPr>
            <w:webHidden/>
            <w:sz w:val="20"/>
            <w:szCs w:val="20"/>
          </w:rPr>
          <w:fldChar w:fldCharType="separate"/>
        </w:r>
        <w:r>
          <w:rPr>
            <w:webHidden/>
            <w:sz w:val="20"/>
            <w:szCs w:val="20"/>
          </w:rPr>
          <w:t>3-143</w:t>
        </w:r>
        <w:r w:rsidR="00F074B4" w:rsidRPr="00F074B4">
          <w:rPr>
            <w:webHidden/>
            <w:sz w:val="20"/>
            <w:szCs w:val="20"/>
          </w:rPr>
          <w:fldChar w:fldCharType="end"/>
        </w:r>
      </w:hyperlink>
    </w:p>
    <w:p w14:paraId="198B1C7D" w14:textId="77777777" w:rsidR="00F074B4" w:rsidRPr="005F4E5A" w:rsidRDefault="00B43EAD">
      <w:pPr>
        <w:pStyle w:val="TOC4"/>
        <w:rPr>
          <w:bCs w:val="0"/>
          <w:snapToGrid/>
          <w:sz w:val="20"/>
          <w:szCs w:val="20"/>
        </w:rPr>
      </w:pPr>
      <w:hyperlink w:anchor="_Toc510513401" w:history="1">
        <w:r w:rsidR="00F074B4" w:rsidRPr="00F074B4">
          <w:rPr>
            <w:rStyle w:val="Hyperlink"/>
            <w:iCs/>
            <w:sz w:val="20"/>
            <w:szCs w:val="20"/>
          </w:rPr>
          <w:t>3.14.3.2</w:t>
        </w:r>
        <w:r w:rsidR="00F074B4" w:rsidRPr="005F4E5A">
          <w:rPr>
            <w:bCs w:val="0"/>
            <w:snapToGrid/>
            <w:sz w:val="20"/>
            <w:szCs w:val="20"/>
          </w:rPr>
          <w:tab/>
        </w:r>
        <w:r w:rsidR="00F074B4" w:rsidRPr="00F074B4">
          <w:rPr>
            <w:rStyle w:val="Hyperlink"/>
            <w:iCs/>
            <w:sz w:val="20"/>
            <w:szCs w:val="20"/>
          </w:rPr>
          <w:t>Emergency Response Service Self-Provision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_Toc510513401 \h </w:instrText>
        </w:r>
        <w:r w:rsidR="00F074B4" w:rsidRPr="00F074B4">
          <w:rPr>
            <w:webHidden/>
            <w:sz w:val="20"/>
            <w:szCs w:val="20"/>
          </w:rPr>
        </w:r>
        <w:r w:rsidR="00F074B4" w:rsidRPr="00F074B4">
          <w:rPr>
            <w:webHidden/>
            <w:sz w:val="20"/>
            <w:szCs w:val="20"/>
          </w:rPr>
          <w:fldChar w:fldCharType="separate"/>
        </w:r>
        <w:r>
          <w:rPr>
            <w:webHidden/>
            <w:sz w:val="20"/>
            <w:szCs w:val="20"/>
          </w:rPr>
          <w:t>3-149</w:t>
        </w:r>
        <w:r w:rsidR="00F074B4" w:rsidRPr="00F074B4">
          <w:rPr>
            <w:webHidden/>
            <w:sz w:val="20"/>
            <w:szCs w:val="20"/>
          </w:rPr>
          <w:fldChar w:fldCharType="end"/>
        </w:r>
      </w:hyperlink>
    </w:p>
    <w:p w14:paraId="08D0B1F8" w14:textId="77777777" w:rsidR="00F074B4" w:rsidRPr="005F4E5A" w:rsidRDefault="00B43EAD">
      <w:pPr>
        <w:pStyle w:val="TOC4"/>
        <w:rPr>
          <w:bCs w:val="0"/>
          <w:snapToGrid/>
          <w:sz w:val="20"/>
          <w:szCs w:val="20"/>
        </w:rPr>
      </w:pPr>
      <w:hyperlink w:anchor="_Toc510513402" w:history="1">
        <w:r w:rsidR="00F074B4" w:rsidRPr="00F074B4">
          <w:rPr>
            <w:rStyle w:val="Hyperlink"/>
            <w:iCs/>
            <w:sz w:val="20"/>
            <w:szCs w:val="20"/>
          </w:rPr>
          <w:t>3.14.3.3</w:t>
        </w:r>
        <w:r w:rsidR="00F074B4" w:rsidRPr="005F4E5A">
          <w:rPr>
            <w:bCs w:val="0"/>
            <w:snapToGrid/>
            <w:sz w:val="20"/>
            <w:szCs w:val="20"/>
          </w:rPr>
          <w:tab/>
        </w:r>
        <w:r w:rsidR="00F074B4" w:rsidRPr="00F074B4">
          <w:rPr>
            <w:rStyle w:val="Hyperlink"/>
            <w:iCs/>
            <w:sz w:val="20"/>
            <w:szCs w:val="20"/>
          </w:rPr>
          <w:t>Emergency Response Service Provision and Technical Requirements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_Toc510513402 \h </w:instrText>
        </w:r>
        <w:r w:rsidR="00F074B4" w:rsidRPr="00F074B4">
          <w:rPr>
            <w:webHidden/>
            <w:sz w:val="20"/>
            <w:szCs w:val="20"/>
          </w:rPr>
        </w:r>
        <w:r w:rsidR="00F074B4" w:rsidRPr="00F074B4">
          <w:rPr>
            <w:webHidden/>
            <w:sz w:val="20"/>
            <w:szCs w:val="20"/>
          </w:rPr>
          <w:fldChar w:fldCharType="separate"/>
        </w:r>
        <w:r>
          <w:rPr>
            <w:webHidden/>
            <w:sz w:val="20"/>
            <w:szCs w:val="20"/>
          </w:rPr>
          <w:t>3-150</w:t>
        </w:r>
        <w:r w:rsidR="00F074B4" w:rsidRPr="00F074B4">
          <w:rPr>
            <w:webHidden/>
            <w:sz w:val="20"/>
            <w:szCs w:val="20"/>
          </w:rPr>
          <w:fldChar w:fldCharType="end"/>
        </w:r>
      </w:hyperlink>
    </w:p>
    <w:p w14:paraId="4948204E" w14:textId="77777777" w:rsidR="00F074B4" w:rsidRPr="005F4E5A" w:rsidRDefault="00B43EAD">
      <w:pPr>
        <w:pStyle w:val="TOC4"/>
        <w:rPr>
          <w:bCs w:val="0"/>
          <w:snapToGrid/>
          <w:sz w:val="20"/>
          <w:szCs w:val="20"/>
        </w:rPr>
      </w:pPr>
      <w:hyperlink w:anchor="_Toc510513403" w:history="1">
        <w:r w:rsidR="00F074B4" w:rsidRPr="00F074B4">
          <w:rPr>
            <w:rStyle w:val="Hyperlink"/>
            <w:iCs/>
            <w:sz w:val="20"/>
            <w:szCs w:val="20"/>
          </w:rPr>
          <w:t>3.14.3.4</w:t>
        </w:r>
        <w:r w:rsidR="00F074B4" w:rsidRPr="005F4E5A">
          <w:rPr>
            <w:bCs w:val="0"/>
            <w:snapToGrid/>
            <w:sz w:val="20"/>
            <w:szCs w:val="20"/>
          </w:rPr>
          <w:tab/>
        </w:r>
        <w:r w:rsidR="00F074B4" w:rsidRPr="00F074B4">
          <w:rPr>
            <w:rStyle w:val="Hyperlink"/>
            <w:iCs/>
            <w:sz w:val="20"/>
            <w:szCs w:val="20"/>
          </w:rPr>
          <w:t>Emergency Response Service Reporting and Market Communications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_Toc510513403 \h </w:instrText>
        </w:r>
        <w:r w:rsidR="00F074B4" w:rsidRPr="00F074B4">
          <w:rPr>
            <w:webHidden/>
            <w:sz w:val="20"/>
            <w:szCs w:val="20"/>
          </w:rPr>
        </w:r>
        <w:r w:rsidR="00F074B4" w:rsidRPr="00F074B4">
          <w:rPr>
            <w:webHidden/>
            <w:sz w:val="20"/>
            <w:szCs w:val="20"/>
          </w:rPr>
          <w:fldChar w:fldCharType="separate"/>
        </w:r>
        <w:r>
          <w:rPr>
            <w:webHidden/>
            <w:sz w:val="20"/>
            <w:szCs w:val="20"/>
          </w:rPr>
          <w:t>3-152</w:t>
        </w:r>
        <w:r w:rsidR="00F074B4" w:rsidRPr="00F074B4">
          <w:rPr>
            <w:webHidden/>
            <w:sz w:val="20"/>
            <w:szCs w:val="20"/>
          </w:rPr>
          <w:fldChar w:fldCharType="end"/>
        </w:r>
      </w:hyperlink>
    </w:p>
    <w:p w14:paraId="6F0C266D" w14:textId="77777777" w:rsidR="00F074B4" w:rsidRPr="005F4E5A" w:rsidRDefault="00B43EAD">
      <w:pPr>
        <w:pStyle w:val="TOC2"/>
        <w:rPr>
          <w:noProof/>
        </w:rPr>
      </w:pPr>
      <w:hyperlink w:anchor="_Toc510513404" w:history="1">
        <w:r w:rsidR="00F074B4" w:rsidRPr="00F074B4">
          <w:rPr>
            <w:rStyle w:val="Hyperlink"/>
            <w:noProof/>
          </w:rPr>
          <w:t>3.15</w:t>
        </w:r>
        <w:r w:rsidR="00F074B4" w:rsidRPr="005F4E5A">
          <w:rPr>
            <w:noProof/>
          </w:rPr>
          <w:tab/>
        </w:r>
        <w:r w:rsidR="00F074B4" w:rsidRPr="00F074B4">
          <w:rPr>
            <w:rStyle w:val="Hyperlink"/>
            <w:noProof/>
          </w:rPr>
          <w:t>Voltage Support</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_Toc510513404 \h </w:instrText>
        </w:r>
        <w:r w:rsidR="00F074B4" w:rsidRPr="00F074B4">
          <w:rPr>
            <w:noProof/>
            <w:webHidden/>
          </w:rPr>
        </w:r>
        <w:r w:rsidR="00F074B4" w:rsidRPr="00F074B4">
          <w:rPr>
            <w:noProof/>
            <w:webHidden/>
          </w:rPr>
          <w:fldChar w:fldCharType="separate"/>
        </w:r>
        <w:r>
          <w:rPr>
            <w:noProof/>
            <w:webHidden/>
          </w:rPr>
          <w:t>3-154</w:t>
        </w:r>
        <w:r w:rsidR="00F074B4" w:rsidRPr="00F074B4">
          <w:rPr>
            <w:noProof/>
            <w:webHidden/>
          </w:rPr>
          <w:fldChar w:fldCharType="end"/>
        </w:r>
      </w:hyperlink>
    </w:p>
    <w:p w14:paraId="402B187C" w14:textId="77777777" w:rsidR="00F074B4" w:rsidRPr="005F4E5A" w:rsidRDefault="00B43EAD">
      <w:pPr>
        <w:pStyle w:val="TOC3"/>
        <w:rPr>
          <w:bCs w:val="0"/>
          <w:i w:val="0"/>
          <w:iCs w:val="0"/>
        </w:rPr>
      </w:pPr>
      <w:hyperlink w:anchor="_Toc510513405" w:history="1">
        <w:r w:rsidR="00F074B4" w:rsidRPr="00F074B4">
          <w:rPr>
            <w:rStyle w:val="Hyperlink"/>
            <w:i w:val="0"/>
          </w:rPr>
          <w:t>3.15.1</w:t>
        </w:r>
        <w:r w:rsidR="00F074B4" w:rsidRPr="005F4E5A">
          <w:rPr>
            <w:bCs w:val="0"/>
            <w:i w:val="0"/>
            <w:iCs w:val="0"/>
          </w:rPr>
          <w:tab/>
        </w:r>
        <w:r w:rsidR="00F074B4" w:rsidRPr="00F074B4">
          <w:rPr>
            <w:rStyle w:val="Hyperlink"/>
            <w:i w:val="0"/>
          </w:rPr>
          <w:t>ERCOT Responsibilities Related to Voltage Support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_Toc510513405 \h </w:instrText>
        </w:r>
        <w:r w:rsidR="00F074B4" w:rsidRPr="00F074B4">
          <w:rPr>
            <w:i w:val="0"/>
            <w:webHidden/>
          </w:rPr>
        </w:r>
        <w:r w:rsidR="00F074B4" w:rsidRPr="00F074B4">
          <w:rPr>
            <w:i w:val="0"/>
            <w:webHidden/>
          </w:rPr>
          <w:fldChar w:fldCharType="separate"/>
        </w:r>
        <w:r>
          <w:rPr>
            <w:i w:val="0"/>
            <w:webHidden/>
          </w:rPr>
          <w:t>3-158</w:t>
        </w:r>
        <w:r w:rsidR="00F074B4" w:rsidRPr="00F074B4">
          <w:rPr>
            <w:i w:val="0"/>
            <w:webHidden/>
          </w:rPr>
          <w:fldChar w:fldCharType="end"/>
        </w:r>
      </w:hyperlink>
    </w:p>
    <w:p w14:paraId="505734AC" w14:textId="77777777" w:rsidR="00F074B4" w:rsidRPr="005F4E5A" w:rsidRDefault="00B43EAD">
      <w:pPr>
        <w:pStyle w:val="TOC3"/>
        <w:rPr>
          <w:bCs w:val="0"/>
          <w:i w:val="0"/>
          <w:iCs w:val="0"/>
        </w:rPr>
      </w:pPr>
      <w:hyperlink w:anchor="_Toc510513406" w:history="1">
        <w:r w:rsidR="00F074B4" w:rsidRPr="00F074B4">
          <w:rPr>
            <w:rStyle w:val="Hyperlink"/>
            <w:i w:val="0"/>
          </w:rPr>
          <w:t>3.15.2</w:t>
        </w:r>
        <w:r w:rsidR="00F074B4" w:rsidRPr="005F4E5A">
          <w:rPr>
            <w:bCs w:val="0"/>
            <w:i w:val="0"/>
            <w:iCs w:val="0"/>
          </w:rPr>
          <w:tab/>
        </w:r>
        <w:r w:rsidR="00F074B4" w:rsidRPr="00F074B4">
          <w:rPr>
            <w:rStyle w:val="Hyperlink"/>
            <w:i w:val="0"/>
          </w:rPr>
          <w:t>DSP Responsibilities Related to Voltage Support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_Toc510513406 \h </w:instrText>
        </w:r>
        <w:r w:rsidR="00F074B4" w:rsidRPr="00F074B4">
          <w:rPr>
            <w:i w:val="0"/>
            <w:webHidden/>
          </w:rPr>
        </w:r>
        <w:r w:rsidR="00F074B4" w:rsidRPr="00F074B4">
          <w:rPr>
            <w:i w:val="0"/>
            <w:webHidden/>
          </w:rPr>
          <w:fldChar w:fldCharType="separate"/>
        </w:r>
        <w:r>
          <w:rPr>
            <w:i w:val="0"/>
            <w:webHidden/>
          </w:rPr>
          <w:t>3-158</w:t>
        </w:r>
        <w:r w:rsidR="00F074B4" w:rsidRPr="00F074B4">
          <w:rPr>
            <w:i w:val="0"/>
            <w:webHidden/>
          </w:rPr>
          <w:fldChar w:fldCharType="end"/>
        </w:r>
      </w:hyperlink>
    </w:p>
    <w:p w14:paraId="3C8C8C57" w14:textId="77777777" w:rsidR="00F074B4" w:rsidRPr="005F4E5A" w:rsidRDefault="00B43EAD">
      <w:pPr>
        <w:pStyle w:val="TOC3"/>
        <w:rPr>
          <w:bCs w:val="0"/>
          <w:i w:val="0"/>
          <w:iCs w:val="0"/>
        </w:rPr>
      </w:pPr>
      <w:hyperlink w:anchor="_Toc510513407" w:history="1">
        <w:r w:rsidR="00F074B4" w:rsidRPr="00F074B4">
          <w:rPr>
            <w:rStyle w:val="Hyperlink"/>
            <w:i w:val="0"/>
          </w:rPr>
          <w:t>3.15.3</w:t>
        </w:r>
        <w:r w:rsidR="00F074B4" w:rsidRPr="005F4E5A">
          <w:rPr>
            <w:bCs w:val="0"/>
            <w:i w:val="0"/>
            <w:iCs w:val="0"/>
          </w:rPr>
          <w:tab/>
        </w:r>
        <w:r w:rsidR="00F074B4" w:rsidRPr="00F074B4">
          <w:rPr>
            <w:rStyle w:val="Hyperlink"/>
            <w:i w:val="0"/>
          </w:rPr>
          <w:t>Generation Resource Requirements Related to Voltage Support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_Toc510513407 \h </w:instrText>
        </w:r>
        <w:r w:rsidR="00F074B4" w:rsidRPr="00F074B4">
          <w:rPr>
            <w:i w:val="0"/>
            <w:webHidden/>
          </w:rPr>
        </w:r>
        <w:r w:rsidR="00F074B4" w:rsidRPr="00F074B4">
          <w:rPr>
            <w:i w:val="0"/>
            <w:webHidden/>
          </w:rPr>
          <w:fldChar w:fldCharType="separate"/>
        </w:r>
        <w:r>
          <w:rPr>
            <w:i w:val="0"/>
            <w:webHidden/>
          </w:rPr>
          <w:t>3-159</w:t>
        </w:r>
        <w:r w:rsidR="00F074B4" w:rsidRPr="00F074B4">
          <w:rPr>
            <w:i w:val="0"/>
            <w:webHidden/>
          </w:rPr>
          <w:fldChar w:fldCharType="end"/>
        </w:r>
      </w:hyperlink>
    </w:p>
    <w:p w14:paraId="76F0C7FC" w14:textId="77777777" w:rsidR="00F074B4" w:rsidRPr="005F4E5A" w:rsidRDefault="00B43EAD">
      <w:pPr>
        <w:pStyle w:val="TOC2"/>
        <w:rPr>
          <w:noProof/>
        </w:rPr>
      </w:pPr>
      <w:hyperlink w:anchor="_Toc510513408" w:history="1">
        <w:r w:rsidR="00F074B4" w:rsidRPr="00F074B4">
          <w:rPr>
            <w:rStyle w:val="Hyperlink"/>
            <w:noProof/>
          </w:rPr>
          <w:t>3.16</w:t>
        </w:r>
        <w:r w:rsidR="00F074B4" w:rsidRPr="005F4E5A">
          <w:rPr>
            <w:noProof/>
          </w:rPr>
          <w:tab/>
        </w:r>
        <w:r w:rsidR="00F074B4" w:rsidRPr="00F074B4">
          <w:rPr>
            <w:rStyle w:val="Hyperlink"/>
            <w:noProof/>
          </w:rPr>
          <w:t>Standards for Determining Ancillary Service Quantities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_Toc510513408 \h </w:instrText>
        </w:r>
        <w:r w:rsidR="00F074B4" w:rsidRPr="00F074B4">
          <w:rPr>
            <w:noProof/>
            <w:webHidden/>
          </w:rPr>
        </w:r>
        <w:r w:rsidR="00F074B4" w:rsidRPr="00F074B4">
          <w:rPr>
            <w:noProof/>
            <w:webHidden/>
          </w:rPr>
          <w:fldChar w:fldCharType="separate"/>
        </w:r>
        <w:r>
          <w:rPr>
            <w:noProof/>
            <w:webHidden/>
          </w:rPr>
          <w:t>3-160</w:t>
        </w:r>
        <w:r w:rsidR="00F074B4" w:rsidRPr="00F074B4">
          <w:rPr>
            <w:noProof/>
            <w:webHidden/>
          </w:rPr>
          <w:fldChar w:fldCharType="end"/>
        </w:r>
      </w:hyperlink>
    </w:p>
    <w:p w14:paraId="0E34FB59" w14:textId="77777777" w:rsidR="00F074B4" w:rsidRPr="005F4E5A" w:rsidRDefault="00B43EAD">
      <w:pPr>
        <w:pStyle w:val="TOC2"/>
        <w:rPr>
          <w:noProof/>
        </w:rPr>
      </w:pPr>
      <w:hyperlink w:anchor="_Toc510513409" w:history="1">
        <w:r w:rsidR="00F074B4" w:rsidRPr="00F074B4">
          <w:rPr>
            <w:rStyle w:val="Hyperlink"/>
            <w:noProof/>
          </w:rPr>
          <w:t>3.17</w:t>
        </w:r>
        <w:r w:rsidR="00F074B4" w:rsidRPr="005F4E5A">
          <w:rPr>
            <w:noProof/>
          </w:rPr>
          <w:tab/>
        </w:r>
        <w:r w:rsidR="00F074B4" w:rsidRPr="00F074B4">
          <w:rPr>
            <w:rStyle w:val="Hyperlink"/>
            <w:noProof/>
          </w:rPr>
          <w:t>Ancillary Service Capacity Products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_Toc510513409 \h </w:instrText>
        </w:r>
        <w:r w:rsidR="00F074B4" w:rsidRPr="00F074B4">
          <w:rPr>
            <w:noProof/>
            <w:webHidden/>
          </w:rPr>
        </w:r>
        <w:r w:rsidR="00F074B4" w:rsidRPr="00F074B4">
          <w:rPr>
            <w:noProof/>
            <w:webHidden/>
          </w:rPr>
          <w:fldChar w:fldCharType="separate"/>
        </w:r>
        <w:r>
          <w:rPr>
            <w:noProof/>
            <w:webHidden/>
          </w:rPr>
          <w:t>3-163</w:t>
        </w:r>
        <w:r w:rsidR="00F074B4" w:rsidRPr="00F074B4">
          <w:rPr>
            <w:noProof/>
            <w:webHidden/>
          </w:rPr>
          <w:fldChar w:fldCharType="end"/>
        </w:r>
      </w:hyperlink>
    </w:p>
    <w:p w14:paraId="219B2EEB" w14:textId="77777777" w:rsidR="00F074B4" w:rsidRPr="005F4E5A" w:rsidRDefault="00B43EAD">
      <w:pPr>
        <w:pStyle w:val="TOC3"/>
        <w:rPr>
          <w:bCs w:val="0"/>
          <w:i w:val="0"/>
          <w:iCs w:val="0"/>
        </w:rPr>
      </w:pPr>
      <w:hyperlink w:anchor="_Toc510513410" w:history="1">
        <w:r w:rsidR="00F074B4" w:rsidRPr="00F074B4">
          <w:rPr>
            <w:rStyle w:val="Hyperlink"/>
            <w:i w:val="0"/>
          </w:rPr>
          <w:t>3.17.1</w:t>
        </w:r>
        <w:r w:rsidR="00F074B4" w:rsidRPr="005F4E5A">
          <w:rPr>
            <w:bCs w:val="0"/>
            <w:i w:val="0"/>
            <w:iCs w:val="0"/>
          </w:rPr>
          <w:tab/>
        </w:r>
        <w:r w:rsidR="00F074B4" w:rsidRPr="00F074B4">
          <w:rPr>
            <w:rStyle w:val="Hyperlink"/>
            <w:i w:val="0"/>
          </w:rPr>
          <w:t>Regulation Service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_Toc510513410 \h </w:instrText>
        </w:r>
        <w:r w:rsidR="00F074B4" w:rsidRPr="00F074B4">
          <w:rPr>
            <w:i w:val="0"/>
            <w:webHidden/>
          </w:rPr>
        </w:r>
        <w:r w:rsidR="00F074B4" w:rsidRPr="00F074B4">
          <w:rPr>
            <w:i w:val="0"/>
            <w:webHidden/>
          </w:rPr>
          <w:fldChar w:fldCharType="separate"/>
        </w:r>
        <w:r>
          <w:rPr>
            <w:i w:val="0"/>
            <w:webHidden/>
          </w:rPr>
          <w:t>3-163</w:t>
        </w:r>
        <w:r w:rsidR="00F074B4" w:rsidRPr="00F074B4">
          <w:rPr>
            <w:i w:val="0"/>
            <w:webHidden/>
          </w:rPr>
          <w:fldChar w:fldCharType="end"/>
        </w:r>
      </w:hyperlink>
    </w:p>
    <w:p w14:paraId="5963BFF1" w14:textId="77777777" w:rsidR="00F074B4" w:rsidRPr="005F4E5A" w:rsidRDefault="00B43EAD">
      <w:pPr>
        <w:pStyle w:val="TOC3"/>
        <w:rPr>
          <w:bCs w:val="0"/>
          <w:i w:val="0"/>
          <w:iCs w:val="0"/>
        </w:rPr>
      </w:pPr>
      <w:hyperlink w:anchor="_Toc510513411" w:history="1">
        <w:r w:rsidR="00F074B4" w:rsidRPr="00F074B4">
          <w:rPr>
            <w:rStyle w:val="Hyperlink"/>
            <w:i w:val="0"/>
          </w:rPr>
          <w:t>3.17.2</w:t>
        </w:r>
        <w:r w:rsidR="00F074B4" w:rsidRPr="005F4E5A">
          <w:rPr>
            <w:bCs w:val="0"/>
            <w:i w:val="0"/>
            <w:iCs w:val="0"/>
          </w:rPr>
          <w:tab/>
        </w:r>
        <w:r w:rsidR="00F074B4" w:rsidRPr="00F074B4">
          <w:rPr>
            <w:rStyle w:val="Hyperlink"/>
            <w:i w:val="0"/>
          </w:rPr>
          <w:t>Responsive Reserve Service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_Toc510513411 \h </w:instrText>
        </w:r>
        <w:r w:rsidR="00F074B4" w:rsidRPr="00F074B4">
          <w:rPr>
            <w:i w:val="0"/>
            <w:webHidden/>
          </w:rPr>
        </w:r>
        <w:r w:rsidR="00F074B4" w:rsidRPr="00F074B4">
          <w:rPr>
            <w:i w:val="0"/>
            <w:webHidden/>
          </w:rPr>
          <w:fldChar w:fldCharType="separate"/>
        </w:r>
        <w:r>
          <w:rPr>
            <w:i w:val="0"/>
            <w:webHidden/>
          </w:rPr>
          <w:t>3-163</w:t>
        </w:r>
        <w:r w:rsidR="00F074B4" w:rsidRPr="00F074B4">
          <w:rPr>
            <w:i w:val="0"/>
            <w:webHidden/>
          </w:rPr>
          <w:fldChar w:fldCharType="end"/>
        </w:r>
      </w:hyperlink>
    </w:p>
    <w:p w14:paraId="62C760D5" w14:textId="77777777" w:rsidR="00F074B4" w:rsidRPr="005F4E5A" w:rsidRDefault="00B43EAD">
      <w:pPr>
        <w:pStyle w:val="TOC3"/>
        <w:rPr>
          <w:bCs w:val="0"/>
          <w:i w:val="0"/>
          <w:iCs w:val="0"/>
        </w:rPr>
      </w:pPr>
      <w:hyperlink w:anchor="_Toc510513412" w:history="1">
        <w:r w:rsidR="00F074B4" w:rsidRPr="00F074B4">
          <w:rPr>
            <w:rStyle w:val="Hyperlink"/>
            <w:i w:val="0"/>
          </w:rPr>
          <w:t>3.17.3</w:t>
        </w:r>
        <w:r w:rsidR="00F074B4" w:rsidRPr="005F4E5A">
          <w:rPr>
            <w:bCs w:val="0"/>
            <w:i w:val="0"/>
            <w:iCs w:val="0"/>
          </w:rPr>
          <w:tab/>
        </w:r>
        <w:r w:rsidR="00F074B4" w:rsidRPr="00F074B4">
          <w:rPr>
            <w:rStyle w:val="Hyperlink"/>
            <w:i w:val="0"/>
          </w:rPr>
          <w:t>Non-Spinning Reserve Service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_Toc510513412 \h </w:instrText>
        </w:r>
        <w:r w:rsidR="00F074B4" w:rsidRPr="00F074B4">
          <w:rPr>
            <w:i w:val="0"/>
            <w:webHidden/>
          </w:rPr>
        </w:r>
        <w:r w:rsidR="00F074B4" w:rsidRPr="00F074B4">
          <w:rPr>
            <w:i w:val="0"/>
            <w:webHidden/>
          </w:rPr>
          <w:fldChar w:fldCharType="separate"/>
        </w:r>
        <w:r>
          <w:rPr>
            <w:i w:val="0"/>
            <w:webHidden/>
          </w:rPr>
          <w:t>3-164</w:t>
        </w:r>
        <w:r w:rsidR="00F074B4" w:rsidRPr="00F074B4">
          <w:rPr>
            <w:i w:val="0"/>
            <w:webHidden/>
          </w:rPr>
          <w:fldChar w:fldCharType="end"/>
        </w:r>
      </w:hyperlink>
    </w:p>
    <w:p w14:paraId="15DAB4E1" w14:textId="77777777" w:rsidR="00F074B4" w:rsidRPr="005F4E5A" w:rsidRDefault="00B43EAD">
      <w:pPr>
        <w:pStyle w:val="TOC2"/>
        <w:rPr>
          <w:noProof/>
        </w:rPr>
      </w:pPr>
      <w:hyperlink w:anchor="_Toc510513413" w:history="1">
        <w:r w:rsidR="00F074B4" w:rsidRPr="00F074B4">
          <w:rPr>
            <w:rStyle w:val="Hyperlink"/>
            <w:noProof/>
          </w:rPr>
          <w:t>3.18</w:t>
        </w:r>
        <w:r w:rsidR="00F074B4" w:rsidRPr="005F4E5A">
          <w:rPr>
            <w:noProof/>
          </w:rPr>
          <w:tab/>
        </w:r>
        <w:r w:rsidR="00F074B4" w:rsidRPr="00F074B4">
          <w:rPr>
            <w:rStyle w:val="Hyperlink"/>
            <w:noProof/>
          </w:rPr>
          <w:t>Resource Limits in Providing Ancillary Service</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_Toc510513413 \h </w:instrText>
        </w:r>
        <w:r w:rsidR="00F074B4" w:rsidRPr="00F074B4">
          <w:rPr>
            <w:noProof/>
            <w:webHidden/>
          </w:rPr>
        </w:r>
        <w:r w:rsidR="00F074B4" w:rsidRPr="00F074B4">
          <w:rPr>
            <w:noProof/>
            <w:webHidden/>
          </w:rPr>
          <w:fldChar w:fldCharType="separate"/>
        </w:r>
        <w:r>
          <w:rPr>
            <w:noProof/>
            <w:webHidden/>
          </w:rPr>
          <w:t>3-164</w:t>
        </w:r>
        <w:r w:rsidR="00F074B4" w:rsidRPr="00F074B4">
          <w:rPr>
            <w:noProof/>
            <w:webHidden/>
          </w:rPr>
          <w:fldChar w:fldCharType="end"/>
        </w:r>
      </w:hyperlink>
    </w:p>
    <w:p w14:paraId="0259EBFE" w14:textId="77777777" w:rsidR="00F074B4" w:rsidRPr="005F4E5A" w:rsidRDefault="00B43EAD">
      <w:pPr>
        <w:pStyle w:val="TOC2"/>
        <w:rPr>
          <w:noProof/>
        </w:rPr>
      </w:pPr>
      <w:hyperlink w:anchor="_Toc510513414" w:history="1">
        <w:r w:rsidR="00F074B4" w:rsidRPr="00F074B4">
          <w:rPr>
            <w:rStyle w:val="Hyperlink"/>
            <w:noProof/>
          </w:rPr>
          <w:t>3.19</w:t>
        </w:r>
        <w:r w:rsidR="00F074B4" w:rsidRPr="005F4E5A">
          <w:rPr>
            <w:noProof/>
          </w:rPr>
          <w:tab/>
        </w:r>
        <w:r w:rsidR="00F074B4" w:rsidRPr="00F074B4">
          <w:rPr>
            <w:rStyle w:val="Hyperlink"/>
            <w:noProof/>
          </w:rPr>
          <w:t>Constraint Competitiveness Tests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_Toc510513414 \h </w:instrText>
        </w:r>
        <w:r w:rsidR="00F074B4" w:rsidRPr="00F074B4">
          <w:rPr>
            <w:noProof/>
            <w:webHidden/>
          </w:rPr>
        </w:r>
        <w:r w:rsidR="00F074B4" w:rsidRPr="00F074B4">
          <w:rPr>
            <w:noProof/>
            <w:webHidden/>
          </w:rPr>
          <w:fldChar w:fldCharType="separate"/>
        </w:r>
        <w:r>
          <w:rPr>
            <w:noProof/>
            <w:webHidden/>
          </w:rPr>
          <w:t>3-165</w:t>
        </w:r>
        <w:r w:rsidR="00F074B4" w:rsidRPr="00F074B4">
          <w:rPr>
            <w:noProof/>
            <w:webHidden/>
          </w:rPr>
          <w:fldChar w:fldCharType="end"/>
        </w:r>
      </w:hyperlink>
    </w:p>
    <w:p w14:paraId="4EBF10FE" w14:textId="77777777" w:rsidR="00F074B4" w:rsidRPr="005F4E5A" w:rsidRDefault="00B43EAD">
      <w:pPr>
        <w:pStyle w:val="TOC3"/>
        <w:rPr>
          <w:bCs w:val="0"/>
          <w:i w:val="0"/>
          <w:iCs w:val="0"/>
        </w:rPr>
      </w:pPr>
      <w:hyperlink w:anchor="_Toc510513415" w:history="1">
        <w:r w:rsidR="00F074B4" w:rsidRPr="00F074B4">
          <w:rPr>
            <w:rStyle w:val="Hyperlink"/>
            <w:i w:val="0"/>
          </w:rPr>
          <w:t>3.19.1</w:t>
        </w:r>
        <w:r w:rsidR="00F074B4" w:rsidRPr="005F4E5A">
          <w:rPr>
            <w:bCs w:val="0"/>
            <w:i w:val="0"/>
            <w:iCs w:val="0"/>
          </w:rPr>
          <w:tab/>
        </w:r>
        <w:r w:rsidR="00F074B4" w:rsidRPr="00F074B4">
          <w:rPr>
            <w:rStyle w:val="Hyperlink"/>
            <w:i w:val="0"/>
          </w:rPr>
          <w:t>Constraint Competitiveness Test Definitions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_Toc510513415 \h </w:instrText>
        </w:r>
        <w:r w:rsidR="00F074B4" w:rsidRPr="00F074B4">
          <w:rPr>
            <w:i w:val="0"/>
            <w:webHidden/>
          </w:rPr>
        </w:r>
        <w:r w:rsidR="00F074B4" w:rsidRPr="00F074B4">
          <w:rPr>
            <w:i w:val="0"/>
            <w:webHidden/>
          </w:rPr>
          <w:fldChar w:fldCharType="separate"/>
        </w:r>
        <w:r>
          <w:rPr>
            <w:i w:val="0"/>
            <w:webHidden/>
          </w:rPr>
          <w:t>3-165</w:t>
        </w:r>
        <w:r w:rsidR="00F074B4" w:rsidRPr="00F074B4">
          <w:rPr>
            <w:i w:val="0"/>
            <w:webHidden/>
          </w:rPr>
          <w:fldChar w:fldCharType="end"/>
        </w:r>
      </w:hyperlink>
    </w:p>
    <w:p w14:paraId="12FBB014" w14:textId="77777777" w:rsidR="00F074B4" w:rsidRPr="005F4E5A" w:rsidRDefault="00B43EAD">
      <w:pPr>
        <w:pStyle w:val="TOC3"/>
        <w:rPr>
          <w:bCs w:val="0"/>
          <w:i w:val="0"/>
          <w:iCs w:val="0"/>
        </w:rPr>
      </w:pPr>
      <w:hyperlink w:anchor="_Toc510513416" w:history="1">
        <w:r w:rsidR="00F074B4" w:rsidRPr="00F074B4">
          <w:rPr>
            <w:rStyle w:val="Hyperlink"/>
            <w:i w:val="0"/>
          </w:rPr>
          <w:t>3.19.2</w:t>
        </w:r>
        <w:r w:rsidR="00F074B4" w:rsidRPr="005F4E5A">
          <w:rPr>
            <w:bCs w:val="0"/>
            <w:i w:val="0"/>
            <w:iCs w:val="0"/>
          </w:rPr>
          <w:tab/>
        </w:r>
        <w:r w:rsidR="00F074B4" w:rsidRPr="00F074B4">
          <w:rPr>
            <w:rStyle w:val="Hyperlink"/>
            <w:i w:val="0"/>
          </w:rPr>
          <w:t>Element Competitiveness Index Calculation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_Toc510513416 \h </w:instrText>
        </w:r>
        <w:r w:rsidR="00F074B4" w:rsidRPr="00F074B4">
          <w:rPr>
            <w:i w:val="0"/>
            <w:webHidden/>
          </w:rPr>
        </w:r>
        <w:r w:rsidR="00F074B4" w:rsidRPr="00F074B4">
          <w:rPr>
            <w:i w:val="0"/>
            <w:webHidden/>
          </w:rPr>
          <w:fldChar w:fldCharType="separate"/>
        </w:r>
        <w:r>
          <w:rPr>
            <w:i w:val="0"/>
            <w:webHidden/>
          </w:rPr>
          <w:t>3-167</w:t>
        </w:r>
        <w:r w:rsidR="00F074B4" w:rsidRPr="00F074B4">
          <w:rPr>
            <w:i w:val="0"/>
            <w:webHidden/>
          </w:rPr>
          <w:fldChar w:fldCharType="end"/>
        </w:r>
      </w:hyperlink>
    </w:p>
    <w:p w14:paraId="5C9EA48A" w14:textId="77777777" w:rsidR="00F074B4" w:rsidRPr="005F4E5A" w:rsidRDefault="00B43EAD">
      <w:pPr>
        <w:pStyle w:val="TOC3"/>
        <w:rPr>
          <w:bCs w:val="0"/>
          <w:i w:val="0"/>
          <w:iCs w:val="0"/>
        </w:rPr>
      </w:pPr>
      <w:hyperlink w:anchor="_Toc510513417" w:history="1">
        <w:r w:rsidR="00F074B4" w:rsidRPr="00F074B4">
          <w:rPr>
            <w:rStyle w:val="Hyperlink"/>
            <w:i w:val="0"/>
          </w:rPr>
          <w:t>3.19.3</w:t>
        </w:r>
        <w:r w:rsidR="00F074B4" w:rsidRPr="005F4E5A">
          <w:rPr>
            <w:bCs w:val="0"/>
            <w:i w:val="0"/>
            <w:iCs w:val="0"/>
          </w:rPr>
          <w:tab/>
        </w:r>
        <w:r w:rsidR="00F074B4" w:rsidRPr="00F074B4">
          <w:rPr>
            <w:rStyle w:val="Hyperlink"/>
            <w:i w:val="0"/>
          </w:rPr>
          <w:t>Long-Term Constraint Competitiveness Test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_Toc510513417 \h </w:instrText>
        </w:r>
        <w:r w:rsidR="00F074B4" w:rsidRPr="00F074B4">
          <w:rPr>
            <w:i w:val="0"/>
            <w:webHidden/>
          </w:rPr>
        </w:r>
        <w:r w:rsidR="00F074B4" w:rsidRPr="00F074B4">
          <w:rPr>
            <w:i w:val="0"/>
            <w:webHidden/>
          </w:rPr>
          <w:fldChar w:fldCharType="separate"/>
        </w:r>
        <w:r>
          <w:rPr>
            <w:i w:val="0"/>
            <w:webHidden/>
          </w:rPr>
          <w:t>3-168</w:t>
        </w:r>
        <w:r w:rsidR="00F074B4" w:rsidRPr="00F074B4">
          <w:rPr>
            <w:i w:val="0"/>
            <w:webHidden/>
          </w:rPr>
          <w:fldChar w:fldCharType="end"/>
        </w:r>
      </w:hyperlink>
    </w:p>
    <w:p w14:paraId="4D1B2197" w14:textId="77777777" w:rsidR="00F074B4" w:rsidRPr="005F4E5A" w:rsidRDefault="00B43EAD">
      <w:pPr>
        <w:pStyle w:val="TOC3"/>
        <w:rPr>
          <w:bCs w:val="0"/>
          <w:i w:val="0"/>
          <w:iCs w:val="0"/>
        </w:rPr>
      </w:pPr>
      <w:hyperlink w:anchor="_Toc510513418" w:history="1">
        <w:r w:rsidR="00F074B4" w:rsidRPr="00F074B4">
          <w:rPr>
            <w:rStyle w:val="Hyperlink"/>
            <w:i w:val="0"/>
          </w:rPr>
          <w:t>3.19.4</w:t>
        </w:r>
        <w:r w:rsidR="00F074B4" w:rsidRPr="005F4E5A">
          <w:rPr>
            <w:bCs w:val="0"/>
            <w:i w:val="0"/>
            <w:iCs w:val="0"/>
          </w:rPr>
          <w:tab/>
        </w:r>
        <w:r w:rsidR="00F074B4" w:rsidRPr="00F074B4">
          <w:rPr>
            <w:rStyle w:val="Hyperlink"/>
            <w:i w:val="0"/>
          </w:rPr>
          <w:t>Security-Constrained Economic Dispatch Constraint Competitiveness Test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_Toc510513418 \h </w:instrText>
        </w:r>
        <w:r w:rsidR="00F074B4" w:rsidRPr="00F074B4">
          <w:rPr>
            <w:i w:val="0"/>
            <w:webHidden/>
          </w:rPr>
        </w:r>
        <w:r w:rsidR="00F074B4" w:rsidRPr="00F074B4">
          <w:rPr>
            <w:i w:val="0"/>
            <w:webHidden/>
          </w:rPr>
          <w:fldChar w:fldCharType="separate"/>
        </w:r>
        <w:r>
          <w:rPr>
            <w:i w:val="0"/>
            <w:webHidden/>
          </w:rPr>
          <w:t>3-168</w:t>
        </w:r>
        <w:r w:rsidR="00F074B4" w:rsidRPr="00F074B4">
          <w:rPr>
            <w:i w:val="0"/>
            <w:webHidden/>
          </w:rPr>
          <w:fldChar w:fldCharType="end"/>
        </w:r>
      </w:hyperlink>
    </w:p>
    <w:p w14:paraId="24E4876E" w14:textId="77777777" w:rsidR="00F074B4" w:rsidRPr="005F4E5A" w:rsidRDefault="00B43EAD">
      <w:pPr>
        <w:pStyle w:val="TOC2"/>
        <w:rPr>
          <w:noProof/>
        </w:rPr>
      </w:pPr>
      <w:hyperlink w:anchor="_Toc510513419" w:history="1">
        <w:r w:rsidR="00F074B4" w:rsidRPr="00F074B4">
          <w:rPr>
            <w:rStyle w:val="Hyperlink"/>
            <w:noProof/>
          </w:rPr>
          <w:t>3.20</w:t>
        </w:r>
        <w:r w:rsidR="00F074B4" w:rsidRPr="005F4E5A">
          <w:rPr>
            <w:noProof/>
          </w:rPr>
          <w:tab/>
        </w:r>
        <w:r w:rsidR="00F074B4" w:rsidRPr="00F074B4">
          <w:rPr>
            <w:rStyle w:val="Hyperlink"/>
            <w:noProof/>
          </w:rPr>
          <w:t>Identification of Chronic Congestion</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_Toc510513419 \h </w:instrText>
        </w:r>
        <w:r w:rsidR="00F074B4" w:rsidRPr="00F074B4">
          <w:rPr>
            <w:noProof/>
            <w:webHidden/>
          </w:rPr>
        </w:r>
        <w:r w:rsidR="00F074B4" w:rsidRPr="00F074B4">
          <w:rPr>
            <w:noProof/>
            <w:webHidden/>
          </w:rPr>
          <w:fldChar w:fldCharType="separate"/>
        </w:r>
        <w:r>
          <w:rPr>
            <w:noProof/>
            <w:webHidden/>
          </w:rPr>
          <w:t>3-170</w:t>
        </w:r>
        <w:r w:rsidR="00F074B4" w:rsidRPr="00F074B4">
          <w:rPr>
            <w:noProof/>
            <w:webHidden/>
          </w:rPr>
          <w:fldChar w:fldCharType="end"/>
        </w:r>
      </w:hyperlink>
    </w:p>
    <w:p w14:paraId="6E2C5E2D" w14:textId="77777777" w:rsidR="00F074B4" w:rsidRPr="005F4E5A" w:rsidRDefault="00B43EAD">
      <w:pPr>
        <w:pStyle w:val="TOC3"/>
        <w:rPr>
          <w:bCs w:val="0"/>
          <w:i w:val="0"/>
          <w:iCs w:val="0"/>
        </w:rPr>
      </w:pPr>
      <w:hyperlink w:anchor="_Toc510513420" w:history="1">
        <w:r w:rsidR="00F074B4" w:rsidRPr="00F074B4">
          <w:rPr>
            <w:rStyle w:val="Hyperlink"/>
            <w:i w:val="0"/>
          </w:rPr>
          <w:t>3.20.1</w:t>
        </w:r>
        <w:r w:rsidR="00F074B4" w:rsidRPr="005F4E5A">
          <w:rPr>
            <w:bCs w:val="0"/>
            <w:i w:val="0"/>
            <w:iCs w:val="0"/>
          </w:rPr>
          <w:tab/>
        </w:r>
        <w:r w:rsidR="00F074B4" w:rsidRPr="00F074B4">
          <w:rPr>
            <w:rStyle w:val="Hyperlink"/>
            <w:i w:val="0"/>
          </w:rPr>
          <w:t>Evaluation of Chronic Congestion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_Toc510513420 \h </w:instrText>
        </w:r>
        <w:r w:rsidR="00F074B4" w:rsidRPr="00F074B4">
          <w:rPr>
            <w:i w:val="0"/>
            <w:webHidden/>
          </w:rPr>
        </w:r>
        <w:r w:rsidR="00F074B4" w:rsidRPr="00F074B4">
          <w:rPr>
            <w:i w:val="0"/>
            <w:webHidden/>
          </w:rPr>
          <w:fldChar w:fldCharType="separate"/>
        </w:r>
        <w:r>
          <w:rPr>
            <w:i w:val="0"/>
            <w:webHidden/>
          </w:rPr>
          <w:t>3-170</w:t>
        </w:r>
        <w:r w:rsidR="00F074B4" w:rsidRPr="00F074B4">
          <w:rPr>
            <w:i w:val="0"/>
            <w:webHidden/>
          </w:rPr>
          <w:fldChar w:fldCharType="end"/>
        </w:r>
      </w:hyperlink>
    </w:p>
    <w:p w14:paraId="3725CEAC" w14:textId="77777777" w:rsidR="00F074B4" w:rsidRPr="005F4E5A" w:rsidRDefault="00B43EAD">
      <w:pPr>
        <w:pStyle w:val="TOC3"/>
        <w:rPr>
          <w:bCs w:val="0"/>
          <w:i w:val="0"/>
          <w:iCs w:val="0"/>
        </w:rPr>
      </w:pPr>
      <w:hyperlink w:anchor="_Toc510513421" w:history="1">
        <w:r w:rsidR="00F074B4" w:rsidRPr="00F074B4">
          <w:rPr>
            <w:rStyle w:val="Hyperlink"/>
            <w:i w:val="0"/>
          </w:rPr>
          <w:t>3.20.2</w:t>
        </w:r>
        <w:r w:rsidR="00F074B4" w:rsidRPr="005F4E5A">
          <w:rPr>
            <w:bCs w:val="0"/>
            <w:i w:val="0"/>
            <w:iCs w:val="0"/>
          </w:rPr>
          <w:tab/>
        </w:r>
        <w:r w:rsidR="00F074B4" w:rsidRPr="00F074B4">
          <w:rPr>
            <w:rStyle w:val="Hyperlink"/>
            <w:i w:val="0"/>
          </w:rPr>
          <w:t>Topology and Model Verification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_Toc510513421 \h </w:instrText>
        </w:r>
        <w:r w:rsidR="00F074B4" w:rsidRPr="00F074B4">
          <w:rPr>
            <w:i w:val="0"/>
            <w:webHidden/>
          </w:rPr>
        </w:r>
        <w:r w:rsidR="00F074B4" w:rsidRPr="00F074B4">
          <w:rPr>
            <w:i w:val="0"/>
            <w:webHidden/>
          </w:rPr>
          <w:fldChar w:fldCharType="separate"/>
        </w:r>
        <w:r>
          <w:rPr>
            <w:i w:val="0"/>
            <w:webHidden/>
          </w:rPr>
          <w:t>3-170</w:t>
        </w:r>
        <w:r w:rsidR="00F074B4" w:rsidRPr="00F074B4">
          <w:rPr>
            <w:i w:val="0"/>
            <w:webHidden/>
          </w:rPr>
          <w:fldChar w:fldCharType="end"/>
        </w:r>
      </w:hyperlink>
    </w:p>
    <w:p w14:paraId="40766CBC" w14:textId="77777777" w:rsidR="00F074B4" w:rsidRPr="005F4E5A" w:rsidRDefault="00B43EAD">
      <w:pPr>
        <w:pStyle w:val="TOC2"/>
        <w:rPr>
          <w:noProof/>
        </w:rPr>
      </w:pPr>
      <w:hyperlink w:anchor="_Toc510513422" w:history="1">
        <w:r w:rsidR="00F074B4" w:rsidRPr="00F074B4">
          <w:rPr>
            <w:rStyle w:val="Hyperlink"/>
            <w:noProof/>
          </w:rPr>
          <w:t>3.21</w:t>
        </w:r>
        <w:r w:rsidR="00F074B4" w:rsidRPr="005F4E5A">
          <w:rPr>
            <w:noProof/>
          </w:rPr>
          <w:tab/>
        </w:r>
        <w:r w:rsidR="00F074B4" w:rsidRPr="00F074B4">
          <w:rPr>
            <w:rStyle w:val="Hyperlink"/>
            <w:noProof/>
          </w:rPr>
          <w:t>Submission of Emergency Operations Plans, Weatherization Plans, and Declarations of Summer and Winter Weather Preparedness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_Toc510513422 \h </w:instrText>
        </w:r>
        <w:r w:rsidR="00F074B4" w:rsidRPr="00F074B4">
          <w:rPr>
            <w:noProof/>
            <w:webHidden/>
          </w:rPr>
        </w:r>
        <w:r w:rsidR="00F074B4" w:rsidRPr="00F074B4">
          <w:rPr>
            <w:noProof/>
            <w:webHidden/>
          </w:rPr>
          <w:fldChar w:fldCharType="separate"/>
        </w:r>
        <w:r>
          <w:rPr>
            <w:noProof/>
            <w:webHidden/>
          </w:rPr>
          <w:t>3-171</w:t>
        </w:r>
        <w:r w:rsidR="00F074B4" w:rsidRPr="00F074B4">
          <w:rPr>
            <w:noProof/>
            <w:webHidden/>
          </w:rPr>
          <w:fldChar w:fldCharType="end"/>
        </w:r>
      </w:hyperlink>
    </w:p>
    <w:p w14:paraId="1A363061" w14:textId="77777777" w:rsidR="00F074B4" w:rsidRPr="005F4E5A" w:rsidRDefault="00B43EAD">
      <w:pPr>
        <w:pStyle w:val="TOC2"/>
        <w:rPr>
          <w:noProof/>
        </w:rPr>
      </w:pPr>
      <w:hyperlink w:anchor="_Toc510513423" w:history="1">
        <w:r w:rsidR="00F074B4" w:rsidRPr="00F074B4">
          <w:rPr>
            <w:rStyle w:val="Hyperlink"/>
            <w:noProof/>
          </w:rPr>
          <w:t>3.22</w:t>
        </w:r>
        <w:r w:rsidR="00F074B4" w:rsidRPr="005F4E5A">
          <w:rPr>
            <w:noProof/>
          </w:rPr>
          <w:tab/>
        </w:r>
        <w:r w:rsidR="00F074B4" w:rsidRPr="00F074B4">
          <w:rPr>
            <w:rStyle w:val="Hyperlink"/>
            <w:noProof/>
          </w:rPr>
          <w:t>Subsynchronous Resonance</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_Toc510513423 \h </w:instrText>
        </w:r>
        <w:r w:rsidR="00F074B4" w:rsidRPr="00F074B4">
          <w:rPr>
            <w:noProof/>
            <w:webHidden/>
          </w:rPr>
        </w:r>
        <w:r w:rsidR="00F074B4" w:rsidRPr="00F074B4">
          <w:rPr>
            <w:noProof/>
            <w:webHidden/>
          </w:rPr>
          <w:fldChar w:fldCharType="separate"/>
        </w:r>
        <w:r>
          <w:rPr>
            <w:noProof/>
            <w:webHidden/>
          </w:rPr>
          <w:t>3-172</w:t>
        </w:r>
        <w:r w:rsidR="00F074B4" w:rsidRPr="00F074B4">
          <w:rPr>
            <w:noProof/>
            <w:webHidden/>
          </w:rPr>
          <w:fldChar w:fldCharType="end"/>
        </w:r>
      </w:hyperlink>
    </w:p>
    <w:p w14:paraId="2BEAC90A" w14:textId="77777777" w:rsidR="00F074B4" w:rsidRPr="005F4E5A" w:rsidRDefault="00B43EAD">
      <w:pPr>
        <w:pStyle w:val="TOC3"/>
        <w:rPr>
          <w:bCs w:val="0"/>
          <w:i w:val="0"/>
          <w:iCs w:val="0"/>
        </w:rPr>
      </w:pPr>
      <w:hyperlink w:anchor="_Toc510513424" w:history="1">
        <w:r w:rsidR="00F074B4" w:rsidRPr="00F074B4">
          <w:rPr>
            <w:rStyle w:val="Hyperlink"/>
            <w:i w:val="0"/>
          </w:rPr>
          <w:t>3.22.1</w:t>
        </w:r>
        <w:r w:rsidR="00F074B4" w:rsidRPr="005F4E5A">
          <w:rPr>
            <w:bCs w:val="0"/>
            <w:i w:val="0"/>
            <w:iCs w:val="0"/>
          </w:rPr>
          <w:tab/>
        </w:r>
        <w:r w:rsidR="00F074B4" w:rsidRPr="00F074B4">
          <w:rPr>
            <w:rStyle w:val="Hyperlink"/>
            <w:i w:val="0"/>
          </w:rPr>
          <w:t>Subsynchronous Resonance Vulnerability Assessment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_Toc510513424 \h </w:instrText>
        </w:r>
        <w:r w:rsidR="00F074B4" w:rsidRPr="00F074B4">
          <w:rPr>
            <w:i w:val="0"/>
            <w:webHidden/>
          </w:rPr>
        </w:r>
        <w:r w:rsidR="00F074B4" w:rsidRPr="00F074B4">
          <w:rPr>
            <w:i w:val="0"/>
            <w:webHidden/>
          </w:rPr>
          <w:fldChar w:fldCharType="separate"/>
        </w:r>
        <w:r>
          <w:rPr>
            <w:i w:val="0"/>
            <w:webHidden/>
          </w:rPr>
          <w:t>3-172</w:t>
        </w:r>
        <w:r w:rsidR="00F074B4" w:rsidRPr="00F074B4">
          <w:rPr>
            <w:i w:val="0"/>
            <w:webHidden/>
          </w:rPr>
          <w:fldChar w:fldCharType="end"/>
        </w:r>
      </w:hyperlink>
    </w:p>
    <w:p w14:paraId="692F4944" w14:textId="77777777" w:rsidR="00F074B4" w:rsidRPr="005F4E5A" w:rsidRDefault="00B43EAD">
      <w:pPr>
        <w:pStyle w:val="TOC4"/>
        <w:rPr>
          <w:bCs w:val="0"/>
          <w:snapToGrid/>
          <w:sz w:val="20"/>
          <w:szCs w:val="20"/>
        </w:rPr>
      </w:pPr>
      <w:hyperlink w:anchor="_Toc510513425" w:history="1">
        <w:r w:rsidR="00F074B4" w:rsidRPr="00F074B4">
          <w:rPr>
            <w:rStyle w:val="Hyperlink"/>
            <w:iCs/>
            <w:sz w:val="20"/>
            <w:szCs w:val="20"/>
          </w:rPr>
          <w:t xml:space="preserve">3.22.1.1 </w:t>
        </w:r>
        <w:r w:rsidR="00F074B4" w:rsidRPr="005F4E5A">
          <w:rPr>
            <w:bCs w:val="0"/>
            <w:snapToGrid/>
            <w:sz w:val="20"/>
            <w:szCs w:val="20"/>
          </w:rPr>
          <w:tab/>
        </w:r>
        <w:r w:rsidR="00F074B4" w:rsidRPr="00F074B4">
          <w:rPr>
            <w:rStyle w:val="Hyperlink"/>
            <w:iCs/>
            <w:sz w:val="20"/>
            <w:szCs w:val="20"/>
          </w:rPr>
          <w:t>Existing Generation Resource Assessment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_Toc510513425 \h </w:instrText>
        </w:r>
        <w:r w:rsidR="00F074B4" w:rsidRPr="00F074B4">
          <w:rPr>
            <w:webHidden/>
            <w:sz w:val="20"/>
            <w:szCs w:val="20"/>
          </w:rPr>
        </w:r>
        <w:r w:rsidR="00F074B4" w:rsidRPr="00F074B4">
          <w:rPr>
            <w:webHidden/>
            <w:sz w:val="20"/>
            <w:szCs w:val="20"/>
          </w:rPr>
          <w:fldChar w:fldCharType="separate"/>
        </w:r>
        <w:r>
          <w:rPr>
            <w:webHidden/>
            <w:sz w:val="20"/>
            <w:szCs w:val="20"/>
          </w:rPr>
          <w:t>3-173</w:t>
        </w:r>
        <w:r w:rsidR="00F074B4" w:rsidRPr="00F074B4">
          <w:rPr>
            <w:webHidden/>
            <w:sz w:val="20"/>
            <w:szCs w:val="20"/>
          </w:rPr>
          <w:fldChar w:fldCharType="end"/>
        </w:r>
      </w:hyperlink>
    </w:p>
    <w:p w14:paraId="561A9E3A" w14:textId="77777777" w:rsidR="00F074B4" w:rsidRPr="005F4E5A" w:rsidRDefault="00B43EAD">
      <w:pPr>
        <w:pStyle w:val="TOC4"/>
        <w:rPr>
          <w:bCs w:val="0"/>
          <w:snapToGrid/>
          <w:sz w:val="20"/>
          <w:szCs w:val="20"/>
        </w:rPr>
      </w:pPr>
      <w:hyperlink w:anchor="_Toc510513426" w:history="1">
        <w:r w:rsidR="00F074B4" w:rsidRPr="00F074B4">
          <w:rPr>
            <w:rStyle w:val="Hyperlink"/>
            <w:iCs/>
            <w:sz w:val="20"/>
            <w:szCs w:val="20"/>
          </w:rPr>
          <w:t xml:space="preserve">3.22.1.2 </w:t>
        </w:r>
        <w:r w:rsidR="00F074B4" w:rsidRPr="005F4E5A">
          <w:rPr>
            <w:bCs w:val="0"/>
            <w:snapToGrid/>
            <w:sz w:val="20"/>
            <w:szCs w:val="20"/>
          </w:rPr>
          <w:tab/>
        </w:r>
        <w:r w:rsidR="00F074B4" w:rsidRPr="00F074B4">
          <w:rPr>
            <w:rStyle w:val="Hyperlink"/>
            <w:iCs/>
            <w:sz w:val="20"/>
            <w:szCs w:val="20"/>
          </w:rPr>
          <w:t>Generation Resource Interconnection Assessment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_Toc510513426 \h </w:instrText>
        </w:r>
        <w:r w:rsidR="00F074B4" w:rsidRPr="00F074B4">
          <w:rPr>
            <w:webHidden/>
            <w:sz w:val="20"/>
            <w:szCs w:val="20"/>
          </w:rPr>
        </w:r>
        <w:r w:rsidR="00F074B4" w:rsidRPr="00F074B4">
          <w:rPr>
            <w:webHidden/>
            <w:sz w:val="20"/>
            <w:szCs w:val="20"/>
          </w:rPr>
          <w:fldChar w:fldCharType="separate"/>
        </w:r>
        <w:r>
          <w:rPr>
            <w:webHidden/>
            <w:sz w:val="20"/>
            <w:szCs w:val="20"/>
          </w:rPr>
          <w:t>3-173</w:t>
        </w:r>
        <w:r w:rsidR="00F074B4" w:rsidRPr="00F074B4">
          <w:rPr>
            <w:webHidden/>
            <w:sz w:val="20"/>
            <w:szCs w:val="20"/>
          </w:rPr>
          <w:fldChar w:fldCharType="end"/>
        </w:r>
      </w:hyperlink>
    </w:p>
    <w:p w14:paraId="5634FFD2" w14:textId="77777777" w:rsidR="00F074B4" w:rsidRPr="005F4E5A" w:rsidRDefault="00B43EAD">
      <w:pPr>
        <w:pStyle w:val="TOC4"/>
        <w:rPr>
          <w:bCs w:val="0"/>
          <w:snapToGrid/>
          <w:sz w:val="20"/>
          <w:szCs w:val="20"/>
        </w:rPr>
      </w:pPr>
      <w:hyperlink w:anchor="_Toc510513427" w:history="1">
        <w:r w:rsidR="00F074B4" w:rsidRPr="00F074B4">
          <w:rPr>
            <w:rStyle w:val="Hyperlink"/>
            <w:iCs/>
            <w:sz w:val="20"/>
            <w:szCs w:val="20"/>
          </w:rPr>
          <w:t xml:space="preserve">3.22.1.3 </w:t>
        </w:r>
        <w:r w:rsidR="00F074B4" w:rsidRPr="005F4E5A">
          <w:rPr>
            <w:bCs w:val="0"/>
            <w:snapToGrid/>
            <w:sz w:val="20"/>
            <w:szCs w:val="20"/>
          </w:rPr>
          <w:tab/>
        </w:r>
        <w:r w:rsidR="00F074B4" w:rsidRPr="00F074B4">
          <w:rPr>
            <w:rStyle w:val="Hyperlink"/>
            <w:iCs/>
            <w:sz w:val="20"/>
            <w:szCs w:val="20"/>
          </w:rPr>
          <w:t>Transmission Project Assessment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_Toc510513427 \h </w:instrText>
        </w:r>
        <w:r w:rsidR="00F074B4" w:rsidRPr="00F074B4">
          <w:rPr>
            <w:webHidden/>
            <w:sz w:val="20"/>
            <w:szCs w:val="20"/>
          </w:rPr>
        </w:r>
        <w:r w:rsidR="00F074B4" w:rsidRPr="00F074B4">
          <w:rPr>
            <w:webHidden/>
            <w:sz w:val="20"/>
            <w:szCs w:val="20"/>
          </w:rPr>
          <w:fldChar w:fldCharType="separate"/>
        </w:r>
        <w:r>
          <w:rPr>
            <w:webHidden/>
            <w:sz w:val="20"/>
            <w:szCs w:val="20"/>
          </w:rPr>
          <w:t>3-174</w:t>
        </w:r>
        <w:r w:rsidR="00F074B4" w:rsidRPr="00F074B4">
          <w:rPr>
            <w:webHidden/>
            <w:sz w:val="20"/>
            <w:szCs w:val="20"/>
          </w:rPr>
          <w:fldChar w:fldCharType="end"/>
        </w:r>
      </w:hyperlink>
    </w:p>
    <w:p w14:paraId="4A46F295" w14:textId="77777777" w:rsidR="00F074B4" w:rsidRPr="005F4E5A" w:rsidRDefault="00B43EAD">
      <w:pPr>
        <w:pStyle w:val="TOC4"/>
        <w:rPr>
          <w:bCs w:val="0"/>
          <w:snapToGrid/>
          <w:sz w:val="20"/>
          <w:szCs w:val="20"/>
        </w:rPr>
      </w:pPr>
      <w:hyperlink w:anchor="_Toc510513428" w:history="1">
        <w:r w:rsidR="00F074B4" w:rsidRPr="00F074B4">
          <w:rPr>
            <w:rStyle w:val="Hyperlink"/>
            <w:iCs/>
            <w:sz w:val="20"/>
            <w:szCs w:val="20"/>
          </w:rPr>
          <w:t xml:space="preserve">3.22.1.4 </w:t>
        </w:r>
        <w:r w:rsidR="00F074B4" w:rsidRPr="005F4E5A">
          <w:rPr>
            <w:bCs w:val="0"/>
            <w:snapToGrid/>
            <w:sz w:val="20"/>
            <w:szCs w:val="20"/>
          </w:rPr>
          <w:tab/>
        </w:r>
        <w:r w:rsidR="00F074B4" w:rsidRPr="00F074B4">
          <w:rPr>
            <w:rStyle w:val="Hyperlink"/>
            <w:iCs/>
            <w:sz w:val="20"/>
            <w:szCs w:val="20"/>
          </w:rPr>
          <w:t>Annual SSR Review</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_Toc510513428 \h </w:instrText>
        </w:r>
        <w:r w:rsidR="00F074B4" w:rsidRPr="00F074B4">
          <w:rPr>
            <w:webHidden/>
            <w:sz w:val="20"/>
            <w:szCs w:val="20"/>
          </w:rPr>
        </w:r>
        <w:r w:rsidR="00F074B4" w:rsidRPr="00F074B4">
          <w:rPr>
            <w:webHidden/>
            <w:sz w:val="20"/>
            <w:szCs w:val="20"/>
          </w:rPr>
          <w:fldChar w:fldCharType="separate"/>
        </w:r>
        <w:r>
          <w:rPr>
            <w:webHidden/>
            <w:sz w:val="20"/>
            <w:szCs w:val="20"/>
          </w:rPr>
          <w:t>3-175</w:t>
        </w:r>
        <w:r w:rsidR="00F074B4" w:rsidRPr="00F074B4">
          <w:rPr>
            <w:webHidden/>
            <w:sz w:val="20"/>
            <w:szCs w:val="20"/>
          </w:rPr>
          <w:fldChar w:fldCharType="end"/>
        </w:r>
      </w:hyperlink>
    </w:p>
    <w:p w14:paraId="1ED5090F" w14:textId="77777777" w:rsidR="00F074B4" w:rsidRPr="005F4E5A" w:rsidRDefault="00B43EAD">
      <w:pPr>
        <w:pStyle w:val="TOC3"/>
        <w:rPr>
          <w:bCs w:val="0"/>
          <w:i w:val="0"/>
          <w:iCs w:val="0"/>
        </w:rPr>
      </w:pPr>
      <w:hyperlink w:anchor="_Toc510513429" w:history="1">
        <w:r w:rsidR="00F074B4" w:rsidRPr="00F074B4">
          <w:rPr>
            <w:rStyle w:val="Hyperlink"/>
            <w:i w:val="0"/>
          </w:rPr>
          <w:t>3.22.2</w:t>
        </w:r>
        <w:r w:rsidR="00F074B4" w:rsidRPr="005F4E5A">
          <w:rPr>
            <w:bCs w:val="0"/>
            <w:i w:val="0"/>
            <w:iCs w:val="0"/>
          </w:rPr>
          <w:tab/>
        </w:r>
        <w:r w:rsidR="00F074B4" w:rsidRPr="00F074B4">
          <w:rPr>
            <w:rStyle w:val="Hyperlink"/>
            <w:i w:val="0"/>
          </w:rPr>
          <w:t>Subsynchronous Resonance Vulnerability Assessment Criteria</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_Toc510513429 \h </w:instrText>
        </w:r>
        <w:r w:rsidR="00F074B4" w:rsidRPr="00F074B4">
          <w:rPr>
            <w:i w:val="0"/>
            <w:webHidden/>
          </w:rPr>
        </w:r>
        <w:r w:rsidR="00F074B4" w:rsidRPr="00F074B4">
          <w:rPr>
            <w:i w:val="0"/>
            <w:webHidden/>
          </w:rPr>
          <w:fldChar w:fldCharType="separate"/>
        </w:r>
        <w:r>
          <w:rPr>
            <w:i w:val="0"/>
            <w:webHidden/>
          </w:rPr>
          <w:t>3-177</w:t>
        </w:r>
        <w:r w:rsidR="00F074B4" w:rsidRPr="00F074B4">
          <w:rPr>
            <w:i w:val="0"/>
            <w:webHidden/>
          </w:rPr>
          <w:fldChar w:fldCharType="end"/>
        </w:r>
      </w:hyperlink>
    </w:p>
    <w:p w14:paraId="6DC95080" w14:textId="77777777" w:rsidR="00F074B4" w:rsidRPr="005F4E5A" w:rsidRDefault="00B43EAD">
      <w:pPr>
        <w:pStyle w:val="TOC3"/>
        <w:rPr>
          <w:rFonts w:ascii="Calibri" w:hAnsi="Calibri"/>
          <w:bCs w:val="0"/>
          <w:i w:val="0"/>
          <w:iCs w:val="0"/>
          <w:sz w:val="22"/>
          <w:szCs w:val="22"/>
        </w:rPr>
      </w:pPr>
      <w:hyperlink w:anchor="_Toc510513430" w:history="1">
        <w:r w:rsidR="00F074B4" w:rsidRPr="00F074B4">
          <w:rPr>
            <w:rStyle w:val="Hyperlink"/>
            <w:i w:val="0"/>
          </w:rPr>
          <w:t xml:space="preserve">3.22.3 </w:t>
        </w:r>
        <w:r w:rsidR="00F074B4" w:rsidRPr="005F4E5A">
          <w:rPr>
            <w:bCs w:val="0"/>
            <w:i w:val="0"/>
            <w:iCs w:val="0"/>
          </w:rPr>
          <w:tab/>
        </w:r>
        <w:r w:rsidR="00F074B4" w:rsidRPr="00F074B4">
          <w:rPr>
            <w:rStyle w:val="Hyperlink"/>
            <w:i w:val="0"/>
          </w:rPr>
          <w:t>Subsynchronous Resonance Monitoring</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_Toc510513430 \h </w:instrText>
        </w:r>
        <w:r w:rsidR="00F074B4" w:rsidRPr="00F074B4">
          <w:rPr>
            <w:i w:val="0"/>
            <w:webHidden/>
          </w:rPr>
        </w:r>
        <w:r w:rsidR="00F074B4" w:rsidRPr="00F074B4">
          <w:rPr>
            <w:i w:val="0"/>
            <w:webHidden/>
          </w:rPr>
          <w:fldChar w:fldCharType="separate"/>
        </w:r>
        <w:r>
          <w:rPr>
            <w:i w:val="0"/>
            <w:webHidden/>
          </w:rPr>
          <w:t>3-178</w:t>
        </w:r>
        <w:r w:rsidR="00F074B4" w:rsidRPr="00F074B4">
          <w:rPr>
            <w:i w:val="0"/>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510513220"/>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510513221"/>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510513222"/>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p w14:paraId="6E7D07A7" w14:textId="77777777" w:rsidR="00CB13B2" w:rsidRDefault="002D238A">
      <w:pPr>
        <w:pStyle w:val="List"/>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lastRenderedPageBreak/>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p w14:paraId="2E7C05F3" w14:textId="77777777" w:rsidR="00CB13B2" w:rsidRDefault="002D238A">
      <w:pPr>
        <w:pStyle w:val="List2"/>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510513223"/>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p w14:paraId="3E285527" w14:textId="77777777" w:rsidR="00CB13B2" w:rsidRDefault="002D238A" w:rsidP="00DC1F2B">
      <w:pPr>
        <w:pStyle w:val="H3"/>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bookmarkStart w:id="55" w:name="_Toc510513224"/>
      <w:r>
        <w:lastRenderedPageBreak/>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510513225"/>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p w14:paraId="2DDE67CB" w14:textId="77777777" w:rsidR="00CB13B2" w:rsidRPr="00AE0E6D" w:rsidRDefault="002D238A" w:rsidP="00DC1F2B">
      <w:pPr>
        <w:pStyle w:val="H4"/>
        <w:rPr>
          <w:b/>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bookmarkStart w:id="77" w:name="_Toc510513226"/>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510513227"/>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510513228"/>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p w14:paraId="38439E67" w14:textId="77777777" w:rsidR="00CB13B2" w:rsidRDefault="002D238A" w:rsidP="00DC1F2B">
      <w:pPr>
        <w:pStyle w:val="BodyTextNumbered"/>
      </w:pPr>
      <w:r>
        <w:t>(2)</w:t>
      </w:r>
      <w:r>
        <w:tab/>
        <w:t xml:space="preserve">The Single Point of Contact must be either a person or a position available seven days per week and 24 hours per day for each Resource Entity and TSP.  The Resource Entity shall </w:t>
      </w:r>
      <w:r>
        <w:lastRenderedPageBreak/>
        <w:t xml:space="preserve">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p w14:paraId="15209FD3" w14:textId="77777777" w:rsidR="00CB13B2" w:rsidRPr="00AE0E6D" w:rsidRDefault="002D238A">
      <w:pPr>
        <w:pStyle w:val="H4"/>
        <w:rPr>
          <w:b/>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bookmarkStart w:id="110" w:name="_Toc510513229"/>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p w14:paraId="5D76AC37" w14:textId="77777777" w:rsidR="00CB13B2" w:rsidRPr="00AE0E6D" w:rsidRDefault="002D238A">
      <w:pPr>
        <w:pStyle w:val="H4"/>
        <w:rPr>
          <w:b/>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bookmarkStart w:id="121" w:name="_Toc510513230"/>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p w14:paraId="6A59A391" w14:textId="77777777" w:rsidR="00CB13B2" w:rsidRDefault="002D238A">
      <w:pPr>
        <w:pStyle w:val="BodyTextNumbered"/>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510513231"/>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p w14:paraId="7816C5A8" w14:textId="77777777" w:rsidR="00CB13B2" w:rsidRDefault="002D238A">
      <w:pPr>
        <w:pStyle w:val="List"/>
      </w:pPr>
      <w:r>
        <w:lastRenderedPageBreak/>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p w14:paraId="6445C55B" w14:textId="77777777" w:rsidR="00CB13B2" w:rsidRDefault="002D238A">
      <w:pPr>
        <w:pStyle w:val="BodyTextNumbered"/>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p w14:paraId="1AF33C48" w14:textId="77777777" w:rsidR="00CB13B2" w:rsidRPr="00AE0E6D" w:rsidRDefault="002D238A">
      <w:pPr>
        <w:pStyle w:val="H4"/>
        <w:rPr>
          <w:b/>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bookmarkStart w:id="143" w:name="_Toc510513232"/>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lastRenderedPageBreak/>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510513233"/>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p w14:paraId="104E53E9" w14:textId="77777777" w:rsidR="00CB13B2" w:rsidRPr="00AE0E6D" w:rsidRDefault="002D238A">
      <w:pPr>
        <w:pStyle w:val="H4"/>
        <w:rPr>
          <w:b/>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bookmarkStart w:id="165" w:name="_Toc510513234"/>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510513235"/>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510513236"/>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w:t>
      </w:r>
      <w:r w:rsidR="0035394A" w:rsidRPr="009E7F05">
        <w:lastRenderedPageBreak/>
        <w:t xml:space="preserve">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p w14:paraId="73213C5B" w14:textId="77777777" w:rsidR="00FB0D08" w:rsidRDefault="002D238A" w:rsidP="00DC1F2B">
      <w:pPr>
        <w:pStyle w:val="BodyTextNumbered"/>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p w14:paraId="5D157687" w14:textId="77777777" w:rsidR="00FB0D08" w:rsidRDefault="00345FDE" w:rsidP="00DC1F2B">
      <w:pPr>
        <w:pStyle w:val="BodyTextNumbered"/>
        <w:rPr>
          <w:highlight w:val="magenta"/>
        </w:rPr>
      </w:pPr>
      <w:r>
        <w:t>(3)</w:t>
      </w:r>
      <w:r>
        <w:tab/>
        <w:t>Private Use Network Outage requests submitted pursuant to this Section shall not be publicly posted.</w:t>
      </w:r>
    </w:p>
    <w:p w14:paraId="1B710278" w14:textId="77777777" w:rsidR="00CB13B2" w:rsidRPr="00AE0E6D" w:rsidRDefault="002D238A">
      <w:pPr>
        <w:pStyle w:val="H4"/>
        <w:rPr>
          <w:b/>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bookmarkStart w:id="198" w:name="_Toc510513237"/>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p w14:paraId="7EA82393" w14:textId="77777777" w:rsidR="00CB13B2" w:rsidRPr="00AE0E6D" w:rsidRDefault="002D238A" w:rsidP="00DC1F2B">
      <w:pPr>
        <w:pStyle w:val="H4"/>
        <w:rPr>
          <w:b/>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bookmarkStart w:id="209" w:name="_Toc510513238"/>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0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lastRenderedPageBreak/>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p w14:paraId="0F2D7DBA" w14:textId="77777777" w:rsidR="00CB13B2" w:rsidRPr="00AE0E6D" w:rsidRDefault="002D238A">
      <w:pPr>
        <w:pStyle w:val="H4"/>
        <w:rPr>
          <w:b/>
        </w:rPr>
      </w:pPr>
      <w:bookmarkStart w:id="210" w:name="_Toc204048481"/>
      <w:bookmarkStart w:id="211" w:name="_Toc400526066"/>
      <w:bookmarkStart w:id="212" w:name="_Toc405534384"/>
      <w:bookmarkStart w:id="213" w:name="_Toc406570397"/>
      <w:bookmarkStart w:id="214" w:name="_Toc410910549"/>
      <w:bookmarkStart w:id="215" w:name="_Toc411840977"/>
      <w:bookmarkStart w:id="216" w:name="_Toc422146939"/>
      <w:bookmarkStart w:id="217" w:name="_Toc433020535"/>
      <w:bookmarkStart w:id="218" w:name="_Toc437261976"/>
      <w:bookmarkStart w:id="219" w:name="_Toc478375145"/>
      <w:bookmarkStart w:id="220" w:name="_Toc510513239"/>
      <w:r w:rsidRPr="00AE0E6D">
        <w:rPr>
          <w:b/>
        </w:rPr>
        <w:t>3.1.5.4</w:t>
      </w:r>
      <w:r w:rsidRPr="00AE0E6D">
        <w:rPr>
          <w:b/>
        </w:rPr>
        <w:tab/>
        <w:t>Delay</w:t>
      </w:r>
      <w:bookmarkEnd w:id="210"/>
      <w:bookmarkEnd w:id="211"/>
      <w:bookmarkEnd w:id="212"/>
      <w:bookmarkEnd w:id="213"/>
      <w:bookmarkEnd w:id="214"/>
      <w:bookmarkEnd w:id="215"/>
      <w:bookmarkEnd w:id="216"/>
      <w:bookmarkEnd w:id="217"/>
      <w:bookmarkEnd w:id="218"/>
      <w:bookmarkEnd w:id="219"/>
      <w:bookmarkEnd w:id="220"/>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p w14:paraId="44756950" w14:textId="77777777" w:rsidR="00CB13B2" w:rsidRPr="00AE0E6D" w:rsidRDefault="002D238A">
      <w:pPr>
        <w:pStyle w:val="H4"/>
        <w:rPr>
          <w:b/>
        </w:rPr>
      </w:pPr>
      <w:bookmarkStart w:id="221" w:name="_Toc204048482"/>
      <w:bookmarkStart w:id="222" w:name="_Toc400526067"/>
      <w:bookmarkStart w:id="223" w:name="_Toc405534385"/>
      <w:bookmarkStart w:id="224" w:name="_Toc406570398"/>
      <w:bookmarkStart w:id="225" w:name="_Toc410910550"/>
      <w:bookmarkStart w:id="226" w:name="_Toc411840978"/>
      <w:bookmarkStart w:id="227" w:name="_Toc422146940"/>
      <w:bookmarkStart w:id="228" w:name="_Toc433020536"/>
      <w:bookmarkStart w:id="229" w:name="_Toc437261977"/>
      <w:bookmarkStart w:id="230" w:name="_Toc478375146"/>
      <w:bookmarkStart w:id="231" w:name="_Toc510513240"/>
      <w:r w:rsidRPr="00AE0E6D">
        <w:rPr>
          <w:b/>
        </w:rPr>
        <w:t>3.1.5.5</w:t>
      </w:r>
      <w:r w:rsidRPr="00AE0E6D">
        <w:rPr>
          <w:b/>
        </w:rPr>
        <w:tab/>
        <w:t>Opportunity Outage of Transmission Facilities</w:t>
      </w:r>
      <w:bookmarkEnd w:id="221"/>
      <w:bookmarkEnd w:id="222"/>
      <w:bookmarkEnd w:id="223"/>
      <w:bookmarkEnd w:id="224"/>
      <w:bookmarkEnd w:id="225"/>
      <w:bookmarkEnd w:id="226"/>
      <w:bookmarkEnd w:id="227"/>
      <w:bookmarkEnd w:id="228"/>
      <w:bookmarkEnd w:id="229"/>
      <w:bookmarkEnd w:id="230"/>
      <w:bookmarkEnd w:id="231"/>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32" w:name="_Toc204048483"/>
      <w:bookmarkStart w:id="233" w:name="_Toc400526068"/>
      <w:bookmarkStart w:id="234" w:name="_Toc405534386"/>
      <w:bookmarkStart w:id="235" w:name="_Toc406570399"/>
      <w:bookmarkStart w:id="236" w:name="_Toc410910551"/>
      <w:bookmarkStart w:id="237" w:name="_Toc411840979"/>
      <w:bookmarkStart w:id="238" w:name="_Toc422146941"/>
      <w:bookmarkStart w:id="239" w:name="_Toc433020537"/>
      <w:bookmarkStart w:id="240" w:name="_Toc437261978"/>
      <w:bookmarkStart w:id="241" w:name="_Toc478375147"/>
      <w:bookmarkStart w:id="242" w:name="_Toc510513241"/>
      <w:r w:rsidRPr="00AE0E6D">
        <w:rPr>
          <w:b/>
        </w:rPr>
        <w:t>3.1.5.6</w:t>
      </w:r>
      <w:r w:rsidRPr="00AE0E6D">
        <w:rPr>
          <w:b/>
        </w:rPr>
        <w:tab/>
        <w:t>Rejection Notice</w:t>
      </w:r>
      <w:bookmarkEnd w:id="232"/>
      <w:bookmarkEnd w:id="233"/>
      <w:bookmarkEnd w:id="234"/>
      <w:bookmarkEnd w:id="235"/>
      <w:bookmarkEnd w:id="236"/>
      <w:bookmarkEnd w:id="237"/>
      <w:bookmarkEnd w:id="238"/>
      <w:bookmarkEnd w:id="239"/>
      <w:bookmarkEnd w:id="240"/>
      <w:bookmarkEnd w:id="241"/>
      <w:bookmarkEnd w:id="242"/>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p w14:paraId="700A82D2" w14:textId="77777777" w:rsidR="00CB13B2" w:rsidRDefault="002D238A">
      <w:pPr>
        <w:pStyle w:val="BodyTextNumbered"/>
        <w:keepNext/>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p w14:paraId="14CEE012" w14:textId="77777777" w:rsidR="00CB13B2" w:rsidRPr="00AE0E6D" w:rsidRDefault="002D238A">
      <w:pPr>
        <w:pStyle w:val="H4"/>
        <w:rPr>
          <w:b/>
        </w:rPr>
      </w:pPr>
      <w:bookmarkStart w:id="243" w:name="_Toc204048484"/>
      <w:bookmarkStart w:id="244" w:name="_Toc400526069"/>
      <w:bookmarkStart w:id="245" w:name="_Toc405534387"/>
      <w:bookmarkStart w:id="246" w:name="_Toc406570400"/>
      <w:bookmarkStart w:id="247" w:name="_Toc410910552"/>
      <w:bookmarkStart w:id="248" w:name="_Toc411840980"/>
      <w:bookmarkStart w:id="249" w:name="_Toc422146942"/>
      <w:bookmarkStart w:id="250" w:name="_Toc433020538"/>
      <w:bookmarkStart w:id="251" w:name="_Toc437261979"/>
      <w:bookmarkStart w:id="252" w:name="_Toc478375148"/>
      <w:bookmarkStart w:id="253" w:name="_Toc510513242"/>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43"/>
      <w:bookmarkEnd w:id="244"/>
      <w:bookmarkEnd w:id="245"/>
      <w:bookmarkEnd w:id="246"/>
      <w:bookmarkEnd w:id="247"/>
      <w:bookmarkEnd w:id="248"/>
      <w:bookmarkEnd w:id="249"/>
      <w:bookmarkEnd w:id="250"/>
      <w:bookmarkEnd w:id="251"/>
      <w:bookmarkEnd w:id="252"/>
      <w:bookmarkEnd w:id="253"/>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p w14:paraId="6A581BF8" w14:textId="77777777" w:rsidR="00CB13B2" w:rsidRDefault="002D238A">
      <w:pPr>
        <w:pStyle w:val="BodyTextNumbered"/>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p w14:paraId="5135E06B" w14:textId="77777777" w:rsidR="002E1653" w:rsidRDefault="002E1653">
      <w:pPr>
        <w:pStyle w:val="BodyTextNumbered"/>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p w14:paraId="1AEF5538" w14:textId="77777777" w:rsidR="00CB13B2" w:rsidRPr="00AE0E6D" w:rsidRDefault="002D238A" w:rsidP="00DC1F2B">
      <w:pPr>
        <w:pStyle w:val="H4"/>
        <w:rPr>
          <w:b/>
        </w:rPr>
      </w:pPr>
      <w:bookmarkStart w:id="254" w:name="_Toc204048485"/>
      <w:bookmarkStart w:id="255" w:name="_Toc400526070"/>
      <w:bookmarkStart w:id="256" w:name="_Toc405534388"/>
      <w:bookmarkStart w:id="257" w:name="_Toc406570401"/>
      <w:bookmarkStart w:id="258" w:name="_Toc410910553"/>
      <w:bookmarkStart w:id="259" w:name="_Toc411840981"/>
      <w:bookmarkStart w:id="260" w:name="_Toc422146943"/>
      <w:bookmarkStart w:id="261" w:name="_Toc433020539"/>
      <w:bookmarkStart w:id="262" w:name="_Toc437261980"/>
      <w:bookmarkStart w:id="263" w:name="_Toc478375150"/>
      <w:bookmarkStart w:id="264" w:name="_Toc510513243"/>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54"/>
      <w:bookmarkEnd w:id="255"/>
      <w:bookmarkEnd w:id="256"/>
      <w:bookmarkEnd w:id="257"/>
      <w:bookmarkEnd w:id="258"/>
      <w:bookmarkEnd w:id="259"/>
      <w:bookmarkEnd w:id="260"/>
      <w:bookmarkEnd w:id="261"/>
      <w:bookmarkEnd w:id="262"/>
      <w:bookmarkEnd w:id="263"/>
      <w:bookmarkEnd w:id="264"/>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p w14:paraId="59AA76C4" w14:textId="77777777" w:rsidR="00CB13B2" w:rsidRPr="00AE0E6D" w:rsidRDefault="002D238A" w:rsidP="00DC1F2B">
      <w:pPr>
        <w:pStyle w:val="H4"/>
        <w:rPr>
          <w:b/>
        </w:rPr>
      </w:pPr>
      <w:bookmarkStart w:id="265" w:name="_Toc204048486"/>
      <w:bookmarkStart w:id="266" w:name="_Toc400526071"/>
      <w:bookmarkStart w:id="267" w:name="_Toc405534389"/>
      <w:bookmarkStart w:id="268" w:name="_Toc406570402"/>
      <w:bookmarkStart w:id="269" w:name="_Toc410910554"/>
      <w:bookmarkStart w:id="270" w:name="_Toc411840982"/>
      <w:bookmarkStart w:id="271" w:name="_Toc422146944"/>
      <w:bookmarkStart w:id="272" w:name="_Toc433020540"/>
      <w:bookmarkStart w:id="273" w:name="_Toc437261981"/>
      <w:bookmarkStart w:id="274" w:name="_Toc478375152"/>
      <w:bookmarkStart w:id="275" w:name="_Toc510513244"/>
      <w:r w:rsidRPr="00AE0E6D">
        <w:rPr>
          <w:b/>
        </w:rPr>
        <w:lastRenderedPageBreak/>
        <w:t>3.1.5.9</w:t>
      </w:r>
      <w:r w:rsidRPr="00AE0E6D">
        <w:rPr>
          <w:b/>
        </w:rPr>
        <w:tab/>
        <w:t>Information for Inclusion in Transmission Facilities Outage Requests</w:t>
      </w:r>
      <w:bookmarkEnd w:id="265"/>
      <w:bookmarkEnd w:id="266"/>
      <w:bookmarkEnd w:id="267"/>
      <w:bookmarkEnd w:id="268"/>
      <w:bookmarkEnd w:id="269"/>
      <w:bookmarkEnd w:id="270"/>
      <w:bookmarkEnd w:id="271"/>
      <w:bookmarkEnd w:id="272"/>
      <w:bookmarkEnd w:id="273"/>
      <w:bookmarkEnd w:id="274"/>
      <w:bookmarkEnd w:id="275"/>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p w14:paraId="4253D99D" w14:textId="77777777" w:rsidR="00CB13B2" w:rsidRPr="00AE0E6D" w:rsidRDefault="002D238A">
      <w:pPr>
        <w:pStyle w:val="H4"/>
        <w:rPr>
          <w:b/>
        </w:rPr>
      </w:pPr>
      <w:bookmarkStart w:id="276" w:name="_Toc204048487"/>
      <w:bookmarkStart w:id="277" w:name="_Toc400526072"/>
      <w:bookmarkStart w:id="278" w:name="_Toc405534390"/>
      <w:bookmarkStart w:id="279" w:name="_Toc406570403"/>
      <w:bookmarkStart w:id="280" w:name="_Toc410910555"/>
      <w:bookmarkStart w:id="281" w:name="_Toc411840983"/>
      <w:bookmarkStart w:id="282" w:name="_Toc422146945"/>
      <w:bookmarkStart w:id="283" w:name="_Toc433020541"/>
      <w:bookmarkStart w:id="284" w:name="_Toc437261982"/>
      <w:bookmarkStart w:id="285" w:name="_Toc478375153"/>
      <w:bookmarkStart w:id="286" w:name="_Toc510513245"/>
      <w:r w:rsidRPr="00AE0E6D">
        <w:rPr>
          <w:b/>
        </w:rPr>
        <w:t>3.1.5.10</w:t>
      </w:r>
      <w:r w:rsidRPr="00AE0E6D">
        <w:rPr>
          <w:b/>
        </w:rPr>
        <w:tab/>
        <w:t>Additional Information Requests</w:t>
      </w:r>
      <w:bookmarkEnd w:id="276"/>
      <w:bookmarkEnd w:id="277"/>
      <w:bookmarkEnd w:id="278"/>
      <w:bookmarkEnd w:id="279"/>
      <w:bookmarkEnd w:id="280"/>
      <w:bookmarkEnd w:id="281"/>
      <w:bookmarkEnd w:id="282"/>
      <w:bookmarkEnd w:id="283"/>
      <w:bookmarkEnd w:id="284"/>
      <w:bookmarkEnd w:id="285"/>
      <w:bookmarkEnd w:id="286"/>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p w14:paraId="3DEC585A" w14:textId="77777777" w:rsidR="00CB13B2" w:rsidRPr="00AE0E6D" w:rsidRDefault="002D238A">
      <w:pPr>
        <w:pStyle w:val="H4"/>
        <w:rPr>
          <w:b/>
        </w:rPr>
      </w:pPr>
      <w:bookmarkStart w:id="287" w:name="_Toc204048488"/>
      <w:bookmarkStart w:id="288" w:name="_Toc400526073"/>
      <w:bookmarkStart w:id="289" w:name="_Toc405534391"/>
      <w:bookmarkStart w:id="290" w:name="_Toc406570404"/>
      <w:bookmarkStart w:id="291" w:name="_Toc410910556"/>
      <w:bookmarkStart w:id="292" w:name="_Toc411840984"/>
      <w:bookmarkStart w:id="293" w:name="_Toc422146946"/>
      <w:bookmarkStart w:id="294" w:name="_Toc433020542"/>
      <w:bookmarkStart w:id="295" w:name="_Toc437261983"/>
      <w:bookmarkStart w:id="296" w:name="_Toc478375154"/>
      <w:bookmarkStart w:id="297" w:name="_Toc510513246"/>
      <w:r w:rsidRPr="00AE0E6D">
        <w:rPr>
          <w:b/>
        </w:rPr>
        <w:t>3.1.5.11</w:t>
      </w:r>
      <w:r w:rsidRPr="00AE0E6D">
        <w:rPr>
          <w:b/>
        </w:rPr>
        <w:tab/>
        <w:t>Evaluation of Transmission Facilities Planned Outage or Maintenance Outage Requests</w:t>
      </w:r>
      <w:bookmarkEnd w:id="287"/>
      <w:bookmarkEnd w:id="288"/>
      <w:bookmarkEnd w:id="289"/>
      <w:bookmarkEnd w:id="290"/>
      <w:bookmarkEnd w:id="291"/>
      <w:bookmarkEnd w:id="292"/>
      <w:bookmarkEnd w:id="293"/>
      <w:bookmarkEnd w:id="294"/>
      <w:bookmarkEnd w:id="295"/>
      <w:bookmarkEnd w:id="296"/>
      <w:bookmarkEnd w:id="297"/>
    </w:p>
    <w:p w14:paraId="2F0648EB" w14:textId="77777777" w:rsidR="00CB13B2" w:rsidRDefault="002D238A">
      <w:pPr>
        <w:pStyle w:val="BodyTextNumbered"/>
      </w:pPr>
      <w:r>
        <w:t>(1)</w:t>
      </w:r>
      <w:r>
        <w:tab/>
        <w:t xml:space="preserve">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w:t>
      </w:r>
      <w:r>
        <w:lastRenderedPageBreak/>
        <w:t>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p w14:paraId="5E374D11" w14:textId="77777777" w:rsidR="00CB13B2" w:rsidRDefault="002D238A">
      <w:pPr>
        <w:pStyle w:val="List"/>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p w14:paraId="3DAB18F9" w14:textId="77777777" w:rsidR="002E1653" w:rsidRDefault="002E1653">
      <w:pPr>
        <w:pStyle w:val="BodyTextNumbered"/>
      </w:pPr>
      <w:r>
        <w:t>(3)</w:t>
      </w:r>
      <w:r>
        <w:tab/>
        <w:t>When ERCOT identifies that an HIO has been submitted with 90-days or less notice, ERCOT may coordinate with TSP to make reasonable efforts to minimize the impact.</w:t>
      </w:r>
    </w:p>
    <w:p w14:paraId="67E9E418" w14:textId="77777777" w:rsidR="00CB13B2" w:rsidRPr="00AE0E6D" w:rsidRDefault="002D238A" w:rsidP="00DC1F2B">
      <w:pPr>
        <w:pStyle w:val="H4"/>
        <w:rPr>
          <w:b/>
        </w:rPr>
      </w:pPr>
      <w:bookmarkStart w:id="298" w:name="_Toc204048489"/>
      <w:bookmarkStart w:id="299" w:name="_Toc400526074"/>
      <w:bookmarkStart w:id="300" w:name="_Toc405534392"/>
      <w:bookmarkStart w:id="301" w:name="_Toc406570405"/>
      <w:bookmarkStart w:id="302" w:name="_Toc410910557"/>
      <w:bookmarkStart w:id="303" w:name="_Toc411840985"/>
      <w:bookmarkStart w:id="304" w:name="_Toc422146947"/>
      <w:bookmarkStart w:id="305" w:name="_Toc433020543"/>
      <w:bookmarkStart w:id="306" w:name="_Toc437261984"/>
      <w:bookmarkStart w:id="307" w:name="_Toc478375155"/>
      <w:bookmarkStart w:id="308" w:name="_Toc510513247"/>
      <w:r w:rsidRPr="00AE0E6D">
        <w:rPr>
          <w:b/>
        </w:rPr>
        <w:t>3.1.5.12</w:t>
      </w:r>
      <w:r w:rsidRPr="00AE0E6D">
        <w:rPr>
          <w:b/>
        </w:rPr>
        <w:tab/>
        <w:t>Submittal Timeline for Transmission Facility Outage Requests</w:t>
      </w:r>
      <w:bookmarkEnd w:id="298"/>
      <w:bookmarkEnd w:id="299"/>
      <w:bookmarkEnd w:id="300"/>
      <w:bookmarkEnd w:id="301"/>
      <w:bookmarkEnd w:id="302"/>
      <w:bookmarkEnd w:id="303"/>
      <w:bookmarkEnd w:id="304"/>
      <w:bookmarkEnd w:id="305"/>
      <w:bookmarkEnd w:id="306"/>
      <w:bookmarkEnd w:id="307"/>
      <w:bookmarkEnd w:id="308"/>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38508B32" w14:textId="77777777" w:rsidR="00CB13B2"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09" w:name="_Toc204048490"/>
      <w:bookmarkStart w:id="310" w:name="_Toc400526075"/>
      <w:bookmarkStart w:id="311" w:name="_Toc405534393"/>
      <w:bookmarkStart w:id="312" w:name="_Toc406570406"/>
      <w:bookmarkStart w:id="313" w:name="_Toc410910558"/>
      <w:bookmarkStart w:id="314" w:name="_Toc411840986"/>
      <w:bookmarkStart w:id="315" w:name="_Toc422146948"/>
      <w:bookmarkStart w:id="316" w:name="_Toc433020544"/>
      <w:bookmarkStart w:id="317" w:name="_Toc437261985"/>
      <w:bookmarkStart w:id="318" w:name="_Toc478375156"/>
      <w:bookmarkStart w:id="319" w:name="_Toc510513248"/>
      <w:r w:rsidRPr="00AE0E6D">
        <w:rPr>
          <w:b/>
        </w:rPr>
        <w:t>3.1.5.13</w:t>
      </w:r>
      <w:r w:rsidRPr="00AE0E6D">
        <w:rPr>
          <w:b/>
        </w:rPr>
        <w:tab/>
        <w:t>Transmission Report</w:t>
      </w:r>
      <w:bookmarkEnd w:id="309"/>
      <w:bookmarkEnd w:id="310"/>
      <w:bookmarkEnd w:id="311"/>
      <w:bookmarkEnd w:id="312"/>
      <w:bookmarkEnd w:id="313"/>
      <w:bookmarkEnd w:id="314"/>
      <w:bookmarkEnd w:id="315"/>
      <w:bookmarkEnd w:id="316"/>
      <w:bookmarkEnd w:id="317"/>
      <w:bookmarkEnd w:id="318"/>
      <w:bookmarkEnd w:id="319"/>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20" w:name="_Toc400526076"/>
      <w:bookmarkStart w:id="321" w:name="_Toc405534394"/>
      <w:bookmarkStart w:id="322" w:name="_Toc406570407"/>
      <w:bookmarkStart w:id="323" w:name="_Toc410910559"/>
      <w:bookmarkStart w:id="324" w:name="_Toc411840987"/>
      <w:bookmarkStart w:id="325" w:name="_Toc422146949"/>
      <w:bookmarkStart w:id="326" w:name="_Toc433020545"/>
      <w:bookmarkStart w:id="327" w:name="_Toc437261986"/>
      <w:bookmarkStart w:id="328" w:name="_Toc478375157"/>
      <w:bookmarkStart w:id="329" w:name="_Toc510513249"/>
      <w:r>
        <w:t>3.1.6</w:t>
      </w:r>
      <w:r>
        <w:tab/>
        <w:t>Outages of Resources Other than Reliability Resources</w:t>
      </w:r>
      <w:bookmarkEnd w:id="320"/>
      <w:bookmarkEnd w:id="321"/>
      <w:bookmarkEnd w:id="322"/>
      <w:bookmarkEnd w:id="323"/>
      <w:bookmarkEnd w:id="324"/>
      <w:bookmarkEnd w:id="325"/>
      <w:bookmarkEnd w:id="326"/>
      <w:bookmarkEnd w:id="327"/>
      <w:bookmarkEnd w:id="328"/>
      <w:bookmarkEnd w:id="329"/>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 xml:space="preserve">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w:t>
      </w:r>
      <w:r>
        <w:lastRenderedPageBreak/>
        <w:t>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30" w:name="_Toc204048492"/>
      <w:bookmarkStart w:id="331" w:name="_Toc400526077"/>
      <w:bookmarkStart w:id="332" w:name="_Toc405534395"/>
      <w:bookmarkStart w:id="333" w:name="_Toc406570408"/>
      <w:bookmarkStart w:id="334" w:name="_Toc410910560"/>
      <w:bookmarkStart w:id="335" w:name="_Toc411840988"/>
      <w:bookmarkStart w:id="336" w:name="_Toc422146950"/>
      <w:bookmarkStart w:id="337" w:name="_Toc433020546"/>
      <w:bookmarkStart w:id="338" w:name="_Toc437261987"/>
      <w:bookmarkStart w:id="339" w:name="_Toc478375158"/>
      <w:bookmarkStart w:id="340" w:name="_Toc510513250"/>
      <w:r w:rsidRPr="00AE0E6D">
        <w:rPr>
          <w:b/>
        </w:rPr>
        <w:t>3.1.6.1</w:t>
      </w:r>
      <w:r w:rsidRPr="00AE0E6D">
        <w:rPr>
          <w:b/>
        </w:rPr>
        <w:tab/>
        <w:t>Receipt of Resource Requests by ERCOT</w:t>
      </w:r>
      <w:bookmarkEnd w:id="330"/>
      <w:bookmarkEnd w:id="331"/>
      <w:bookmarkEnd w:id="332"/>
      <w:bookmarkEnd w:id="333"/>
      <w:bookmarkEnd w:id="334"/>
      <w:bookmarkEnd w:id="335"/>
      <w:bookmarkEnd w:id="336"/>
      <w:bookmarkEnd w:id="337"/>
      <w:bookmarkEnd w:id="338"/>
      <w:bookmarkEnd w:id="339"/>
      <w:bookmarkEnd w:id="340"/>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41" w:name="_Toc204048493"/>
      <w:bookmarkStart w:id="342" w:name="_Toc400526078"/>
      <w:bookmarkStart w:id="343" w:name="_Toc405534396"/>
      <w:bookmarkStart w:id="344" w:name="_Toc406570409"/>
      <w:bookmarkStart w:id="345" w:name="_Toc410910561"/>
      <w:bookmarkStart w:id="346" w:name="_Toc411840989"/>
      <w:bookmarkStart w:id="347" w:name="_Toc422146951"/>
      <w:bookmarkStart w:id="348" w:name="_Toc433020547"/>
      <w:bookmarkStart w:id="349" w:name="_Toc437261988"/>
      <w:bookmarkStart w:id="350" w:name="_Toc478375159"/>
      <w:bookmarkStart w:id="351" w:name="_Toc510513251"/>
      <w:r w:rsidRPr="00AE0E6D">
        <w:rPr>
          <w:b/>
        </w:rPr>
        <w:t>3.1.6.2</w:t>
      </w:r>
      <w:r w:rsidRPr="00AE0E6D">
        <w:rPr>
          <w:b/>
        </w:rPr>
        <w:tab/>
        <w:t>Resources Outage Plan</w:t>
      </w:r>
      <w:bookmarkEnd w:id="341"/>
      <w:bookmarkEnd w:id="342"/>
      <w:bookmarkEnd w:id="343"/>
      <w:bookmarkEnd w:id="344"/>
      <w:bookmarkEnd w:id="345"/>
      <w:bookmarkEnd w:id="346"/>
      <w:bookmarkEnd w:id="347"/>
      <w:bookmarkEnd w:id="348"/>
      <w:bookmarkEnd w:id="349"/>
      <w:bookmarkEnd w:id="350"/>
      <w:bookmarkEnd w:id="351"/>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52" w:name="_Toc204048494"/>
      <w:bookmarkStart w:id="353" w:name="_Toc400526079"/>
      <w:bookmarkStart w:id="354" w:name="_Toc405534397"/>
      <w:bookmarkStart w:id="355" w:name="_Toc406570410"/>
      <w:bookmarkStart w:id="356" w:name="_Toc410910562"/>
      <w:bookmarkStart w:id="357" w:name="_Toc411840990"/>
      <w:bookmarkStart w:id="358" w:name="_Toc422146952"/>
      <w:bookmarkStart w:id="359" w:name="_Toc433020548"/>
      <w:bookmarkStart w:id="360" w:name="_Toc437261989"/>
      <w:bookmarkStart w:id="361" w:name="_Toc478375160"/>
      <w:bookmarkStart w:id="362" w:name="_Toc510513252"/>
      <w:r w:rsidRPr="00AE0E6D">
        <w:rPr>
          <w:b/>
        </w:rPr>
        <w:lastRenderedPageBreak/>
        <w:t>3.1.6.3</w:t>
      </w:r>
      <w:r w:rsidRPr="00AE0E6D">
        <w:rPr>
          <w:b/>
        </w:rPr>
        <w:tab/>
        <w:t>Additional Information Requests</w:t>
      </w:r>
      <w:bookmarkEnd w:id="352"/>
      <w:bookmarkEnd w:id="353"/>
      <w:bookmarkEnd w:id="354"/>
      <w:bookmarkEnd w:id="355"/>
      <w:bookmarkEnd w:id="356"/>
      <w:bookmarkEnd w:id="357"/>
      <w:bookmarkEnd w:id="358"/>
      <w:bookmarkEnd w:id="359"/>
      <w:bookmarkEnd w:id="360"/>
      <w:bookmarkEnd w:id="361"/>
      <w:bookmarkEnd w:id="362"/>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63" w:name="_Toc400526080"/>
      <w:bookmarkStart w:id="364" w:name="_Toc405534398"/>
      <w:bookmarkStart w:id="365" w:name="_Toc406570411"/>
      <w:bookmarkStart w:id="366" w:name="_Toc410910563"/>
      <w:bookmarkStart w:id="367" w:name="_Toc411840991"/>
      <w:bookmarkStart w:id="368" w:name="_Toc422146953"/>
      <w:bookmarkStart w:id="369" w:name="_Toc433020549"/>
      <w:bookmarkStart w:id="370" w:name="_Toc437261990"/>
      <w:bookmarkStart w:id="371" w:name="_Toc478375161"/>
      <w:bookmarkStart w:id="372" w:name="_Toc510513253"/>
      <w:bookmarkStart w:id="373" w:name="_Toc204048495"/>
      <w:r w:rsidRPr="00E7468E">
        <w:rPr>
          <w:b/>
          <w:bCs/>
        </w:rPr>
        <w:t>3.1.6.4</w:t>
      </w:r>
      <w:r w:rsidRPr="00E7468E">
        <w:rPr>
          <w:b/>
          <w:bCs/>
        </w:rPr>
        <w:tab/>
        <w:t>Approval of Changes to a Resource Outage Plan</w:t>
      </w:r>
      <w:bookmarkEnd w:id="363"/>
      <w:bookmarkEnd w:id="364"/>
      <w:bookmarkEnd w:id="365"/>
      <w:bookmarkEnd w:id="366"/>
      <w:bookmarkEnd w:id="367"/>
      <w:bookmarkEnd w:id="368"/>
      <w:bookmarkEnd w:id="369"/>
      <w:bookmarkEnd w:id="370"/>
      <w:bookmarkEnd w:id="371"/>
      <w:bookmarkEnd w:id="372"/>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73"/>
    </w:p>
    <w:p w14:paraId="7400B1FE" w14:textId="77777777" w:rsidR="00942B11" w:rsidRPr="00E7468E" w:rsidRDefault="00942B11" w:rsidP="00942B11">
      <w:pPr>
        <w:pStyle w:val="H4"/>
        <w:keepNext w:val="0"/>
        <w:spacing w:before="120"/>
        <w:ind w:left="1267" w:hanging="1267"/>
        <w:rPr>
          <w:b/>
          <w:bCs/>
        </w:rPr>
      </w:pPr>
      <w:bookmarkStart w:id="374" w:name="_Toc400526081"/>
      <w:bookmarkStart w:id="375" w:name="_Toc405534399"/>
      <w:bookmarkStart w:id="376" w:name="_Toc406570412"/>
      <w:bookmarkStart w:id="377" w:name="_Toc410910564"/>
      <w:bookmarkStart w:id="378" w:name="_Toc411840992"/>
      <w:bookmarkStart w:id="379" w:name="_Toc422146954"/>
      <w:bookmarkStart w:id="380" w:name="_Toc433020550"/>
      <w:bookmarkStart w:id="381" w:name="_Toc437261991"/>
      <w:bookmarkStart w:id="382" w:name="_Toc478375162"/>
      <w:bookmarkStart w:id="383" w:name="_Toc510513254"/>
      <w:bookmarkStart w:id="384" w:name="_Toc204048496"/>
      <w:r w:rsidRPr="00E7468E">
        <w:rPr>
          <w:b/>
          <w:bCs/>
        </w:rPr>
        <w:t>3.1.6.5</w:t>
      </w:r>
      <w:r w:rsidRPr="00E7468E">
        <w:rPr>
          <w:b/>
          <w:bCs/>
        </w:rPr>
        <w:tab/>
        <w:t>Evaluation of Proposed Resource Outage</w:t>
      </w:r>
      <w:bookmarkEnd w:id="374"/>
      <w:bookmarkEnd w:id="375"/>
      <w:bookmarkEnd w:id="376"/>
      <w:bookmarkEnd w:id="377"/>
      <w:bookmarkEnd w:id="378"/>
      <w:bookmarkEnd w:id="379"/>
      <w:bookmarkEnd w:id="380"/>
      <w:bookmarkEnd w:id="381"/>
      <w:bookmarkEnd w:id="382"/>
      <w:bookmarkEnd w:id="383"/>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85" w:name="_Toc400526082"/>
      <w:bookmarkStart w:id="386" w:name="_Toc405534400"/>
      <w:bookmarkStart w:id="387" w:name="_Toc406570413"/>
      <w:bookmarkStart w:id="388" w:name="_Toc410910565"/>
      <w:bookmarkStart w:id="389" w:name="_Toc411840993"/>
      <w:bookmarkStart w:id="390" w:name="_Toc422146955"/>
      <w:bookmarkStart w:id="391" w:name="_Toc433020551"/>
      <w:bookmarkStart w:id="392" w:name="_Toc437261992"/>
      <w:bookmarkStart w:id="393" w:name="_Toc478375163"/>
      <w:bookmarkStart w:id="394" w:name="_Toc510513255"/>
      <w:r w:rsidRPr="00E7468E">
        <w:rPr>
          <w:b/>
          <w:bCs/>
        </w:rPr>
        <w:t>3.1.6.6</w:t>
      </w:r>
      <w:r w:rsidRPr="00E7468E">
        <w:rPr>
          <w:b/>
          <w:bCs/>
        </w:rPr>
        <w:tab/>
        <w:t>Timelines for Response by ERCOT for Resource Outages</w:t>
      </w:r>
      <w:bookmarkEnd w:id="385"/>
      <w:bookmarkEnd w:id="386"/>
      <w:bookmarkEnd w:id="387"/>
      <w:bookmarkEnd w:id="388"/>
      <w:bookmarkEnd w:id="389"/>
      <w:bookmarkEnd w:id="390"/>
      <w:bookmarkEnd w:id="391"/>
      <w:bookmarkEnd w:id="392"/>
      <w:bookmarkEnd w:id="393"/>
      <w:bookmarkEnd w:id="394"/>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84"/>
    </w:p>
    <w:p w14:paraId="7AB294E3" w14:textId="77777777" w:rsidR="004A7E7E" w:rsidRPr="00AE0E6D" w:rsidRDefault="002D238A" w:rsidP="00E810F3">
      <w:pPr>
        <w:pStyle w:val="H4"/>
        <w:ind w:left="1267" w:hanging="1267"/>
        <w:rPr>
          <w:b/>
        </w:rPr>
      </w:pPr>
      <w:bookmarkStart w:id="395" w:name="_Toc204048498"/>
      <w:bookmarkStart w:id="396" w:name="_Toc400526083"/>
      <w:bookmarkStart w:id="397" w:name="_Toc405534401"/>
      <w:bookmarkStart w:id="398" w:name="_Toc406570414"/>
      <w:bookmarkStart w:id="399" w:name="_Toc410910566"/>
      <w:bookmarkStart w:id="400" w:name="_Toc411840994"/>
      <w:bookmarkStart w:id="401" w:name="_Toc422146956"/>
      <w:bookmarkStart w:id="402" w:name="_Toc433020552"/>
      <w:bookmarkStart w:id="403" w:name="_Toc437261993"/>
      <w:bookmarkStart w:id="404" w:name="_Toc478375164"/>
      <w:bookmarkStart w:id="405" w:name="_Toc510513256"/>
      <w:r w:rsidRPr="00AE0E6D">
        <w:rPr>
          <w:b/>
        </w:rPr>
        <w:t>3.1.6.7</w:t>
      </w:r>
      <w:r w:rsidRPr="00AE0E6D">
        <w:rPr>
          <w:b/>
        </w:rPr>
        <w:tab/>
        <w:t>Delay</w:t>
      </w:r>
      <w:bookmarkEnd w:id="395"/>
      <w:bookmarkEnd w:id="396"/>
      <w:bookmarkEnd w:id="397"/>
      <w:bookmarkEnd w:id="398"/>
      <w:bookmarkEnd w:id="399"/>
      <w:bookmarkEnd w:id="400"/>
      <w:bookmarkEnd w:id="401"/>
      <w:bookmarkEnd w:id="402"/>
      <w:bookmarkEnd w:id="403"/>
      <w:bookmarkEnd w:id="404"/>
      <w:bookmarkEnd w:id="405"/>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06" w:name="_Toc400526084"/>
      <w:bookmarkStart w:id="407" w:name="_Toc405534402"/>
      <w:bookmarkStart w:id="408" w:name="_Toc406570415"/>
      <w:bookmarkStart w:id="409" w:name="_Toc410910567"/>
      <w:bookmarkStart w:id="410" w:name="_Toc411840995"/>
      <w:bookmarkStart w:id="411" w:name="_Toc422146957"/>
      <w:bookmarkStart w:id="412" w:name="_Toc433020553"/>
      <w:bookmarkStart w:id="413" w:name="_Toc437261994"/>
      <w:bookmarkStart w:id="414" w:name="_Toc478375165"/>
      <w:bookmarkStart w:id="415" w:name="_Toc510513257"/>
      <w:r w:rsidRPr="00436E9F">
        <w:rPr>
          <w:b/>
          <w:bCs/>
          <w:snapToGrid w:val="0"/>
        </w:rPr>
        <w:lastRenderedPageBreak/>
        <w:t>3.1.6.8</w:t>
      </w:r>
      <w:r w:rsidRPr="00436E9F">
        <w:rPr>
          <w:b/>
          <w:bCs/>
          <w:snapToGrid w:val="0"/>
        </w:rPr>
        <w:tab/>
        <w:t>Resource Outage Rejection Notice</w:t>
      </w:r>
      <w:bookmarkEnd w:id="406"/>
      <w:bookmarkEnd w:id="407"/>
      <w:bookmarkEnd w:id="408"/>
      <w:bookmarkEnd w:id="409"/>
      <w:bookmarkEnd w:id="410"/>
      <w:bookmarkEnd w:id="411"/>
      <w:bookmarkEnd w:id="412"/>
      <w:bookmarkEnd w:id="413"/>
      <w:bookmarkEnd w:id="414"/>
      <w:bookmarkEnd w:id="415"/>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16" w:name="_Toc400526085"/>
      <w:bookmarkStart w:id="417" w:name="_Toc405534403"/>
      <w:bookmarkStart w:id="418" w:name="_Toc406570416"/>
      <w:bookmarkStart w:id="419" w:name="_Toc410910568"/>
      <w:bookmarkStart w:id="420" w:name="_Toc411840996"/>
      <w:bookmarkStart w:id="421" w:name="_Toc422146958"/>
      <w:bookmarkStart w:id="422" w:name="_Toc433020554"/>
      <w:bookmarkStart w:id="423" w:name="_Toc437261995"/>
      <w:bookmarkStart w:id="424" w:name="_Toc478375166"/>
      <w:bookmarkStart w:id="425" w:name="_Toc510513258"/>
      <w:r w:rsidRPr="00436E9F">
        <w:rPr>
          <w:b/>
          <w:bCs/>
          <w:snapToGrid w:val="0"/>
        </w:rPr>
        <w:t>3.1.6.9</w:t>
      </w:r>
      <w:r w:rsidRPr="00436E9F">
        <w:rPr>
          <w:b/>
          <w:bCs/>
          <w:snapToGrid w:val="0"/>
        </w:rPr>
        <w:tab/>
        <w:t>Withdrawal of Approval or Acceptance and Rescheduling of Approved or Accepted Planned Outages of Resource Facilities</w:t>
      </w:r>
      <w:bookmarkEnd w:id="416"/>
      <w:bookmarkEnd w:id="417"/>
      <w:bookmarkEnd w:id="418"/>
      <w:bookmarkEnd w:id="419"/>
      <w:bookmarkEnd w:id="420"/>
      <w:bookmarkEnd w:id="421"/>
      <w:bookmarkEnd w:id="422"/>
      <w:bookmarkEnd w:id="423"/>
      <w:bookmarkEnd w:id="424"/>
      <w:bookmarkEnd w:id="425"/>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26" w:name="_Toc204048499"/>
      <w:bookmarkStart w:id="427" w:name="_Toc304959517"/>
      <w:bookmarkStart w:id="428" w:name="_Toc400526086"/>
      <w:bookmarkStart w:id="429" w:name="_Toc405534404"/>
      <w:bookmarkStart w:id="430" w:name="_Toc406570417"/>
      <w:bookmarkStart w:id="431" w:name="_Toc410910569"/>
      <w:bookmarkStart w:id="432" w:name="_Toc411840997"/>
      <w:bookmarkStart w:id="433" w:name="_Toc422146959"/>
      <w:bookmarkStart w:id="434" w:name="_Toc433020555"/>
      <w:bookmarkStart w:id="435" w:name="_Toc437261996"/>
      <w:bookmarkStart w:id="436" w:name="_Toc478375167"/>
      <w:bookmarkStart w:id="437" w:name="_Toc510513259"/>
      <w:r w:rsidRPr="00AE0E6D">
        <w:rPr>
          <w:b/>
        </w:rPr>
        <w:lastRenderedPageBreak/>
        <w:t>3.1.6.</w:t>
      </w:r>
      <w:r w:rsidR="00E51010" w:rsidRPr="00AE0E6D">
        <w:rPr>
          <w:b/>
        </w:rPr>
        <w:t>10</w:t>
      </w:r>
      <w:r w:rsidRPr="00AE0E6D">
        <w:rPr>
          <w:b/>
        </w:rPr>
        <w:tab/>
        <w:t>Opportunity Outage</w:t>
      </w:r>
      <w:bookmarkEnd w:id="426"/>
      <w:bookmarkEnd w:id="427"/>
      <w:bookmarkEnd w:id="428"/>
      <w:bookmarkEnd w:id="429"/>
      <w:bookmarkEnd w:id="430"/>
      <w:bookmarkEnd w:id="431"/>
      <w:bookmarkEnd w:id="432"/>
      <w:bookmarkEnd w:id="433"/>
      <w:bookmarkEnd w:id="434"/>
      <w:bookmarkEnd w:id="435"/>
      <w:bookmarkEnd w:id="436"/>
      <w:bookmarkEnd w:id="437"/>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38" w:name="_Toc204048500"/>
      <w:bookmarkStart w:id="439" w:name="_Toc304959518"/>
      <w:bookmarkStart w:id="440" w:name="_Toc400526087"/>
      <w:bookmarkStart w:id="441" w:name="_Toc405534405"/>
      <w:bookmarkStart w:id="442" w:name="_Toc406570418"/>
      <w:bookmarkStart w:id="443" w:name="_Toc410910570"/>
      <w:bookmarkStart w:id="444" w:name="_Toc411840998"/>
      <w:bookmarkStart w:id="445" w:name="_Toc422146960"/>
      <w:bookmarkStart w:id="446" w:name="_Toc433020556"/>
      <w:bookmarkStart w:id="447" w:name="_Toc437261997"/>
      <w:bookmarkStart w:id="448" w:name="_Toc478375168"/>
      <w:bookmarkStart w:id="449" w:name="_Toc510513260"/>
      <w:r w:rsidRPr="00AE0E6D">
        <w:rPr>
          <w:b/>
        </w:rPr>
        <w:t>3.1.6.</w:t>
      </w:r>
      <w:r w:rsidR="00E51010" w:rsidRPr="00AE0E6D">
        <w:rPr>
          <w:b/>
        </w:rPr>
        <w:t>11</w:t>
      </w:r>
      <w:r w:rsidRPr="00AE0E6D">
        <w:rPr>
          <w:b/>
        </w:rPr>
        <w:tab/>
        <w:t>Outage Returning Early</w:t>
      </w:r>
      <w:bookmarkEnd w:id="438"/>
      <w:bookmarkEnd w:id="439"/>
      <w:bookmarkEnd w:id="440"/>
      <w:bookmarkEnd w:id="441"/>
      <w:bookmarkEnd w:id="442"/>
      <w:bookmarkEnd w:id="443"/>
      <w:bookmarkEnd w:id="444"/>
      <w:bookmarkEnd w:id="445"/>
      <w:bookmarkEnd w:id="446"/>
      <w:bookmarkEnd w:id="447"/>
      <w:bookmarkEnd w:id="448"/>
      <w:bookmarkEnd w:id="449"/>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450" w:name="_Toc204048501"/>
      <w:bookmarkStart w:id="451" w:name="_Toc400526088"/>
      <w:bookmarkStart w:id="452" w:name="_Toc405534406"/>
      <w:bookmarkStart w:id="453" w:name="_Toc406570419"/>
      <w:bookmarkStart w:id="454" w:name="_Toc410910571"/>
      <w:bookmarkStart w:id="455" w:name="_Toc411840999"/>
      <w:bookmarkStart w:id="456" w:name="_Toc422146961"/>
      <w:bookmarkStart w:id="457" w:name="_Toc433020557"/>
      <w:bookmarkStart w:id="458" w:name="_Toc437261998"/>
      <w:bookmarkStart w:id="459" w:name="_Toc478375169"/>
      <w:bookmarkStart w:id="460" w:name="_Toc510513261"/>
      <w:r w:rsidRPr="00AE0E6D">
        <w:rPr>
          <w:b/>
        </w:rPr>
        <w:t>3.1.6.1</w:t>
      </w:r>
      <w:r w:rsidR="00E51010" w:rsidRPr="00AE0E6D">
        <w:rPr>
          <w:b/>
        </w:rPr>
        <w:t>2</w:t>
      </w:r>
      <w:r w:rsidRPr="00AE0E6D">
        <w:rPr>
          <w:b/>
        </w:rPr>
        <w:tab/>
        <w:t>Resource Coming On-Line</w:t>
      </w:r>
      <w:bookmarkEnd w:id="450"/>
      <w:bookmarkEnd w:id="451"/>
      <w:bookmarkEnd w:id="452"/>
      <w:bookmarkEnd w:id="453"/>
      <w:bookmarkEnd w:id="454"/>
      <w:bookmarkEnd w:id="455"/>
      <w:bookmarkEnd w:id="456"/>
      <w:bookmarkEnd w:id="457"/>
      <w:bookmarkEnd w:id="458"/>
      <w:bookmarkEnd w:id="459"/>
      <w:bookmarkEnd w:id="460"/>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61" w:name="_Toc204048502"/>
      <w:bookmarkStart w:id="462" w:name="_Toc400526089"/>
      <w:bookmarkStart w:id="463" w:name="_Toc405534407"/>
      <w:bookmarkStart w:id="464" w:name="_Toc406570420"/>
      <w:bookmarkStart w:id="465" w:name="_Toc410910572"/>
      <w:bookmarkStart w:id="466" w:name="_Toc411841000"/>
      <w:bookmarkStart w:id="467" w:name="_Toc422146962"/>
      <w:bookmarkStart w:id="468" w:name="_Toc433020558"/>
      <w:bookmarkStart w:id="469" w:name="_Toc437261999"/>
      <w:bookmarkStart w:id="470" w:name="_Toc478375170"/>
      <w:bookmarkStart w:id="471" w:name="_Toc510513262"/>
      <w:r>
        <w:t>3.1.7</w:t>
      </w:r>
      <w:r>
        <w:tab/>
        <w:t>Reliability Resource Outages</w:t>
      </w:r>
      <w:bookmarkEnd w:id="461"/>
      <w:bookmarkEnd w:id="462"/>
      <w:bookmarkEnd w:id="463"/>
      <w:bookmarkEnd w:id="464"/>
      <w:bookmarkEnd w:id="465"/>
      <w:bookmarkEnd w:id="466"/>
      <w:bookmarkEnd w:id="467"/>
      <w:bookmarkEnd w:id="468"/>
      <w:bookmarkEnd w:id="469"/>
      <w:bookmarkEnd w:id="470"/>
      <w:bookmarkEnd w:id="471"/>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72" w:name="_Toc204048503"/>
      <w:bookmarkStart w:id="473" w:name="_Toc400526090"/>
      <w:bookmarkStart w:id="474" w:name="_Toc405534408"/>
      <w:bookmarkStart w:id="475" w:name="_Toc406570421"/>
      <w:bookmarkStart w:id="476" w:name="_Toc410910573"/>
      <w:bookmarkStart w:id="477" w:name="_Toc411841001"/>
      <w:bookmarkStart w:id="478" w:name="_Toc422146963"/>
      <w:bookmarkStart w:id="479" w:name="_Toc433020559"/>
      <w:bookmarkStart w:id="480" w:name="_Toc437262000"/>
      <w:bookmarkStart w:id="481" w:name="_Toc478375171"/>
      <w:bookmarkStart w:id="482" w:name="_Toc510513263"/>
      <w:r w:rsidRPr="00AE0E6D">
        <w:rPr>
          <w:b/>
        </w:rPr>
        <w:t>3.1.7.1</w:t>
      </w:r>
      <w:r w:rsidRPr="00AE0E6D">
        <w:rPr>
          <w:b/>
        </w:rPr>
        <w:tab/>
        <w:t>Timelines for Response by ERCOT on Reliability Resource Outages</w:t>
      </w:r>
      <w:bookmarkEnd w:id="472"/>
      <w:bookmarkEnd w:id="473"/>
      <w:bookmarkEnd w:id="474"/>
      <w:bookmarkEnd w:id="475"/>
      <w:bookmarkEnd w:id="476"/>
      <w:bookmarkEnd w:id="477"/>
      <w:bookmarkEnd w:id="478"/>
      <w:bookmarkEnd w:id="479"/>
      <w:bookmarkEnd w:id="480"/>
      <w:bookmarkEnd w:id="481"/>
      <w:bookmarkEnd w:id="482"/>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 xml:space="preserve">ERCOT shall approve requests for Outages, other than Forced Outages or Level I Maintenance Outages, of Reliability Resources unless, in ERCOT’s determination, the requested Outage would cause ERCOT to violate applicable reliability standards.  </w:t>
      </w:r>
      <w:r>
        <w:lastRenderedPageBreak/>
        <w:t>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83" w:name="_Toc204048504"/>
      <w:bookmarkStart w:id="484" w:name="_Toc400526091"/>
      <w:bookmarkStart w:id="485" w:name="_Toc405534409"/>
      <w:bookmarkStart w:id="486" w:name="_Toc406570422"/>
      <w:bookmarkStart w:id="487" w:name="_Toc410910574"/>
      <w:bookmarkStart w:id="488" w:name="_Toc411841002"/>
      <w:bookmarkStart w:id="489" w:name="_Toc422146964"/>
      <w:bookmarkStart w:id="490" w:name="_Toc433020560"/>
      <w:bookmarkStart w:id="491" w:name="_Toc437262001"/>
      <w:bookmarkStart w:id="492" w:name="_Toc478375172"/>
      <w:bookmarkStart w:id="493" w:name="_Toc510513264"/>
      <w:r w:rsidRPr="00AE0E6D">
        <w:rPr>
          <w:b/>
        </w:rPr>
        <w:t>3.1.7.2</w:t>
      </w:r>
      <w:r w:rsidRPr="00AE0E6D">
        <w:rPr>
          <w:b/>
        </w:rPr>
        <w:tab/>
        <w:t>Changes to an Approved Reliability Resource Outage Plan</w:t>
      </w:r>
      <w:bookmarkEnd w:id="483"/>
      <w:bookmarkEnd w:id="484"/>
      <w:bookmarkEnd w:id="485"/>
      <w:bookmarkEnd w:id="486"/>
      <w:bookmarkEnd w:id="487"/>
      <w:bookmarkEnd w:id="488"/>
      <w:bookmarkEnd w:id="489"/>
      <w:bookmarkEnd w:id="490"/>
      <w:bookmarkEnd w:id="491"/>
      <w:bookmarkEnd w:id="492"/>
      <w:bookmarkEnd w:id="493"/>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494" w:name="_Toc478375173"/>
      <w:bookmarkStart w:id="495" w:name="_Toc510513265"/>
      <w:r w:rsidRPr="003A4D10">
        <w:t>3.1.8</w:t>
      </w:r>
      <w:r w:rsidRPr="003A4D10">
        <w:tab/>
        <w:t>High Impact Transmission Element (HITE) Identification</w:t>
      </w:r>
      <w:bookmarkEnd w:id="494"/>
      <w:bookmarkEnd w:id="495"/>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496" w:name="_Toc204048505"/>
      <w:bookmarkStart w:id="497" w:name="_Toc400526092"/>
      <w:bookmarkStart w:id="498" w:name="_Toc405534410"/>
      <w:bookmarkStart w:id="499" w:name="_Toc406570423"/>
      <w:bookmarkStart w:id="500" w:name="_Toc410910575"/>
      <w:bookmarkStart w:id="501" w:name="_Toc411841003"/>
      <w:bookmarkStart w:id="502" w:name="_Toc422146965"/>
      <w:bookmarkStart w:id="503" w:name="_Toc433020561"/>
      <w:bookmarkStart w:id="504" w:name="_Toc437262002"/>
      <w:bookmarkStart w:id="505" w:name="_Toc478375174"/>
      <w:bookmarkStart w:id="506" w:name="_Toc510513266"/>
      <w:r>
        <w:t xml:space="preserve">3.2 </w:t>
      </w:r>
      <w:r>
        <w:tab/>
        <w:t>Analysis of Resource Adequacy</w:t>
      </w:r>
      <w:bookmarkEnd w:id="496"/>
      <w:bookmarkEnd w:id="497"/>
      <w:bookmarkEnd w:id="498"/>
      <w:bookmarkEnd w:id="499"/>
      <w:bookmarkEnd w:id="500"/>
      <w:bookmarkEnd w:id="501"/>
      <w:bookmarkEnd w:id="502"/>
      <w:bookmarkEnd w:id="503"/>
      <w:bookmarkEnd w:id="504"/>
      <w:bookmarkEnd w:id="505"/>
      <w:bookmarkEnd w:id="506"/>
    </w:p>
    <w:p w14:paraId="26C767C1" w14:textId="77777777" w:rsidR="00CB13B2" w:rsidRDefault="002D238A">
      <w:pPr>
        <w:pStyle w:val="H3"/>
      </w:pPr>
      <w:bookmarkStart w:id="507" w:name="_Toc204048506"/>
      <w:bookmarkStart w:id="508" w:name="_Toc400526093"/>
      <w:bookmarkStart w:id="509" w:name="_Toc405534411"/>
      <w:bookmarkStart w:id="510" w:name="_Toc406570424"/>
      <w:bookmarkStart w:id="511" w:name="_Toc410910576"/>
      <w:bookmarkStart w:id="512" w:name="_Toc411841004"/>
      <w:bookmarkStart w:id="513" w:name="_Toc422146966"/>
      <w:bookmarkStart w:id="514" w:name="_Toc433020562"/>
      <w:bookmarkStart w:id="515" w:name="_Toc437262003"/>
      <w:bookmarkStart w:id="516" w:name="_Toc478375175"/>
      <w:bookmarkStart w:id="517" w:name="_Toc510513267"/>
      <w:r>
        <w:t>3.2.1</w:t>
      </w:r>
      <w:r>
        <w:tab/>
        <w:t>Calculation of Aggregate Resource Capacity</w:t>
      </w:r>
      <w:bookmarkEnd w:id="507"/>
      <w:bookmarkEnd w:id="508"/>
      <w:bookmarkEnd w:id="509"/>
      <w:bookmarkEnd w:id="510"/>
      <w:bookmarkEnd w:id="511"/>
      <w:bookmarkEnd w:id="512"/>
      <w:bookmarkEnd w:id="513"/>
      <w:bookmarkEnd w:id="514"/>
      <w:bookmarkEnd w:id="515"/>
      <w:bookmarkEnd w:id="516"/>
      <w:bookmarkEnd w:id="517"/>
    </w:p>
    <w:p w14:paraId="4AE416BA" w14:textId="77777777"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w:t>
      </w:r>
      <w:r w:rsidR="000E30F8" w:rsidRPr="004474C7">
        <w:lastRenderedPageBreak/>
        <w:t>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18" w:name="_Toc204048507"/>
      <w:bookmarkStart w:id="519" w:name="_Toc400526094"/>
      <w:bookmarkStart w:id="520" w:name="_Toc405534412"/>
      <w:bookmarkStart w:id="521" w:name="_Toc406570425"/>
      <w:bookmarkStart w:id="522" w:name="_Toc410910577"/>
      <w:bookmarkStart w:id="523" w:name="_Toc411841005"/>
      <w:bookmarkStart w:id="524" w:name="_Toc422146967"/>
      <w:bookmarkStart w:id="525" w:name="_Toc433020563"/>
      <w:bookmarkStart w:id="526" w:name="_Toc437262004"/>
      <w:bookmarkStart w:id="527" w:name="_Toc478375176"/>
      <w:bookmarkStart w:id="528" w:name="_Toc510513268"/>
      <w:r>
        <w:t>3.2.2</w:t>
      </w:r>
      <w:r>
        <w:tab/>
        <w:t>Demand Forecasts</w:t>
      </w:r>
      <w:bookmarkEnd w:id="518"/>
      <w:bookmarkEnd w:id="519"/>
      <w:bookmarkEnd w:id="520"/>
      <w:bookmarkEnd w:id="521"/>
      <w:bookmarkEnd w:id="522"/>
      <w:bookmarkEnd w:id="523"/>
      <w:bookmarkEnd w:id="524"/>
      <w:bookmarkEnd w:id="525"/>
      <w:bookmarkEnd w:id="526"/>
      <w:bookmarkEnd w:id="527"/>
      <w:bookmarkEnd w:id="528"/>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29" w:name="_Toc204048508"/>
      <w:bookmarkStart w:id="530" w:name="_Toc400526095"/>
      <w:bookmarkStart w:id="531" w:name="_Toc405534413"/>
      <w:bookmarkStart w:id="532" w:name="_Toc406570426"/>
      <w:bookmarkStart w:id="533" w:name="_Toc410910578"/>
      <w:bookmarkStart w:id="534" w:name="_Toc411841006"/>
      <w:bookmarkStart w:id="535" w:name="_Toc422146968"/>
      <w:bookmarkStart w:id="536" w:name="_Toc433020564"/>
      <w:bookmarkStart w:id="537" w:name="_Toc437262005"/>
      <w:bookmarkStart w:id="538" w:name="_Toc478375177"/>
      <w:bookmarkStart w:id="539" w:name="_Toc510513269"/>
      <w:r>
        <w:t>3.2.3</w:t>
      </w:r>
      <w:r>
        <w:tab/>
        <w:t>System Adequacy Reports</w:t>
      </w:r>
      <w:bookmarkEnd w:id="529"/>
      <w:bookmarkEnd w:id="530"/>
      <w:bookmarkEnd w:id="531"/>
      <w:bookmarkEnd w:id="532"/>
      <w:bookmarkEnd w:id="533"/>
      <w:bookmarkEnd w:id="534"/>
      <w:bookmarkEnd w:id="535"/>
      <w:bookmarkEnd w:id="536"/>
      <w:bookmarkEnd w:id="537"/>
      <w:bookmarkEnd w:id="538"/>
      <w:bookmarkEnd w:id="539"/>
    </w:p>
    <w:p w14:paraId="0FBE1EDA" w14:textId="77777777" w:rsidR="00933223" w:rsidRDefault="00933223" w:rsidP="00933223">
      <w:pPr>
        <w:pStyle w:val="BodyTextNumbered"/>
        <w:rPr>
          <w:szCs w:val="24"/>
        </w:rPr>
      </w:pPr>
      <w:bookmarkStart w:id="540"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lastRenderedPageBreak/>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7777777"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7080" w14:paraId="3C05E157" w14:textId="77777777" w:rsidTr="00244D45">
        <w:tc>
          <w:tcPr>
            <w:tcW w:w="9558" w:type="dxa"/>
            <w:tcBorders>
              <w:top w:val="single" w:sz="4" w:space="0" w:color="auto"/>
              <w:left w:val="single" w:sz="4" w:space="0" w:color="auto"/>
              <w:bottom w:val="single" w:sz="4" w:space="0" w:color="auto"/>
              <w:right w:val="single" w:sz="4" w:space="0" w:color="auto"/>
            </w:tcBorders>
            <w:shd w:val="clear" w:color="auto" w:fill="D9D9D9"/>
          </w:tcPr>
          <w:p w14:paraId="75FE439D" w14:textId="77777777" w:rsidR="00DF7080" w:rsidRDefault="00DF7080" w:rsidP="00244D45">
            <w:pPr>
              <w:spacing w:before="120" w:after="240"/>
              <w:rPr>
                <w:b/>
                <w:i/>
              </w:rPr>
            </w:pPr>
            <w:r>
              <w:rPr>
                <w:b/>
                <w:i/>
              </w:rPr>
              <w:t>[NPRR843</w:t>
            </w:r>
            <w:r w:rsidRPr="004B0726">
              <w:rPr>
                <w:b/>
                <w:i/>
              </w:rPr>
              <w:t xml:space="preserve">: </w:t>
            </w:r>
            <w:r>
              <w:rPr>
                <w:b/>
                <w:i/>
              </w:rPr>
              <w:t xml:space="preserve"> Replace paragraph (a) above with the following upon system implementation:</w:t>
            </w:r>
            <w:r w:rsidRPr="004B0726">
              <w:rPr>
                <w:b/>
                <w:i/>
              </w:rPr>
              <w:t>]</w:t>
            </w:r>
          </w:p>
          <w:p w14:paraId="3674DB17" w14:textId="77777777" w:rsidR="00DF7080" w:rsidRPr="00DF7080" w:rsidRDefault="00DF7080" w:rsidP="00DF7080">
            <w:pPr>
              <w:pStyle w:val="List"/>
            </w:pPr>
            <w:r w:rsidRPr="007771CF">
              <w:t>(a)</w:t>
            </w:r>
            <w:r w:rsidRPr="007771CF">
              <w:tab/>
              <w:t>For Generation Resources, the available On-Line Resource capacity for each hour, using the COP for the first seven days</w:t>
            </w:r>
            <w:r>
              <w:t xml:space="preserve"> and considering Resources with a COP Resource Status listed in par</w:t>
            </w:r>
            <w:r w:rsidRPr="008D2861">
              <w:t>agraph (5)(b)(i) of Section 3.9.1, Current Operating Plan (COP) Criteria;</w:t>
            </w:r>
          </w:p>
        </w:tc>
      </w:tr>
    </w:tbl>
    <w:p w14:paraId="48A2943B" w14:textId="77777777" w:rsidR="00C66A07" w:rsidRDefault="00C66A07" w:rsidP="00323101">
      <w:pPr>
        <w:pStyle w:val="List"/>
        <w:spacing w:before="240"/>
        <w:rPr>
          <w:rStyle w:val="DeltaViewInsertion"/>
          <w:color w:val="000000"/>
          <w:szCs w:val="24"/>
          <w:u w:val="none"/>
        </w:rPr>
      </w:pPr>
      <w:r w:rsidRPr="00875C46">
        <w:t>(b)</w:t>
      </w:r>
      <w:r w:rsidRPr="00875C46">
        <w:tab/>
      </w:r>
      <w:r w:rsidRPr="002F4E3A">
        <w:t xml:space="preserve">ERCOT shall post a </w:t>
      </w:r>
      <w:r w:rsidRPr="00875C46">
        <w:t>total system-wide</w:t>
      </w:r>
      <w:r w:rsidRPr="002F4E3A">
        <w:t xml:space="preserve"> capacity </w:t>
      </w:r>
      <w:r w:rsidRPr="00875C46">
        <w:t>of Resource</w:t>
      </w:r>
      <w:r w:rsidRPr="002F4E3A">
        <w:t xml:space="preserve"> Outage</w:t>
      </w:r>
      <w:r w:rsidRPr="00875C46">
        <w:t>s</w:t>
      </w:r>
      <w:r w:rsidRPr="002F4E3A">
        <w:t xml:space="preserve"> as reflected in the Outage Scheduler that are accepted or approved</w:t>
      </w:r>
      <w:r w:rsidRPr="00875C46">
        <w:t xml:space="preserve">.  The Resource Outage capacity amount shall be </w:t>
      </w:r>
      <w:r w:rsidRPr="002F4E3A">
        <w:t xml:space="preserve">based </w:t>
      </w:r>
      <w:r w:rsidRPr="00875C46">
        <w:t xml:space="preserve">from </w:t>
      </w:r>
      <w:r w:rsidRPr="002F4E3A">
        <w:t xml:space="preserve">each Resource’s current Seasonal High Sustained Limit (HSL) </w:t>
      </w:r>
      <w:r w:rsidRPr="00875C46">
        <w:t xml:space="preserve">and posted each hour for </w:t>
      </w:r>
      <w:r w:rsidRPr="002F4E3A">
        <w:t xml:space="preserve">the top of each Operating Hour for the next 168 hours.  </w:t>
      </w:r>
      <w:r w:rsidRPr="00875C46">
        <w:t xml:space="preserve">The information provided by ERCOT shall be aggregated on a system-wide basis separating IRRs from other Resources, and shall include no specific Resource information, and will exclude </w:t>
      </w:r>
      <w:r w:rsidRPr="002F4E3A">
        <w:t xml:space="preserve">Outages related to Mothballed </w:t>
      </w:r>
      <w:r w:rsidRPr="00875C46">
        <w:t xml:space="preserve">Generation </w:t>
      </w:r>
      <w:r w:rsidRPr="002F4E3A">
        <w:t>Resources</w:t>
      </w:r>
      <w:r w:rsidRPr="00875C46">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E3022" w14:paraId="3B14FA34" w14:textId="77777777" w:rsidTr="00A07FAD">
        <w:tc>
          <w:tcPr>
            <w:tcW w:w="9558" w:type="dxa"/>
            <w:tcBorders>
              <w:top w:val="single" w:sz="4" w:space="0" w:color="auto"/>
              <w:left w:val="single" w:sz="4" w:space="0" w:color="auto"/>
              <w:bottom w:val="single" w:sz="4" w:space="0" w:color="auto"/>
              <w:right w:val="single" w:sz="4" w:space="0" w:color="auto"/>
            </w:tcBorders>
            <w:shd w:val="clear" w:color="auto" w:fill="D9D9D9"/>
          </w:tcPr>
          <w:p w14:paraId="201D7C2B" w14:textId="77777777" w:rsidR="005E3022" w:rsidRDefault="005E3022" w:rsidP="00A07FAD">
            <w:pPr>
              <w:spacing w:before="120" w:after="240"/>
              <w:rPr>
                <w:b/>
                <w:i/>
              </w:rPr>
            </w:pPr>
            <w:r>
              <w:rPr>
                <w:b/>
                <w:i/>
              </w:rPr>
              <w:lastRenderedPageBreak/>
              <w:t>[NPRR844</w:t>
            </w:r>
            <w:r w:rsidRPr="004B0726">
              <w:rPr>
                <w:b/>
                <w:i/>
              </w:rPr>
              <w:t xml:space="preserve">: </w:t>
            </w:r>
            <w:r>
              <w:rPr>
                <w:b/>
                <w:i/>
              </w:rPr>
              <w:t xml:space="preserve"> Replace paragraph (b) above with the following upon system implementation:</w:t>
            </w:r>
            <w:r w:rsidRPr="004B0726">
              <w:rPr>
                <w:b/>
                <w:i/>
              </w:rPr>
              <w:t>]</w:t>
            </w:r>
          </w:p>
          <w:p w14:paraId="26314435" w14:textId="77777777" w:rsidR="00A33BCC" w:rsidRPr="005A2391" w:rsidRDefault="00A33BCC" w:rsidP="00A33BCC">
            <w:pPr>
              <w:pStyle w:val="List"/>
              <w:rPr>
                <w:rStyle w:val="DeltaViewInsertion"/>
                <w:color w:val="auto"/>
                <w:szCs w:val="24"/>
                <w:u w:val="none"/>
              </w:rPr>
            </w:pPr>
            <w:r w:rsidRPr="005A2391">
              <w:rPr>
                <w:rStyle w:val="DeltaViewInsertion"/>
                <w:color w:val="auto"/>
                <w:szCs w:val="24"/>
                <w:u w:val="none"/>
              </w:rPr>
              <w:t>(b)</w:t>
            </w:r>
            <w:r w:rsidRPr="005A2391">
              <w:rPr>
                <w:rStyle w:val="DeltaViewInsertion"/>
                <w:color w:val="auto"/>
                <w:szCs w:val="24"/>
                <w:u w:val="none"/>
              </w:rPr>
              <w:tab/>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4B125CC7" w14:textId="77777777" w:rsidR="005E3022" w:rsidRDefault="005E3022" w:rsidP="00A33BCC">
            <w:pPr>
              <w:pStyle w:val="List"/>
              <w:ind w:left="2160"/>
            </w:pPr>
            <w:r>
              <w:t>(i)</w:t>
            </w:r>
            <w:r>
              <w:tab/>
              <w:t xml:space="preserve">IRRs with an Outage Scheduler nature of work other than “New Equipment Energization”; </w:t>
            </w:r>
          </w:p>
          <w:p w14:paraId="1A7E08A0" w14:textId="77777777" w:rsidR="005E3022" w:rsidRDefault="005E3022" w:rsidP="005E3022">
            <w:pPr>
              <w:pStyle w:val="List"/>
              <w:ind w:left="2160"/>
            </w:pPr>
            <w:r>
              <w:t>(ii)</w:t>
            </w:r>
            <w:r>
              <w:tab/>
              <w:t>Other Resources with an Outage Scheduler nature of work other than “New Equipment Energization”; and</w:t>
            </w:r>
          </w:p>
          <w:p w14:paraId="701D9CCB" w14:textId="77777777" w:rsidR="005E3022" w:rsidRPr="00DF7080" w:rsidRDefault="005E3022" w:rsidP="005E3022">
            <w:pPr>
              <w:pStyle w:val="List"/>
              <w:ind w:left="2160"/>
            </w:pPr>
            <w:r>
              <w:t>(iii)</w:t>
            </w:r>
            <w:r>
              <w:tab/>
              <w:t>Resources with an Outage Scheduler nature of wo</w:t>
            </w:r>
            <w:r w:rsidR="00A33BCC">
              <w:t>rk “New Equipment Energization”;</w:t>
            </w:r>
          </w:p>
        </w:tc>
      </w:tr>
    </w:tbl>
    <w:p w14:paraId="2ECF6A71" w14:textId="77777777" w:rsidR="00933223" w:rsidRDefault="00933223" w:rsidP="00F112FA">
      <w:pPr>
        <w:pStyle w:val="List"/>
        <w:spacing w:before="240"/>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7080" w14:paraId="583A43FF" w14:textId="77777777" w:rsidTr="00244D45">
        <w:tc>
          <w:tcPr>
            <w:tcW w:w="9558" w:type="dxa"/>
            <w:tcBorders>
              <w:top w:val="single" w:sz="4" w:space="0" w:color="auto"/>
              <w:left w:val="single" w:sz="4" w:space="0" w:color="auto"/>
              <w:bottom w:val="single" w:sz="4" w:space="0" w:color="auto"/>
              <w:right w:val="single" w:sz="4" w:space="0" w:color="auto"/>
            </w:tcBorders>
            <w:shd w:val="clear" w:color="auto" w:fill="D9D9D9"/>
          </w:tcPr>
          <w:p w14:paraId="66334AD0" w14:textId="77777777" w:rsidR="00DF7080" w:rsidRDefault="00DF7080" w:rsidP="00244D45">
            <w:pPr>
              <w:spacing w:before="120" w:after="240"/>
              <w:rPr>
                <w:b/>
                <w:i/>
              </w:rPr>
            </w:pPr>
            <w:r>
              <w:rPr>
                <w:b/>
                <w:i/>
              </w:rPr>
              <w:t>[NPRR843</w:t>
            </w:r>
            <w:r w:rsidRPr="004B0726">
              <w:rPr>
                <w:b/>
                <w:i/>
              </w:rPr>
              <w:t xml:space="preserve">: </w:t>
            </w:r>
            <w:r>
              <w:rPr>
                <w:b/>
                <w:i/>
              </w:rPr>
              <w:t xml:space="preserve"> Replace paragraph (c) above with the following upon system implementation:</w:t>
            </w:r>
            <w:r w:rsidRPr="004B0726">
              <w:rPr>
                <w:b/>
                <w:i/>
              </w:rPr>
              <w:t>]</w:t>
            </w:r>
          </w:p>
          <w:p w14:paraId="58C9FEA1" w14:textId="77777777" w:rsidR="00DF7080" w:rsidRPr="00DF7080" w:rsidRDefault="00DF7080" w:rsidP="00DF7080">
            <w:pPr>
              <w:pStyle w:val="List"/>
            </w:pPr>
            <w:r w:rsidRPr="007771CF">
              <w:t>(</w:t>
            </w:r>
            <w:r>
              <w:t>c</w:t>
            </w:r>
            <w:r w:rsidRPr="007771CF">
              <w:t>)</w:t>
            </w:r>
            <w:r w:rsidRPr="007771CF">
              <w:tab/>
              <w:t>For Load Resources, the available capacity for each hour using the COP</w:t>
            </w:r>
            <w:r>
              <w:t xml:space="preserve"> for the first seven days and considering Resources with a COP Resource Status of ONRGL, ONCLR, or ONRL</w:t>
            </w:r>
            <w:r w:rsidRPr="007771CF">
              <w:t>;</w:t>
            </w:r>
          </w:p>
        </w:tc>
      </w:tr>
    </w:tbl>
    <w:p w14:paraId="4E4F81DA" w14:textId="77777777" w:rsidR="00933223" w:rsidRDefault="00933223" w:rsidP="00323101">
      <w:pPr>
        <w:pStyle w:val="List"/>
        <w:spacing w:before="240"/>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77777777"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Pr>
          <w:color w:val="000000"/>
        </w:rP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7080" w14:paraId="0C945967" w14:textId="77777777" w:rsidTr="00244D45">
        <w:tc>
          <w:tcPr>
            <w:tcW w:w="9558" w:type="dxa"/>
            <w:tcBorders>
              <w:top w:val="single" w:sz="4" w:space="0" w:color="auto"/>
              <w:left w:val="single" w:sz="4" w:space="0" w:color="auto"/>
              <w:bottom w:val="single" w:sz="4" w:space="0" w:color="auto"/>
              <w:right w:val="single" w:sz="4" w:space="0" w:color="auto"/>
            </w:tcBorders>
            <w:shd w:val="clear" w:color="auto" w:fill="D9D9D9"/>
          </w:tcPr>
          <w:p w14:paraId="3B320130" w14:textId="77777777" w:rsidR="00DF7080" w:rsidRDefault="00DF7080" w:rsidP="00244D45">
            <w:pPr>
              <w:spacing w:before="120" w:after="240"/>
              <w:rPr>
                <w:b/>
                <w:i/>
              </w:rPr>
            </w:pPr>
            <w:bookmarkStart w:id="541" w:name="_Toc400526096"/>
            <w:bookmarkStart w:id="542" w:name="_Toc405534414"/>
            <w:bookmarkStart w:id="543" w:name="_Toc406570427"/>
            <w:bookmarkStart w:id="544" w:name="_Toc410910579"/>
            <w:bookmarkStart w:id="545" w:name="_Toc411841007"/>
            <w:bookmarkStart w:id="546" w:name="_Toc422146969"/>
            <w:bookmarkStart w:id="547" w:name="_Toc433020565"/>
            <w:bookmarkStart w:id="548" w:name="_Toc437262006"/>
            <w:bookmarkStart w:id="549" w:name="_Toc478375178"/>
            <w:r>
              <w:rPr>
                <w:b/>
                <w:i/>
              </w:rPr>
              <w:t>[NPRR843</w:t>
            </w:r>
            <w:r w:rsidRPr="004B0726">
              <w:rPr>
                <w:b/>
                <w:i/>
              </w:rPr>
              <w:t xml:space="preserve">: </w:t>
            </w:r>
            <w:r>
              <w:rPr>
                <w:b/>
                <w:i/>
              </w:rPr>
              <w:t xml:space="preserve"> Replace paragraph (g) above with the following upon system implementation:</w:t>
            </w:r>
            <w:r w:rsidRPr="004B0726">
              <w:rPr>
                <w:b/>
                <w:i/>
              </w:rPr>
              <w:t>]</w:t>
            </w:r>
          </w:p>
          <w:p w14:paraId="08645819" w14:textId="77777777" w:rsidR="00DF7080" w:rsidRPr="00DF7080" w:rsidRDefault="00DF7080" w:rsidP="00DF7080">
            <w:pPr>
              <w:pStyle w:val="List"/>
            </w:pPr>
            <w:r w:rsidRPr="007771CF">
              <w:t>(</w:t>
            </w:r>
            <w:r>
              <w:t>g</w:t>
            </w:r>
            <w:r w:rsidRPr="007771CF">
              <w:t>)</w:t>
            </w:r>
            <w:r w:rsidRPr="007771CF">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Pr>
                <w:color w:val="000000"/>
              </w:rPr>
              <w:t xml:space="preserve"> and considering</w:t>
            </w:r>
            <w:r>
              <w:t xml:space="preserve"> </w:t>
            </w:r>
            <w:r>
              <w:lastRenderedPageBreak/>
              <w:t>Resources with a COP Resource Status of OFF or OFFNS and temporal constraints</w:t>
            </w:r>
            <w:r>
              <w:rPr>
                <w:color w:val="000000"/>
              </w:rPr>
              <w:t>.</w:t>
            </w:r>
          </w:p>
        </w:tc>
      </w:tr>
    </w:tbl>
    <w:p w14:paraId="32367F3D" w14:textId="77777777" w:rsidR="00CB13B2" w:rsidRDefault="002D238A" w:rsidP="00323101">
      <w:pPr>
        <w:pStyle w:val="H3"/>
        <w:spacing w:before="480"/>
        <w:rPr>
          <w:color w:val="000000"/>
          <w:szCs w:val="24"/>
        </w:rPr>
      </w:pPr>
      <w:bookmarkStart w:id="550" w:name="_Toc510513270"/>
      <w:r>
        <w:rPr>
          <w:rStyle w:val="DeltaViewInsertion"/>
          <w:color w:val="000000"/>
          <w:szCs w:val="24"/>
          <w:u w:val="none"/>
        </w:rPr>
        <w:lastRenderedPageBreak/>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40"/>
      <w:bookmarkEnd w:id="541"/>
      <w:bookmarkEnd w:id="542"/>
      <w:bookmarkEnd w:id="543"/>
      <w:bookmarkEnd w:id="544"/>
      <w:bookmarkEnd w:id="545"/>
      <w:bookmarkEnd w:id="546"/>
      <w:bookmarkEnd w:id="547"/>
      <w:bookmarkEnd w:id="548"/>
      <w:bookmarkEnd w:id="549"/>
      <w:bookmarkEnd w:id="550"/>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51" w:name="_Toc400526097"/>
      <w:bookmarkStart w:id="552" w:name="_Toc405534415"/>
      <w:bookmarkStart w:id="553" w:name="_Toc406570428"/>
      <w:bookmarkStart w:id="554" w:name="_Toc410910580"/>
      <w:bookmarkStart w:id="555" w:name="_Toc411841008"/>
      <w:bookmarkStart w:id="556" w:name="_Toc422146970"/>
      <w:bookmarkStart w:id="557" w:name="_Toc433020566"/>
      <w:bookmarkStart w:id="558" w:name="_Toc437262007"/>
      <w:bookmarkStart w:id="559" w:name="_Toc478375179"/>
      <w:bookmarkStart w:id="560" w:name="_Toc510513271"/>
      <w:r>
        <w:t>3.2.5</w:t>
      </w:r>
      <w:r>
        <w:tab/>
        <w:t>Publication of Resource and Load Information</w:t>
      </w:r>
      <w:bookmarkEnd w:id="551"/>
      <w:bookmarkEnd w:id="552"/>
      <w:bookmarkEnd w:id="553"/>
      <w:bookmarkEnd w:id="554"/>
      <w:bookmarkEnd w:id="555"/>
      <w:bookmarkEnd w:id="556"/>
      <w:bookmarkEnd w:id="557"/>
      <w:bookmarkEnd w:id="558"/>
      <w:bookmarkEnd w:id="559"/>
      <w:bookmarkEnd w:id="560"/>
    </w:p>
    <w:p w14:paraId="2FDE2F05" w14:textId="77777777"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Congestion Management Zones.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w:t>
      </w:r>
      <w:r w:rsidRPr="00FE4B4B">
        <w:lastRenderedPageBreak/>
        <w:t>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lastRenderedPageBreak/>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77777777" w:rsidR="00CB13B2" w:rsidRDefault="002D238A">
      <w:pPr>
        <w:pStyle w:val="List"/>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4881D4B5" w14:textId="77777777" w:rsidR="00CB13B2" w:rsidRDefault="002D238A" w:rsidP="00D20537">
      <w:pPr>
        <w:pStyle w:val="List"/>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lastRenderedPageBreak/>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77777777" w:rsidR="00CB13B2" w:rsidRDefault="002D238A">
      <w:pPr>
        <w:pStyle w:val="List2"/>
      </w:pPr>
      <w:r>
        <w:t>(iii)</w:t>
      </w:r>
      <w:r>
        <w:tab/>
        <w:t>The Maximum Power Consumption (MPC for a Load Resource);</w:t>
      </w:r>
    </w:p>
    <w:p w14:paraId="72AE0183" w14:textId="77777777" w:rsidR="00CB13B2" w:rsidRDefault="002D238A">
      <w:pPr>
        <w:pStyle w:val="List2"/>
      </w:pPr>
      <w:r>
        <w:t>(iv)</w:t>
      </w:r>
      <w:r>
        <w:tab/>
        <w:t>The Low Power Consumption (LPC for a Load Resource);</w:t>
      </w:r>
    </w:p>
    <w:p w14:paraId="187D034A" w14:textId="77777777" w:rsidR="00CB13B2" w:rsidRDefault="002D238A">
      <w:pPr>
        <w:pStyle w:val="List2"/>
      </w:pPr>
      <w:r>
        <w:t>(v)</w:t>
      </w:r>
      <w:r>
        <w:tab/>
        <w:t>The telemetered real power consumption; and</w:t>
      </w:r>
    </w:p>
    <w:p w14:paraId="0EF3FBBD" w14:textId="77777777" w:rsidR="00CB13B2" w:rsidRDefault="002D238A" w:rsidP="00D20537">
      <w:pPr>
        <w:pStyle w:val="List2"/>
        <w:spacing w:after="0"/>
      </w:pPr>
      <w:r>
        <w:t>(vi)</w:t>
      </w:r>
      <w:r>
        <w:tab/>
        <w:t xml:space="preserve">The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E268A" w14:paraId="0BC370B2" w14:textId="77777777" w:rsidTr="00244D45">
        <w:tc>
          <w:tcPr>
            <w:tcW w:w="9558" w:type="dxa"/>
            <w:tcBorders>
              <w:top w:val="single" w:sz="4" w:space="0" w:color="auto"/>
              <w:left w:val="single" w:sz="4" w:space="0" w:color="auto"/>
              <w:bottom w:val="single" w:sz="4" w:space="0" w:color="auto"/>
              <w:right w:val="single" w:sz="4" w:space="0" w:color="auto"/>
            </w:tcBorders>
            <w:shd w:val="clear" w:color="auto" w:fill="D9D9D9"/>
          </w:tcPr>
          <w:p w14:paraId="3127039F" w14:textId="77777777" w:rsidR="00DE268A" w:rsidRDefault="00DE268A" w:rsidP="00244D45">
            <w:pPr>
              <w:spacing w:before="120" w:after="240"/>
              <w:rPr>
                <w:b/>
                <w:i/>
              </w:rPr>
            </w:pPr>
            <w:r>
              <w:rPr>
                <w:b/>
                <w:i/>
              </w:rPr>
              <w:t>[NPRR843</w:t>
            </w:r>
            <w:r w:rsidRPr="004B0726">
              <w:rPr>
                <w:b/>
                <w:i/>
              </w:rPr>
              <w:t xml:space="preserve">: </w:t>
            </w:r>
            <w:r>
              <w:rPr>
                <w:b/>
                <w:i/>
              </w:rPr>
              <w:t xml:space="preserve"> Insert paragraph (6) below upon system implementation and renumber accordingly:</w:t>
            </w:r>
            <w:r w:rsidRPr="004B0726">
              <w:rPr>
                <w:b/>
                <w:i/>
              </w:rPr>
              <w:t>]</w:t>
            </w:r>
          </w:p>
          <w:p w14:paraId="40C2C9C5" w14:textId="77777777" w:rsidR="00DE268A" w:rsidRPr="00DF7080" w:rsidRDefault="00DE268A" w:rsidP="00DE268A">
            <w:pPr>
              <w:spacing w:after="240"/>
              <w:ind w:left="720" w:hanging="720"/>
            </w:pPr>
            <w:r w:rsidRPr="00DE268A">
              <w:lastRenderedPageBreak/>
              <w:t>(6)</w:t>
            </w:r>
            <w:r w:rsidRPr="00DE268A">
              <w:tab/>
              <w:t>If any Market Clearing Price for Capacity (MCPC) for an Ancillary Service exceeds 50 times the FIP during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tc>
      </w:tr>
    </w:tbl>
    <w:p w14:paraId="63C7263E" w14:textId="77777777" w:rsidR="00066DF1" w:rsidRDefault="00066DF1" w:rsidP="00323101">
      <w:pPr>
        <w:pStyle w:val="List"/>
        <w:spacing w:before="240"/>
        <w:ind w:left="720"/>
      </w:pPr>
      <w:r>
        <w:lastRenderedPageBreak/>
        <w:t>(6)</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77777777" w:rsidR="00066DF1" w:rsidRDefault="00066DF1" w:rsidP="00066DF1">
      <w:pPr>
        <w:pStyle w:val="List"/>
        <w:ind w:left="720"/>
      </w:pPr>
      <w:r w:rsidRPr="006A6281">
        <w:t>(7)</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77777777" w:rsidR="00277082" w:rsidRDefault="00066DF1" w:rsidP="00D20537">
      <w:pPr>
        <w:pStyle w:val="List"/>
        <w:ind w:left="720"/>
      </w:pPr>
      <w:r>
        <w:t>(8)</w:t>
      </w:r>
      <w:r>
        <w:tab/>
        <w:t>ERCOT shall post on the MIS Public Area the offer price and the name of the Entity submitting the offer for the highest-priced Ancillary Service Offer selected for each Ancillary Service 48 hours after the end of the applicable Operating Day.  If multiple Entities submitted the highest-priced offers selected, all Entities shall be identified on the MIS Public Area.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E268A" w14:paraId="76D24F9A" w14:textId="77777777" w:rsidTr="00244D45">
        <w:tc>
          <w:tcPr>
            <w:tcW w:w="9558" w:type="dxa"/>
            <w:tcBorders>
              <w:top w:val="single" w:sz="4" w:space="0" w:color="auto"/>
              <w:left w:val="single" w:sz="4" w:space="0" w:color="auto"/>
              <w:bottom w:val="single" w:sz="4" w:space="0" w:color="auto"/>
              <w:right w:val="single" w:sz="4" w:space="0" w:color="auto"/>
            </w:tcBorders>
            <w:shd w:val="clear" w:color="auto" w:fill="D9D9D9"/>
          </w:tcPr>
          <w:p w14:paraId="1849181F" w14:textId="77777777" w:rsidR="00DE268A" w:rsidRDefault="00DE268A" w:rsidP="00244D45">
            <w:pPr>
              <w:spacing w:before="120" w:after="240"/>
              <w:rPr>
                <w:b/>
                <w:i/>
              </w:rPr>
            </w:pPr>
            <w:r>
              <w:rPr>
                <w:b/>
                <w:i/>
              </w:rPr>
              <w:t>[NPRR843</w:t>
            </w:r>
            <w:r w:rsidRPr="004B0726">
              <w:rPr>
                <w:b/>
                <w:i/>
              </w:rPr>
              <w:t xml:space="preserve">: </w:t>
            </w:r>
            <w:r>
              <w:rPr>
                <w:b/>
                <w:i/>
              </w:rPr>
              <w:t xml:space="preserve"> Replace paragraph (8) above with the following upon system implementation:</w:t>
            </w:r>
            <w:r w:rsidRPr="004B0726">
              <w:rPr>
                <w:b/>
                <w:i/>
              </w:rPr>
              <w:t>]</w:t>
            </w:r>
          </w:p>
          <w:p w14:paraId="472F2604" w14:textId="77777777" w:rsidR="00DE268A" w:rsidRPr="00DF7080" w:rsidRDefault="00DE268A" w:rsidP="00DE268A">
            <w:pPr>
              <w:pStyle w:val="List"/>
              <w:ind w:left="720"/>
            </w:pPr>
            <w:r>
              <w:t>(8)</w:t>
            </w:r>
            <w: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7D44B337" w14:textId="77777777" w:rsidR="00CB13B2" w:rsidRDefault="002D238A" w:rsidP="00323101">
      <w:pPr>
        <w:pStyle w:val="List"/>
        <w:spacing w:before="240"/>
        <w:ind w:left="720"/>
      </w:pPr>
      <w:r>
        <w:t>(</w:t>
      </w:r>
      <w:r w:rsidR="00066DF1">
        <w:t>9</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77777777" w:rsidR="00CB13B2" w:rsidRDefault="002D238A">
      <w:pPr>
        <w:pStyle w:val="List"/>
      </w:pPr>
      <w:r>
        <w:t>(b)</w:t>
      </w:r>
      <w:r>
        <w:tab/>
        <w:t>The names of the Entities providing information to ERCOT;</w:t>
      </w:r>
    </w:p>
    <w:p w14:paraId="716AC32A" w14:textId="77777777" w:rsidR="00CB13B2" w:rsidRDefault="002D238A">
      <w:pPr>
        <w:pStyle w:val="List"/>
      </w:pPr>
      <w:r>
        <w:t>(c)</w:t>
      </w:r>
      <w:r>
        <w:tab/>
        <w:t xml:space="preserve">The names of the Entities controlling each Resource.  ERCOT shall determine whether the Entity is in control of each Resource in accordance with subsection (e) of P.U.C. </w:t>
      </w:r>
      <w:r>
        <w:rPr>
          <w:rFonts w:cs="Arial"/>
          <w:smallCaps/>
        </w:rPr>
        <w:t xml:space="preserve">Subst. </w:t>
      </w:r>
      <w:r>
        <w:t>R. 25.502, Pricing Safeguards in Markets Operated by the Electric Reliability Council of Texas; and</w:t>
      </w:r>
    </w:p>
    <w:p w14:paraId="27CE20AA" w14:textId="77777777" w:rsidR="00CB13B2" w:rsidRDefault="002D238A">
      <w:pPr>
        <w:pStyle w:val="List"/>
      </w:pPr>
      <w:r>
        <w:lastRenderedPageBreak/>
        <w:t>(d)</w:t>
      </w:r>
      <w:r>
        <w:tab/>
        <w:t>Flag for Reliability Must-Run (RMR) Resources.</w:t>
      </w:r>
    </w:p>
    <w:p w14:paraId="29C7DDB8" w14:textId="77777777" w:rsidR="009220DC" w:rsidRDefault="009220DC" w:rsidP="009220DC">
      <w:pPr>
        <w:pStyle w:val="List"/>
        <w:ind w:left="720"/>
      </w:pPr>
      <w:r>
        <w:t>(</w:t>
      </w:r>
      <w:r w:rsidR="00066DF1">
        <w:t>10</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E268A" w14:paraId="69D6C010" w14:textId="77777777" w:rsidTr="00244D45">
        <w:tc>
          <w:tcPr>
            <w:tcW w:w="9558" w:type="dxa"/>
            <w:tcBorders>
              <w:top w:val="single" w:sz="4" w:space="0" w:color="auto"/>
              <w:left w:val="single" w:sz="4" w:space="0" w:color="auto"/>
              <w:bottom w:val="single" w:sz="4" w:space="0" w:color="auto"/>
              <w:right w:val="single" w:sz="4" w:space="0" w:color="auto"/>
            </w:tcBorders>
            <w:shd w:val="clear" w:color="auto" w:fill="D9D9D9"/>
          </w:tcPr>
          <w:p w14:paraId="4E8EB531" w14:textId="77777777" w:rsidR="00DE268A" w:rsidRDefault="00DE268A" w:rsidP="00244D45">
            <w:pPr>
              <w:spacing w:before="120" w:after="240"/>
              <w:rPr>
                <w:b/>
                <w:i/>
              </w:rPr>
            </w:pPr>
            <w:bookmarkStart w:id="561" w:name="_Toc316459836"/>
            <w:bookmarkStart w:id="562" w:name="_Toc478375180"/>
            <w:bookmarkStart w:id="563" w:name="_Toc289696698"/>
            <w:bookmarkStart w:id="564" w:name="_Toc400526098"/>
            <w:bookmarkStart w:id="565" w:name="_Toc405534416"/>
            <w:bookmarkStart w:id="566" w:name="_Toc406570429"/>
            <w:bookmarkStart w:id="567" w:name="_Toc410910581"/>
            <w:bookmarkStart w:id="568" w:name="_Toc411841009"/>
            <w:bookmarkStart w:id="569" w:name="_Toc422146971"/>
            <w:bookmarkStart w:id="570" w:name="_Toc433020567"/>
            <w:bookmarkStart w:id="571" w:name="_Toc437262008"/>
            <w:r>
              <w:rPr>
                <w:b/>
                <w:i/>
              </w:rPr>
              <w:t>[NPRR843</w:t>
            </w:r>
            <w:r w:rsidRPr="004B0726">
              <w:rPr>
                <w:b/>
                <w:i/>
              </w:rPr>
              <w:t xml:space="preserve">: </w:t>
            </w:r>
            <w:r>
              <w:rPr>
                <w:b/>
                <w:i/>
              </w:rPr>
              <w:t xml:space="preserve"> Insert paragraph (11) below upon system implementation:</w:t>
            </w:r>
            <w:r w:rsidRPr="004B0726">
              <w:rPr>
                <w:b/>
                <w:i/>
              </w:rPr>
              <w:t>]</w:t>
            </w:r>
          </w:p>
          <w:p w14:paraId="53C9F2F0" w14:textId="77777777" w:rsidR="00DE268A" w:rsidRDefault="00DE268A" w:rsidP="00DE268A">
            <w:pPr>
              <w:spacing w:after="240"/>
              <w:ind w:left="720" w:hanging="720"/>
            </w:pPr>
            <w:r>
              <w:t>(11)</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0579CEBD" w14:textId="77777777" w:rsidR="00DE268A" w:rsidRDefault="00DE268A" w:rsidP="00DE268A">
            <w:pPr>
              <w:pStyle w:val="List"/>
            </w:pPr>
            <w:r>
              <w:t>(a)</w:t>
            </w:r>
            <w:r>
              <w:tab/>
              <w:t>The Resource name and the Resource’s Ancillary Service Offers available for any applicable SASMs;</w:t>
            </w:r>
          </w:p>
          <w:p w14:paraId="2CFCCB34" w14:textId="77777777" w:rsidR="00DE268A" w:rsidRDefault="00DE268A" w:rsidP="00DE268A">
            <w:pPr>
              <w:pStyle w:val="List"/>
            </w:pPr>
            <w:r>
              <w:lastRenderedPageBreak/>
              <w:t>(b)</w:t>
            </w:r>
            <w:r>
              <w:tab/>
              <w:t>The awards for each Ancillary Service from any applicable SASMs for each Generation Resource; and</w:t>
            </w:r>
          </w:p>
          <w:p w14:paraId="790C599C" w14:textId="77777777" w:rsidR="00DE268A" w:rsidRPr="00DF7080" w:rsidRDefault="00DE268A" w:rsidP="00DE268A">
            <w:pPr>
              <w:pStyle w:val="List"/>
            </w:pPr>
            <w:r>
              <w:t>(c)</w:t>
            </w:r>
            <w:r>
              <w:tab/>
              <w:t>The awards for each Ancillary Service from any applicable SASMs for each Load Resource.</w:t>
            </w:r>
          </w:p>
        </w:tc>
      </w:tr>
    </w:tbl>
    <w:p w14:paraId="6E931288" w14:textId="77777777" w:rsidR="00FB2863" w:rsidRPr="00FB2863" w:rsidRDefault="00FB2863" w:rsidP="00323101">
      <w:pPr>
        <w:pStyle w:val="H4"/>
        <w:spacing w:before="480"/>
        <w:ind w:left="1267" w:hanging="1267"/>
        <w:rPr>
          <w:b/>
          <w:bCs/>
        </w:rPr>
      </w:pPr>
      <w:bookmarkStart w:id="572" w:name="_Toc510513272"/>
      <w:r w:rsidRPr="00FB2863">
        <w:rPr>
          <w:b/>
          <w:bCs/>
        </w:rPr>
        <w:lastRenderedPageBreak/>
        <w:t>3.2.5.1</w:t>
      </w:r>
      <w:r w:rsidRPr="00FB2863">
        <w:rPr>
          <w:b/>
          <w:bCs/>
        </w:rPr>
        <w:tab/>
        <w:t>Unregistered Distributed Generation Reporting Requirements for Non Opt-In Entities</w:t>
      </w:r>
      <w:bookmarkEnd w:id="561"/>
      <w:bookmarkEnd w:id="562"/>
      <w:bookmarkEnd w:id="572"/>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77777777"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the NOIE shall submit to ERCOT electronically, the required data described below as of the last day of the prior quarter </w:t>
      </w:r>
      <w:r>
        <w:rPr>
          <w:iCs/>
        </w:rPr>
        <w:t>by submitting the designated form provided on the ERCOT website</w:t>
      </w:r>
      <w:r w:rsidRPr="00242267">
        <w:rPr>
          <w:iCs/>
        </w:rPr>
        <w:t>.  The report shall include the total NOIE’s unregistered DG MW capacity above 50 kW 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4F9E6D8A" w14:textId="77777777" w:rsidR="00FB2863" w:rsidRPr="00FB2863" w:rsidRDefault="00FB2863" w:rsidP="00FB2863">
      <w:pPr>
        <w:pStyle w:val="H4"/>
        <w:ind w:left="1267" w:hanging="1267"/>
        <w:rPr>
          <w:b/>
          <w:bCs/>
        </w:rPr>
      </w:pPr>
      <w:bookmarkStart w:id="573" w:name="_Toc316459837"/>
      <w:bookmarkStart w:id="574" w:name="_Toc478375181"/>
      <w:bookmarkStart w:id="575" w:name="_Toc510513273"/>
      <w:r w:rsidRPr="00FB2863">
        <w:rPr>
          <w:b/>
          <w:bCs/>
        </w:rPr>
        <w:t>3.2.5.2</w:t>
      </w:r>
      <w:r w:rsidRPr="00FB2863">
        <w:rPr>
          <w:b/>
          <w:bCs/>
        </w:rPr>
        <w:tab/>
        <w:t>Unregistered Distributed Generation Reporting Requirements for Competitive Areas</w:t>
      </w:r>
      <w:bookmarkEnd w:id="573"/>
      <w:bookmarkEnd w:id="574"/>
      <w:bookmarkEnd w:id="575"/>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76" w:name="_Toc316459838"/>
      <w:bookmarkStart w:id="577" w:name="_Toc478375182"/>
      <w:bookmarkStart w:id="578" w:name="_Toc510513274"/>
      <w:r w:rsidRPr="00FB2863">
        <w:rPr>
          <w:b/>
          <w:bCs/>
        </w:rPr>
        <w:t>3.2.5.3</w:t>
      </w:r>
      <w:r w:rsidRPr="00FB2863">
        <w:rPr>
          <w:b/>
          <w:bCs/>
        </w:rPr>
        <w:tab/>
        <w:t>Unregistered Distributed Generation Reporting Requirements for ERCOT</w:t>
      </w:r>
      <w:bookmarkEnd w:id="576"/>
      <w:bookmarkEnd w:id="577"/>
      <w:bookmarkEnd w:id="578"/>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lastRenderedPageBreak/>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79" w:name="_Toc478375183"/>
      <w:bookmarkStart w:id="580" w:name="_Toc510513275"/>
      <w:r>
        <w:t>3.2.6</w:t>
      </w:r>
      <w:r w:rsidRPr="006A0091">
        <w:tab/>
        <w:t>ERCOT Planning Reserve Margin</w:t>
      </w:r>
      <w:bookmarkEnd w:id="563"/>
      <w:bookmarkEnd w:id="564"/>
      <w:bookmarkEnd w:id="565"/>
      <w:bookmarkEnd w:id="566"/>
      <w:bookmarkEnd w:id="567"/>
      <w:bookmarkEnd w:id="568"/>
      <w:bookmarkEnd w:id="569"/>
      <w:bookmarkEnd w:id="570"/>
      <w:bookmarkEnd w:id="571"/>
      <w:bookmarkEnd w:id="579"/>
      <w:bookmarkEnd w:id="580"/>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81"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82" w:name="_Toc289696699"/>
            <w:r w:rsidRPr="006A0091">
              <w:rPr>
                <w:i/>
              </w:rPr>
              <w:t>i</w:t>
            </w:r>
            <w:bookmarkEnd w:id="582"/>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83" w:name="_Toc289696700"/>
            <w:r w:rsidRPr="00545FF6">
              <w:t>None</w:t>
            </w:r>
            <w:bookmarkEnd w:id="583"/>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84" w:name="_Toc289696701"/>
            <w:r>
              <w:t>Y</w:t>
            </w:r>
            <w:r w:rsidRPr="006A0091">
              <w:t>ear</w:t>
            </w:r>
            <w:bookmarkEnd w:id="584"/>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85" w:name="_Toc289696702"/>
            <w:r w:rsidRPr="006A0091">
              <w:rPr>
                <w:i/>
              </w:rPr>
              <w:t>s</w:t>
            </w:r>
            <w:bookmarkEnd w:id="585"/>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86" w:name="_Toc289696703"/>
            <w:r w:rsidRPr="00545FF6">
              <w:t>None</w:t>
            </w:r>
            <w:bookmarkEnd w:id="586"/>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87" w:name="_Toc289696704"/>
            <w:r w:rsidRPr="006A0091">
              <w:t>Peak Load Season</w:t>
            </w:r>
            <w:bookmarkEnd w:id="587"/>
            <w:r>
              <w:t>.</w:t>
            </w:r>
          </w:p>
        </w:tc>
      </w:tr>
    </w:tbl>
    <w:p w14:paraId="1EE8AEDD" w14:textId="77777777" w:rsidR="001A78C0" w:rsidRPr="000D29A8" w:rsidRDefault="001A78C0" w:rsidP="000D29A8">
      <w:pPr>
        <w:pStyle w:val="H4"/>
        <w:spacing w:before="480"/>
        <w:ind w:left="1267" w:hanging="1267"/>
        <w:rPr>
          <w:b/>
        </w:rPr>
      </w:pPr>
      <w:bookmarkStart w:id="588" w:name="_Toc266254154"/>
      <w:bookmarkStart w:id="589" w:name="_Toc289696705"/>
      <w:bookmarkStart w:id="590" w:name="_Toc400526099"/>
      <w:bookmarkStart w:id="591" w:name="_Toc405534417"/>
      <w:bookmarkStart w:id="592" w:name="_Toc406570430"/>
      <w:bookmarkStart w:id="593" w:name="_Toc410910582"/>
      <w:bookmarkStart w:id="594" w:name="_Toc411841010"/>
      <w:bookmarkStart w:id="595" w:name="_Toc422146972"/>
      <w:bookmarkStart w:id="596" w:name="_Toc433020568"/>
      <w:bookmarkStart w:id="597" w:name="_Toc437262009"/>
      <w:bookmarkStart w:id="598" w:name="_Toc478375184"/>
      <w:bookmarkStart w:id="599" w:name="_Toc510513276"/>
      <w:bookmarkEnd w:id="581"/>
      <w:r w:rsidRPr="000D29A8">
        <w:rPr>
          <w:b/>
          <w:bCs/>
        </w:rPr>
        <w:t>3.2.6.1</w:t>
      </w:r>
      <w:r w:rsidRPr="000D29A8">
        <w:rPr>
          <w:b/>
          <w:bCs/>
        </w:rPr>
        <w:tab/>
        <w:t>Minimum ERCOT Planning Reserve Margin Criterion</w:t>
      </w:r>
      <w:bookmarkEnd w:id="588"/>
      <w:bookmarkEnd w:id="589"/>
      <w:bookmarkEnd w:id="590"/>
      <w:bookmarkEnd w:id="591"/>
      <w:bookmarkEnd w:id="592"/>
      <w:bookmarkEnd w:id="593"/>
      <w:bookmarkEnd w:id="594"/>
      <w:bookmarkEnd w:id="595"/>
      <w:bookmarkEnd w:id="596"/>
      <w:bookmarkEnd w:id="597"/>
      <w:bookmarkEnd w:id="598"/>
      <w:bookmarkEnd w:id="599"/>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00" w:name="_Toc266254155"/>
      <w:bookmarkStart w:id="601" w:name="_Toc289696706"/>
      <w:bookmarkStart w:id="602" w:name="_Toc400526100"/>
      <w:bookmarkStart w:id="603" w:name="_Toc405534418"/>
      <w:bookmarkStart w:id="604" w:name="_Toc406570431"/>
      <w:bookmarkStart w:id="605" w:name="_Toc410910583"/>
      <w:bookmarkStart w:id="606" w:name="_Toc411841011"/>
      <w:bookmarkStart w:id="607" w:name="_Toc422146973"/>
      <w:bookmarkStart w:id="608" w:name="_Toc433020569"/>
      <w:bookmarkStart w:id="609" w:name="_Toc437262010"/>
      <w:bookmarkStart w:id="610" w:name="_Toc478375185"/>
      <w:bookmarkStart w:id="611" w:name="_Toc510513277"/>
      <w:r w:rsidRPr="000D29A8">
        <w:rPr>
          <w:b/>
          <w:bCs/>
        </w:rPr>
        <w:t>3.2.6.2</w:t>
      </w:r>
      <w:r w:rsidRPr="000D29A8">
        <w:rPr>
          <w:b/>
          <w:bCs/>
        </w:rPr>
        <w:tab/>
        <w:t>ERCOT Planning Reserve Margin Calculation Methodology</w:t>
      </w:r>
      <w:bookmarkEnd w:id="600"/>
      <w:bookmarkEnd w:id="601"/>
      <w:bookmarkEnd w:id="602"/>
      <w:bookmarkEnd w:id="603"/>
      <w:bookmarkEnd w:id="604"/>
      <w:bookmarkEnd w:id="605"/>
      <w:bookmarkEnd w:id="606"/>
      <w:bookmarkEnd w:id="607"/>
      <w:bookmarkEnd w:id="608"/>
      <w:bookmarkEnd w:id="609"/>
      <w:bookmarkEnd w:id="610"/>
      <w:bookmarkEnd w:id="611"/>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lastRenderedPageBreak/>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12" w:name="_Toc266254156"/>
      <w:bookmarkStart w:id="613" w:name="_Toc289696707"/>
      <w:bookmarkStart w:id="614" w:name="_Toc400526101"/>
      <w:bookmarkStart w:id="615" w:name="_Toc405534419"/>
      <w:bookmarkStart w:id="616" w:name="_Toc406570432"/>
      <w:bookmarkStart w:id="617" w:name="_Toc410910584"/>
      <w:bookmarkStart w:id="618" w:name="_Toc411841012"/>
      <w:bookmarkStart w:id="619" w:name="_Toc422146974"/>
      <w:bookmarkStart w:id="620" w:name="_Toc433020570"/>
      <w:bookmarkStart w:id="621" w:name="_Toc437262011"/>
      <w:bookmarkStart w:id="622" w:name="_Toc478375186"/>
      <w:bookmarkStart w:id="623" w:name="_Toc510513278"/>
      <w:r>
        <w:t>3.2.6.2</w:t>
      </w:r>
      <w:r w:rsidRPr="006A0091">
        <w:t>.1</w:t>
      </w:r>
      <w:r w:rsidRPr="006A0091">
        <w:tab/>
        <w:t>Peak Load Estimate</w:t>
      </w:r>
      <w:bookmarkEnd w:id="612"/>
      <w:bookmarkEnd w:id="613"/>
      <w:bookmarkEnd w:id="614"/>
      <w:bookmarkEnd w:id="615"/>
      <w:bookmarkEnd w:id="616"/>
      <w:bookmarkEnd w:id="617"/>
      <w:bookmarkEnd w:id="618"/>
      <w:bookmarkEnd w:id="619"/>
      <w:bookmarkEnd w:id="620"/>
      <w:bookmarkEnd w:id="621"/>
      <w:bookmarkEnd w:id="622"/>
      <w:bookmarkEnd w:id="623"/>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p w14:paraId="1A63DEF2" w14:textId="77777777" w:rsidR="008D496F" w:rsidRDefault="008D496F" w:rsidP="000D29A8">
      <w:pPr>
        <w:rPr>
          <w:iCs/>
        </w:rPr>
      </w:pPr>
    </w:p>
    <w:p w14:paraId="046CA350"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0D29A8">
        <w:trPr>
          <w:cantSplit/>
          <w:tblHeader/>
        </w:trPr>
        <w:tc>
          <w:tcPr>
            <w:tcW w:w="876" w:type="pct"/>
          </w:tcPr>
          <w:p w14:paraId="56C1ECC8" w14:textId="77777777" w:rsidR="001A78C0" w:rsidRPr="00545FF6" w:rsidRDefault="001A78C0" w:rsidP="001A78C0">
            <w:pPr>
              <w:pStyle w:val="TableHead"/>
              <w:rPr>
                <w:iCs w:val="0"/>
              </w:rPr>
            </w:pPr>
            <w:r w:rsidRPr="00545FF6">
              <w:rPr>
                <w:iCs w:val="0"/>
              </w:rPr>
              <w:lastRenderedPageBreak/>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0D29A8">
        <w:trPr>
          <w:cantSplit/>
          <w:tblHeader/>
        </w:trPr>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0D29A8">
        <w:trPr>
          <w:cantSplit/>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0D29A8">
        <w:trPr>
          <w:cantSplit/>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50C18AC6" w14:textId="77777777" w:rsidTr="000D29A8">
        <w:trPr>
          <w:cantSplit/>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0D29A8">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0D29A8">
        <w:trPr>
          <w:cantSplit/>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B92FDFE" w14:textId="77777777" w:rsidR="001A78C0"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c>
      </w:tr>
      <w:tr w:rsidR="001A78C0" w:rsidRPr="006A0091" w14:paraId="4E9B5107" w14:textId="77777777" w:rsidTr="000D29A8">
        <w:trPr>
          <w:cantSplit/>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77777777" w:rsidR="001A78C0" w:rsidRPr="006A0091" w:rsidRDefault="001A78C0" w:rsidP="001A78C0">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Non-Opt-In Entities (NOIEs).</w:t>
            </w:r>
            <w:r w:rsidRPr="006A0091">
              <w:rPr>
                <w:i/>
                <w:iCs/>
                <w:sz w:val="20"/>
              </w:rPr>
              <w:t xml:space="preserve">  </w:t>
            </w:r>
          </w:p>
        </w:tc>
      </w:tr>
      <w:tr w:rsidR="001A78C0" w:rsidRPr="006A0091" w14:paraId="698F1B7B" w14:textId="77777777" w:rsidTr="000D29A8">
        <w:trPr>
          <w:cantSplit/>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77777777" w:rsidR="001A78C0" w:rsidRPr="006A0091" w:rsidRDefault="001A78C0" w:rsidP="001A78C0">
            <w:pPr>
              <w:pStyle w:val="TableBody"/>
              <w:rPr>
                <w:i/>
              </w:rPr>
            </w:pPr>
            <w:bookmarkStart w:id="624" w:name="_Toc289696708"/>
            <w:r w:rsidRPr="006A0091">
              <w:rPr>
                <w:i/>
              </w:rPr>
              <w:lastRenderedPageBreak/>
              <w:t>i</w:t>
            </w:r>
            <w:bookmarkEnd w:id="624"/>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25" w:name="_Toc289696709"/>
            <w:r w:rsidRPr="00545FF6">
              <w:t>None</w:t>
            </w:r>
            <w:bookmarkEnd w:id="625"/>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26" w:name="_Toc289696710"/>
            <w:r>
              <w:t>Y</w:t>
            </w:r>
            <w:r w:rsidRPr="006A0091">
              <w:t>ear</w:t>
            </w:r>
            <w:bookmarkEnd w:id="626"/>
            <w:r>
              <w:t>.</w:t>
            </w:r>
          </w:p>
        </w:tc>
      </w:tr>
      <w:tr w:rsidR="001A78C0" w:rsidRPr="006A0091" w14:paraId="430D84E8" w14:textId="77777777" w:rsidTr="000D29A8">
        <w:trPr>
          <w:cantSplit/>
          <w:tblHeader/>
        </w:trPr>
        <w:tc>
          <w:tcPr>
            <w:tcW w:w="876" w:type="pct"/>
            <w:tcBorders>
              <w:top w:val="single" w:sz="6" w:space="0" w:color="auto"/>
              <w:left w:val="single" w:sz="4" w:space="0" w:color="auto"/>
              <w:bottom w:val="single" w:sz="4" w:space="0" w:color="auto"/>
              <w:right w:val="single" w:sz="6" w:space="0" w:color="auto"/>
            </w:tcBorders>
          </w:tcPr>
          <w:p w14:paraId="321E24B6" w14:textId="77777777" w:rsidR="001A78C0" w:rsidRPr="006A0091" w:rsidRDefault="001A78C0" w:rsidP="001A78C0">
            <w:pPr>
              <w:pStyle w:val="TableBody"/>
              <w:rPr>
                <w:i/>
              </w:rPr>
            </w:pPr>
            <w:bookmarkStart w:id="627" w:name="_Toc289696711"/>
            <w:r w:rsidRPr="006A0091">
              <w:rPr>
                <w:i/>
              </w:rPr>
              <w:t>s</w:t>
            </w:r>
            <w:bookmarkEnd w:id="627"/>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28" w:name="_Toc289696712"/>
            <w:r w:rsidRPr="00545FF6">
              <w:t>None</w:t>
            </w:r>
            <w:bookmarkEnd w:id="628"/>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29" w:name="_Toc289696713"/>
            <w:r w:rsidRPr="006A0091">
              <w:t>Peak Load Season</w:t>
            </w:r>
            <w:bookmarkEnd w:id="629"/>
            <w:r>
              <w:t>.</w:t>
            </w:r>
          </w:p>
        </w:tc>
      </w:tr>
    </w:tbl>
    <w:p w14:paraId="78B07E09" w14:textId="77777777" w:rsidR="001A78C0" w:rsidRDefault="001A78C0" w:rsidP="000D29A8">
      <w:pPr>
        <w:pStyle w:val="H5"/>
        <w:spacing w:before="480"/>
        <w:ind w:left="1627" w:hanging="1627"/>
      </w:pPr>
      <w:bookmarkStart w:id="630" w:name="_Toc266254157"/>
      <w:bookmarkStart w:id="631" w:name="_Toc289696714"/>
      <w:bookmarkStart w:id="632" w:name="_Toc400526102"/>
      <w:bookmarkStart w:id="633" w:name="_Toc405534420"/>
      <w:bookmarkStart w:id="634" w:name="_Toc406570433"/>
      <w:bookmarkStart w:id="635" w:name="_Toc410910585"/>
      <w:bookmarkStart w:id="636" w:name="_Toc411841013"/>
      <w:bookmarkStart w:id="637" w:name="_Toc422146975"/>
      <w:bookmarkStart w:id="638" w:name="_Toc433020571"/>
      <w:bookmarkStart w:id="639" w:name="_Toc437262012"/>
      <w:bookmarkStart w:id="640" w:name="_Toc478375187"/>
      <w:bookmarkStart w:id="641" w:name="_Toc510513279"/>
      <w:r>
        <w:t>3.2.6.2.2</w:t>
      </w:r>
      <w:r w:rsidRPr="006A0091">
        <w:tab/>
        <w:t>Total Capacity Estimate</w:t>
      </w:r>
      <w:bookmarkEnd w:id="630"/>
      <w:bookmarkEnd w:id="631"/>
      <w:bookmarkEnd w:id="632"/>
      <w:bookmarkEnd w:id="633"/>
      <w:bookmarkEnd w:id="634"/>
      <w:bookmarkEnd w:id="635"/>
      <w:bookmarkEnd w:id="636"/>
      <w:bookmarkEnd w:id="637"/>
      <w:bookmarkEnd w:id="638"/>
      <w:bookmarkEnd w:id="639"/>
      <w:bookmarkEnd w:id="640"/>
      <w:bookmarkEnd w:id="641"/>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77777777"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 i</w:t>
      </w:r>
      <w:r w:rsidRPr="006A0091">
        <w:rPr>
          <w:b/>
          <w:bCs/>
        </w:rPr>
        <w:t xml:space="preserve"> + 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0"/>
        <w:gridCol w:w="845"/>
        <w:gridCol w:w="6855"/>
      </w:tblGrid>
      <w:tr w:rsidR="001A78C0" w:rsidRPr="006A0091" w14:paraId="4067395F" w14:textId="77777777" w:rsidTr="000D29A8">
        <w:trPr>
          <w:cantSplit/>
          <w:tblHeader/>
        </w:trPr>
        <w:tc>
          <w:tcPr>
            <w:tcW w:w="876" w:type="pct"/>
          </w:tcPr>
          <w:p w14:paraId="5AD16FE5" w14:textId="77777777" w:rsidR="001A78C0" w:rsidRPr="006A0091" w:rsidRDefault="001A78C0" w:rsidP="001A78C0">
            <w:pPr>
              <w:pStyle w:val="TableHead"/>
              <w:rPr>
                <w:b w:val="0"/>
                <w:iCs w:val="0"/>
              </w:rPr>
            </w:pPr>
            <w:r w:rsidRPr="00327CE1">
              <w:rPr>
                <w:iCs w:val="0"/>
              </w:rPr>
              <w:t>Variable</w:t>
            </w:r>
          </w:p>
        </w:tc>
        <w:tc>
          <w:tcPr>
            <w:tcW w:w="455" w:type="pct"/>
          </w:tcPr>
          <w:p w14:paraId="2FBE952F" w14:textId="77777777" w:rsidR="001A78C0" w:rsidRPr="006A0091" w:rsidRDefault="001A78C0" w:rsidP="001A78C0">
            <w:pPr>
              <w:pStyle w:val="TableHead"/>
              <w:rPr>
                <w:b w:val="0"/>
                <w:iCs w:val="0"/>
              </w:rPr>
            </w:pPr>
            <w:r w:rsidRPr="00327CE1">
              <w:rPr>
                <w:iCs w:val="0"/>
              </w:rPr>
              <w:t>Unit</w:t>
            </w:r>
          </w:p>
        </w:tc>
        <w:tc>
          <w:tcPr>
            <w:tcW w:w="3669"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0D29A8">
        <w:trPr>
          <w:cantSplit/>
        </w:trPr>
        <w:tc>
          <w:tcPr>
            <w:tcW w:w="87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44B26040" w14:textId="77777777" w:rsidR="001A78C0" w:rsidRPr="00545FF6" w:rsidRDefault="001A78C0" w:rsidP="001A78C0">
            <w:pPr>
              <w:spacing w:after="60"/>
              <w:rPr>
                <w:iCs/>
                <w:sz w:val="20"/>
              </w:rPr>
            </w:pPr>
            <w:r w:rsidRPr="00545FF6">
              <w:rPr>
                <w:iCs/>
                <w:sz w:val="20"/>
              </w:rPr>
              <w:t>MW</w:t>
            </w:r>
          </w:p>
        </w:tc>
        <w:tc>
          <w:tcPr>
            <w:tcW w:w="3669"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0D29A8">
        <w:trPr>
          <w:cantSplit/>
        </w:trPr>
        <w:tc>
          <w:tcPr>
            <w:tcW w:w="87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55" w:type="pct"/>
          </w:tcPr>
          <w:p w14:paraId="601826FC" w14:textId="77777777" w:rsidR="001A78C0" w:rsidRPr="00327CE1" w:rsidRDefault="001A78C0" w:rsidP="001A78C0">
            <w:pPr>
              <w:spacing w:after="60"/>
              <w:rPr>
                <w:iCs/>
                <w:sz w:val="20"/>
              </w:rPr>
            </w:pPr>
            <w:r w:rsidRPr="00327CE1">
              <w:rPr>
                <w:iCs/>
                <w:sz w:val="20"/>
              </w:rPr>
              <w:t>MW</w:t>
            </w:r>
          </w:p>
        </w:tc>
        <w:tc>
          <w:tcPr>
            <w:tcW w:w="3669"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0D29A8">
        <w:trPr>
          <w:cantSplit/>
        </w:trPr>
        <w:tc>
          <w:tcPr>
            <w:tcW w:w="87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55" w:type="pct"/>
          </w:tcPr>
          <w:p w14:paraId="0D127237" w14:textId="77777777" w:rsidR="001A78C0" w:rsidRPr="00327CE1" w:rsidRDefault="001A78C0" w:rsidP="001A78C0">
            <w:pPr>
              <w:spacing w:after="60"/>
              <w:rPr>
                <w:iCs/>
                <w:sz w:val="20"/>
              </w:rPr>
            </w:pPr>
            <w:r w:rsidRPr="00327CE1">
              <w:rPr>
                <w:iCs/>
                <w:sz w:val="20"/>
              </w:rPr>
              <w:t>MW</w:t>
            </w:r>
          </w:p>
        </w:tc>
        <w:tc>
          <w:tcPr>
            <w:tcW w:w="3669"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0D29A8">
        <w:trPr>
          <w:cantSplit/>
        </w:trPr>
        <w:tc>
          <w:tcPr>
            <w:tcW w:w="876"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55" w:type="pct"/>
          </w:tcPr>
          <w:p w14:paraId="7B1F7372" w14:textId="77777777" w:rsidR="006E0D3B" w:rsidRPr="00327CE1" w:rsidRDefault="006E0D3B" w:rsidP="001A78C0">
            <w:pPr>
              <w:spacing w:after="60"/>
              <w:rPr>
                <w:iCs/>
                <w:sz w:val="20"/>
              </w:rPr>
            </w:pPr>
            <w:r>
              <w:rPr>
                <w:iCs/>
                <w:sz w:val="20"/>
              </w:rPr>
              <w:t>%</w:t>
            </w:r>
          </w:p>
        </w:tc>
        <w:tc>
          <w:tcPr>
            <w:tcW w:w="3669" w:type="pct"/>
          </w:tcPr>
          <w:p w14:paraId="009CD7E6" w14:textId="77777777"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0D29A8">
        <w:trPr>
          <w:cantSplit/>
        </w:trPr>
        <w:tc>
          <w:tcPr>
            <w:tcW w:w="876"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55" w:type="pct"/>
          </w:tcPr>
          <w:p w14:paraId="540B496A" w14:textId="77777777" w:rsidR="001A78C0" w:rsidRPr="00327CE1" w:rsidRDefault="001A78C0" w:rsidP="001A78C0">
            <w:pPr>
              <w:spacing w:after="60"/>
              <w:rPr>
                <w:iCs/>
                <w:sz w:val="20"/>
              </w:rPr>
            </w:pPr>
            <w:r w:rsidRPr="00327CE1">
              <w:rPr>
                <w:iCs/>
                <w:sz w:val="20"/>
              </w:rPr>
              <w:t>MW</w:t>
            </w:r>
          </w:p>
        </w:tc>
        <w:tc>
          <w:tcPr>
            <w:tcW w:w="3669"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0D29A8">
        <w:trPr>
          <w:cantSplit/>
        </w:trPr>
        <w:tc>
          <w:tcPr>
            <w:tcW w:w="87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55" w:type="pct"/>
          </w:tcPr>
          <w:p w14:paraId="35556869" w14:textId="77777777" w:rsidR="00851514" w:rsidRPr="00327CE1" w:rsidRDefault="00851514" w:rsidP="001A78C0">
            <w:pPr>
              <w:spacing w:after="60"/>
              <w:rPr>
                <w:iCs/>
                <w:sz w:val="20"/>
              </w:rPr>
            </w:pPr>
            <w:r>
              <w:rPr>
                <w:iCs/>
                <w:sz w:val="20"/>
              </w:rPr>
              <w:t>MW</w:t>
            </w:r>
          </w:p>
        </w:tc>
        <w:tc>
          <w:tcPr>
            <w:tcW w:w="3669"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0D29A8">
        <w:trPr>
          <w:cantSplit/>
        </w:trPr>
        <w:tc>
          <w:tcPr>
            <w:tcW w:w="87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55" w:type="pct"/>
          </w:tcPr>
          <w:p w14:paraId="227C3BFE" w14:textId="77777777" w:rsidR="00851514" w:rsidRPr="00327CE1" w:rsidRDefault="00851514" w:rsidP="001A78C0">
            <w:pPr>
              <w:spacing w:after="60"/>
              <w:rPr>
                <w:iCs/>
                <w:sz w:val="20"/>
              </w:rPr>
            </w:pPr>
            <w:r>
              <w:rPr>
                <w:iCs/>
                <w:sz w:val="20"/>
              </w:rPr>
              <w:t>MW</w:t>
            </w:r>
          </w:p>
        </w:tc>
        <w:tc>
          <w:tcPr>
            <w:tcW w:w="3669"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0D29A8">
        <w:trPr>
          <w:cantSplit/>
        </w:trPr>
        <w:tc>
          <w:tcPr>
            <w:tcW w:w="87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55" w:type="pct"/>
          </w:tcPr>
          <w:p w14:paraId="19DD5362" w14:textId="77777777" w:rsidR="00851514" w:rsidRPr="00327CE1" w:rsidRDefault="00851514" w:rsidP="001A78C0">
            <w:pPr>
              <w:spacing w:after="60"/>
              <w:rPr>
                <w:iCs/>
                <w:sz w:val="20"/>
              </w:rPr>
            </w:pPr>
            <w:r w:rsidRPr="00327CE1">
              <w:rPr>
                <w:iCs/>
                <w:sz w:val="20"/>
              </w:rPr>
              <w:t>MW</w:t>
            </w:r>
          </w:p>
        </w:tc>
        <w:tc>
          <w:tcPr>
            <w:tcW w:w="3669"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851514" w:rsidRPr="006A0091" w14:paraId="5D8DBF82" w14:textId="77777777" w:rsidTr="000D29A8">
        <w:trPr>
          <w:cantSplit/>
        </w:trPr>
        <w:tc>
          <w:tcPr>
            <w:tcW w:w="876" w:type="pct"/>
          </w:tcPr>
          <w:p w14:paraId="67F74193" w14:textId="77777777" w:rsidR="00851514" w:rsidRPr="006A0091" w:rsidRDefault="00851514" w:rsidP="004C754F">
            <w:pPr>
              <w:spacing w:after="60"/>
              <w:rPr>
                <w:iCs/>
                <w:sz w:val="20"/>
              </w:rPr>
            </w:pPr>
            <w:r w:rsidRPr="006A0091">
              <w:rPr>
                <w:iCs/>
                <w:sz w:val="20"/>
              </w:rPr>
              <w:t>DCTIECAP</w:t>
            </w:r>
            <w:r>
              <w:rPr>
                <w:iCs/>
                <w:sz w:val="20"/>
              </w:rPr>
              <w:t xml:space="preserve"> </w:t>
            </w:r>
            <w:r w:rsidRPr="006A0091">
              <w:rPr>
                <w:i/>
                <w:iCs/>
                <w:sz w:val="20"/>
                <w:vertAlign w:val="subscript"/>
              </w:rPr>
              <w:t>s, i</w:t>
            </w:r>
          </w:p>
        </w:tc>
        <w:tc>
          <w:tcPr>
            <w:tcW w:w="455" w:type="pct"/>
          </w:tcPr>
          <w:p w14:paraId="139B8104" w14:textId="77777777" w:rsidR="00851514" w:rsidRPr="00327CE1" w:rsidRDefault="00851514" w:rsidP="001A78C0">
            <w:pPr>
              <w:spacing w:after="60"/>
              <w:rPr>
                <w:iCs/>
                <w:sz w:val="20"/>
              </w:rPr>
            </w:pPr>
            <w:r w:rsidRPr="00327CE1">
              <w:rPr>
                <w:iCs/>
                <w:sz w:val="20"/>
              </w:rPr>
              <w:t>MW</w:t>
            </w:r>
          </w:p>
        </w:tc>
        <w:tc>
          <w:tcPr>
            <w:tcW w:w="3669" w:type="pct"/>
          </w:tcPr>
          <w:p w14:paraId="4FB13D69" w14:textId="77777777" w:rsidR="00851514" w:rsidRPr="00AE7B21" w:rsidRDefault="00851514" w:rsidP="00AE7B21">
            <w:pPr>
              <w:spacing w:after="60"/>
              <w:rPr>
                <w:iCs/>
                <w:sz w:val="20"/>
              </w:rPr>
            </w:pPr>
            <w:r w:rsidRPr="00675BF4">
              <w:rPr>
                <w:i/>
                <w:iCs/>
                <w:sz w:val="20"/>
              </w:rPr>
              <w:t>Seasonal Net Max Sustainable Rating for DC Tie Resource</w:t>
            </w:r>
            <w:r w:rsidRPr="006A0091">
              <w:rPr>
                <w:iCs/>
                <w:sz w:val="20"/>
              </w:rPr>
              <w:t>—</w:t>
            </w:r>
            <w:r>
              <w:rPr>
                <w:iCs/>
                <w:sz w:val="20"/>
              </w:rPr>
              <w:t xml:space="preserve">The average </w:t>
            </w:r>
            <w:r w:rsidR="00C67D56">
              <w:rPr>
                <w:iCs/>
                <w:sz w:val="20"/>
              </w:rPr>
              <w:t>DC Tie</w:t>
            </w:r>
            <w:r>
              <w:rPr>
                <w:iCs/>
                <w:sz w:val="20"/>
              </w:rPr>
              <w:t xml:space="preserve"> capacity imported into the ERCOT Region during the highest 20 peak Load hours for each preceding three year period for Peak Load Season </w:t>
            </w:r>
            <w:r>
              <w:rPr>
                <w:i/>
                <w:iCs/>
                <w:sz w:val="20"/>
              </w:rPr>
              <w:t>s</w:t>
            </w:r>
            <w:r>
              <w:rPr>
                <w:iCs/>
                <w:sz w:val="20"/>
              </w:rPr>
              <w:t xml:space="preserve"> and year </w:t>
            </w:r>
            <w:r>
              <w:rPr>
                <w:i/>
                <w:iCs/>
                <w:sz w:val="20"/>
              </w:rPr>
              <w:t>i</w:t>
            </w:r>
            <w:r>
              <w:rPr>
                <w:iCs/>
                <w:sz w:val="20"/>
              </w:rPr>
              <w:t xml:space="preserve">.  </w:t>
            </w:r>
            <w:r w:rsidR="006C79C9" w:rsidRPr="00684653">
              <w:rPr>
                <w:iCs/>
                <w:sz w:val="20"/>
              </w:rPr>
              <w:t>This calculation is limited to</w:t>
            </w:r>
            <w:r w:rsidR="006C79C9">
              <w:rPr>
                <w:iCs/>
                <w:sz w:val="20"/>
              </w:rPr>
              <w:t xml:space="preserve"> DC Tie Resources (1) that have been energized 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removed from service by the start of the most current Peak Load Season used for the calculation.</w:t>
            </w:r>
          </w:p>
        </w:tc>
      </w:tr>
      <w:tr w:rsidR="00851514" w:rsidRPr="006A0091" w14:paraId="34CA8204" w14:textId="77777777" w:rsidTr="000D29A8">
        <w:trPr>
          <w:cantSplit/>
        </w:trPr>
        <w:tc>
          <w:tcPr>
            <w:tcW w:w="87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55" w:type="pct"/>
          </w:tcPr>
          <w:p w14:paraId="5E1071F7" w14:textId="77777777" w:rsidR="00851514" w:rsidRPr="00327CE1" w:rsidRDefault="00851514" w:rsidP="001A78C0">
            <w:pPr>
              <w:spacing w:after="60"/>
              <w:rPr>
                <w:iCs/>
                <w:sz w:val="20"/>
              </w:rPr>
            </w:pPr>
            <w:r w:rsidRPr="00327CE1">
              <w:rPr>
                <w:iCs/>
                <w:sz w:val="20"/>
              </w:rPr>
              <w:t>MW</w:t>
            </w:r>
          </w:p>
        </w:tc>
        <w:tc>
          <w:tcPr>
            <w:tcW w:w="3669"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0D29A8">
        <w:trPr>
          <w:cantSplit/>
        </w:trPr>
        <w:tc>
          <w:tcPr>
            <w:tcW w:w="876" w:type="pct"/>
          </w:tcPr>
          <w:p w14:paraId="57EAA8A5" w14:textId="77777777" w:rsidR="00851514" w:rsidRPr="006A0091" w:rsidRDefault="00851514" w:rsidP="001A78C0">
            <w:pPr>
              <w:spacing w:after="60"/>
              <w:rPr>
                <w:iCs/>
                <w:sz w:val="20"/>
              </w:rPr>
            </w:pPr>
            <w:r w:rsidRPr="006A0091">
              <w:rPr>
                <w:iCs/>
                <w:sz w:val="20"/>
              </w:rPr>
              <w:lastRenderedPageBreak/>
              <w:t>MOTHCAP</w:t>
            </w:r>
            <w:r>
              <w:rPr>
                <w:iCs/>
                <w:sz w:val="20"/>
              </w:rPr>
              <w:t xml:space="preserve"> </w:t>
            </w:r>
            <w:r w:rsidRPr="006A0091">
              <w:rPr>
                <w:bCs/>
                <w:i/>
                <w:iCs/>
                <w:sz w:val="20"/>
                <w:vertAlign w:val="subscript"/>
              </w:rPr>
              <w:t>s, i</w:t>
            </w:r>
          </w:p>
        </w:tc>
        <w:tc>
          <w:tcPr>
            <w:tcW w:w="455" w:type="pct"/>
          </w:tcPr>
          <w:p w14:paraId="6054AFEF" w14:textId="77777777" w:rsidR="00851514" w:rsidRPr="00327CE1" w:rsidRDefault="00851514" w:rsidP="001A78C0">
            <w:pPr>
              <w:spacing w:after="60"/>
              <w:rPr>
                <w:iCs/>
                <w:sz w:val="20"/>
              </w:rPr>
            </w:pPr>
            <w:r w:rsidRPr="00327CE1">
              <w:rPr>
                <w:iCs/>
                <w:sz w:val="20"/>
              </w:rPr>
              <w:t>MW</w:t>
            </w:r>
          </w:p>
        </w:tc>
        <w:tc>
          <w:tcPr>
            <w:tcW w:w="3669"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0D29A8">
        <w:trPr>
          <w:cantSplit/>
        </w:trPr>
        <w:tc>
          <w:tcPr>
            <w:tcW w:w="87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55" w:type="pct"/>
          </w:tcPr>
          <w:p w14:paraId="64174350" w14:textId="77777777" w:rsidR="00851514" w:rsidRPr="002A253A" w:rsidRDefault="00851514" w:rsidP="001A78C0">
            <w:pPr>
              <w:spacing w:after="60"/>
              <w:rPr>
                <w:iCs/>
                <w:sz w:val="20"/>
              </w:rPr>
            </w:pPr>
            <w:r w:rsidRPr="002A253A">
              <w:rPr>
                <w:iCs/>
                <w:sz w:val="20"/>
              </w:rPr>
              <w:t>MW</w:t>
            </w:r>
          </w:p>
        </w:tc>
        <w:tc>
          <w:tcPr>
            <w:tcW w:w="3669" w:type="pct"/>
          </w:tcPr>
          <w:p w14:paraId="6B7E3ADD" w14:textId="77777777" w:rsidR="00851514" w:rsidRDefault="00851514" w:rsidP="0088251F">
            <w:pPr>
              <w:keepNext/>
              <w:tabs>
                <w:tab w:val="num" w:pos="576"/>
              </w:tabs>
              <w:spacing w:after="60"/>
              <w:rPr>
                <w:iCs/>
                <w:sz w:val="20"/>
              </w:rPr>
            </w:pPr>
            <w:bookmarkStart w:id="642" w:name="_Toc352156713"/>
            <w:bookmarkStart w:id="643" w:name="_Toc357502470"/>
            <w:bookmarkStart w:id="644" w:name="_Toc357502665"/>
            <w:bookmarkStart w:id="645" w:name="_Toc362850369"/>
            <w:bookmarkStart w:id="646" w:name="_Toc367955325"/>
            <w:bookmarkStart w:id="647" w:name="_Toc375815048"/>
            <w:bookmarkStart w:id="648" w:name="_Toc378574733"/>
            <w:bookmarkStart w:id="649"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42"/>
            <w:bookmarkEnd w:id="643"/>
            <w:bookmarkEnd w:id="644"/>
            <w:bookmarkEnd w:id="645"/>
            <w:bookmarkEnd w:id="646"/>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47"/>
            <w:bookmarkEnd w:id="648"/>
            <w:bookmarkEnd w:id="649"/>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0D29A8">
        <w:trPr>
          <w:cantSplit/>
        </w:trPr>
        <w:tc>
          <w:tcPr>
            <w:tcW w:w="87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55" w:type="pct"/>
          </w:tcPr>
          <w:p w14:paraId="6827AE03" w14:textId="77777777" w:rsidR="00851514" w:rsidRPr="00327CE1" w:rsidRDefault="00851514" w:rsidP="001A78C0">
            <w:pPr>
              <w:spacing w:after="60"/>
              <w:rPr>
                <w:iCs/>
                <w:sz w:val="20"/>
              </w:rPr>
            </w:pPr>
            <w:r w:rsidRPr="00327CE1">
              <w:rPr>
                <w:iCs/>
                <w:sz w:val="20"/>
              </w:rPr>
              <w:t>MW</w:t>
            </w:r>
          </w:p>
        </w:tc>
        <w:tc>
          <w:tcPr>
            <w:tcW w:w="3669"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0D29A8">
        <w:trPr>
          <w:cantSplit/>
        </w:trPr>
        <w:tc>
          <w:tcPr>
            <w:tcW w:w="87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55" w:type="pct"/>
          </w:tcPr>
          <w:p w14:paraId="5F4B95E1" w14:textId="77777777" w:rsidR="00851514" w:rsidRPr="00327CE1" w:rsidRDefault="00851514" w:rsidP="001A78C0">
            <w:pPr>
              <w:spacing w:after="60"/>
              <w:rPr>
                <w:iCs/>
                <w:sz w:val="20"/>
              </w:rPr>
            </w:pPr>
            <w:r w:rsidRPr="00327CE1">
              <w:rPr>
                <w:iCs/>
                <w:sz w:val="20"/>
              </w:rPr>
              <w:t>MW</w:t>
            </w:r>
          </w:p>
        </w:tc>
        <w:tc>
          <w:tcPr>
            <w:tcW w:w="3669" w:type="pct"/>
          </w:tcPr>
          <w:p w14:paraId="71C1C1A3" w14:textId="77777777"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0D29A8">
        <w:trPr>
          <w:cantSplit/>
        </w:trPr>
        <w:tc>
          <w:tcPr>
            <w:tcW w:w="876"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s, i</w:t>
            </w:r>
          </w:p>
        </w:tc>
        <w:tc>
          <w:tcPr>
            <w:tcW w:w="455" w:type="pct"/>
          </w:tcPr>
          <w:p w14:paraId="1963311F" w14:textId="77777777" w:rsidR="00851514" w:rsidRPr="00327CE1" w:rsidRDefault="00851514" w:rsidP="001A78C0">
            <w:pPr>
              <w:spacing w:after="60"/>
              <w:rPr>
                <w:iCs/>
                <w:sz w:val="20"/>
              </w:rPr>
            </w:pPr>
            <w:r w:rsidRPr="00327CE1">
              <w:rPr>
                <w:iCs/>
                <w:sz w:val="20"/>
              </w:rPr>
              <w:t>MW</w:t>
            </w:r>
          </w:p>
        </w:tc>
        <w:tc>
          <w:tcPr>
            <w:tcW w:w="3669" w:type="pct"/>
          </w:tcPr>
          <w:p w14:paraId="0D602897" w14:textId="77777777" w:rsidR="00851514" w:rsidRPr="006A0091" w:rsidRDefault="00851514" w:rsidP="001E06A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 xml:space="preserve">submitted on a Notification of Suspension of Operations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Notification of Suspension of Operations shall be disclosed.</w:t>
            </w:r>
          </w:p>
        </w:tc>
      </w:tr>
      <w:tr w:rsidR="00851514" w:rsidRPr="006A0091" w14:paraId="3DB99F6C" w14:textId="77777777" w:rsidTr="002A5EC6">
        <w:trPr>
          <w:cantSplit/>
          <w:trHeight w:val="237"/>
        </w:trPr>
        <w:tc>
          <w:tcPr>
            <w:tcW w:w="87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50" w:name="_Toc289696715"/>
            <w:r w:rsidRPr="006A0091">
              <w:rPr>
                <w:i/>
              </w:rPr>
              <w:t>i</w:t>
            </w:r>
            <w:bookmarkEnd w:id="650"/>
          </w:p>
        </w:tc>
        <w:tc>
          <w:tcPr>
            <w:tcW w:w="455"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51" w:name="_Toc289696716"/>
            <w:r w:rsidRPr="00327CE1">
              <w:t>None</w:t>
            </w:r>
            <w:bookmarkEnd w:id="651"/>
          </w:p>
        </w:tc>
        <w:tc>
          <w:tcPr>
            <w:tcW w:w="3669"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52" w:name="_Toc289696717"/>
            <w:r>
              <w:t>Y</w:t>
            </w:r>
            <w:r w:rsidRPr="006A0091">
              <w:t>ear</w:t>
            </w:r>
            <w:bookmarkEnd w:id="652"/>
            <w:r>
              <w:t>.</w:t>
            </w:r>
          </w:p>
        </w:tc>
      </w:tr>
      <w:tr w:rsidR="00851514" w:rsidRPr="006A0091" w14:paraId="20F85407" w14:textId="77777777" w:rsidTr="002A5EC6">
        <w:trPr>
          <w:cantSplit/>
          <w:trHeight w:val="210"/>
        </w:trPr>
        <w:tc>
          <w:tcPr>
            <w:tcW w:w="87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53" w:name="_Toc289696718"/>
            <w:r w:rsidRPr="006A0091">
              <w:rPr>
                <w:i/>
              </w:rPr>
              <w:t>s</w:t>
            </w:r>
            <w:bookmarkEnd w:id="653"/>
          </w:p>
        </w:tc>
        <w:tc>
          <w:tcPr>
            <w:tcW w:w="455"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54" w:name="_Toc289696719"/>
            <w:r w:rsidRPr="00327CE1">
              <w:t>None</w:t>
            </w:r>
            <w:bookmarkEnd w:id="654"/>
          </w:p>
        </w:tc>
        <w:tc>
          <w:tcPr>
            <w:tcW w:w="3669"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55" w:name="_Toc289696720"/>
            <w:r>
              <w:t xml:space="preserve">Summer and winter </w:t>
            </w:r>
            <w:r w:rsidR="00851514" w:rsidRPr="006A0091">
              <w:t>Peak Load Season</w:t>
            </w:r>
            <w:bookmarkEnd w:id="655"/>
            <w:r>
              <w:t xml:space="preserve">s for year </w:t>
            </w:r>
            <w:r>
              <w:rPr>
                <w:i/>
              </w:rPr>
              <w:t>i</w:t>
            </w:r>
            <w:r w:rsidR="00851514">
              <w:t>.</w:t>
            </w:r>
          </w:p>
        </w:tc>
      </w:tr>
      <w:tr w:rsidR="002A5EC6" w:rsidRPr="006A0091" w14:paraId="31C30A2B" w14:textId="77777777" w:rsidTr="000D29A8">
        <w:trPr>
          <w:cantSplit/>
        </w:trPr>
        <w:tc>
          <w:tcPr>
            <w:tcW w:w="87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55"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69"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56" w:name="_Toc204048510"/>
      <w:bookmarkStart w:id="657" w:name="_Toc400526103"/>
      <w:bookmarkStart w:id="658" w:name="_Toc405534421"/>
      <w:bookmarkStart w:id="659" w:name="_Toc406570434"/>
      <w:bookmarkStart w:id="660" w:name="_Toc410910586"/>
      <w:bookmarkStart w:id="661" w:name="_Toc411841014"/>
      <w:bookmarkStart w:id="662" w:name="_Toc422146976"/>
      <w:bookmarkStart w:id="663" w:name="_Toc433020572"/>
      <w:bookmarkStart w:id="664" w:name="_Toc437262013"/>
      <w:bookmarkStart w:id="665" w:name="_Toc478375188"/>
      <w:bookmarkStart w:id="666" w:name="_Toc510513280"/>
      <w:r>
        <w:t>3.3</w:t>
      </w:r>
      <w:r>
        <w:tab/>
        <w:t>Management of Changes to ERCOT Transmission Grid</w:t>
      </w:r>
      <w:bookmarkEnd w:id="656"/>
      <w:bookmarkEnd w:id="657"/>
      <w:bookmarkEnd w:id="658"/>
      <w:bookmarkEnd w:id="659"/>
      <w:bookmarkEnd w:id="660"/>
      <w:bookmarkEnd w:id="661"/>
      <w:bookmarkEnd w:id="662"/>
      <w:bookmarkEnd w:id="663"/>
      <w:bookmarkEnd w:id="664"/>
      <w:bookmarkEnd w:id="665"/>
      <w:bookmarkEnd w:id="666"/>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67" w:name="_Toc204048511"/>
      <w:bookmarkStart w:id="668" w:name="_Toc400526104"/>
      <w:bookmarkStart w:id="669" w:name="_Toc405534422"/>
      <w:bookmarkStart w:id="670" w:name="_Toc406570435"/>
      <w:bookmarkStart w:id="671" w:name="_Toc410910587"/>
      <w:bookmarkStart w:id="672" w:name="_Toc411841015"/>
      <w:bookmarkStart w:id="673" w:name="_Toc422146977"/>
      <w:bookmarkStart w:id="674" w:name="_Toc433020573"/>
      <w:bookmarkStart w:id="675" w:name="_Toc437262014"/>
      <w:bookmarkStart w:id="676" w:name="_Toc478375189"/>
      <w:bookmarkStart w:id="677" w:name="_Toc510513281"/>
      <w:r>
        <w:t>3.3.1</w:t>
      </w:r>
      <w:r>
        <w:tab/>
        <w:t>ERCOT Approval of New or Relocated Facilities</w:t>
      </w:r>
      <w:bookmarkEnd w:id="667"/>
      <w:bookmarkEnd w:id="668"/>
      <w:bookmarkEnd w:id="669"/>
      <w:bookmarkEnd w:id="670"/>
      <w:bookmarkEnd w:id="671"/>
      <w:bookmarkEnd w:id="672"/>
      <w:bookmarkEnd w:id="673"/>
      <w:bookmarkEnd w:id="674"/>
      <w:bookmarkEnd w:id="675"/>
      <w:bookmarkEnd w:id="676"/>
      <w:bookmarkEnd w:id="677"/>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p w14:paraId="59CA8164" w14:textId="77777777" w:rsidR="00CB13B2" w:rsidRDefault="002D238A">
      <w:pPr>
        <w:pStyle w:val="H3"/>
      </w:pPr>
      <w:bookmarkStart w:id="678" w:name="_Toc204048512"/>
      <w:bookmarkStart w:id="679" w:name="_Toc400526105"/>
      <w:bookmarkStart w:id="680" w:name="_Toc405534423"/>
      <w:bookmarkStart w:id="681" w:name="_Toc406570436"/>
      <w:bookmarkStart w:id="682" w:name="_Toc410910588"/>
      <w:bookmarkStart w:id="683" w:name="_Toc411841016"/>
      <w:bookmarkStart w:id="684" w:name="_Toc422146978"/>
      <w:bookmarkStart w:id="685" w:name="_Toc433020574"/>
      <w:bookmarkStart w:id="686" w:name="_Toc437262015"/>
      <w:bookmarkStart w:id="687" w:name="_Toc478375190"/>
      <w:bookmarkStart w:id="688" w:name="_Toc510513282"/>
      <w:r>
        <w:t>3.3.2</w:t>
      </w:r>
      <w:r>
        <w:tab/>
        <w:t>Types of Work Requiring ERCOT Approval</w:t>
      </w:r>
      <w:bookmarkEnd w:id="678"/>
      <w:bookmarkEnd w:id="679"/>
      <w:bookmarkEnd w:id="680"/>
      <w:bookmarkEnd w:id="681"/>
      <w:bookmarkEnd w:id="682"/>
      <w:bookmarkEnd w:id="683"/>
      <w:bookmarkEnd w:id="684"/>
      <w:bookmarkEnd w:id="685"/>
      <w:bookmarkEnd w:id="686"/>
      <w:bookmarkEnd w:id="687"/>
      <w:bookmarkEnd w:id="688"/>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p w14:paraId="57F395FD" w14:textId="77777777" w:rsidR="00CB13B2" w:rsidRDefault="002D238A" w:rsidP="007D2202">
      <w:pPr>
        <w:spacing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lastRenderedPageBreak/>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689" w:name="_Toc204048513"/>
      <w:bookmarkStart w:id="690" w:name="_Toc400526106"/>
      <w:bookmarkStart w:id="691" w:name="_Toc405534424"/>
      <w:bookmarkStart w:id="692" w:name="_Toc406570437"/>
      <w:bookmarkStart w:id="693" w:name="_Toc410910589"/>
      <w:bookmarkStart w:id="694" w:name="_Toc411841017"/>
      <w:bookmarkStart w:id="695" w:name="_Toc422146979"/>
      <w:bookmarkStart w:id="696" w:name="_Toc433020575"/>
      <w:bookmarkStart w:id="697" w:name="_Toc437262016"/>
      <w:bookmarkStart w:id="698" w:name="_Toc478375191"/>
      <w:bookmarkStart w:id="699" w:name="_Toc510513283"/>
      <w:r w:rsidRPr="00AE0E6D">
        <w:rPr>
          <w:b/>
        </w:rPr>
        <w:t>3.3.2.1</w:t>
      </w:r>
      <w:r w:rsidRPr="00AE0E6D">
        <w:rPr>
          <w:b/>
        </w:rPr>
        <w:tab/>
        <w:t>Information to Be Provided to ERCOT</w:t>
      </w:r>
      <w:bookmarkEnd w:id="689"/>
      <w:bookmarkEnd w:id="690"/>
      <w:bookmarkEnd w:id="691"/>
      <w:bookmarkEnd w:id="692"/>
      <w:bookmarkEnd w:id="693"/>
      <w:bookmarkEnd w:id="694"/>
      <w:bookmarkEnd w:id="695"/>
      <w:bookmarkEnd w:id="696"/>
      <w:bookmarkEnd w:id="697"/>
      <w:bookmarkEnd w:id="698"/>
      <w:bookmarkEnd w:id="699"/>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p w14:paraId="59A311BB" w14:textId="77777777" w:rsidR="00286790" w:rsidRDefault="00286790" w:rsidP="0060360A">
      <w:pPr>
        <w:pStyle w:val="BodyTextNumbered"/>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lastRenderedPageBreak/>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p w14:paraId="6835FCB3" w14:textId="77777777" w:rsidR="00FB0D08" w:rsidRPr="00AE0E6D" w:rsidRDefault="002D238A">
      <w:pPr>
        <w:pStyle w:val="H4"/>
        <w:ind w:left="0" w:firstLine="0"/>
        <w:rPr>
          <w:b/>
        </w:rPr>
      </w:pPr>
      <w:bookmarkStart w:id="700" w:name="_Toc204048514"/>
      <w:bookmarkStart w:id="701" w:name="_Toc400526107"/>
      <w:bookmarkStart w:id="702" w:name="_Toc405534425"/>
      <w:bookmarkStart w:id="703" w:name="_Toc406570438"/>
      <w:bookmarkStart w:id="704" w:name="_Toc410910590"/>
      <w:bookmarkStart w:id="705" w:name="_Toc411841018"/>
      <w:bookmarkStart w:id="706" w:name="_Toc422146980"/>
      <w:bookmarkStart w:id="707" w:name="_Toc433020576"/>
      <w:bookmarkStart w:id="708" w:name="_Toc437262017"/>
      <w:bookmarkStart w:id="709" w:name="_Toc478375192"/>
      <w:bookmarkStart w:id="710" w:name="_Toc510513284"/>
      <w:r w:rsidRPr="00AE0E6D">
        <w:rPr>
          <w:b/>
        </w:rPr>
        <w:t>3.3.2.2</w:t>
      </w:r>
      <w:r w:rsidRPr="00AE0E6D">
        <w:rPr>
          <w:b/>
        </w:rPr>
        <w:tab/>
        <w:t>Record of Approved Work</w:t>
      </w:r>
      <w:bookmarkEnd w:id="700"/>
      <w:bookmarkEnd w:id="701"/>
      <w:bookmarkEnd w:id="702"/>
      <w:bookmarkEnd w:id="703"/>
      <w:bookmarkEnd w:id="704"/>
      <w:bookmarkEnd w:id="705"/>
      <w:bookmarkEnd w:id="706"/>
      <w:bookmarkEnd w:id="707"/>
      <w:bookmarkEnd w:id="708"/>
      <w:bookmarkEnd w:id="709"/>
      <w:bookmarkEnd w:id="710"/>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11" w:name="_Toc204048515"/>
      <w:bookmarkStart w:id="712" w:name="_Toc400526108"/>
      <w:bookmarkStart w:id="713" w:name="_Toc405534426"/>
      <w:bookmarkStart w:id="714" w:name="_Toc406570439"/>
      <w:bookmarkStart w:id="715" w:name="_Toc410910591"/>
      <w:bookmarkStart w:id="716" w:name="_Toc411841019"/>
      <w:bookmarkStart w:id="717" w:name="_Toc422146981"/>
      <w:bookmarkStart w:id="718" w:name="_Toc433020577"/>
      <w:bookmarkStart w:id="719" w:name="_Toc437262018"/>
      <w:bookmarkStart w:id="720" w:name="_Toc478375193"/>
      <w:bookmarkStart w:id="721" w:name="_Toc510513285"/>
      <w:r>
        <w:t>3.4</w:t>
      </w:r>
      <w:r>
        <w:tab/>
        <w:t>Load Zones</w:t>
      </w:r>
      <w:bookmarkEnd w:id="711"/>
      <w:bookmarkEnd w:id="712"/>
      <w:bookmarkEnd w:id="713"/>
      <w:bookmarkEnd w:id="714"/>
      <w:bookmarkEnd w:id="715"/>
      <w:bookmarkEnd w:id="716"/>
      <w:bookmarkEnd w:id="717"/>
      <w:bookmarkEnd w:id="718"/>
      <w:bookmarkEnd w:id="719"/>
      <w:bookmarkEnd w:id="720"/>
      <w:bookmarkEnd w:id="721"/>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lastRenderedPageBreak/>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22" w:name="_Toc204048516"/>
      <w:bookmarkStart w:id="723" w:name="_Toc400526109"/>
      <w:bookmarkStart w:id="724" w:name="_Toc405534427"/>
      <w:bookmarkStart w:id="725" w:name="_Toc406570440"/>
      <w:bookmarkStart w:id="726" w:name="_Toc410910592"/>
      <w:bookmarkStart w:id="727" w:name="_Toc411841020"/>
      <w:bookmarkStart w:id="728" w:name="_Toc422146982"/>
      <w:bookmarkStart w:id="729" w:name="_Toc433020578"/>
      <w:bookmarkStart w:id="730" w:name="_Toc437262019"/>
      <w:bookmarkStart w:id="731" w:name="_Toc478375194"/>
      <w:bookmarkStart w:id="732" w:name="_Toc510513286"/>
      <w:r>
        <w:t>3.4.1</w:t>
      </w:r>
      <w:r>
        <w:tab/>
        <w:t>Load Zone Types</w:t>
      </w:r>
      <w:bookmarkEnd w:id="722"/>
      <w:bookmarkEnd w:id="723"/>
      <w:bookmarkEnd w:id="724"/>
      <w:bookmarkEnd w:id="725"/>
      <w:bookmarkEnd w:id="726"/>
      <w:bookmarkEnd w:id="727"/>
      <w:bookmarkEnd w:id="728"/>
      <w:bookmarkEnd w:id="729"/>
      <w:bookmarkEnd w:id="730"/>
      <w:bookmarkEnd w:id="731"/>
      <w:bookmarkEnd w:id="732"/>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33" w:name="_Toc204048517"/>
      <w:bookmarkStart w:id="734" w:name="_Toc400526110"/>
      <w:bookmarkStart w:id="735" w:name="_Toc405534428"/>
      <w:bookmarkStart w:id="736" w:name="_Toc406570441"/>
      <w:bookmarkStart w:id="737" w:name="_Toc410910593"/>
      <w:bookmarkStart w:id="738" w:name="_Toc411841021"/>
      <w:bookmarkStart w:id="739" w:name="_Toc422146983"/>
      <w:bookmarkStart w:id="740" w:name="_Toc433020579"/>
      <w:bookmarkStart w:id="741" w:name="_Toc437262020"/>
      <w:bookmarkStart w:id="742" w:name="_Toc478375195"/>
      <w:bookmarkStart w:id="743" w:name="_Toc510513287"/>
      <w:r>
        <w:t>3.4.2</w:t>
      </w:r>
      <w:r>
        <w:tab/>
        <w:t>Load Zone Modifications</w:t>
      </w:r>
      <w:bookmarkEnd w:id="733"/>
      <w:bookmarkEnd w:id="734"/>
      <w:bookmarkEnd w:id="735"/>
      <w:bookmarkEnd w:id="736"/>
      <w:bookmarkEnd w:id="737"/>
      <w:bookmarkEnd w:id="738"/>
      <w:bookmarkEnd w:id="739"/>
      <w:bookmarkEnd w:id="740"/>
      <w:bookmarkEnd w:id="741"/>
      <w:bookmarkEnd w:id="742"/>
      <w:bookmarkEnd w:id="743"/>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44" w:name="_Toc204048518"/>
      <w:bookmarkStart w:id="745" w:name="_Toc400526111"/>
      <w:bookmarkStart w:id="746" w:name="_Toc405534429"/>
      <w:bookmarkStart w:id="747" w:name="_Toc406570442"/>
      <w:bookmarkStart w:id="748" w:name="_Toc410910594"/>
      <w:bookmarkStart w:id="749" w:name="_Toc411841022"/>
      <w:bookmarkStart w:id="750" w:name="_Toc422146984"/>
      <w:bookmarkStart w:id="751" w:name="_Toc433020580"/>
      <w:bookmarkStart w:id="752" w:name="_Toc437262021"/>
      <w:bookmarkStart w:id="753" w:name="_Toc478375196"/>
      <w:bookmarkStart w:id="754" w:name="_Toc510513288"/>
      <w:r>
        <w:lastRenderedPageBreak/>
        <w:t>3.4.3</w:t>
      </w:r>
      <w:r>
        <w:tab/>
        <w:t>NOIE Load Zones</w:t>
      </w:r>
      <w:bookmarkEnd w:id="744"/>
      <w:bookmarkEnd w:id="745"/>
      <w:bookmarkEnd w:id="746"/>
      <w:bookmarkEnd w:id="747"/>
      <w:bookmarkEnd w:id="748"/>
      <w:bookmarkEnd w:id="749"/>
      <w:bookmarkEnd w:id="750"/>
      <w:bookmarkEnd w:id="751"/>
      <w:bookmarkEnd w:id="752"/>
      <w:bookmarkEnd w:id="753"/>
      <w:bookmarkEnd w:id="754"/>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55" w:name="_Toc204048519"/>
      <w:bookmarkStart w:id="756" w:name="_Toc400526112"/>
      <w:bookmarkStart w:id="757" w:name="_Toc405534430"/>
      <w:bookmarkStart w:id="758" w:name="_Toc406570443"/>
      <w:bookmarkStart w:id="759" w:name="_Toc410910595"/>
      <w:bookmarkStart w:id="760" w:name="_Toc411841023"/>
      <w:bookmarkStart w:id="761" w:name="_Toc422146985"/>
      <w:bookmarkStart w:id="762" w:name="_Toc433020581"/>
      <w:bookmarkStart w:id="763" w:name="_Toc437262022"/>
      <w:bookmarkStart w:id="764" w:name="_Toc478375197"/>
      <w:bookmarkStart w:id="765" w:name="_Toc510513289"/>
      <w:r>
        <w:lastRenderedPageBreak/>
        <w:t>3.4.4</w:t>
      </w:r>
      <w:r>
        <w:tab/>
        <w:t>DC Tie Load Zones</w:t>
      </w:r>
      <w:bookmarkEnd w:id="755"/>
      <w:bookmarkEnd w:id="756"/>
      <w:bookmarkEnd w:id="757"/>
      <w:bookmarkEnd w:id="758"/>
      <w:bookmarkEnd w:id="759"/>
      <w:bookmarkEnd w:id="760"/>
      <w:bookmarkEnd w:id="761"/>
      <w:bookmarkEnd w:id="762"/>
      <w:bookmarkEnd w:id="763"/>
      <w:bookmarkEnd w:id="764"/>
      <w:bookmarkEnd w:id="765"/>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66" w:name="_Toc204048520"/>
      <w:bookmarkStart w:id="767" w:name="_Toc400526113"/>
      <w:bookmarkStart w:id="768" w:name="_Toc405534431"/>
      <w:bookmarkStart w:id="769" w:name="_Toc406570444"/>
      <w:bookmarkStart w:id="770" w:name="_Toc410910596"/>
      <w:bookmarkStart w:id="771" w:name="_Toc411841024"/>
      <w:bookmarkStart w:id="772" w:name="_Toc422146986"/>
      <w:bookmarkStart w:id="773" w:name="_Toc433020582"/>
      <w:bookmarkStart w:id="774" w:name="_Toc437262023"/>
      <w:bookmarkStart w:id="775" w:name="_Toc478375198"/>
      <w:bookmarkStart w:id="776" w:name="_Toc510513290"/>
      <w:r>
        <w:t>3.4.5</w:t>
      </w:r>
      <w:r>
        <w:tab/>
        <w:t>Additional Load Buses</w:t>
      </w:r>
      <w:bookmarkEnd w:id="766"/>
      <w:bookmarkEnd w:id="767"/>
      <w:bookmarkEnd w:id="768"/>
      <w:bookmarkEnd w:id="769"/>
      <w:bookmarkEnd w:id="770"/>
      <w:bookmarkEnd w:id="771"/>
      <w:bookmarkEnd w:id="772"/>
      <w:bookmarkEnd w:id="773"/>
      <w:bookmarkEnd w:id="774"/>
      <w:bookmarkEnd w:id="775"/>
      <w:bookmarkEnd w:id="776"/>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77" w:name="_Toc204048521"/>
      <w:bookmarkStart w:id="778" w:name="_Toc400526114"/>
      <w:bookmarkStart w:id="779" w:name="_Toc405534432"/>
      <w:bookmarkStart w:id="780" w:name="_Toc406570445"/>
      <w:bookmarkStart w:id="781" w:name="_Toc410910597"/>
      <w:bookmarkStart w:id="782" w:name="_Toc411841025"/>
      <w:bookmarkStart w:id="783" w:name="_Toc422146987"/>
      <w:bookmarkStart w:id="784" w:name="_Toc433020583"/>
      <w:bookmarkStart w:id="785" w:name="_Toc437262024"/>
      <w:bookmarkStart w:id="786" w:name="_Toc478375199"/>
      <w:bookmarkStart w:id="787" w:name="_Toc510513291"/>
      <w:r>
        <w:t>3.5</w:t>
      </w:r>
      <w:r>
        <w:tab/>
        <w:t>Hubs</w:t>
      </w:r>
      <w:bookmarkEnd w:id="777"/>
      <w:bookmarkEnd w:id="778"/>
      <w:bookmarkEnd w:id="779"/>
      <w:bookmarkEnd w:id="780"/>
      <w:bookmarkEnd w:id="781"/>
      <w:bookmarkEnd w:id="782"/>
      <w:bookmarkEnd w:id="783"/>
      <w:bookmarkEnd w:id="784"/>
      <w:bookmarkEnd w:id="785"/>
      <w:bookmarkEnd w:id="786"/>
      <w:bookmarkEnd w:id="787"/>
    </w:p>
    <w:p w14:paraId="346C5EFD" w14:textId="77777777" w:rsidR="00CB13B2" w:rsidRDefault="002D238A">
      <w:pPr>
        <w:pStyle w:val="H3"/>
      </w:pPr>
      <w:bookmarkStart w:id="788" w:name="_Toc204048522"/>
      <w:bookmarkStart w:id="789" w:name="_Toc400526115"/>
      <w:bookmarkStart w:id="790" w:name="_Toc405534433"/>
      <w:bookmarkStart w:id="791" w:name="_Toc406570446"/>
      <w:bookmarkStart w:id="792" w:name="_Toc410910598"/>
      <w:bookmarkStart w:id="793" w:name="_Toc411841026"/>
      <w:bookmarkStart w:id="794" w:name="_Toc422146988"/>
      <w:bookmarkStart w:id="795" w:name="_Toc433020584"/>
      <w:bookmarkStart w:id="796" w:name="_Toc437262025"/>
      <w:bookmarkStart w:id="797" w:name="_Toc478375200"/>
      <w:bookmarkStart w:id="798" w:name="_Toc510513292"/>
      <w:r>
        <w:t>3.5.1</w:t>
      </w:r>
      <w:r>
        <w:tab/>
        <w:t>Process for Defining Hubs</w:t>
      </w:r>
      <w:bookmarkEnd w:id="788"/>
      <w:bookmarkEnd w:id="789"/>
      <w:bookmarkEnd w:id="790"/>
      <w:bookmarkEnd w:id="791"/>
      <w:bookmarkEnd w:id="792"/>
      <w:bookmarkEnd w:id="793"/>
      <w:bookmarkEnd w:id="794"/>
      <w:bookmarkEnd w:id="795"/>
      <w:bookmarkEnd w:id="796"/>
      <w:bookmarkEnd w:id="797"/>
      <w:bookmarkEnd w:id="798"/>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 xml:space="preserve">Market </w:t>
      </w:r>
      <w:r w:rsidR="00683370">
        <w:lastRenderedPageBreak/>
        <w:t>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p w14:paraId="2D59B8D6" w14:textId="77777777" w:rsidR="00CB13B2" w:rsidRDefault="002D238A">
      <w:pPr>
        <w:pStyle w:val="H3"/>
        <w:ind w:left="1440" w:hanging="1440"/>
      </w:pPr>
      <w:bookmarkStart w:id="799" w:name="_Toc204048523"/>
      <w:bookmarkStart w:id="800" w:name="_Toc400526116"/>
      <w:bookmarkStart w:id="801" w:name="_Toc405534434"/>
      <w:bookmarkStart w:id="802" w:name="_Toc406570447"/>
      <w:bookmarkStart w:id="803" w:name="_Toc410910599"/>
      <w:bookmarkStart w:id="804" w:name="_Toc411841027"/>
      <w:bookmarkStart w:id="805" w:name="_Toc422146989"/>
      <w:bookmarkStart w:id="806" w:name="_Toc433020585"/>
      <w:bookmarkStart w:id="807" w:name="_Toc437262026"/>
      <w:bookmarkStart w:id="808" w:name="_Toc478375201"/>
      <w:bookmarkStart w:id="809" w:name="_Toc510513293"/>
      <w:r>
        <w:t>3.5.2</w:t>
      </w:r>
      <w:r>
        <w:tab/>
        <w:t>Hub Definitions</w:t>
      </w:r>
      <w:bookmarkEnd w:id="799"/>
      <w:bookmarkEnd w:id="800"/>
      <w:bookmarkEnd w:id="801"/>
      <w:bookmarkEnd w:id="802"/>
      <w:bookmarkEnd w:id="803"/>
      <w:bookmarkEnd w:id="804"/>
      <w:bookmarkEnd w:id="805"/>
      <w:bookmarkEnd w:id="806"/>
      <w:bookmarkEnd w:id="807"/>
      <w:bookmarkEnd w:id="808"/>
      <w:bookmarkEnd w:id="809"/>
    </w:p>
    <w:p w14:paraId="6614C0E2" w14:textId="77777777" w:rsidR="00C51FB1" w:rsidRPr="00AE0E6D" w:rsidRDefault="00C51FB1" w:rsidP="00C51FB1">
      <w:pPr>
        <w:pStyle w:val="H4"/>
        <w:rPr>
          <w:b/>
        </w:rPr>
      </w:pPr>
      <w:bookmarkStart w:id="810" w:name="_Toc204048524"/>
      <w:bookmarkStart w:id="811" w:name="_Toc400526117"/>
      <w:bookmarkStart w:id="812" w:name="_Toc405534435"/>
      <w:bookmarkStart w:id="813" w:name="_Toc406570448"/>
      <w:bookmarkStart w:id="814" w:name="_Toc410910600"/>
      <w:bookmarkStart w:id="815" w:name="_Toc411841028"/>
      <w:bookmarkStart w:id="816" w:name="_Toc422146990"/>
      <w:bookmarkStart w:id="817" w:name="_Toc433020586"/>
      <w:bookmarkStart w:id="818" w:name="_Toc437262027"/>
      <w:bookmarkStart w:id="819" w:name="_Toc478375202"/>
      <w:bookmarkStart w:id="820" w:name="_Toc510513294"/>
      <w:bookmarkStart w:id="821" w:name="_Toc204048526"/>
      <w:r w:rsidRPr="00AE0E6D">
        <w:rPr>
          <w:b/>
        </w:rPr>
        <w:t>3.5.2.1</w:t>
      </w:r>
      <w:r w:rsidRPr="00AE0E6D">
        <w:rPr>
          <w:b/>
        </w:rPr>
        <w:tab/>
        <w:t>North 345 kV Hub (North 345)</w:t>
      </w:r>
      <w:bookmarkEnd w:id="810"/>
      <w:bookmarkEnd w:id="811"/>
      <w:bookmarkEnd w:id="812"/>
      <w:bookmarkEnd w:id="813"/>
      <w:bookmarkEnd w:id="814"/>
      <w:bookmarkEnd w:id="815"/>
      <w:bookmarkEnd w:id="816"/>
      <w:bookmarkEnd w:id="817"/>
      <w:bookmarkEnd w:id="818"/>
      <w:bookmarkEnd w:id="819"/>
      <w:bookmarkEnd w:id="820"/>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lastRenderedPageBreak/>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lastRenderedPageBreak/>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0.65pt" o:ole="">
            <v:imagedata r:id="rId15" o:title=""/>
          </v:shape>
          <o:OLEObject Type="Embed" ProgID="Equation.3" ShapeID="_x0000_i1025" DrawAspect="Content" ObjectID="_1584770068"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1.25pt;height:22.55pt" o:ole="">
            <v:imagedata r:id="rId17" o:title=""/>
          </v:shape>
          <o:OLEObject Type="Embed" ProgID="Equation.3" ShapeID="_x0000_i1026" DrawAspect="Content" ObjectID="_1584770069"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1.25pt;height:22.55pt" o:ole="">
            <v:imagedata r:id="rId19" o:title=""/>
          </v:shape>
          <o:OLEObject Type="Embed" ProgID="Equation.3" ShapeID="_x0000_i1027" DrawAspect="Content" ObjectID="_1584770070"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lastRenderedPageBreak/>
        <w:t xml:space="preserve">RTRSVPOR </w:t>
      </w:r>
      <w:r w:rsidRPr="0080555B">
        <w:tab/>
      </w:r>
      <w:r w:rsidRPr="0080555B">
        <w:tab/>
        <w:t>=</w:t>
      </w:r>
      <w:r w:rsidRPr="0080555B">
        <w:tab/>
      </w:r>
      <w:r w:rsidRPr="0080555B">
        <w:rPr>
          <w:position w:val="-22"/>
        </w:rPr>
        <w:object w:dxaOrig="225" w:dyaOrig="465" w14:anchorId="6232AA5A">
          <v:shape id="_x0000_i1028" type="#_x0000_t75" style="width:11.25pt;height:23.15pt" o:ole="">
            <v:imagedata r:id="rId21" o:title=""/>
          </v:shape>
          <o:OLEObject Type="Embed" ProgID="Equation.3" ShapeID="_x0000_i1028" DrawAspect="Content" ObjectID="_1584770071"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1.25pt;height:23.15pt" o:ole="">
            <v:imagedata r:id="rId21" o:title=""/>
          </v:shape>
          <o:OLEObject Type="Embed" ProgID="Equation.3" ShapeID="_x0000_i1029" DrawAspect="Content" ObjectID="_1584770072"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1.25pt;height:23.15pt" o:ole="">
            <v:imagedata r:id="rId21" o:title=""/>
          </v:shape>
          <o:OLEObject Type="Embed" ProgID="Equation.3" ShapeID="_x0000_i1030" DrawAspect="Content" ObjectID="_1584770073"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1.25pt;height:20.65pt" o:ole="">
            <v:imagedata r:id="rId25" o:title=""/>
          </v:shape>
          <o:OLEObject Type="Embed" ProgID="Equation.3" ShapeID="_x0000_i1031" DrawAspect="Content" ObjectID="_1584770074"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lastRenderedPageBreak/>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22" w:name="_Toc204048525"/>
      <w:bookmarkStart w:id="823" w:name="_Toc400526118"/>
      <w:bookmarkStart w:id="824" w:name="_Toc405534436"/>
      <w:bookmarkStart w:id="825" w:name="_Toc406570449"/>
      <w:bookmarkStart w:id="826" w:name="_Toc410910601"/>
      <w:bookmarkStart w:id="827" w:name="_Toc411841029"/>
      <w:bookmarkStart w:id="828" w:name="_Toc422146991"/>
      <w:bookmarkStart w:id="829" w:name="_Toc433020587"/>
      <w:bookmarkStart w:id="830" w:name="_Toc437262028"/>
      <w:bookmarkStart w:id="831" w:name="_Toc478375203"/>
      <w:bookmarkStart w:id="832" w:name="_Toc510513295"/>
      <w:r w:rsidRPr="00AE0E6D">
        <w:rPr>
          <w:b/>
        </w:rPr>
        <w:t>3.5.2.2</w:t>
      </w:r>
      <w:r w:rsidRPr="00AE0E6D">
        <w:rPr>
          <w:b/>
        </w:rPr>
        <w:tab/>
        <w:t>South 345 kV Hub (South 345)</w:t>
      </w:r>
      <w:bookmarkEnd w:id="822"/>
      <w:bookmarkEnd w:id="823"/>
      <w:bookmarkEnd w:id="824"/>
      <w:bookmarkEnd w:id="825"/>
      <w:bookmarkEnd w:id="826"/>
      <w:bookmarkEnd w:id="827"/>
      <w:bookmarkEnd w:id="828"/>
      <w:bookmarkEnd w:id="829"/>
      <w:bookmarkEnd w:id="830"/>
      <w:bookmarkEnd w:id="831"/>
      <w:bookmarkEnd w:id="832"/>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w:t>
      </w:r>
      <w:r>
        <w:lastRenderedPageBreak/>
        <w:t>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lastRenderedPageBreak/>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1.25pt;height:20.65pt" o:ole="">
            <v:imagedata r:id="rId15" o:title=""/>
          </v:shape>
          <o:OLEObject Type="Embed" ProgID="Equation.3" ShapeID="_x0000_i1032" DrawAspect="Content" ObjectID="_1584770075"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1.25pt;height:22.55pt" o:ole="">
            <v:imagedata r:id="rId17" o:title=""/>
          </v:shape>
          <o:OLEObject Type="Embed" ProgID="Equation.3" ShapeID="_x0000_i1033" DrawAspect="Content" ObjectID="_1584770076"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1.25pt;height:22.55pt" o:ole="">
            <v:imagedata r:id="rId19" o:title=""/>
          </v:shape>
          <o:OLEObject Type="Embed" ProgID="Equation.3" ShapeID="_x0000_i1034" DrawAspect="Content" ObjectID="_1584770077"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1.25pt;height:23.15pt" o:ole="">
            <v:imagedata r:id="rId21" o:title=""/>
          </v:shape>
          <o:OLEObject Type="Embed" ProgID="Equation.3" ShapeID="_x0000_i1035" DrawAspect="Content" ObjectID="_1584770078"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1.25pt;height:23.15pt" o:ole="">
            <v:imagedata r:id="rId21" o:title=""/>
          </v:shape>
          <o:OLEObject Type="Embed" ProgID="Equation.3" ShapeID="_x0000_i1036" DrawAspect="Content" ObjectID="_1584770079"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1.25pt;height:23.15pt" o:ole="">
            <v:imagedata r:id="rId21" o:title=""/>
          </v:shape>
          <o:OLEObject Type="Embed" ProgID="Equation.3" ShapeID="_x0000_i1037" DrawAspect="Content" ObjectID="_1584770080"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1.25pt;height:20.65pt" o:ole="">
            <v:imagedata r:id="rId25" o:title=""/>
          </v:shape>
          <o:OLEObject Type="Embed" ProgID="Equation.3" ShapeID="_x0000_i1038" DrawAspect="Content" ObjectID="_1584770081"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lastRenderedPageBreak/>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33" w:name="_Toc400526119"/>
      <w:bookmarkStart w:id="834" w:name="_Toc405534437"/>
      <w:bookmarkStart w:id="835" w:name="_Toc406570450"/>
      <w:bookmarkStart w:id="836" w:name="_Toc410910602"/>
      <w:bookmarkStart w:id="837" w:name="_Toc411841030"/>
      <w:bookmarkStart w:id="838" w:name="_Toc422146992"/>
      <w:bookmarkStart w:id="839" w:name="_Toc433020588"/>
      <w:bookmarkStart w:id="840" w:name="_Toc437262029"/>
      <w:bookmarkStart w:id="841" w:name="_Toc478375204"/>
      <w:bookmarkStart w:id="842" w:name="_Toc510513296"/>
      <w:r w:rsidRPr="00AE0E6D">
        <w:rPr>
          <w:b/>
        </w:rPr>
        <w:t>3.5.2.3</w:t>
      </w:r>
      <w:r w:rsidRPr="00AE0E6D">
        <w:rPr>
          <w:b/>
        </w:rPr>
        <w:tab/>
        <w:t>Houston 345 kV Hub (Houston 345)</w:t>
      </w:r>
      <w:bookmarkEnd w:id="821"/>
      <w:bookmarkEnd w:id="833"/>
      <w:bookmarkEnd w:id="834"/>
      <w:bookmarkEnd w:id="835"/>
      <w:bookmarkEnd w:id="836"/>
      <w:bookmarkEnd w:id="837"/>
      <w:bookmarkEnd w:id="838"/>
      <w:bookmarkEnd w:id="839"/>
      <w:bookmarkEnd w:id="840"/>
      <w:bookmarkEnd w:id="841"/>
      <w:bookmarkEnd w:id="842"/>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lastRenderedPageBreak/>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lastRenderedPageBreak/>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43"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1.25pt;height:20.65pt" o:ole="">
            <v:imagedata r:id="rId15" o:title=""/>
          </v:shape>
          <o:OLEObject Type="Embed" ProgID="Equation.3" ShapeID="_x0000_i1039" DrawAspect="Content" ObjectID="_1584770082"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1.25pt;height:22.55pt" o:ole="">
            <v:imagedata r:id="rId17" o:title=""/>
          </v:shape>
          <o:OLEObject Type="Embed" ProgID="Equation.3" ShapeID="_x0000_i1040" DrawAspect="Content" ObjectID="_1584770083"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1.25pt;height:22.55pt" o:ole="">
            <v:imagedata r:id="rId19" o:title=""/>
          </v:shape>
          <o:OLEObject Type="Embed" ProgID="Equation.3" ShapeID="_x0000_i1041" DrawAspect="Content" ObjectID="_1584770084"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1.25pt;height:23.15pt" o:ole="">
            <v:imagedata r:id="rId21" o:title=""/>
          </v:shape>
          <o:OLEObject Type="Embed" ProgID="Equation.3" ShapeID="_x0000_i1042" DrawAspect="Content" ObjectID="_1584770085"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1.25pt;height:23.15pt" o:ole="">
            <v:imagedata r:id="rId21" o:title=""/>
          </v:shape>
          <o:OLEObject Type="Embed" ProgID="Equation.3" ShapeID="_x0000_i1043" DrawAspect="Content" ObjectID="_1584770086"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1.25pt;height:23.15pt" o:ole="">
            <v:imagedata r:id="rId21" o:title=""/>
          </v:shape>
          <o:OLEObject Type="Embed" ProgID="Equation.3" ShapeID="_x0000_i1044" DrawAspect="Content" ObjectID="_1584770087"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1.25pt;height:20.65pt" o:ole="">
            <v:imagedata r:id="rId25" o:title=""/>
          </v:shape>
          <o:OLEObject Type="Embed" ProgID="Equation.3" ShapeID="_x0000_i1045" DrawAspect="Content" ObjectID="_1584770088"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lastRenderedPageBreak/>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44" w:name="_Toc400526120"/>
      <w:bookmarkStart w:id="845" w:name="_Toc405534438"/>
      <w:bookmarkStart w:id="846" w:name="_Toc406570451"/>
      <w:bookmarkStart w:id="847" w:name="_Toc410910603"/>
      <w:bookmarkStart w:id="848" w:name="_Toc411841031"/>
      <w:bookmarkStart w:id="849" w:name="_Toc422146993"/>
      <w:bookmarkStart w:id="850" w:name="_Toc433020589"/>
      <w:bookmarkStart w:id="851" w:name="_Toc437262030"/>
      <w:bookmarkStart w:id="852" w:name="_Toc478375205"/>
      <w:bookmarkStart w:id="853" w:name="_Toc510513297"/>
      <w:r w:rsidRPr="00AE0E6D">
        <w:rPr>
          <w:b/>
        </w:rPr>
        <w:t>3.5.2.4</w:t>
      </w:r>
      <w:r w:rsidRPr="00AE0E6D">
        <w:rPr>
          <w:b/>
        </w:rPr>
        <w:tab/>
        <w:t>West 345 kV Hub (West 345)</w:t>
      </w:r>
      <w:bookmarkEnd w:id="843"/>
      <w:bookmarkEnd w:id="844"/>
      <w:bookmarkEnd w:id="845"/>
      <w:bookmarkEnd w:id="846"/>
      <w:bookmarkEnd w:id="847"/>
      <w:bookmarkEnd w:id="848"/>
      <w:bookmarkEnd w:id="849"/>
      <w:bookmarkEnd w:id="850"/>
      <w:bookmarkEnd w:id="851"/>
      <w:bookmarkEnd w:id="852"/>
      <w:bookmarkEnd w:id="853"/>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lastRenderedPageBreak/>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lastRenderedPageBreak/>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54"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1.25pt;height:20.65pt" o:ole="">
            <v:imagedata r:id="rId15" o:title=""/>
          </v:shape>
          <o:OLEObject Type="Embed" ProgID="Equation.3" ShapeID="_x0000_i1046" DrawAspect="Content" ObjectID="_1584770089"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1.25pt;height:22.55pt" o:ole="">
            <v:imagedata r:id="rId17" o:title=""/>
          </v:shape>
          <o:OLEObject Type="Embed" ProgID="Equation.3" ShapeID="_x0000_i1047" DrawAspect="Content" ObjectID="_1584770090"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1.25pt;height:22.55pt" o:ole="">
            <v:imagedata r:id="rId19" o:title=""/>
          </v:shape>
          <o:OLEObject Type="Embed" ProgID="Equation.3" ShapeID="_x0000_i1048" DrawAspect="Content" ObjectID="_1584770091"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1.25pt;height:23.15pt" o:ole="">
            <v:imagedata r:id="rId21" o:title=""/>
          </v:shape>
          <o:OLEObject Type="Embed" ProgID="Equation.3" ShapeID="_x0000_i1049" DrawAspect="Content" ObjectID="_1584770092"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1.25pt;height:23.15pt" o:ole="">
            <v:imagedata r:id="rId21" o:title=""/>
          </v:shape>
          <o:OLEObject Type="Embed" ProgID="Equation.3" ShapeID="_x0000_i1050" DrawAspect="Content" ObjectID="_1584770093"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1.25pt;height:23.15pt" o:ole="">
            <v:imagedata r:id="rId21" o:title=""/>
          </v:shape>
          <o:OLEObject Type="Embed" ProgID="Equation.3" ShapeID="_x0000_i1051" DrawAspect="Content" ObjectID="_1584770094"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1.25pt;height:20.65pt" o:ole="">
            <v:imagedata r:id="rId25" o:title=""/>
          </v:shape>
          <o:OLEObject Type="Embed" ProgID="Equation.3" ShapeID="_x0000_i1052" DrawAspect="Content" ObjectID="_1584770095"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784DD762" w14:textId="77777777" w:rsidR="008B6128" w:rsidRDefault="008B6128" w:rsidP="008B6128">
      <w:pPr>
        <w:pStyle w:val="H4"/>
        <w:spacing w:before="0" w:after="0"/>
        <w:ind w:left="1267" w:hanging="1267"/>
        <w:rPr>
          <w:b/>
        </w:rPr>
      </w:pPr>
      <w:bookmarkStart w:id="855" w:name="_Toc400526121"/>
      <w:bookmarkStart w:id="856" w:name="_Toc405534439"/>
      <w:bookmarkStart w:id="857" w:name="_Toc406570452"/>
      <w:bookmarkStart w:id="858" w:name="_Toc410910604"/>
      <w:bookmarkStart w:id="859" w:name="_Toc411841032"/>
      <w:bookmarkStart w:id="860" w:name="_Toc422146994"/>
      <w:bookmarkStart w:id="861" w:name="_Toc433020590"/>
      <w:bookmarkStart w:id="862" w:name="_Toc437262031"/>
      <w:bookmarkStart w:id="863" w:name="_Toc478375206"/>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B6128" w14:paraId="6C6AE059" w14:textId="77777777" w:rsidTr="001D724E">
        <w:tc>
          <w:tcPr>
            <w:tcW w:w="9558" w:type="dxa"/>
            <w:tcBorders>
              <w:top w:val="single" w:sz="4" w:space="0" w:color="auto"/>
              <w:left w:val="single" w:sz="4" w:space="0" w:color="auto"/>
              <w:bottom w:val="single" w:sz="4" w:space="0" w:color="auto"/>
              <w:right w:val="single" w:sz="4" w:space="0" w:color="auto"/>
            </w:tcBorders>
            <w:shd w:val="clear" w:color="auto" w:fill="D9D9D9"/>
          </w:tcPr>
          <w:p w14:paraId="5D4CB1DA" w14:textId="77777777" w:rsidR="008B6128" w:rsidRDefault="008B6128" w:rsidP="001D724E">
            <w:pPr>
              <w:spacing w:before="120" w:after="240"/>
              <w:rPr>
                <w:b/>
                <w:i/>
              </w:rPr>
            </w:pPr>
            <w:r>
              <w:rPr>
                <w:b/>
                <w:i/>
              </w:rPr>
              <w:t>[NPRR817</w:t>
            </w:r>
            <w:r w:rsidRPr="004B0726">
              <w:rPr>
                <w:b/>
                <w:i/>
              </w:rPr>
              <w:t xml:space="preserve">: </w:t>
            </w:r>
            <w:r>
              <w:rPr>
                <w:b/>
                <w:i/>
              </w:rPr>
              <w:t xml:space="preserve"> Insert Section 3.5.2.5 below upon system implementation and renumber accordingly:</w:t>
            </w:r>
            <w:r w:rsidRPr="004B0726">
              <w:rPr>
                <w:b/>
                <w:i/>
              </w:rPr>
              <w:t>]</w:t>
            </w:r>
          </w:p>
          <w:p w14:paraId="624FDDB9" w14:textId="77777777" w:rsidR="00754830" w:rsidRPr="00754830" w:rsidRDefault="00754830" w:rsidP="00754830">
            <w:pPr>
              <w:keepNext/>
              <w:widowControl w:val="0"/>
              <w:tabs>
                <w:tab w:val="left" w:pos="1260"/>
              </w:tabs>
              <w:snapToGrid w:val="0"/>
              <w:spacing w:before="120" w:after="240"/>
              <w:ind w:left="1267" w:hanging="1267"/>
              <w:outlineLvl w:val="3"/>
              <w:rPr>
                <w:b/>
              </w:rPr>
            </w:pPr>
            <w:bookmarkStart w:id="864" w:name="_Toc495313728"/>
            <w:bookmarkStart w:id="865" w:name="_Toc505586395"/>
            <w:bookmarkStart w:id="866" w:name="_Toc510513298"/>
            <w:r w:rsidRPr="00754830">
              <w:rPr>
                <w:b/>
              </w:rPr>
              <w:t>3.5.2.5</w:t>
            </w:r>
            <w:r w:rsidRPr="00754830">
              <w:rPr>
                <w:b/>
              </w:rPr>
              <w:tab/>
              <w:t>Panhandle 345 kV Hub (Pan 345)</w:t>
            </w:r>
            <w:bookmarkEnd w:id="864"/>
            <w:bookmarkEnd w:id="865"/>
            <w:bookmarkEnd w:id="866"/>
          </w:p>
          <w:p w14:paraId="2CF9E0C5" w14:textId="77777777" w:rsidR="00754830" w:rsidRPr="00754830" w:rsidRDefault="00754830" w:rsidP="00754830">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D7502" w:rsidRPr="002B1F95" w14:paraId="28EEC8BE" w14:textId="77777777" w:rsidTr="001D724E">
              <w:trPr>
                <w:trHeight w:val="255"/>
              </w:trPr>
              <w:tc>
                <w:tcPr>
                  <w:tcW w:w="475" w:type="dxa"/>
                  <w:noWrap/>
                  <w:tcMar>
                    <w:top w:w="15" w:type="dxa"/>
                    <w:left w:w="15" w:type="dxa"/>
                    <w:bottom w:w="0" w:type="dxa"/>
                    <w:right w:w="15" w:type="dxa"/>
                  </w:tcMar>
                  <w:vAlign w:val="bottom"/>
                </w:tcPr>
                <w:p w14:paraId="0930A1E3" w14:textId="77777777" w:rsidR="00DD7502" w:rsidRPr="002B1F95" w:rsidRDefault="00DD7502" w:rsidP="00DD750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29BF3D69"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28A3A49C" w14:textId="77777777" w:rsidR="00DD7502" w:rsidRPr="002B1F95" w:rsidRDefault="00DD7502" w:rsidP="00DD7502">
                  <w:pPr>
                    <w:jc w:val="center"/>
                    <w:rPr>
                      <w:rFonts w:ascii="Arial" w:eastAsia="Arial Unicode MS" w:hAnsi="Arial" w:cs="Arial"/>
                      <w:sz w:val="20"/>
                    </w:rPr>
                  </w:pPr>
                </w:p>
              </w:tc>
            </w:tr>
            <w:tr w:rsidR="00DD7502" w:rsidRPr="002B1F95" w14:paraId="7B61387C" w14:textId="77777777" w:rsidTr="001D72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6B97F338"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3F5A8F2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0327C8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BE0D53B"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w:t>
                  </w:r>
                </w:p>
              </w:tc>
            </w:tr>
            <w:tr w:rsidR="00DD7502" w:rsidRPr="002B1F95" w14:paraId="56DFB9BD"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BC0D738" w14:textId="77777777" w:rsidR="00DD7502" w:rsidRPr="002B1F95" w:rsidRDefault="00DD7502" w:rsidP="00DD7502">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00D6806" w14:textId="77777777" w:rsidR="00DD7502" w:rsidRPr="002B1F95" w:rsidRDefault="00DD7502" w:rsidP="00DD7502">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D5C5823"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AAE2C22"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1C468D5D"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FE57A00" w14:textId="77777777" w:rsidR="00DD7502" w:rsidRPr="002B1F95" w:rsidRDefault="00DD7502" w:rsidP="00DD7502">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8632E3" w14:textId="77777777" w:rsidR="00DD7502" w:rsidRPr="002B1F95" w:rsidRDefault="00DD7502" w:rsidP="00DD7502">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5ADCA0"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CCE9567"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DE6A975"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9A9EB18" w14:textId="77777777" w:rsidR="00DD7502" w:rsidRPr="002B1F95" w:rsidRDefault="00DD7502" w:rsidP="00DD7502">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ACEE67"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42DAD5"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6D1E90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0FD8F4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FFD282" w14:textId="77777777" w:rsidR="00DD7502" w:rsidRPr="002B1F95" w:rsidDel="00F24057" w:rsidRDefault="00DD7502" w:rsidP="00DD7502">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3B995E"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77AAAE"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DB8EAF"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0D3E6DCB"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6DE651" w14:textId="77777777" w:rsidR="00DD7502" w:rsidRPr="002B1F95" w:rsidDel="00F24057" w:rsidRDefault="00DD7502" w:rsidP="00DD7502">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297743"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D103E8"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8FA875"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186D0E2C"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06BDB1" w14:textId="77777777" w:rsidR="00DD7502" w:rsidRPr="002B1F95" w:rsidRDefault="00DD7502" w:rsidP="00DD7502">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A80AF0"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9B878A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4F93B83"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1AB4F29"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C571F2" w14:textId="77777777" w:rsidR="00DD7502" w:rsidRPr="002B1F95" w:rsidDel="00F24057" w:rsidRDefault="00DD7502" w:rsidP="00DD7502">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B12116"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4F3077"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033F97"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654DB70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408A06D" w14:textId="77777777" w:rsidR="00DD7502" w:rsidRPr="002B1F95" w:rsidRDefault="00DD7502" w:rsidP="00DD7502">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FF48D8" w14:textId="77777777" w:rsidR="00DD7502" w:rsidRPr="002B1F95" w:rsidRDefault="00DD7502" w:rsidP="00DD7502">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19A58B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94B356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74FE873"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1731088" w14:textId="77777777" w:rsidR="00DD7502" w:rsidRPr="002B1F95" w:rsidRDefault="00DD7502" w:rsidP="00DD7502">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4E29D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5FA70CDE"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A5879A"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47A7A939"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9564E3" w14:textId="77777777" w:rsidR="00DD7502" w:rsidRPr="002B1F95" w:rsidRDefault="00DD7502" w:rsidP="00DD7502">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14C1B86"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C8D353"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5FE382"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705ED53F"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13D5FD" w14:textId="77777777" w:rsidR="00DD7502" w:rsidRPr="002B1F95" w:rsidRDefault="00DD7502" w:rsidP="00DD7502">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204FC1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46D1A5"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BE58CFF"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25B8210A" w14:textId="77777777" w:rsidTr="001D72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27BE16" w14:textId="77777777" w:rsidR="00DD7502" w:rsidRPr="002B1F95" w:rsidRDefault="00DD7502" w:rsidP="00DD7502">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CB4108E"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EC0B20"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73B373" w14:textId="77777777" w:rsidR="00DD7502" w:rsidRDefault="00DD7502" w:rsidP="00DD7502">
                  <w:pPr>
                    <w:jc w:val="center"/>
                    <w:rPr>
                      <w:rFonts w:ascii="Arial" w:hAnsi="Arial" w:cs="Arial"/>
                      <w:sz w:val="20"/>
                    </w:rPr>
                  </w:pPr>
                  <w:r>
                    <w:rPr>
                      <w:rFonts w:ascii="Arial" w:hAnsi="Arial" w:cs="Arial"/>
                      <w:sz w:val="20"/>
                    </w:rPr>
                    <w:t>PAN</w:t>
                  </w:r>
                </w:p>
              </w:tc>
            </w:tr>
          </w:tbl>
          <w:p w14:paraId="23D84371" w14:textId="3125EC2C" w:rsidR="00DD7502" w:rsidRPr="002B1F95" w:rsidRDefault="00DD7502" w:rsidP="00DD7502">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rsidR="00DC7EC9">
              <w:t>uses the aggregated Shift Factors</w:t>
            </w:r>
            <w:r w:rsidRPr="002B1F95">
              <w:rPr>
                <w:iCs/>
              </w:rPr>
              <w:t xml:space="preserve"> of the Hub Bus</w:t>
            </w:r>
            <w:r w:rsidR="00DC7EC9">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3AA0127A" w14:textId="77777777" w:rsidR="00DD7502" w:rsidRPr="002B1F95" w:rsidRDefault="00DD7502" w:rsidP="00DD7502">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29F1B6A7" w14:textId="77777777" w:rsidR="0014395D" w:rsidRDefault="0014395D" w:rsidP="0014395D">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38F8E076" w14:textId="77777777" w:rsidR="0014395D" w:rsidRPr="004E1A4A" w:rsidRDefault="0014395D" w:rsidP="0014395D">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EC7E6C2" w14:textId="0A1197E7" w:rsidR="0014395D" w:rsidRPr="004E1A4A" w:rsidRDefault="0014395D" w:rsidP="0014395D">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sidR="00483594">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15EC7CCB" w14:textId="77777777" w:rsidR="0014395D" w:rsidRPr="004E1A4A" w:rsidRDefault="0014395D" w:rsidP="0014395D">
            <w:pPr>
              <w:spacing w:after="240"/>
            </w:pPr>
            <w:r w:rsidRPr="004E1A4A">
              <w:t>Where:</w:t>
            </w:r>
          </w:p>
          <w:p w14:paraId="2C7C22D5" w14:textId="77777777" w:rsidR="0014395D" w:rsidRPr="004E1A4A" w:rsidRDefault="0014395D" w:rsidP="0014395D">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315109DD" w14:textId="77777777" w:rsidR="0014395D" w:rsidRPr="004E1A4A" w:rsidRDefault="0014395D" w:rsidP="0014395D">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0CF43DE0" w14:textId="77777777" w:rsidR="0014395D" w:rsidRPr="004E1A4A" w:rsidRDefault="0014395D" w:rsidP="0014395D">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0F68502" w14:textId="77777777" w:rsidR="0014395D" w:rsidRPr="004E1A4A" w:rsidRDefault="0014395D" w:rsidP="0014395D">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5C594DE7" w14:textId="77777777" w:rsidR="009544EE" w:rsidRDefault="0014395D" w:rsidP="0014395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963"/>
              <w:gridCol w:w="6307"/>
            </w:tblGrid>
            <w:tr w:rsidR="009544EE" w14:paraId="71C681EA" w14:textId="77777777" w:rsidTr="005F7AF9">
              <w:trPr>
                <w:tblHeader/>
              </w:trPr>
              <w:tc>
                <w:tcPr>
                  <w:tcW w:w="1008" w:type="pct"/>
                </w:tcPr>
                <w:p w14:paraId="690E8F40" w14:textId="77777777" w:rsidR="009544EE" w:rsidRDefault="009544EE" w:rsidP="009544EE">
                  <w:pPr>
                    <w:pStyle w:val="TableHead"/>
                  </w:pPr>
                  <w:r>
                    <w:t>Variable</w:t>
                  </w:r>
                </w:p>
              </w:tc>
              <w:tc>
                <w:tcPr>
                  <w:tcW w:w="529" w:type="pct"/>
                </w:tcPr>
                <w:p w14:paraId="6E9A7F83" w14:textId="77777777" w:rsidR="009544EE" w:rsidRDefault="009544EE" w:rsidP="009544EE">
                  <w:pPr>
                    <w:pStyle w:val="TableHead"/>
                  </w:pPr>
                  <w:r>
                    <w:t>Unit</w:t>
                  </w:r>
                </w:p>
              </w:tc>
              <w:tc>
                <w:tcPr>
                  <w:tcW w:w="3463" w:type="pct"/>
                </w:tcPr>
                <w:p w14:paraId="381AA8B2" w14:textId="77777777" w:rsidR="009544EE" w:rsidRDefault="009544EE" w:rsidP="009544EE">
                  <w:pPr>
                    <w:pStyle w:val="TableHead"/>
                  </w:pPr>
                  <w:r>
                    <w:t>Definition</w:t>
                  </w:r>
                </w:p>
              </w:tc>
            </w:tr>
            <w:tr w:rsidR="009544EE" w14:paraId="12640ACF" w14:textId="77777777" w:rsidTr="005F7AF9">
              <w:tc>
                <w:tcPr>
                  <w:tcW w:w="1008" w:type="pct"/>
                </w:tcPr>
                <w:p w14:paraId="6772D243" w14:textId="77777777" w:rsidR="009544EE" w:rsidRDefault="009544EE" w:rsidP="009544EE">
                  <w:pPr>
                    <w:pStyle w:val="TableBody"/>
                  </w:pPr>
                  <w:r>
                    <w:t xml:space="preserve">DASPP </w:t>
                  </w:r>
                  <w:r>
                    <w:rPr>
                      <w:i/>
                      <w:vertAlign w:val="subscript"/>
                    </w:rPr>
                    <w:t>Pan</w:t>
                  </w:r>
                  <w:r w:rsidRPr="00C60DD5">
                    <w:rPr>
                      <w:i/>
                      <w:vertAlign w:val="subscript"/>
                    </w:rPr>
                    <w:t>345</w:t>
                  </w:r>
                </w:p>
              </w:tc>
              <w:tc>
                <w:tcPr>
                  <w:tcW w:w="529" w:type="pct"/>
                </w:tcPr>
                <w:p w14:paraId="3AF92FAE" w14:textId="77777777" w:rsidR="009544EE" w:rsidRDefault="009544EE" w:rsidP="009544EE">
                  <w:pPr>
                    <w:pStyle w:val="TableBody"/>
                  </w:pPr>
                  <w:r>
                    <w:t>$/MWh</w:t>
                  </w:r>
                </w:p>
              </w:tc>
              <w:tc>
                <w:tcPr>
                  <w:tcW w:w="3463" w:type="pct"/>
                </w:tcPr>
                <w:p w14:paraId="04A6E9CD" w14:textId="77777777" w:rsidR="009544EE" w:rsidRDefault="009544EE" w:rsidP="009544EE">
                  <w:pPr>
                    <w:pStyle w:val="TableBody"/>
                  </w:pPr>
                  <w:r>
                    <w:rPr>
                      <w:i/>
                    </w:rPr>
                    <w:t>Day-Ahead Settlement Point Price</w:t>
                  </w:r>
                  <w:r>
                    <w:sym w:font="Symbol" w:char="F0BE"/>
                  </w:r>
                  <w:r>
                    <w:t>The DAM Settlement Point Price at the Hub, for the hour.</w:t>
                  </w:r>
                </w:p>
              </w:tc>
            </w:tr>
            <w:tr w:rsidR="009544EE" w14:paraId="2732EDD4" w14:textId="77777777" w:rsidTr="005F7AF9">
              <w:tc>
                <w:tcPr>
                  <w:tcW w:w="1008" w:type="pct"/>
                </w:tcPr>
                <w:p w14:paraId="22FF568E" w14:textId="77777777" w:rsidR="009544EE" w:rsidRDefault="009544EE" w:rsidP="009544EE">
                  <w:pPr>
                    <w:pStyle w:val="TableBody"/>
                  </w:pPr>
                  <w:r>
                    <w:t>DASL</w:t>
                  </w:r>
                </w:p>
              </w:tc>
              <w:tc>
                <w:tcPr>
                  <w:tcW w:w="529" w:type="pct"/>
                </w:tcPr>
                <w:p w14:paraId="38A857A2" w14:textId="77777777" w:rsidR="009544EE" w:rsidRDefault="009544EE" w:rsidP="009544EE">
                  <w:pPr>
                    <w:pStyle w:val="TableBody"/>
                  </w:pPr>
                  <w:r>
                    <w:t>$/MWh</w:t>
                  </w:r>
                </w:p>
              </w:tc>
              <w:tc>
                <w:tcPr>
                  <w:tcW w:w="3463" w:type="pct"/>
                </w:tcPr>
                <w:p w14:paraId="2D36B7B9" w14:textId="77777777" w:rsidR="009544EE" w:rsidRDefault="009544EE" w:rsidP="009544EE">
                  <w:pPr>
                    <w:pStyle w:val="TableBody"/>
                    <w:rPr>
                      <w:i/>
                    </w:rPr>
                  </w:pPr>
                  <w:r>
                    <w:rPr>
                      <w:i/>
                    </w:rPr>
                    <w:t>Day-Ahead System Lambda</w:t>
                  </w:r>
                  <w:r>
                    <w:sym w:font="Symbol" w:char="F0BE"/>
                  </w:r>
                  <w:r>
                    <w:t>The DAM Shadow Price for the system power balance constraint for the hour.</w:t>
                  </w:r>
                </w:p>
              </w:tc>
            </w:tr>
            <w:tr w:rsidR="009544EE" w14:paraId="70FFD9D3" w14:textId="77777777" w:rsidTr="005F7AF9">
              <w:tc>
                <w:tcPr>
                  <w:tcW w:w="1008" w:type="pct"/>
                </w:tcPr>
                <w:p w14:paraId="67DAABA4" w14:textId="77777777" w:rsidR="009544EE" w:rsidRDefault="009544EE" w:rsidP="009544EE">
                  <w:pPr>
                    <w:pStyle w:val="TableBody"/>
                  </w:pPr>
                  <w:r>
                    <w:t xml:space="preserve">DASP </w:t>
                  </w:r>
                  <w:r>
                    <w:rPr>
                      <w:i/>
                      <w:vertAlign w:val="subscript"/>
                    </w:rPr>
                    <w:t>c</w:t>
                  </w:r>
                </w:p>
              </w:tc>
              <w:tc>
                <w:tcPr>
                  <w:tcW w:w="529" w:type="pct"/>
                </w:tcPr>
                <w:p w14:paraId="4AF7934F" w14:textId="77777777" w:rsidR="009544EE" w:rsidRDefault="009544EE" w:rsidP="009544EE">
                  <w:pPr>
                    <w:pStyle w:val="TableBody"/>
                  </w:pPr>
                  <w:r>
                    <w:t>$/MWh</w:t>
                  </w:r>
                </w:p>
              </w:tc>
              <w:tc>
                <w:tcPr>
                  <w:tcW w:w="3463" w:type="pct"/>
                </w:tcPr>
                <w:p w14:paraId="16DB2AA6" w14:textId="77777777" w:rsidR="009544EE" w:rsidRDefault="009544EE" w:rsidP="009544E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322BCE8" w14:textId="77777777" w:rsidTr="005F7AF9">
              <w:tc>
                <w:tcPr>
                  <w:tcW w:w="1008" w:type="pct"/>
                </w:tcPr>
                <w:p w14:paraId="22546459" w14:textId="77777777" w:rsidR="009544EE" w:rsidRDefault="009544EE" w:rsidP="009544E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1A9A6501" w14:textId="77777777" w:rsidR="009544EE" w:rsidRDefault="009544EE" w:rsidP="009544EE">
                  <w:pPr>
                    <w:pStyle w:val="TableBody"/>
                  </w:pPr>
                  <w:r>
                    <w:t>none</w:t>
                  </w:r>
                </w:p>
              </w:tc>
              <w:tc>
                <w:tcPr>
                  <w:tcW w:w="3463" w:type="pct"/>
                </w:tcPr>
                <w:p w14:paraId="30219375" w14:textId="77777777" w:rsidR="009544EE" w:rsidRDefault="009544EE" w:rsidP="009544E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09717071" w14:textId="77777777" w:rsidTr="005F7AF9">
              <w:tc>
                <w:tcPr>
                  <w:tcW w:w="1008" w:type="pct"/>
                </w:tcPr>
                <w:p w14:paraId="36B5DC1C" w14:textId="77777777" w:rsidR="009544EE" w:rsidRDefault="009544EE" w:rsidP="009544E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79C9F11D" w14:textId="77777777" w:rsidR="009544EE" w:rsidRDefault="009544EE" w:rsidP="009544EE">
                  <w:pPr>
                    <w:pStyle w:val="TableBody"/>
                  </w:pPr>
                  <w:r>
                    <w:t>none</w:t>
                  </w:r>
                </w:p>
              </w:tc>
              <w:tc>
                <w:tcPr>
                  <w:tcW w:w="3463" w:type="pct"/>
                </w:tcPr>
                <w:p w14:paraId="5333E8A9" w14:textId="77777777" w:rsidR="009544EE" w:rsidRDefault="009544EE" w:rsidP="009544E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96A5111" w14:textId="77777777" w:rsidTr="005F7AF9">
              <w:tc>
                <w:tcPr>
                  <w:tcW w:w="1008" w:type="pct"/>
                </w:tcPr>
                <w:p w14:paraId="5FF358BE" w14:textId="77777777" w:rsidR="009544EE" w:rsidRDefault="009544EE" w:rsidP="009544E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15A06BFC" w14:textId="77777777" w:rsidR="009544EE" w:rsidRDefault="009544EE" w:rsidP="009544EE">
                  <w:pPr>
                    <w:pStyle w:val="TableBody"/>
                  </w:pPr>
                  <w:r>
                    <w:t>none</w:t>
                  </w:r>
                </w:p>
              </w:tc>
              <w:tc>
                <w:tcPr>
                  <w:tcW w:w="3463" w:type="pct"/>
                </w:tcPr>
                <w:p w14:paraId="465B58CB" w14:textId="77777777" w:rsidR="009544EE" w:rsidRDefault="009544EE" w:rsidP="009544E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07F2AC1A" w14:textId="77777777" w:rsidTr="005F7AF9">
              <w:tc>
                <w:tcPr>
                  <w:tcW w:w="1008" w:type="pct"/>
                </w:tcPr>
                <w:p w14:paraId="3EB4D38A" w14:textId="77777777" w:rsidR="009544EE" w:rsidRDefault="009544EE" w:rsidP="009544E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3A243138" w14:textId="77777777" w:rsidR="009544EE" w:rsidRDefault="009544EE" w:rsidP="009544EE">
                  <w:pPr>
                    <w:pStyle w:val="TableBody"/>
                  </w:pPr>
                  <w:r>
                    <w:t>none</w:t>
                  </w:r>
                </w:p>
              </w:tc>
              <w:tc>
                <w:tcPr>
                  <w:tcW w:w="3463" w:type="pct"/>
                </w:tcPr>
                <w:p w14:paraId="19811440" w14:textId="77777777" w:rsidR="009544EE" w:rsidRDefault="009544EE" w:rsidP="009544E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7F517331" w14:textId="77777777" w:rsidTr="005F7AF9">
              <w:tc>
                <w:tcPr>
                  <w:tcW w:w="1008" w:type="pct"/>
                </w:tcPr>
                <w:p w14:paraId="03C1148D" w14:textId="77777777" w:rsidR="009544EE" w:rsidRDefault="009544EE" w:rsidP="009544E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213E140E" w14:textId="77777777" w:rsidR="009544EE" w:rsidRDefault="009544EE" w:rsidP="009544EE">
                  <w:pPr>
                    <w:pStyle w:val="TableBody"/>
                  </w:pPr>
                  <w:r>
                    <w:t>none</w:t>
                  </w:r>
                </w:p>
              </w:tc>
              <w:tc>
                <w:tcPr>
                  <w:tcW w:w="3463" w:type="pct"/>
                </w:tcPr>
                <w:p w14:paraId="659424B7" w14:textId="77777777" w:rsidR="009544EE" w:rsidRDefault="009544EE" w:rsidP="009544E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57D0BCD" w14:textId="77777777" w:rsidTr="005F7AF9">
              <w:tc>
                <w:tcPr>
                  <w:tcW w:w="1008" w:type="pct"/>
                </w:tcPr>
                <w:p w14:paraId="72BD2286" w14:textId="77777777" w:rsidR="009544EE" w:rsidRPr="007744FD" w:rsidRDefault="009544EE" w:rsidP="009544EE">
                  <w:pPr>
                    <w:pStyle w:val="TableBody"/>
                  </w:pPr>
                  <w:r>
                    <w:rPr>
                      <w:i/>
                    </w:rPr>
                    <w:t>p</w:t>
                  </w:r>
                  <w:r w:rsidRPr="00C60DD5">
                    <w:rPr>
                      <w:i/>
                    </w:rPr>
                    <w:t>b</w:t>
                  </w:r>
                </w:p>
              </w:tc>
              <w:tc>
                <w:tcPr>
                  <w:tcW w:w="529" w:type="pct"/>
                </w:tcPr>
                <w:p w14:paraId="5CE2551B" w14:textId="77777777" w:rsidR="009544EE" w:rsidRDefault="009544EE" w:rsidP="009544EE">
                  <w:pPr>
                    <w:pStyle w:val="TableBody"/>
                  </w:pPr>
                  <w:r>
                    <w:t>none</w:t>
                  </w:r>
                </w:p>
              </w:tc>
              <w:tc>
                <w:tcPr>
                  <w:tcW w:w="3463" w:type="pct"/>
                </w:tcPr>
                <w:p w14:paraId="71E7D255" w14:textId="77777777" w:rsidR="009544EE" w:rsidRDefault="009544EE" w:rsidP="009544EE">
                  <w:pPr>
                    <w:pStyle w:val="TableBody"/>
                  </w:pPr>
                  <w:r>
                    <w:t xml:space="preserve">An energized power flow bus that is a component of a Hub Bus for the constraint </w:t>
                  </w:r>
                  <w:r w:rsidRPr="00910FA9">
                    <w:rPr>
                      <w:i/>
                    </w:rPr>
                    <w:t>c</w:t>
                  </w:r>
                  <w:r>
                    <w:t>.</w:t>
                  </w:r>
                </w:p>
              </w:tc>
            </w:tr>
            <w:tr w:rsidR="009544EE" w14:paraId="568E2A7E" w14:textId="77777777" w:rsidTr="005F7AF9">
              <w:tc>
                <w:tcPr>
                  <w:tcW w:w="1008" w:type="pct"/>
                </w:tcPr>
                <w:p w14:paraId="093A9A4F" w14:textId="77777777" w:rsidR="009544EE" w:rsidRDefault="009544EE" w:rsidP="009544E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283E6C38" w14:textId="77777777" w:rsidR="009544EE" w:rsidRDefault="009544EE" w:rsidP="009544EE">
                  <w:pPr>
                    <w:pStyle w:val="TableBody"/>
                  </w:pPr>
                  <w:r>
                    <w:t>none</w:t>
                  </w:r>
                </w:p>
              </w:tc>
              <w:tc>
                <w:tcPr>
                  <w:tcW w:w="3463" w:type="pct"/>
                </w:tcPr>
                <w:p w14:paraId="7DCA5790" w14:textId="77777777" w:rsidR="009544EE" w:rsidRDefault="009544EE" w:rsidP="009544E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55EED7D1" w14:textId="77777777" w:rsidTr="005F7AF9">
              <w:tc>
                <w:tcPr>
                  <w:tcW w:w="1008" w:type="pct"/>
                </w:tcPr>
                <w:p w14:paraId="2701154B" w14:textId="77777777" w:rsidR="009544EE" w:rsidRPr="00C65A0B" w:rsidRDefault="009544EE" w:rsidP="009544EE">
                  <w:pPr>
                    <w:pStyle w:val="TableBody"/>
                    <w:rPr>
                      <w:i/>
                      <w:vertAlign w:val="subscript"/>
                    </w:rPr>
                  </w:pPr>
                  <w:r>
                    <w:rPr>
                      <w:i/>
                    </w:rPr>
                    <w:t>h</w:t>
                  </w:r>
                  <w:r w:rsidRPr="00C60DD5">
                    <w:rPr>
                      <w:i/>
                    </w:rPr>
                    <w:t>b</w:t>
                  </w:r>
                </w:p>
              </w:tc>
              <w:tc>
                <w:tcPr>
                  <w:tcW w:w="529" w:type="pct"/>
                </w:tcPr>
                <w:p w14:paraId="6F9A98D6" w14:textId="77777777" w:rsidR="009544EE" w:rsidRDefault="009544EE" w:rsidP="009544EE">
                  <w:pPr>
                    <w:pStyle w:val="TableBody"/>
                  </w:pPr>
                  <w:r>
                    <w:t>none</w:t>
                  </w:r>
                </w:p>
              </w:tc>
              <w:tc>
                <w:tcPr>
                  <w:tcW w:w="3463" w:type="pct"/>
                </w:tcPr>
                <w:p w14:paraId="18E64B98" w14:textId="77777777" w:rsidR="009544EE" w:rsidRDefault="009544EE" w:rsidP="009544EE">
                  <w:pPr>
                    <w:pStyle w:val="TableBody"/>
                  </w:pPr>
                  <w:r>
                    <w:t xml:space="preserve">A Hub Bus that is a component of the Hub with at least one energized power flow bus for the constraint </w:t>
                  </w:r>
                  <w:r w:rsidRPr="00910FA9">
                    <w:rPr>
                      <w:i/>
                    </w:rPr>
                    <w:t>c</w:t>
                  </w:r>
                  <w:r>
                    <w:t>.</w:t>
                  </w:r>
                </w:p>
              </w:tc>
            </w:tr>
            <w:tr w:rsidR="009544EE" w14:paraId="7CC2B95A" w14:textId="77777777" w:rsidTr="005F7AF9">
              <w:tc>
                <w:tcPr>
                  <w:tcW w:w="1008" w:type="pct"/>
                </w:tcPr>
                <w:p w14:paraId="46DA3F59" w14:textId="77777777" w:rsidR="009544EE" w:rsidRDefault="009544EE" w:rsidP="009544EE">
                  <w:pPr>
                    <w:pStyle w:val="TableBody"/>
                  </w:pPr>
                  <w:r>
                    <w:t xml:space="preserve">HBBC </w:t>
                  </w:r>
                  <w:r>
                    <w:rPr>
                      <w:i/>
                      <w:vertAlign w:val="subscript"/>
                    </w:rPr>
                    <w:t>Pan</w:t>
                  </w:r>
                  <w:r w:rsidRPr="00C60DD5">
                    <w:rPr>
                      <w:i/>
                      <w:vertAlign w:val="subscript"/>
                    </w:rPr>
                    <w:t>345</w:t>
                  </w:r>
                </w:p>
              </w:tc>
              <w:tc>
                <w:tcPr>
                  <w:tcW w:w="529" w:type="pct"/>
                </w:tcPr>
                <w:p w14:paraId="3DBD0BAE" w14:textId="77777777" w:rsidR="009544EE" w:rsidRDefault="009544EE" w:rsidP="009544EE">
                  <w:pPr>
                    <w:pStyle w:val="TableBody"/>
                  </w:pPr>
                  <w:r>
                    <w:t>none</w:t>
                  </w:r>
                </w:p>
              </w:tc>
              <w:tc>
                <w:tcPr>
                  <w:tcW w:w="3463" w:type="pct"/>
                </w:tcPr>
                <w:p w14:paraId="1875DD97" w14:textId="77777777" w:rsidR="009544EE" w:rsidRDefault="009544EE" w:rsidP="009544EE">
                  <w:pPr>
                    <w:pStyle w:val="TableBody"/>
                  </w:pPr>
                  <w:r>
                    <w:t>The total number of Hub Buses in the Hub with at least one energized component in each Hub Bus in base case.</w:t>
                  </w:r>
                </w:p>
              </w:tc>
            </w:tr>
            <w:tr w:rsidR="009544EE" w14:paraId="449E9819" w14:textId="77777777" w:rsidTr="005F7AF9">
              <w:tc>
                <w:tcPr>
                  <w:tcW w:w="1008" w:type="pct"/>
                </w:tcPr>
                <w:p w14:paraId="554DA72F" w14:textId="77777777" w:rsidR="009544EE" w:rsidRDefault="009544EE" w:rsidP="009544E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1F1388B9" w14:textId="77777777" w:rsidR="009544EE" w:rsidRDefault="009544EE" w:rsidP="009544EE">
                  <w:pPr>
                    <w:pStyle w:val="TableBody"/>
                  </w:pPr>
                  <w:r>
                    <w:t>none</w:t>
                  </w:r>
                </w:p>
              </w:tc>
              <w:tc>
                <w:tcPr>
                  <w:tcW w:w="3463" w:type="pct"/>
                </w:tcPr>
                <w:p w14:paraId="4B70E218" w14:textId="77777777" w:rsidR="009544EE" w:rsidRDefault="009544EE" w:rsidP="009544EE">
                  <w:pPr>
                    <w:pStyle w:val="TableBody"/>
                  </w:pPr>
                  <w:r>
                    <w:t xml:space="preserve">The total number of Hub Buses in the Hub with at least one energized component in each Hub Bus for the constraint </w:t>
                  </w:r>
                  <w:r w:rsidRPr="00910FA9">
                    <w:rPr>
                      <w:i/>
                    </w:rPr>
                    <w:t>c</w:t>
                  </w:r>
                  <w:r>
                    <w:t>.</w:t>
                  </w:r>
                </w:p>
              </w:tc>
            </w:tr>
            <w:tr w:rsidR="009544EE" w14:paraId="2E742745" w14:textId="77777777" w:rsidTr="005F7AF9">
              <w:tc>
                <w:tcPr>
                  <w:tcW w:w="1008" w:type="pct"/>
                  <w:tcBorders>
                    <w:top w:val="single" w:sz="4" w:space="0" w:color="auto"/>
                    <w:left w:val="single" w:sz="4" w:space="0" w:color="auto"/>
                    <w:bottom w:val="single" w:sz="4" w:space="0" w:color="auto"/>
                    <w:right w:val="single" w:sz="4" w:space="0" w:color="auto"/>
                  </w:tcBorders>
                </w:tcPr>
                <w:p w14:paraId="133DC7B5" w14:textId="77777777" w:rsidR="009544EE" w:rsidRPr="00910FA9" w:rsidRDefault="009544EE" w:rsidP="009544E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4232F50" w14:textId="77777777" w:rsidR="009544EE" w:rsidRDefault="009544EE" w:rsidP="009544E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4DAF19F" w14:textId="77777777" w:rsidR="009544EE" w:rsidRDefault="009544EE" w:rsidP="009544EE">
                  <w:pPr>
                    <w:pStyle w:val="TableBody"/>
                  </w:pPr>
                  <w:r>
                    <w:t>A DAM binding transmission constraint for the hour caused by either base case or a contingency.</w:t>
                  </w:r>
                </w:p>
              </w:tc>
            </w:tr>
          </w:tbl>
          <w:p w14:paraId="2F41A070" w14:textId="77777777" w:rsidR="009225CA" w:rsidRPr="002B1F95" w:rsidRDefault="009225CA" w:rsidP="009225CA">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03B4A3E3" w14:textId="77777777" w:rsidR="009225CA" w:rsidRPr="002B1F95" w:rsidRDefault="009225CA" w:rsidP="009225CA">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43FFDB9C" w14:textId="77777777" w:rsidR="009225CA" w:rsidRPr="002B1F95" w:rsidRDefault="009225CA" w:rsidP="009225CA">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3B618726">
                <v:shape id="_x0000_i1053" type="#_x0000_t75" style="width:11.25pt;height:20.65pt" o:ole="">
                  <v:imagedata r:id="rId48" o:title=""/>
                </v:shape>
                <o:OLEObject Type="Embed" ProgID="Equation.3" ShapeID="_x0000_i1053" DrawAspect="Content" ObjectID="_1584770096"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278A960C">
                <v:shape id="_x0000_i1054" type="#_x0000_t75" style="width:11.25pt;height:23.15pt" o:ole="">
                  <v:imagedata r:id="rId21" o:title=""/>
                </v:shape>
                <o:OLEObject Type="Embed" ProgID="Equation.3" ShapeID="_x0000_i1054" DrawAspect="Content" ObjectID="_1584770097"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0AAB0AA7">
                <v:shape id="_x0000_i1055" type="#_x0000_t75" style="width:11.25pt;height:23.15pt" o:ole="">
                  <v:imagedata r:id="rId21" o:title=""/>
                </v:shape>
                <o:OLEObject Type="Embed" ProgID="Equation.3" ShapeID="_x0000_i1055" DrawAspect="Content" ObjectID="_1584770098"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4998C697" w14:textId="77777777" w:rsidR="009225CA" w:rsidRPr="002B1F95" w:rsidRDefault="009225CA" w:rsidP="009225CA">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sidR="004764A3">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05075D4F" w14:textId="77777777" w:rsidR="009225CA" w:rsidRPr="002B1F95" w:rsidRDefault="009225CA" w:rsidP="009225CA">
            <w:pPr>
              <w:spacing w:after="240"/>
              <w:rPr>
                <w:iCs/>
              </w:rPr>
            </w:pPr>
            <w:r w:rsidRPr="002B1F95">
              <w:rPr>
                <w:iCs/>
              </w:rPr>
              <w:t>Where:</w:t>
            </w:r>
          </w:p>
          <w:p w14:paraId="069359FF" w14:textId="6E5EE069" w:rsidR="009225CA" w:rsidRPr="002B1F95" w:rsidRDefault="009225CA" w:rsidP="009225CA">
            <w:pPr>
              <w:spacing w:after="240"/>
              <w:ind w:left="2880" w:hanging="2160"/>
            </w:pPr>
            <w:r w:rsidRPr="002B1F95">
              <w:lastRenderedPageBreak/>
              <w:t xml:space="preserve">RTRSVPOR </w:t>
            </w:r>
            <w:r w:rsidRPr="002B1F95">
              <w:tab/>
            </w:r>
            <w:r w:rsidRPr="002B1F95">
              <w:tab/>
              <w:t>=</w:t>
            </w:r>
            <w:r w:rsidRPr="002B1F95">
              <w:tab/>
              <w:t xml:space="preserve"> </w:t>
            </w:r>
            <w:r w:rsidRPr="0080555B">
              <w:rPr>
                <w:position w:val="-22"/>
              </w:rPr>
              <w:object w:dxaOrig="225" w:dyaOrig="465" w14:anchorId="5EC4564C">
                <v:shape id="_x0000_i1056" type="#_x0000_t75" style="width:11.25pt;height:23.15pt" o:ole="">
                  <v:imagedata r:id="rId21" o:title=""/>
                </v:shape>
                <o:OLEObject Type="Embed" ProgID="Equation.3" ShapeID="_x0000_i1056" DrawAspect="Content" ObjectID="_1584770099" r:id="rId52"/>
              </w:object>
            </w:r>
            <w:r w:rsidRPr="002B1F95">
              <w:t xml:space="preserve"> (RNWF</w:t>
            </w:r>
            <w:r w:rsidR="004764A3">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5DF04B40" w14:textId="77777777" w:rsidR="009225CA" w:rsidRPr="002B1F95" w:rsidRDefault="009225CA" w:rsidP="009225CA">
            <w:pPr>
              <w:spacing w:after="240"/>
              <w:ind w:left="2880" w:hanging="2160"/>
            </w:pPr>
            <w:r w:rsidRPr="002B1F95">
              <w:t xml:space="preserve">RTRDP                      </w:t>
            </w:r>
            <w:r w:rsidRPr="002B1F95">
              <w:tab/>
            </w:r>
            <w:r w:rsidRPr="002B1F95">
              <w:tab/>
              <w:t xml:space="preserve">= </w:t>
            </w:r>
            <w:r>
              <w:t xml:space="preserve">         </w:t>
            </w:r>
            <w:r w:rsidRPr="0080555B">
              <w:rPr>
                <w:position w:val="-22"/>
              </w:rPr>
              <w:object w:dxaOrig="225" w:dyaOrig="465" w14:anchorId="2D2F9334">
                <v:shape id="_x0000_i1057" type="#_x0000_t75" style="width:11.25pt;height:23.15pt" o:ole="">
                  <v:imagedata r:id="rId21" o:title=""/>
                </v:shape>
                <o:OLEObject Type="Embed" ProgID="Equation.3" ShapeID="_x0000_i1057" DrawAspect="Content" ObjectID="_1584770100" r:id="rId53"/>
              </w:object>
            </w:r>
            <w:r>
              <w:t xml:space="preserve"> </w:t>
            </w:r>
            <w:r w:rsidRPr="002B1F95">
              <w:t>(RNWF</w:t>
            </w:r>
            <w:r w:rsidR="004764A3">
              <w:t xml:space="preserve"> </w:t>
            </w:r>
            <w:r w:rsidRPr="002B1F95">
              <w:rPr>
                <w:i/>
                <w:vertAlign w:val="subscript"/>
              </w:rPr>
              <w:t>y</w:t>
            </w:r>
            <w:r w:rsidRPr="002B1F95">
              <w:t xml:space="preserve">  * RTORDPA</w:t>
            </w:r>
            <w:r w:rsidR="004764A3">
              <w:t xml:space="preserve"> </w:t>
            </w:r>
            <w:r w:rsidRPr="002B1F95">
              <w:rPr>
                <w:i/>
                <w:vertAlign w:val="subscript"/>
              </w:rPr>
              <w:t>y</w:t>
            </w:r>
            <w:r w:rsidRPr="002B1F95">
              <w:t>)</w:t>
            </w:r>
          </w:p>
          <w:p w14:paraId="6683B841" w14:textId="77777777" w:rsidR="009225CA" w:rsidRPr="002B1F95" w:rsidRDefault="009225CA" w:rsidP="009225CA">
            <w:pPr>
              <w:tabs>
                <w:tab w:val="left" w:pos="2340"/>
                <w:tab w:val="left" w:pos="3420"/>
              </w:tabs>
              <w:spacing w:after="240"/>
              <w:ind w:left="4147" w:hanging="3427"/>
              <w:rPr>
                <w:bCs/>
              </w:rPr>
            </w:pPr>
            <w:r w:rsidRPr="002B1F95">
              <w:rPr>
                <w:bCs/>
              </w:rPr>
              <w:t xml:space="preserve">RNWF </w:t>
            </w:r>
            <w:r w:rsidRPr="002B1F95">
              <w:rPr>
                <w:bCs/>
                <w:i/>
                <w:vertAlign w:val="subscript"/>
              </w:rPr>
              <w:t>y</w:t>
            </w:r>
            <w:r w:rsidRPr="002B1F95">
              <w:rPr>
                <w:bCs/>
                <w:i/>
                <w:vertAlign w:val="subscript"/>
              </w:rPr>
              <w:tab/>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152EF375">
                <v:shape id="_x0000_i1058" type="#_x0000_t75" style="width:11.25pt;height:23.15pt" o:ole="">
                  <v:imagedata r:id="rId21" o:title=""/>
                </v:shape>
                <o:OLEObject Type="Embed" ProgID="Equation.3" ShapeID="_x0000_i1058" DrawAspect="Content" ObjectID="_1584770101" r:id="rId54"/>
              </w:object>
            </w:r>
            <w:r w:rsidRPr="002B1F95">
              <w:rPr>
                <w:bCs/>
                <w:color w:val="000000"/>
              </w:rPr>
              <w:t xml:space="preserve"> </w:t>
            </w:r>
            <w:r w:rsidRPr="002B1F95">
              <w:rPr>
                <w:bCs/>
              </w:rPr>
              <w:t xml:space="preserve">TLMP </w:t>
            </w:r>
            <w:r w:rsidRPr="002B1F95">
              <w:rPr>
                <w:bCs/>
                <w:i/>
                <w:vertAlign w:val="subscript"/>
              </w:rPr>
              <w:t>y</w:t>
            </w:r>
          </w:p>
          <w:p w14:paraId="664085EE" w14:textId="77777777" w:rsidR="009225CA" w:rsidRPr="002B1F95" w:rsidRDefault="009225CA" w:rsidP="009225CA">
            <w:pPr>
              <w:tabs>
                <w:tab w:val="left" w:pos="2340"/>
                <w:tab w:val="left" w:pos="3420"/>
              </w:tabs>
              <w:spacing w:after="240"/>
              <w:ind w:left="4147" w:hanging="3427"/>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sidRPr="002B1F95">
              <w:rPr>
                <w:bCs/>
              </w:rPr>
              <w:tab/>
              <w:t>=</w:t>
            </w:r>
            <w:r w:rsidRPr="002B1F95">
              <w:rPr>
                <w:bCs/>
              </w:rPr>
              <w:tab/>
              <w:t xml:space="preserve"> </w:t>
            </w:r>
            <w:r w:rsidRPr="00CB13B2">
              <w:rPr>
                <w:position w:val="-20"/>
              </w:rPr>
              <w:object w:dxaOrig="225" w:dyaOrig="420" w14:anchorId="453E8082">
                <v:shape id="_x0000_i1059" type="#_x0000_t75" style="width:11.25pt;height:22.55pt" o:ole="">
                  <v:imagedata r:id="rId25" o:title=""/>
                </v:shape>
                <o:OLEObject Type="Embed" ProgID="Equation.3" ShapeID="_x0000_i1059" DrawAspect="Content" ObjectID="_1584770102"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545EE004" w14:textId="77777777" w:rsidR="009225CA" w:rsidRPr="002B1F95" w:rsidRDefault="009225CA" w:rsidP="009225CA">
            <w:pPr>
              <w:tabs>
                <w:tab w:val="left" w:pos="2340"/>
                <w:tab w:val="left" w:pos="3420"/>
              </w:tabs>
              <w:spacing w:after="240"/>
              <w:ind w:left="4147" w:hanging="3427"/>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56C4CA26" w14:textId="77777777" w:rsidR="009225CA" w:rsidRPr="002B1F95" w:rsidRDefault="009225CA" w:rsidP="009225CA">
            <w:pPr>
              <w:tabs>
                <w:tab w:val="left" w:pos="2340"/>
                <w:tab w:val="left" w:pos="3420"/>
              </w:tabs>
              <w:spacing w:after="240"/>
              <w:ind w:left="4147" w:hanging="3427"/>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568C05B2" w14:textId="77777777" w:rsidR="009225CA" w:rsidRPr="002B1F95" w:rsidRDefault="009225CA" w:rsidP="009225CA">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8"/>
              <w:gridCol w:w="853"/>
              <w:gridCol w:w="6473"/>
            </w:tblGrid>
            <w:tr w:rsidR="00663957" w:rsidRPr="002B1F95" w14:paraId="63FCC2DA" w14:textId="77777777" w:rsidTr="001D72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54C35B19" w14:textId="77777777" w:rsidR="00663957" w:rsidRPr="002B1F95" w:rsidRDefault="00663957" w:rsidP="00663957">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658ABB53" w14:textId="77777777" w:rsidR="00663957" w:rsidRPr="002B1F95" w:rsidRDefault="00663957" w:rsidP="00663957">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164158EA" w14:textId="77777777" w:rsidR="00663957" w:rsidRPr="002B1F95" w:rsidRDefault="00663957" w:rsidP="00663957">
                  <w:pPr>
                    <w:spacing w:after="120"/>
                    <w:rPr>
                      <w:b/>
                      <w:iCs/>
                      <w:sz w:val="20"/>
                    </w:rPr>
                  </w:pPr>
                  <w:r w:rsidRPr="002B1F95">
                    <w:rPr>
                      <w:b/>
                      <w:iCs/>
                      <w:sz w:val="20"/>
                    </w:rPr>
                    <w:t>Description</w:t>
                  </w:r>
                </w:p>
              </w:tc>
            </w:tr>
            <w:tr w:rsidR="00663957" w:rsidRPr="002B1F95" w14:paraId="126D560B" w14:textId="77777777" w:rsidTr="001D724E">
              <w:trPr>
                <w:cantSplit/>
              </w:trPr>
              <w:tc>
                <w:tcPr>
                  <w:tcW w:w="983" w:type="pct"/>
                  <w:tcBorders>
                    <w:top w:val="single" w:sz="4" w:space="0" w:color="auto"/>
                    <w:left w:val="single" w:sz="4" w:space="0" w:color="auto"/>
                    <w:bottom w:val="single" w:sz="4" w:space="0" w:color="auto"/>
                    <w:right w:val="single" w:sz="4" w:space="0" w:color="auto"/>
                  </w:tcBorders>
                  <w:hideMark/>
                </w:tcPr>
                <w:p w14:paraId="72CC07B9" w14:textId="77777777" w:rsidR="00663957" w:rsidRPr="002B1F95" w:rsidRDefault="00663957" w:rsidP="00663957">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18513EF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FE86B67" w14:textId="77777777" w:rsidR="00663957" w:rsidRPr="002B1F95" w:rsidRDefault="00663957" w:rsidP="00663957">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63957" w:rsidRPr="002B1F95" w14:paraId="485F617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78A8EC9" w14:textId="77777777" w:rsidR="00663957" w:rsidRPr="002B1F95" w:rsidRDefault="00663957" w:rsidP="00663957">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69945DA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BD8D48F" w14:textId="77777777" w:rsidR="00663957" w:rsidRPr="002B1F95" w:rsidRDefault="00663957" w:rsidP="00663957">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63957" w:rsidRPr="002B1F95" w14:paraId="5772965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E2A10AF" w14:textId="77777777" w:rsidR="00663957" w:rsidRPr="002B1F95" w:rsidRDefault="00663957" w:rsidP="00663957">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ECEBAE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BE41125" w14:textId="77777777" w:rsidR="00663957" w:rsidRPr="002B1F95" w:rsidRDefault="00663957" w:rsidP="00663957">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63957" w:rsidRPr="002B1F95" w14:paraId="30A62168"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1FDDED8" w14:textId="77777777" w:rsidR="00663957" w:rsidRPr="002B1F95" w:rsidRDefault="00663957" w:rsidP="00663957">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635AE58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12341F5" w14:textId="77777777" w:rsidR="00663957" w:rsidRPr="002B1F95" w:rsidRDefault="00663957" w:rsidP="00663957">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63957" w:rsidRPr="002B1F95" w14:paraId="4F28DCA9"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05C5E9B" w14:textId="77777777" w:rsidR="00663957" w:rsidRPr="002B1F95" w:rsidRDefault="00663957" w:rsidP="00663957">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A6599F"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8DF3C" w14:textId="77777777" w:rsidR="00663957" w:rsidRPr="002B1F95" w:rsidRDefault="00663957" w:rsidP="00663957">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63957" w:rsidRPr="002B1F95" w14:paraId="517D19BC"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DA60D64" w14:textId="77777777" w:rsidR="00663957" w:rsidRPr="002B1F95" w:rsidRDefault="00663957" w:rsidP="00663957">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165CB8E8"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2E4E41" w14:textId="77777777" w:rsidR="00663957" w:rsidRPr="002B1F95" w:rsidRDefault="00663957" w:rsidP="00663957">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63957" w:rsidRPr="002B1F95" w14:paraId="0745A9E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47512088" w14:textId="77777777" w:rsidR="00663957" w:rsidRPr="002B1F95" w:rsidRDefault="00663957" w:rsidP="00663957">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0E59D614"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7767A7C" w14:textId="77777777" w:rsidR="00663957" w:rsidRPr="002B1F95" w:rsidRDefault="00663957" w:rsidP="00663957">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03DFD6BF"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6931DD8" w14:textId="77777777" w:rsidR="00663957" w:rsidRPr="002B1F95" w:rsidRDefault="00663957" w:rsidP="00663957">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4EC99AC"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3D029C9" w14:textId="77777777" w:rsidR="00663957" w:rsidRPr="002B1F95" w:rsidRDefault="00663957" w:rsidP="004764A3">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302C074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D3DFEE1" w14:textId="77777777" w:rsidR="00663957" w:rsidRPr="002B1F95" w:rsidRDefault="00663957" w:rsidP="00663957">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E67DF00" w14:textId="77777777" w:rsidR="00663957" w:rsidRPr="002B1F95" w:rsidRDefault="00663957" w:rsidP="00663957">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41E2ADA2" w14:textId="77777777" w:rsidR="00663957" w:rsidRPr="002B1F95" w:rsidRDefault="00663957" w:rsidP="00663957">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63957" w:rsidRPr="002B1F95" w14:paraId="7C09A4F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241F1591" w14:textId="77777777" w:rsidR="00663957" w:rsidRPr="002B1F95" w:rsidRDefault="00663957" w:rsidP="00663957">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578B240E"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F318C3" w14:textId="77777777" w:rsidR="00663957" w:rsidRPr="002B1F95" w:rsidRDefault="00663957" w:rsidP="00663957">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63957" w:rsidRPr="002B1F95" w14:paraId="39DE080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90B67F0" w14:textId="77777777" w:rsidR="00663957" w:rsidRPr="002B1F95" w:rsidRDefault="00663957" w:rsidP="00663957">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659F168F"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3316AE1" w14:textId="77777777" w:rsidR="00663957" w:rsidRPr="002B1F95" w:rsidRDefault="00663957" w:rsidP="00663957">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63957" w:rsidRPr="002B1F95" w14:paraId="584147B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5E73A5B" w14:textId="77777777" w:rsidR="00663957" w:rsidRPr="002B1F95" w:rsidRDefault="00663957" w:rsidP="00663957">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2B67CEA"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DE2FE45" w14:textId="77777777" w:rsidR="00663957" w:rsidRPr="002B1F95" w:rsidRDefault="00663957" w:rsidP="00663957">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63957" w:rsidRPr="002B1F95" w14:paraId="45CBB7A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B68856D" w14:textId="77777777" w:rsidR="00663957" w:rsidRPr="002B1F95" w:rsidRDefault="00663957" w:rsidP="00663957">
                  <w:pPr>
                    <w:spacing w:after="60"/>
                    <w:rPr>
                      <w:i/>
                      <w:iCs/>
                      <w:sz w:val="20"/>
                    </w:rPr>
                  </w:pPr>
                  <w:r w:rsidRPr="002B1F95">
                    <w:rPr>
                      <w:i/>
                      <w:iCs/>
                      <w:sz w:val="20"/>
                    </w:rPr>
                    <w:lastRenderedPageBreak/>
                    <w:t>b</w:t>
                  </w:r>
                </w:p>
              </w:tc>
              <w:tc>
                <w:tcPr>
                  <w:tcW w:w="456" w:type="pct"/>
                  <w:tcBorders>
                    <w:top w:val="single" w:sz="4" w:space="0" w:color="auto"/>
                    <w:left w:val="single" w:sz="4" w:space="0" w:color="auto"/>
                    <w:bottom w:val="single" w:sz="4" w:space="0" w:color="auto"/>
                    <w:right w:val="single" w:sz="4" w:space="0" w:color="auto"/>
                  </w:tcBorders>
                  <w:hideMark/>
                </w:tcPr>
                <w:p w14:paraId="53D399E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7C46E63" w14:textId="77777777" w:rsidR="00663957" w:rsidRPr="002B1F95" w:rsidRDefault="00663957" w:rsidP="00663957">
                  <w:pPr>
                    <w:spacing w:after="60"/>
                    <w:rPr>
                      <w:iCs/>
                      <w:sz w:val="20"/>
                    </w:rPr>
                  </w:pPr>
                  <w:r w:rsidRPr="002B1F95">
                    <w:rPr>
                      <w:iCs/>
                      <w:sz w:val="20"/>
                    </w:rPr>
                    <w:t>An energized Electrical Bus that is a component of a Hub Bus.</w:t>
                  </w:r>
                </w:p>
              </w:tc>
            </w:tr>
            <w:tr w:rsidR="00663957" w:rsidRPr="002B1F95" w14:paraId="28E117E7"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350C2CE" w14:textId="77777777" w:rsidR="00663957" w:rsidRPr="002B1F95" w:rsidRDefault="00663957" w:rsidP="00663957">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3C4E237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CB362C6" w14:textId="77777777" w:rsidR="00663957" w:rsidRPr="002B1F95" w:rsidRDefault="00663957" w:rsidP="00663957">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63957" w:rsidRPr="002B1F95" w14:paraId="2F0F2BD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E5EC7D1" w14:textId="77777777" w:rsidR="00663957" w:rsidRPr="002B1F95" w:rsidRDefault="00663957" w:rsidP="00663957">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7524810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476DD29" w14:textId="77777777" w:rsidR="00663957" w:rsidRPr="002B1F95" w:rsidRDefault="00663957" w:rsidP="00663957">
                  <w:pPr>
                    <w:spacing w:after="60"/>
                    <w:rPr>
                      <w:iCs/>
                      <w:sz w:val="20"/>
                    </w:rPr>
                  </w:pPr>
                  <w:r w:rsidRPr="002B1F95">
                    <w:rPr>
                      <w:iCs/>
                      <w:sz w:val="20"/>
                    </w:rPr>
                    <w:t>A Hub Bus that is a component of the Hub.</w:t>
                  </w:r>
                </w:p>
              </w:tc>
            </w:tr>
            <w:tr w:rsidR="00663957" w:rsidRPr="002B1F95" w14:paraId="05746DC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4127913" w14:textId="77777777" w:rsidR="00663957" w:rsidRPr="002B1F95" w:rsidRDefault="00663957" w:rsidP="00663957">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3BBCC2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693F6EB" w14:textId="77777777" w:rsidR="00663957" w:rsidRPr="002B1F95" w:rsidRDefault="00663957" w:rsidP="00663957">
                  <w:pPr>
                    <w:spacing w:after="60"/>
                    <w:rPr>
                      <w:iCs/>
                      <w:sz w:val="20"/>
                    </w:rPr>
                  </w:pPr>
                  <w:r w:rsidRPr="002B1F95">
                    <w:rPr>
                      <w:iCs/>
                      <w:sz w:val="20"/>
                    </w:rPr>
                    <w:t>The total number of Hub Buses in the Hub with at least one energized component in each Hub Bus.</w:t>
                  </w:r>
                </w:p>
              </w:tc>
            </w:tr>
          </w:tbl>
          <w:p w14:paraId="5EA49EBF" w14:textId="77777777" w:rsidR="008B6128" w:rsidRPr="003B2FB8" w:rsidRDefault="008B6128" w:rsidP="001D724E">
            <w:pPr>
              <w:pStyle w:val="BodyTextNumbered"/>
              <w:rPr>
                <w:color w:val="000000"/>
                <w:szCs w:val="24"/>
              </w:rPr>
            </w:pPr>
          </w:p>
        </w:tc>
      </w:tr>
    </w:tbl>
    <w:p w14:paraId="5B2DA3CD" w14:textId="77777777" w:rsidR="00CB13B2" w:rsidRPr="00AE0E6D" w:rsidRDefault="002D238A" w:rsidP="001E62AA">
      <w:pPr>
        <w:pStyle w:val="H4"/>
        <w:spacing w:before="480"/>
        <w:ind w:left="1267" w:hanging="1267"/>
        <w:rPr>
          <w:b/>
        </w:rPr>
      </w:pPr>
      <w:bookmarkStart w:id="867" w:name="_Toc510513299"/>
      <w:r w:rsidRPr="00AE0E6D">
        <w:rPr>
          <w:b/>
        </w:rPr>
        <w:lastRenderedPageBreak/>
        <w:t>3.5.2.5</w:t>
      </w:r>
      <w:r w:rsidRPr="00AE0E6D">
        <w:rPr>
          <w:b/>
        </w:rPr>
        <w:tab/>
        <w:t>ERCOT Hub Average 345 kV Hub (ERCOT 345)</w:t>
      </w:r>
      <w:bookmarkEnd w:id="854"/>
      <w:bookmarkEnd w:id="855"/>
      <w:bookmarkEnd w:id="856"/>
      <w:bookmarkEnd w:id="857"/>
      <w:bookmarkEnd w:id="858"/>
      <w:bookmarkEnd w:id="859"/>
      <w:bookmarkEnd w:id="860"/>
      <w:bookmarkEnd w:id="861"/>
      <w:bookmarkEnd w:id="862"/>
      <w:bookmarkEnd w:id="863"/>
      <w:bookmarkEnd w:id="867"/>
    </w:p>
    <w:p w14:paraId="00F1D7DA" w14:textId="77777777" w:rsidR="00CB13B2" w:rsidRDefault="002D238A">
      <w:pPr>
        <w:pStyle w:val="BodyTextNumbered"/>
      </w:pPr>
      <w:r>
        <w:t>(1)</w:t>
      </w:r>
      <w:r>
        <w:tab/>
        <w:t>The ERCOT Hub Average 345 kV Hub price, for both Day-Ahead and Real-Time, is the simple average of four prices from the applicable time period: the North 345 kV Hub price, the South 345 kV Hub price, the Houston 345 kV Hub price, and the West 345 kV Hub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730D4" w14:paraId="6CF17CF6" w14:textId="77777777" w:rsidTr="001D724E">
        <w:tc>
          <w:tcPr>
            <w:tcW w:w="9558" w:type="dxa"/>
            <w:tcBorders>
              <w:top w:val="single" w:sz="4" w:space="0" w:color="auto"/>
              <w:left w:val="single" w:sz="4" w:space="0" w:color="auto"/>
              <w:bottom w:val="single" w:sz="4" w:space="0" w:color="auto"/>
              <w:right w:val="single" w:sz="4" w:space="0" w:color="auto"/>
            </w:tcBorders>
            <w:shd w:val="clear" w:color="auto" w:fill="D9D9D9"/>
          </w:tcPr>
          <w:p w14:paraId="58F27AA5"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6957EB79" w14:textId="77777777" w:rsidR="008730D4" w:rsidRPr="003B2FB8" w:rsidRDefault="008730D4" w:rsidP="008730D4">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 is not included in the ERCOT Hub Average 345</w:t>
            </w:r>
            <w:r>
              <w:t xml:space="preserve"> </w:t>
            </w:r>
            <w:r w:rsidRPr="00F25400">
              <w:t>kV Hub price.</w:t>
            </w:r>
          </w:p>
        </w:tc>
      </w:tr>
    </w:tbl>
    <w:p w14:paraId="0753DAD0" w14:textId="77777777" w:rsidR="00CB13B2" w:rsidRDefault="002D238A" w:rsidP="00174556">
      <w:pPr>
        <w:pStyle w:val="BodyTextNumbered"/>
        <w:spacing w:before="240"/>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4BEBFDC9" w14:textId="77777777" w:rsidR="00CB13B2" w:rsidRDefault="00CB13B2"/>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lastRenderedPageBreak/>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7777777" w:rsidR="00CB13B2" w:rsidRPr="00AE0E6D" w:rsidRDefault="002D238A" w:rsidP="001E62AA">
      <w:pPr>
        <w:pStyle w:val="H4"/>
        <w:spacing w:before="480"/>
        <w:ind w:left="1267" w:hanging="1267"/>
        <w:rPr>
          <w:b/>
        </w:rPr>
      </w:pPr>
      <w:bookmarkStart w:id="868" w:name="_Toc204048529"/>
      <w:bookmarkStart w:id="869" w:name="_Toc400526122"/>
      <w:bookmarkStart w:id="870" w:name="_Toc405534440"/>
      <w:bookmarkStart w:id="871" w:name="_Toc406570453"/>
      <w:bookmarkStart w:id="872" w:name="_Toc410910605"/>
      <w:bookmarkStart w:id="873" w:name="_Toc411841033"/>
      <w:bookmarkStart w:id="874" w:name="_Toc422146995"/>
      <w:bookmarkStart w:id="875" w:name="_Toc433020591"/>
      <w:bookmarkStart w:id="876" w:name="_Toc437262032"/>
      <w:bookmarkStart w:id="877" w:name="_Toc478375207"/>
      <w:bookmarkStart w:id="878" w:name="_Toc510513300"/>
      <w:r w:rsidRPr="00AE0E6D">
        <w:rPr>
          <w:b/>
        </w:rPr>
        <w:t>3.5.2.6</w:t>
      </w:r>
      <w:r w:rsidRPr="00AE0E6D">
        <w:rPr>
          <w:b/>
        </w:rPr>
        <w:tab/>
        <w:t>ERCOT Bus Average 345 kV Hub (ERCOT 345 Bus)</w:t>
      </w:r>
      <w:bookmarkEnd w:id="868"/>
      <w:bookmarkEnd w:id="869"/>
      <w:bookmarkEnd w:id="870"/>
      <w:bookmarkEnd w:id="871"/>
      <w:bookmarkEnd w:id="872"/>
      <w:bookmarkEnd w:id="873"/>
      <w:bookmarkEnd w:id="874"/>
      <w:bookmarkEnd w:id="875"/>
      <w:bookmarkEnd w:id="876"/>
      <w:bookmarkEnd w:id="877"/>
      <w:bookmarkEnd w:id="878"/>
    </w:p>
    <w:p w14:paraId="691F2CDE" w14:textId="77777777" w:rsidR="00CB13B2" w:rsidRDefault="002D238A">
      <w:pPr>
        <w:pStyle w:val="BodyTextNumbered"/>
      </w:pPr>
      <w:r>
        <w:t>(1)</w:t>
      </w:r>
      <w:r>
        <w:tab/>
        <w:t>The ERCOT Bus Average 345 kV Hub is composed of the Hub Buses listed in Section 3.5.2.1, North 345 kV Hub (North 345); Section 3.5.2.2, South 345 kV Hub (South 345); Section 3.5.2.3, Houston 345 kV Hub (Houston 345); and Section 3.5.2.4,West 345 kV Hub (West 345).</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730D4" w14:paraId="17B2863C" w14:textId="77777777" w:rsidTr="001D724E">
        <w:tc>
          <w:tcPr>
            <w:tcW w:w="9558" w:type="dxa"/>
            <w:tcBorders>
              <w:top w:val="single" w:sz="4" w:space="0" w:color="auto"/>
              <w:left w:val="single" w:sz="4" w:space="0" w:color="auto"/>
              <w:bottom w:val="single" w:sz="4" w:space="0" w:color="auto"/>
              <w:right w:val="single" w:sz="4" w:space="0" w:color="auto"/>
            </w:tcBorders>
            <w:shd w:val="clear" w:color="auto" w:fill="D9D9D9"/>
          </w:tcPr>
          <w:p w14:paraId="6C091D2F"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34B17A6D" w14:textId="77777777" w:rsidR="008730D4" w:rsidRPr="003B2FB8" w:rsidRDefault="008730D4" w:rsidP="001D724E">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Bus Average 345 kV Hub is composed of the Hub Buses listed in Section 3.5.2.1, North 345 kV Hub (North 345); Section 3.5.2.2, South 345 kV Hub (South 345); Section 3.5.2.3, Houston 345 kV Hub (Houston 345); and Section 3.5.2.4,West 345 kV Hub (West 345).</w:t>
            </w:r>
            <w:r w:rsidRPr="00B272D6">
              <w:t xml:space="preserve"> </w:t>
            </w:r>
            <w:r>
              <w:t xml:space="preserve"> </w:t>
            </w:r>
            <w:r w:rsidRPr="00F25400">
              <w:t>The Panhandle 345</w:t>
            </w:r>
            <w:r>
              <w:t xml:space="preserve"> </w:t>
            </w:r>
            <w:r w:rsidRPr="00F25400">
              <w:t xml:space="preserve">kV Hub is not included in the ERCOT </w:t>
            </w:r>
            <w:r>
              <w:t>Bus</w:t>
            </w:r>
            <w:r w:rsidRPr="00F25400">
              <w:t xml:space="preserve"> Average 345</w:t>
            </w:r>
            <w:r>
              <w:t xml:space="preserve"> </w:t>
            </w:r>
            <w:r w:rsidRPr="00F25400">
              <w:t>kV Hub price.</w:t>
            </w:r>
          </w:p>
        </w:tc>
      </w:tr>
    </w:tbl>
    <w:p w14:paraId="36D46F15" w14:textId="14EB4FFA" w:rsidR="00CB13B2" w:rsidRDefault="002D238A" w:rsidP="00174556">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1.25pt;height:20.65pt" o:ole="">
            <v:imagedata r:id="rId15" o:title=""/>
          </v:shape>
          <o:OLEObject Type="Embed" ProgID="Equation.3" ShapeID="_x0000_i1060" DrawAspect="Content" ObjectID="_1584770103"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1.25pt;height:22.55pt" o:ole="">
            <v:imagedata r:id="rId17" o:title=""/>
          </v:shape>
          <o:OLEObject Type="Embed" ProgID="Equation.3" ShapeID="_x0000_i1061" DrawAspect="Content" ObjectID="_1584770104"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1.25pt;height:22.55pt" o:ole="">
            <v:imagedata r:id="rId19" o:title=""/>
          </v:shape>
          <o:OLEObject Type="Embed" ProgID="Equation.3" ShapeID="_x0000_i1062" DrawAspect="Content" ObjectID="_1584770105"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1.25pt;height:23.15pt" o:ole="">
            <v:imagedata r:id="rId21" o:title=""/>
          </v:shape>
          <o:OLEObject Type="Embed" ProgID="Equation.3" ShapeID="_x0000_i1063" DrawAspect="Content" ObjectID="_1584770106"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1.25pt;height:23.15pt" o:ole="">
            <v:imagedata r:id="rId21" o:title=""/>
          </v:shape>
          <o:OLEObject Type="Embed" ProgID="Equation.3" ShapeID="_x0000_i1064" DrawAspect="Content" ObjectID="_1584770107"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1.25pt;height:23.15pt" o:ole="">
            <v:imagedata r:id="rId21" o:title=""/>
          </v:shape>
          <o:OLEObject Type="Embed" ProgID="Equation.3" ShapeID="_x0000_i1065" DrawAspect="Content" ObjectID="_1584770108"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1.25pt;height:20.65pt" o:ole="">
            <v:imagedata r:id="rId25" o:title=""/>
          </v:shape>
          <o:OLEObject Type="Embed" ProgID="Equation.3" ShapeID="_x0000_i1066" DrawAspect="Content" ObjectID="_1584770109"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lastRenderedPageBreak/>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79" w:name="_Toc204048530"/>
      <w:bookmarkStart w:id="880" w:name="_Toc400526123"/>
      <w:bookmarkStart w:id="881" w:name="_Toc405534441"/>
      <w:bookmarkStart w:id="882" w:name="_Toc406570454"/>
      <w:bookmarkStart w:id="883" w:name="_Toc410910606"/>
      <w:bookmarkStart w:id="884" w:name="_Toc411841034"/>
      <w:bookmarkStart w:id="885" w:name="_Toc422146996"/>
      <w:bookmarkStart w:id="886" w:name="_Toc433020592"/>
      <w:bookmarkStart w:id="887" w:name="_Toc437262033"/>
      <w:bookmarkStart w:id="888" w:name="_Toc478375208"/>
      <w:bookmarkStart w:id="889" w:name="_Toc510513301"/>
      <w:r>
        <w:lastRenderedPageBreak/>
        <w:t>3.5.3</w:t>
      </w:r>
      <w:r>
        <w:tab/>
        <w:t>ERCOT Responsibilities for Managing Hubs</w:t>
      </w:r>
      <w:bookmarkEnd w:id="879"/>
      <w:bookmarkEnd w:id="880"/>
      <w:bookmarkEnd w:id="881"/>
      <w:bookmarkEnd w:id="882"/>
      <w:bookmarkEnd w:id="883"/>
      <w:bookmarkEnd w:id="884"/>
      <w:bookmarkEnd w:id="885"/>
      <w:bookmarkEnd w:id="886"/>
      <w:bookmarkEnd w:id="887"/>
      <w:bookmarkEnd w:id="888"/>
      <w:bookmarkEnd w:id="889"/>
    </w:p>
    <w:p w14:paraId="3BB95366" w14:textId="77777777" w:rsidR="00CB13B2" w:rsidRPr="00AE0E6D" w:rsidRDefault="002D238A">
      <w:pPr>
        <w:pStyle w:val="H4"/>
        <w:rPr>
          <w:b/>
        </w:rPr>
      </w:pPr>
      <w:bookmarkStart w:id="890" w:name="_Toc204048531"/>
      <w:bookmarkStart w:id="891" w:name="_Toc400526124"/>
      <w:bookmarkStart w:id="892" w:name="_Toc405534442"/>
      <w:bookmarkStart w:id="893" w:name="_Toc406570455"/>
      <w:bookmarkStart w:id="894" w:name="_Toc410910607"/>
      <w:bookmarkStart w:id="895" w:name="_Toc411841035"/>
      <w:bookmarkStart w:id="896" w:name="_Toc422146997"/>
      <w:bookmarkStart w:id="897" w:name="_Toc433020593"/>
      <w:bookmarkStart w:id="898" w:name="_Toc437262034"/>
      <w:bookmarkStart w:id="899" w:name="_Toc478375209"/>
      <w:bookmarkStart w:id="900" w:name="_Toc510513302"/>
      <w:r w:rsidRPr="00AE0E6D">
        <w:rPr>
          <w:b/>
        </w:rPr>
        <w:t>3.5.3.1</w:t>
      </w:r>
      <w:r w:rsidRPr="00AE0E6D">
        <w:rPr>
          <w:b/>
        </w:rPr>
        <w:tab/>
        <w:t>Posting of Hub Buses and Electrical Buses included in Hubs</w:t>
      </w:r>
      <w:bookmarkEnd w:id="890"/>
      <w:bookmarkEnd w:id="891"/>
      <w:bookmarkEnd w:id="892"/>
      <w:bookmarkEnd w:id="893"/>
      <w:bookmarkEnd w:id="894"/>
      <w:bookmarkEnd w:id="895"/>
      <w:bookmarkEnd w:id="896"/>
      <w:bookmarkEnd w:id="897"/>
      <w:bookmarkEnd w:id="898"/>
      <w:bookmarkEnd w:id="899"/>
      <w:bookmarkEnd w:id="900"/>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01" w:name="_Toc204048532"/>
      <w:bookmarkStart w:id="902" w:name="_Toc400526125"/>
      <w:bookmarkStart w:id="903" w:name="_Toc405534443"/>
      <w:bookmarkStart w:id="904" w:name="_Toc406570456"/>
      <w:bookmarkStart w:id="905" w:name="_Toc410910608"/>
      <w:bookmarkStart w:id="906" w:name="_Toc411841036"/>
      <w:bookmarkStart w:id="907" w:name="_Toc422146998"/>
      <w:bookmarkStart w:id="908" w:name="_Toc433020594"/>
      <w:bookmarkStart w:id="909" w:name="_Toc437262035"/>
      <w:bookmarkStart w:id="910" w:name="_Toc478375210"/>
      <w:bookmarkStart w:id="911" w:name="_Toc510513303"/>
      <w:r w:rsidRPr="00AE0E6D">
        <w:rPr>
          <w:b/>
        </w:rPr>
        <w:t>3.5.3.2</w:t>
      </w:r>
      <w:r w:rsidRPr="00AE0E6D">
        <w:rPr>
          <w:b/>
        </w:rPr>
        <w:tab/>
        <w:t>Calculation of Hub Prices</w:t>
      </w:r>
      <w:bookmarkEnd w:id="901"/>
      <w:bookmarkEnd w:id="902"/>
      <w:bookmarkEnd w:id="903"/>
      <w:bookmarkEnd w:id="904"/>
      <w:bookmarkEnd w:id="905"/>
      <w:bookmarkEnd w:id="906"/>
      <w:bookmarkEnd w:id="907"/>
      <w:bookmarkEnd w:id="908"/>
      <w:bookmarkEnd w:id="909"/>
      <w:bookmarkEnd w:id="910"/>
      <w:bookmarkEnd w:id="91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12" w:name="_Toc204048533"/>
      <w:bookmarkStart w:id="913" w:name="_Toc400526126"/>
      <w:bookmarkStart w:id="914" w:name="_Toc405534444"/>
      <w:bookmarkStart w:id="915" w:name="_Toc406570457"/>
      <w:bookmarkStart w:id="916" w:name="_Toc410910609"/>
      <w:bookmarkStart w:id="917" w:name="_Toc411841037"/>
      <w:bookmarkStart w:id="918" w:name="_Toc422146999"/>
      <w:bookmarkStart w:id="919" w:name="_Toc433020595"/>
      <w:bookmarkStart w:id="920" w:name="_Toc437262036"/>
      <w:bookmarkStart w:id="921" w:name="_Toc478375211"/>
      <w:bookmarkStart w:id="922" w:name="_Toc510513304"/>
      <w:r>
        <w:t>3.6</w:t>
      </w:r>
      <w:r>
        <w:tab/>
        <w:t>Load Participation</w:t>
      </w:r>
      <w:bookmarkEnd w:id="912"/>
      <w:bookmarkEnd w:id="913"/>
      <w:bookmarkEnd w:id="914"/>
      <w:bookmarkEnd w:id="915"/>
      <w:bookmarkEnd w:id="916"/>
      <w:bookmarkEnd w:id="917"/>
      <w:bookmarkEnd w:id="918"/>
      <w:bookmarkEnd w:id="919"/>
      <w:bookmarkEnd w:id="920"/>
      <w:bookmarkEnd w:id="921"/>
      <w:bookmarkEnd w:id="922"/>
    </w:p>
    <w:p w14:paraId="12997029" w14:textId="77777777" w:rsidR="00277082" w:rsidRPr="002047C1" w:rsidRDefault="00277082" w:rsidP="00277082">
      <w:pPr>
        <w:pStyle w:val="BodyText"/>
        <w:spacing w:before="240"/>
        <w:ind w:left="907" w:hanging="907"/>
        <w:outlineLvl w:val="2"/>
        <w:rPr>
          <w:b/>
          <w:i/>
        </w:rPr>
      </w:pPr>
      <w:bookmarkStart w:id="923" w:name="_Toc400526127"/>
      <w:bookmarkStart w:id="924" w:name="_Toc405534445"/>
      <w:bookmarkStart w:id="925" w:name="_Toc406570458"/>
      <w:bookmarkStart w:id="926" w:name="_Toc410910610"/>
      <w:bookmarkStart w:id="927" w:name="_Toc411841038"/>
      <w:bookmarkStart w:id="928" w:name="_Toc422147000"/>
      <w:bookmarkStart w:id="929" w:name="_Toc433020596"/>
      <w:bookmarkStart w:id="930" w:name="_Toc437262037"/>
      <w:bookmarkStart w:id="931" w:name="_Toc478375212"/>
      <w:bookmarkStart w:id="932" w:name="_Toc510513305"/>
      <w:r>
        <w:rPr>
          <w:b/>
          <w:i/>
        </w:rPr>
        <w:t>3.6.1</w:t>
      </w:r>
      <w:r>
        <w:rPr>
          <w:b/>
          <w:i/>
        </w:rPr>
        <w:tab/>
        <w:t>Load Resource Participation</w:t>
      </w:r>
      <w:bookmarkEnd w:id="923"/>
      <w:bookmarkEnd w:id="924"/>
      <w:bookmarkEnd w:id="925"/>
      <w:bookmarkEnd w:id="926"/>
      <w:bookmarkEnd w:id="927"/>
      <w:bookmarkEnd w:id="928"/>
      <w:bookmarkEnd w:id="929"/>
      <w:bookmarkEnd w:id="930"/>
      <w:bookmarkEnd w:id="931"/>
      <w:bookmarkEnd w:id="932"/>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77777777" w:rsidR="00277082" w:rsidRDefault="00277082" w:rsidP="00277082">
      <w:pPr>
        <w:pStyle w:val="List2"/>
      </w:pPr>
      <w:r>
        <w:t>(iii)</w:t>
      </w:r>
      <w:r>
        <w:tab/>
        <w:t xml:space="preserve">Responsive Reserve (RRS) Service </w:t>
      </w:r>
      <w:r w:rsidRPr="006A6281">
        <w:t>as a Controllable Load Resource qualified for Security-Constrained Economic Dispatch (SCED) Dispatch and capable of providing Primary Frequency Response, or as a Load Resource controlled by high-set under-frequency relay</w:t>
      </w:r>
      <w:r>
        <w:t>; and</w:t>
      </w:r>
    </w:p>
    <w:p w14:paraId="7900A168" w14:textId="77777777" w:rsidR="00277082" w:rsidRDefault="00277082" w:rsidP="00277082">
      <w:pPr>
        <w:pStyle w:val="List2"/>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lastRenderedPageBreak/>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33" w:name="_Toc400526128"/>
      <w:bookmarkStart w:id="934" w:name="_Toc405534446"/>
      <w:bookmarkStart w:id="935" w:name="_Toc406570459"/>
      <w:bookmarkStart w:id="936" w:name="_Toc410910611"/>
      <w:bookmarkStart w:id="937" w:name="_Toc411841039"/>
      <w:bookmarkStart w:id="938" w:name="_Toc422147001"/>
      <w:bookmarkStart w:id="939" w:name="_Toc433020597"/>
      <w:bookmarkStart w:id="94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77777777" w:rsidR="00277082" w:rsidRPr="006A6281" w:rsidRDefault="00277082" w:rsidP="00277082">
      <w:pPr>
        <w:pStyle w:val="H3"/>
      </w:pPr>
      <w:bookmarkStart w:id="941" w:name="_Toc478375213"/>
      <w:bookmarkStart w:id="942" w:name="_Toc510513306"/>
      <w:r w:rsidRPr="006A6281">
        <w:t>3.6.2</w:t>
      </w:r>
      <w:r w:rsidRPr="006A6281">
        <w:tab/>
        <w:t>Decision-Making Authority for a SCED-Qualified Controllable Load Resource</w:t>
      </w:r>
      <w:bookmarkEnd w:id="933"/>
      <w:bookmarkEnd w:id="934"/>
      <w:bookmarkEnd w:id="935"/>
      <w:bookmarkEnd w:id="936"/>
      <w:bookmarkEnd w:id="937"/>
      <w:bookmarkEnd w:id="938"/>
      <w:bookmarkEnd w:id="939"/>
      <w:bookmarkEnd w:id="940"/>
      <w:bookmarkEnd w:id="941"/>
      <w:bookmarkEnd w:id="942"/>
    </w:p>
    <w:p w14:paraId="1D863775" w14:textId="77777777" w:rsidR="00277082" w:rsidRDefault="00685343" w:rsidP="006D5EC8">
      <w:pPr>
        <w:pStyle w:val="BodyTextNumbered"/>
      </w:pPr>
      <w:r>
        <w:t>(1)</w:t>
      </w:r>
      <w:r>
        <w:tab/>
      </w:r>
      <w:r w:rsidR="00277082" w:rsidRPr="006A6281">
        <w:t xml:space="preserve">Each Resource Entity for a SCED-qualified Controllable Load Resource shall submit a declaration to ERCOT, using </w:t>
      </w:r>
      <w:r w:rsidR="001D1437">
        <w:t xml:space="preserve">Section 23, Form C, </w:t>
      </w:r>
      <w:r w:rsidR="001D1437" w:rsidRPr="00F618AD">
        <w:t>Managed Capacity Declaration</w:t>
      </w:r>
      <w:r w:rsidR="00277082" w:rsidRPr="006A6281">
        <w:t xml:space="preserve">, as to which Entity has the decision-making authority for each of its SCED-qualified Controllable Load Resources.  The declaration shall be signed by the Authorized Representative of the Resource Entity.  In addition, each Resource Entity that owns a SCED-qualified Controllable Load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for a SCED-qualified Controllable Load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  “Managed Capacity for an Entity” is a SCED-qualified Controllable Load Resource for which the Entity or its Affiliates has the decision-making authority over how the Resource is bid, in accordance with subsection (d) of P.U.C. </w:t>
      </w:r>
      <w:r w:rsidR="00277082" w:rsidRPr="006A6281">
        <w:rPr>
          <w:smallCaps/>
        </w:rPr>
        <w:t>Subst</w:t>
      </w:r>
      <w:r w:rsidR="00277082" w:rsidRPr="006A6281">
        <w:t>. R. 25.502, Pricing Safeguards in Markets Operated by the Electric Reliability Council of Texas.</w:t>
      </w:r>
    </w:p>
    <w:p w14:paraId="410A4930" w14:textId="77777777" w:rsidR="00CB13B2" w:rsidRDefault="002D238A" w:rsidP="002B331B">
      <w:pPr>
        <w:pStyle w:val="H2"/>
        <w:ind w:left="907" w:hanging="907"/>
      </w:pPr>
      <w:bookmarkStart w:id="943" w:name="_Toc204048534"/>
      <w:bookmarkStart w:id="944" w:name="_Toc400526129"/>
      <w:bookmarkStart w:id="945" w:name="_Toc405534447"/>
      <w:bookmarkStart w:id="946" w:name="_Toc406570460"/>
      <w:bookmarkStart w:id="947" w:name="_Toc410910612"/>
      <w:bookmarkStart w:id="948" w:name="_Toc411841040"/>
      <w:bookmarkStart w:id="949" w:name="_Toc422147002"/>
      <w:bookmarkStart w:id="950" w:name="_Toc433020598"/>
      <w:bookmarkStart w:id="951" w:name="_Toc437262039"/>
      <w:bookmarkStart w:id="952" w:name="_Toc478375214"/>
      <w:bookmarkStart w:id="953" w:name="_Toc510513307"/>
      <w:r>
        <w:t>3.7</w:t>
      </w:r>
      <w:r>
        <w:tab/>
        <w:t>Resource Parameters</w:t>
      </w:r>
      <w:bookmarkEnd w:id="943"/>
      <w:bookmarkEnd w:id="944"/>
      <w:bookmarkEnd w:id="945"/>
      <w:bookmarkEnd w:id="946"/>
      <w:bookmarkEnd w:id="947"/>
      <w:bookmarkEnd w:id="948"/>
      <w:bookmarkEnd w:id="949"/>
      <w:bookmarkEnd w:id="950"/>
      <w:bookmarkEnd w:id="951"/>
      <w:bookmarkEnd w:id="952"/>
      <w:bookmarkEnd w:id="953"/>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w:t>
      </w:r>
      <w:r w:rsidR="005D2EBD">
        <w:lastRenderedPageBreak/>
        <w:t>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54" w:name="_Toc204048535"/>
      <w:bookmarkStart w:id="955" w:name="_Toc400526130"/>
      <w:bookmarkStart w:id="956" w:name="_Toc405534448"/>
      <w:bookmarkStart w:id="957" w:name="_Toc406570461"/>
      <w:bookmarkStart w:id="958" w:name="_Toc410910613"/>
      <w:bookmarkStart w:id="959" w:name="_Toc411841041"/>
      <w:bookmarkStart w:id="960" w:name="_Toc422147003"/>
      <w:bookmarkStart w:id="961" w:name="_Toc433020599"/>
      <w:bookmarkStart w:id="962" w:name="_Toc437262040"/>
      <w:bookmarkStart w:id="963" w:name="_Toc478375215"/>
      <w:bookmarkStart w:id="964" w:name="_Toc510513308"/>
      <w:r>
        <w:t>3.7.1</w:t>
      </w:r>
      <w:r>
        <w:tab/>
        <w:t>Resource Parameter Criteria</w:t>
      </w:r>
      <w:bookmarkEnd w:id="954"/>
      <w:bookmarkEnd w:id="955"/>
      <w:bookmarkEnd w:id="956"/>
      <w:bookmarkEnd w:id="957"/>
      <w:bookmarkEnd w:id="958"/>
      <w:bookmarkEnd w:id="959"/>
      <w:bookmarkEnd w:id="960"/>
      <w:bookmarkEnd w:id="961"/>
      <w:bookmarkEnd w:id="962"/>
      <w:bookmarkEnd w:id="963"/>
      <w:bookmarkEnd w:id="964"/>
    </w:p>
    <w:p w14:paraId="471F494F" w14:textId="77777777" w:rsidR="00CB13B2" w:rsidRPr="00AE0E6D" w:rsidRDefault="002D238A">
      <w:pPr>
        <w:pStyle w:val="H4"/>
        <w:rPr>
          <w:b/>
        </w:rPr>
      </w:pPr>
      <w:bookmarkStart w:id="965" w:name="_Toc204048536"/>
      <w:bookmarkStart w:id="966" w:name="_Toc400526131"/>
      <w:bookmarkStart w:id="967" w:name="_Toc405534449"/>
      <w:bookmarkStart w:id="968" w:name="_Toc406570462"/>
      <w:bookmarkStart w:id="969" w:name="_Toc410910614"/>
      <w:bookmarkStart w:id="970" w:name="_Toc411841042"/>
      <w:bookmarkStart w:id="971" w:name="_Toc422147004"/>
      <w:bookmarkStart w:id="972" w:name="_Toc433020600"/>
      <w:bookmarkStart w:id="973" w:name="_Toc437262041"/>
      <w:bookmarkStart w:id="974" w:name="_Toc478375216"/>
      <w:bookmarkStart w:id="975" w:name="_Toc510513309"/>
      <w:r w:rsidRPr="00AE0E6D">
        <w:rPr>
          <w:b/>
        </w:rPr>
        <w:t>3.7.1.1</w:t>
      </w:r>
      <w:r w:rsidRPr="00AE0E6D">
        <w:rPr>
          <w:b/>
        </w:rPr>
        <w:tab/>
        <w:t>Generation Resource Parameters</w:t>
      </w:r>
      <w:bookmarkEnd w:id="965"/>
      <w:bookmarkEnd w:id="966"/>
      <w:bookmarkEnd w:id="967"/>
      <w:bookmarkEnd w:id="968"/>
      <w:bookmarkEnd w:id="969"/>
      <w:bookmarkEnd w:id="970"/>
      <w:bookmarkEnd w:id="971"/>
      <w:bookmarkEnd w:id="972"/>
      <w:bookmarkEnd w:id="973"/>
      <w:bookmarkEnd w:id="974"/>
      <w:bookmarkEnd w:id="975"/>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lastRenderedPageBreak/>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76" w:name="_Toc204048537"/>
      <w:bookmarkStart w:id="977" w:name="_Toc400526132"/>
      <w:bookmarkStart w:id="978" w:name="_Toc405534450"/>
      <w:bookmarkStart w:id="979" w:name="_Toc406570463"/>
      <w:bookmarkStart w:id="980" w:name="_Toc410910615"/>
      <w:bookmarkStart w:id="981" w:name="_Toc411841043"/>
      <w:bookmarkStart w:id="982" w:name="_Toc422147005"/>
      <w:bookmarkStart w:id="983" w:name="_Toc433020601"/>
      <w:bookmarkStart w:id="984" w:name="_Toc437262042"/>
      <w:bookmarkStart w:id="985" w:name="_Toc478375217"/>
      <w:bookmarkStart w:id="986" w:name="_Toc510513310"/>
      <w:r w:rsidRPr="00AE0E6D">
        <w:rPr>
          <w:b/>
        </w:rPr>
        <w:t>3.7.1.2</w:t>
      </w:r>
      <w:r w:rsidRPr="00AE0E6D">
        <w:rPr>
          <w:b/>
        </w:rPr>
        <w:tab/>
        <w:t>Load Resource Parameters</w:t>
      </w:r>
      <w:bookmarkEnd w:id="976"/>
      <w:bookmarkEnd w:id="977"/>
      <w:bookmarkEnd w:id="978"/>
      <w:bookmarkEnd w:id="979"/>
      <w:bookmarkEnd w:id="980"/>
      <w:bookmarkEnd w:id="981"/>
      <w:bookmarkEnd w:id="982"/>
      <w:bookmarkEnd w:id="983"/>
      <w:bookmarkEnd w:id="984"/>
      <w:bookmarkEnd w:id="985"/>
      <w:bookmarkEnd w:id="986"/>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87" w:name="_Toc204048538"/>
      <w:bookmarkStart w:id="988" w:name="_Toc400526133"/>
      <w:bookmarkStart w:id="989" w:name="_Toc405534451"/>
      <w:bookmarkStart w:id="990" w:name="_Toc406570464"/>
      <w:bookmarkStart w:id="991" w:name="_Toc410910616"/>
      <w:bookmarkStart w:id="992" w:name="_Toc411841044"/>
      <w:bookmarkStart w:id="993" w:name="_Toc422147006"/>
      <w:bookmarkStart w:id="994" w:name="_Toc433020602"/>
      <w:bookmarkStart w:id="995" w:name="_Toc437262043"/>
      <w:bookmarkStart w:id="996" w:name="_Toc478375218"/>
      <w:bookmarkStart w:id="997" w:name="_Toc510513311"/>
      <w:r w:rsidRPr="002B331B">
        <w:rPr>
          <w:b/>
          <w:i/>
        </w:rPr>
        <w:lastRenderedPageBreak/>
        <w:t>3.7.</w:t>
      </w:r>
      <w:r w:rsidR="00E02827" w:rsidRPr="002B331B">
        <w:rPr>
          <w:b/>
          <w:i/>
        </w:rPr>
        <w:t>2</w:t>
      </w:r>
      <w:r w:rsidRPr="002B331B">
        <w:rPr>
          <w:b/>
          <w:i/>
        </w:rPr>
        <w:tab/>
        <w:t>Changes in Resource Parameters with Operational Impacts</w:t>
      </w:r>
      <w:bookmarkEnd w:id="987"/>
      <w:bookmarkEnd w:id="988"/>
      <w:bookmarkEnd w:id="989"/>
      <w:bookmarkEnd w:id="990"/>
      <w:bookmarkEnd w:id="991"/>
      <w:bookmarkEnd w:id="992"/>
      <w:bookmarkEnd w:id="993"/>
      <w:bookmarkEnd w:id="994"/>
      <w:bookmarkEnd w:id="995"/>
      <w:bookmarkEnd w:id="996"/>
      <w:bookmarkEnd w:id="997"/>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998" w:name="_Toc204048539"/>
      <w:bookmarkStart w:id="999" w:name="_Toc400526134"/>
      <w:bookmarkStart w:id="1000" w:name="_Toc405534452"/>
      <w:bookmarkStart w:id="1001" w:name="_Toc406570465"/>
      <w:bookmarkStart w:id="1002" w:name="_Toc410910617"/>
      <w:bookmarkStart w:id="1003" w:name="_Toc411841045"/>
      <w:bookmarkStart w:id="1004" w:name="_Toc422147007"/>
      <w:bookmarkStart w:id="1005" w:name="_Toc433020603"/>
      <w:bookmarkStart w:id="1006" w:name="_Toc437262044"/>
      <w:bookmarkStart w:id="1007" w:name="_Toc478375219"/>
      <w:bookmarkStart w:id="1008" w:name="_Toc510513312"/>
      <w:r>
        <w:t>3.7.</w:t>
      </w:r>
      <w:r w:rsidR="00E02827">
        <w:t>3</w:t>
      </w:r>
      <w:r>
        <w:tab/>
        <w:t>Resource Parameter Validation</w:t>
      </w:r>
      <w:bookmarkEnd w:id="998"/>
      <w:bookmarkEnd w:id="999"/>
      <w:bookmarkEnd w:id="1000"/>
      <w:bookmarkEnd w:id="1001"/>
      <w:bookmarkEnd w:id="1002"/>
      <w:bookmarkEnd w:id="1003"/>
      <w:bookmarkEnd w:id="1004"/>
      <w:bookmarkEnd w:id="1005"/>
      <w:bookmarkEnd w:id="1006"/>
      <w:bookmarkEnd w:id="1007"/>
      <w:bookmarkEnd w:id="1008"/>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7777777" w:rsidR="00CB13B2" w:rsidRDefault="002D238A">
      <w:pPr>
        <w:pStyle w:val="H2"/>
      </w:pPr>
      <w:bookmarkStart w:id="1009" w:name="_Toc204048540"/>
      <w:bookmarkStart w:id="1010" w:name="_Toc400526135"/>
      <w:bookmarkStart w:id="1011" w:name="_Toc405534453"/>
      <w:bookmarkStart w:id="1012" w:name="_Toc406570466"/>
      <w:bookmarkStart w:id="1013" w:name="_Toc410910618"/>
      <w:bookmarkStart w:id="1014" w:name="_Toc411841046"/>
      <w:bookmarkStart w:id="1015" w:name="_Toc422147008"/>
      <w:bookmarkStart w:id="1016" w:name="_Toc433020604"/>
      <w:bookmarkStart w:id="1017" w:name="_Toc437262045"/>
      <w:bookmarkStart w:id="1018" w:name="_Toc478375220"/>
      <w:bookmarkStart w:id="1019" w:name="_Toc510513313"/>
      <w:r>
        <w:t>3.8</w:t>
      </w:r>
      <w:r>
        <w:tab/>
        <w:t>Special Considerations for Split Generation Meters</w:t>
      </w:r>
      <w:bookmarkEnd w:id="1009"/>
      <w:r w:rsidR="008348FB">
        <w:t>,</w:t>
      </w:r>
      <w:r w:rsidR="00F22AC4">
        <w:t xml:space="preserve"> Combined Cycle Generation Resources</w:t>
      </w:r>
      <w:r w:rsidR="00A95A39">
        <w:t xml:space="preserve">, </w:t>
      </w:r>
      <w:r w:rsidR="008348FB">
        <w:t>Quick Start Generation Resources</w:t>
      </w:r>
      <w:r w:rsidR="00A95A39">
        <w:t>, and Hydro Generation Resources</w:t>
      </w:r>
      <w:bookmarkEnd w:id="1010"/>
      <w:bookmarkEnd w:id="1011"/>
      <w:bookmarkEnd w:id="1012"/>
      <w:bookmarkEnd w:id="1013"/>
      <w:bookmarkEnd w:id="1014"/>
      <w:bookmarkEnd w:id="1015"/>
      <w:bookmarkEnd w:id="1016"/>
      <w:bookmarkEnd w:id="1017"/>
      <w:bookmarkEnd w:id="1018"/>
      <w:bookmarkEnd w:id="1019"/>
    </w:p>
    <w:p w14:paraId="2A4BB4E2" w14:textId="77777777" w:rsidR="00E85FA7" w:rsidRPr="00413EEB" w:rsidRDefault="00F22AC4" w:rsidP="00975850">
      <w:pPr>
        <w:pStyle w:val="Heading3"/>
        <w:numPr>
          <w:ilvl w:val="0"/>
          <w:numId w:val="0"/>
        </w:numPr>
      </w:pPr>
      <w:bookmarkStart w:id="1020" w:name="_Toc400526136"/>
      <w:bookmarkStart w:id="1021" w:name="_Toc405534454"/>
      <w:bookmarkStart w:id="1022" w:name="_Toc406570467"/>
      <w:bookmarkStart w:id="1023" w:name="_Toc410910619"/>
      <w:bookmarkStart w:id="1024" w:name="_Toc411841047"/>
      <w:bookmarkStart w:id="1025" w:name="_Toc422147009"/>
      <w:bookmarkStart w:id="1026" w:name="_Toc433020605"/>
      <w:bookmarkStart w:id="1027" w:name="_Toc437262046"/>
      <w:bookmarkStart w:id="1028" w:name="_Toc478375221"/>
      <w:bookmarkStart w:id="1029" w:name="_Toc510513314"/>
      <w:r w:rsidRPr="00975850">
        <w:t>3.8.1</w:t>
      </w:r>
      <w:r w:rsidRPr="00975850">
        <w:tab/>
        <w:t>Split Generation Resources</w:t>
      </w:r>
      <w:bookmarkEnd w:id="1020"/>
      <w:bookmarkEnd w:id="1021"/>
      <w:bookmarkEnd w:id="1022"/>
      <w:bookmarkEnd w:id="1023"/>
      <w:bookmarkEnd w:id="1024"/>
      <w:bookmarkEnd w:id="1025"/>
      <w:bookmarkEnd w:id="1026"/>
      <w:bookmarkEnd w:id="1027"/>
      <w:bookmarkEnd w:id="1028"/>
      <w:bookmarkEnd w:id="1029"/>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lastRenderedPageBreak/>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30" w:name="_Toc400526137"/>
      <w:bookmarkStart w:id="1031" w:name="_Toc405534455"/>
      <w:bookmarkStart w:id="1032" w:name="_Toc406570468"/>
      <w:bookmarkStart w:id="1033" w:name="_Toc410910620"/>
      <w:bookmarkStart w:id="1034" w:name="_Toc411841048"/>
      <w:bookmarkStart w:id="1035" w:name="_Toc422147010"/>
      <w:bookmarkStart w:id="1036" w:name="_Toc433020606"/>
      <w:bookmarkStart w:id="1037" w:name="_Toc437262047"/>
      <w:bookmarkStart w:id="1038" w:name="_Toc478375222"/>
      <w:bookmarkStart w:id="1039" w:name="_Toc510513315"/>
      <w:r>
        <w:rPr>
          <w:iCs/>
        </w:rPr>
        <w:t>3</w:t>
      </w:r>
      <w:r w:rsidRPr="00660A50">
        <w:rPr>
          <w:iCs/>
        </w:rPr>
        <w:t>.8.2</w:t>
      </w:r>
      <w:r>
        <w:rPr>
          <w:iCs/>
        </w:rPr>
        <w:tab/>
      </w:r>
      <w:r w:rsidRPr="00660A50">
        <w:rPr>
          <w:iCs/>
        </w:rPr>
        <w:t>Combined Cycle Generation Resources</w:t>
      </w:r>
      <w:bookmarkEnd w:id="1030"/>
      <w:bookmarkEnd w:id="1031"/>
      <w:bookmarkEnd w:id="1032"/>
      <w:bookmarkEnd w:id="1033"/>
      <w:bookmarkEnd w:id="1034"/>
      <w:bookmarkEnd w:id="1035"/>
      <w:bookmarkEnd w:id="1036"/>
      <w:bookmarkEnd w:id="1037"/>
      <w:bookmarkEnd w:id="1038"/>
      <w:bookmarkEnd w:id="1039"/>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w:t>
      </w:r>
      <w:r w:rsidRPr="00BD272E">
        <w:lastRenderedPageBreak/>
        <w:t>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lastRenderedPageBreak/>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40" w:name="_Toc277141537"/>
      <w:bookmarkStart w:id="1041" w:name="_Toc400526138"/>
      <w:bookmarkStart w:id="1042" w:name="_Toc405534456"/>
      <w:bookmarkStart w:id="1043" w:name="_Toc406570469"/>
      <w:bookmarkStart w:id="1044" w:name="_Toc410910621"/>
      <w:bookmarkStart w:id="1045" w:name="_Toc411841049"/>
      <w:bookmarkStart w:id="1046" w:name="_Toc422147011"/>
      <w:bookmarkStart w:id="1047" w:name="_Toc433020607"/>
      <w:bookmarkStart w:id="1048" w:name="_Toc437262048"/>
      <w:bookmarkStart w:id="1049" w:name="_Toc478375223"/>
      <w:bookmarkStart w:id="1050" w:name="_Toc510513316"/>
      <w:r>
        <w:t>3.8.3</w:t>
      </w:r>
      <w:r>
        <w:rPr>
          <w:b w:val="0"/>
        </w:rPr>
        <w:tab/>
      </w:r>
      <w:r>
        <w:t>Quick Start Generation Resources</w:t>
      </w:r>
      <w:bookmarkEnd w:id="1040"/>
      <w:bookmarkEnd w:id="1041"/>
      <w:bookmarkEnd w:id="1042"/>
      <w:bookmarkEnd w:id="1043"/>
      <w:bookmarkEnd w:id="1044"/>
      <w:bookmarkEnd w:id="1045"/>
      <w:bookmarkEnd w:id="1046"/>
      <w:bookmarkEnd w:id="1047"/>
      <w:bookmarkEnd w:id="1048"/>
      <w:bookmarkEnd w:id="1049"/>
      <w:bookmarkEnd w:id="1050"/>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p w14:paraId="1D4D7C27" w14:textId="77777777" w:rsidR="006D0482" w:rsidRDefault="006D0482" w:rsidP="006D0482">
      <w:pPr>
        <w:pStyle w:val="BodyTextNumbered"/>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77777777" w:rsidR="006D0482" w:rsidRDefault="006D0482" w:rsidP="006D0482">
      <w:pPr>
        <w:pStyle w:val="BodyTextNumbered"/>
      </w:pPr>
      <w:r>
        <w:t>(3)</w:t>
      </w:r>
      <w:r>
        <w:tab/>
        <w:t>A QSGR with a telemeter breaker status of open and a telemeter Resource Status OFFQS shall not provide Regulation Service or Responsive Reserve (RRS) Service.</w:t>
      </w:r>
    </w:p>
    <w:p w14:paraId="6C8A3F3D" w14:textId="77777777" w:rsidR="006D0482" w:rsidRDefault="006D0482" w:rsidP="006D0482">
      <w:pPr>
        <w:pStyle w:val="BodyText"/>
        <w:ind w:left="720" w:hanging="720"/>
      </w:pPr>
      <w:r>
        <w:t>(4)</w:t>
      </w:r>
      <w:r>
        <w:tab/>
        <w:t>ERCOT shall adjust the QSGR’s Mitigated Offer Cap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51" w:name="OLE_LINK1"/>
      <w:bookmarkStart w:id="1052"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lastRenderedPageBreak/>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51"/>
      <w:bookmarkEnd w:id="1052"/>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53" w:name="_Toc400526139"/>
      <w:bookmarkStart w:id="1054" w:name="_Toc405534457"/>
      <w:bookmarkStart w:id="1055" w:name="_Toc406570470"/>
      <w:bookmarkStart w:id="1056" w:name="_Toc410910622"/>
      <w:bookmarkStart w:id="1057" w:name="_Toc411841050"/>
      <w:bookmarkStart w:id="1058" w:name="_Toc422147012"/>
      <w:bookmarkStart w:id="1059" w:name="_Toc433020608"/>
      <w:bookmarkStart w:id="1060" w:name="_Toc437262049"/>
      <w:bookmarkStart w:id="1061" w:name="_Toc478375224"/>
      <w:bookmarkStart w:id="1062" w:name="_Toc510513317"/>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53"/>
      <w:bookmarkEnd w:id="1054"/>
      <w:bookmarkEnd w:id="1055"/>
      <w:bookmarkEnd w:id="1056"/>
      <w:bookmarkEnd w:id="1057"/>
      <w:bookmarkEnd w:id="1058"/>
      <w:bookmarkEnd w:id="1059"/>
      <w:bookmarkEnd w:id="1060"/>
      <w:bookmarkEnd w:id="1061"/>
      <w:bookmarkEnd w:id="1062"/>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63" w:name="_Toc293314049"/>
      <w:bookmarkStart w:id="1064" w:name="_Toc400526140"/>
      <w:bookmarkStart w:id="1065" w:name="_Toc405534458"/>
      <w:bookmarkStart w:id="1066" w:name="_Toc406570471"/>
      <w:bookmarkStart w:id="1067" w:name="_Toc410910623"/>
      <w:bookmarkStart w:id="1068" w:name="_Toc411841051"/>
      <w:bookmarkStart w:id="1069" w:name="_Toc422147013"/>
      <w:bookmarkStart w:id="1070" w:name="_Toc433020609"/>
      <w:bookmarkStart w:id="1071" w:name="_Toc437262050"/>
      <w:bookmarkStart w:id="1072" w:name="_Toc478375225"/>
      <w:bookmarkStart w:id="1073" w:name="_Toc510513318"/>
      <w:r>
        <w:t>3.8.4</w:t>
      </w:r>
      <w:r w:rsidRPr="000B1BB5">
        <w:tab/>
      </w:r>
      <w:r>
        <w:t>Hydro Generation Resources</w:t>
      </w:r>
      <w:bookmarkEnd w:id="1063"/>
      <w:bookmarkEnd w:id="1064"/>
      <w:bookmarkEnd w:id="1065"/>
      <w:bookmarkEnd w:id="1066"/>
      <w:bookmarkEnd w:id="1067"/>
      <w:bookmarkEnd w:id="1068"/>
      <w:bookmarkEnd w:id="1069"/>
      <w:bookmarkEnd w:id="1070"/>
      <w:bookmarkEnd w:id="1071"/>
      <w:bookmarkEnd w:id="1072"/>
      <w:bookmarkEnd w:id="1073"/>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 xml:space="preserve">provision </w:t>
      </w:r>
      <w:r w:rsidR="00A95A39">
        <w:rPr>
          <w:iCs w:val="0"/>
        </w:rPr>
        <w:lastRenderedPageBreak/>
        <w:t>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p w14:paraId="0C5781EB" w14:textId="77777777" w:rsidR="00C51FB1" w:rsidRDefault="00C51FB1" w:rsidP="00C51FB1">
      <w:pPr>
        <w:pStyle w:val="H2"/>
      </w:pPr>
      <w:bookmarkStart w:id="1074" w:name="_Toc204048541"/>
      <w:bookmarkStart w:id="1075" w:name="_Toc400526141"/>
      <w:bookmarkStart w:id="1076" w:name="_Toc405534459"/>
      <w:bookmarkStart w:id="1077" w:name="_Toc406570472"/>
      <w:bookmarkStart w:id="1078" w:name="_Toc410910624"/>
      <w:bookmarkStart w:id="1079" w:name="_Toc411841052"/>
      <w:bookmarkStart w:id="1080" w:name="_Toc422147014"/>
      <w:bookmarkStart w:id="1081" w:name="_Toc433020610"/>
      <w:bookmarkStart w:id="1082" w:name="_Toc437262051"/>
      <w:bookmarkStart w:id="1083" w:name="_Toc478375226"/>
      <w:bookmarkStart w:id="1084" w:name="_Toc510513319"/>
      <w:bookmarkStart w:id="1085" w:name="_Toc204048542"/>
      <w:r>
        <w:t>3.9</w:t>
      </w:r>
      <w:r>
        <w:tab/>
        <w:t>Current Operating Plan (COP)</w:t>
      </w:r>
      <w:bookmarkEnd w:id="1074"/>
      <w:bookmarkEnd w:id="1075"/>
      <w:bookmarkEnd w:id="1076"/>
      <w:bookmarkEnd w:id="1077"/>
      <w:bookmarkEnd w:id="1078"/>
      <w:bookmarkEnd w:id="1079"/>
      <w:bookmarkEnd w:id="1080"/>
      <w:bookmarkEnd w:id="1081"/>
      <w:bookmarkEnd w:id="1082"/>
      <w:bookmarkEnd w:id="1083"/>
      <w:bookmarkEnd w:id="1084"/>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086" w:name="_Toc400526142"/>
      <w:bookmarkStart w:id="1087" w:name="_Toc405534460"/>
      <w:bookmarkStart w:id="1088" w:name="_Toc406570473"/>
      <w:bookmarkStart w:id="1089" w:name="_Toc410910625"/>
      <w:bookmarkStart w:id="1090" w:name="_Toc411841053"/>
      <w:bookmarkStart w:id="1091" w:name="_Toc422147015"/>
      <w:bookmarkStart w:id="1092" w:name="_Toc433020611"/>
      <w:bookmarkStart w:id="1093" w:name="_Toc437262052"/>
      <w:bookmarkStart w:id="1094" w:name="_Toc478375227"/>
      <w:bookmarkStart w:id="1095" w:name="_Toc510513320"/>
      <w:r>
        <w:lastRenderedPageBreak/>
        <w:t>3.9.1</w:t>
      </w:r>
      <w:r>
        <w:tab/>
        <w:t>Current Operating Plan (COP) Criteria</w:t>
      </w:r>
      <w:bookmarkEnd w:id="1085"/>
      <w:bookmarkEnd w:id="1086"/>
      <w:bookmarkEnd w:id="1087"/>
      <w:bookmarkEnd w:id="1088"/>
      <w:bookmarkEnd w:id="1089"/>
      <w:bookmarkEnd w:id="1090"/>
      <w:bookmarkEnd w:id="1091"/>
      <w:bookmarkEnd w:id="1092"/>
      <w:bookmarkEnd w:id="1093"/>
      <w:bookmarkEnd w:id="1094"/>
      <w:bookmarkEnd w:id="109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 xml:space="preserve">ONTEST – On-Line blocked from Security-Constrained Economic Dispatch (SCED) for operations testing (while ONTEST, a </w:t>
      </w:r>
      <w:r>
        <w:lastRenderedPageBreak/>
        <w:t>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p w14:paraId="45248537" w14:textId="77777777" w:rsidR="006D0482" w:rsidRDefault="006D0482" w:rsidP="006D0482">
      <w:pPr>
        <w:pStyle w:val="List3"/>
      </w:pPr>
      <w:r w:rsidRPr="00C100B8">
        <w:t>(</w:t>
      </w:r>
      <w:r>
        <w:t>L</w:t>
      </w:r>
      <w:r w:rsidRPr="00C100B8">
        <w:t>)</w:t>
      </w:r>
      <w:r w:rsidRPr="00C100B8">
        <w:tab/>
        <w:t>ONOPTOUT – On-Line and the hour is a RUC Buy-Back Hour</w:t>
      </w:r>
      <w:r>
        <w:t xml:space="preserve">; </w:t>
      </w:r>
    </w:p>
    <w:p w14:paraId="251771F6" w14:textId="77777777"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 and</w:t>
      </w:r>
    </w:p>
    <w:p w14:paraId="0F7BC230" w14:textId="7777777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p>
    <w:p w14:paraId="19D55A6C" w14:textId="77777777" w:rsidR="006D0482" w:rsidRDefault="006D0482" w:rsidP="006D0482">
      <w:pPr>
        <w:pStyle w:val="List3"/>
      </w:pPr>
      <w:r>
        <w:t>(O)</w:t>
      </w:r>
      <w:r>
        <w:tab/>
        <w:t xml:space="preserve">OFFQS – Off-Line but available for SCED deployment.  Only qualified Quick Start Generation Resources (QSGRs) may utilize this status.  </w:t>
      </w:r>
    </w:p>
    <w:p w14:paraId="28FA9071" w14:textId="77777777" w:rsidR="006D0482" w:rsidRDefault="006D0482" w:rsidP="006D0482">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77777777" w:rsidR="006D0482" w:rsidRDefault="006D0482" w:rsidP="006D0482">
      <w:pPr>
        <w:pStyle w:val="List3"/>
      </w:pPr>
      <w:r>
        <w:t>(C)</w:t>
      </w:r>
      <w:r>
        <w:tab/>
        <w:t>OFF – Off-Line but available for commitment in the Day-Ahead Market (DAM) and RUC; and</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7D7F43B2" w14:textId="77777777" w:rsidR="006D0482" w:rsidRDefault="006D0482" w:rsidP="006D0482">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77777777" w:rsidR="006D0482" w:rsidRDefault="006D0482" w:rsidP="006D0482">
      <w:pPr>
        <w:pStyle w:val="List3"/>
      </w:pPr>
      <w:r>
        <w:t>(E)</w:t>
      </w:r>
      <w:r>
        <w:tab/>
        <w:t>ONRL – Available for Dispatch of RRS Service, excluding Controllable Load Resources; and</w:t>
      </w:r>
    </w:p>
    <w:p w14:paraId="7B2422AC" w14:textId="77777777" w:rsidR="006D0482" w:rsidRDefault="006D0482" w:rsidP="006D0482">
      <w:pPr>
        <w:pStyle w:val="List3"/>
      </w:pPr>
      <w:r>
        <w:t>(F)</w:t>
      </w:r>
      <w:r>
        <w:tab/>
        <w:t>OUTL – Not available;</w:t>
      </w:r>
    </w:p>
    <w:p w14:paraId="3453234F" w14:textId="77777777" w:rsidR="006D0482" w:rsidRDefault="006D0482" w:rsidP="006D0482">
      <w:pPr>
        <w:pStyle w:val="List"/>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77777777" w:rsidR="006D0482" w:rsidRDefault="006D0482" w:rsidP="006D0482">
      <w:pPr>
        <w:pStyle w:val="List2"/>
      </w:pPr>
      <w:r>
        <w:t>(iii)</w:t>
      </w:r>
      <w:r>
        <w:tab/>
        <w:t>RRS Service; and</w:t>
      </w:r>
    </w:p>
    <w:p w14:paraId="1B654AEE" w14:textId="77777777" w:rsidR="006D0482" w:rsidRDefault="006D0482" w:rsidP="006D0482">
      <w:pPr>
        <w:pStyle w:val="List2"/>
      </w:pPr>
      <w:r>
        <w:t>(iv)</w:t>
      </w:r>
      <w:r>
        <w:tab/>
        <w:t xml:space="preserve">Non-Spin. </w:t>
      </w:r>
    </w:p>
    <w:p w14:paraId="17F848B5" w14:textId="77777777" w:rsidR="006D0482" w:rsidRDefault="006D0482" w:rsidP="006D0482">
      <w:pPr>
        <w:pStyle w:val="BodyTextNumbered"/>
      </w:pPr>
      <w:r>
        <w:lastRenderedPageBreak/>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7777777"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w:t>
      </w:r>
      <w:r>
        <w:lastRenderedPageBreak/>
        <w:t>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77777777"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77777777"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lastRenderedPageBreak/>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115DEE5" w14:textId="77777777" w:rsidR="00CB13B2" w:rsidRDefault="002D238A" w:rsidP="008B0033">
      <w:pPr>
        <w:pStyle w:val="H3"/>
      </w:pPr>
      <w:bookmarkStart w:id="1096" w:name="_Toc204048543"/>
      <w:bookmarkStart w:id="1097" w:name="_Toc400526143"/>
      <w:bookmarkStart w:id="1098" w:name="_Toc405534461"/>
      <w:bookmarkStart w:id="1099" w:name="_Toc406570474"/>
      <w:bookmarkStart w:id="1100" w:name="_Toc410910626"/>
      <w:bookmarkStart w:id="1101" w:name="_Toc411841054"/>
      <w:bookmarkStart w:id="1102" w:name="_Toc422147016"/>
      <w:bookmarkStart w:id="1103" w:name="_Toc433020612"/>
      <w:bookmarkStart w:id="1104" w:name="_Toc437262053"/>
      <w:bookmarkStart w:id="1105" w:name="_Toc478375228"/>
      <w:bookmarkStart w:id="1106" w:name="_Toc510513321"/>
      <w:r>
        <w:t>3.9.2</w:t>
      </w:r>
      <w:r>
        <w:tab/>
        <w:t>Current Operating Plan Validation</w:t>
      </w:r>
      <w:bookmarkEnd w:id="1096"/>
      <w:bookmarkEnd w:id="1097"/>
      <w:bookmarkEnd w:id="1098"/>
      <w:bookmarkEnd w:id="1099"/>
      <w:bookmarkEnd w:id="1100"/>
      <w:bookmarkEnd w:id="1101"/>
      <w:bookmarkEnd w:id="1102"/>
      <w:bookmarkEnd w:id="1103"/>
      <w:bookmarkEnd w:id="1104"/>
      <w:bookmarkEnd w:id="1105"/>
      <w:bookmarkEnd w:id="110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07" w:name="_Toc204048544"/>
      <w:bookmarkStart w:id="1108" w:name="_Toc400526144"/>
      <w:bookmarkStart w:id="1109" w:name="_Toc405534462"/>
      <w:bookmarkStart w:id="1110" w:name="_Toc406570475"/>
      <w:bookmarkStart w:id="1111" w:name="_Toc410910627"/>
      <w:bookmarkStart w:id="1112" w:name="_Toc411841055"/>
      <w:bookmarkStart w:id="1113" w:name="_Toc422147017"/>
      <w:bookmarkStart w:id="1114" w:name="_Toc433020613"/>
      <w:bookmarkStart w:id="1115" w:name="_Toc437262054"/>
      <w:bookmarkStart w:id="1116" w:name="_Toc478375229"/>
      <w:bookmarkStart w:id="1117" w:name="_Toc510513322"/>
      <w:r>
        <w:t>3.10</w:t>
      </w:r>
      <w:r>
        <w:tab/>
        <w:t>Network Operations Modeling and Telemetry</w:t>
      </w:r>
      <w:bookmarkEnd w:id="1107"/>
      <w:bookmarkEnd w:id="1108"/>
      <w:bookmarkEnd w:id="1109"/>
      <w:bookmarkEnd w:id="1110"/>
      <w:bookmarkEnd w:id="1111"/>
      <w:bookmarkEnd w:id="1112"/>
      <w:bookmarkEnd w:id="1113"/>
      <w:bookmarkEnd w:id="1114"/>
      <w:bookmarkEnd w:id="1115"/>
      <w:bookmarkEnd w:id="1116"/>
      <w:bookmarkEnd w:id="111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p w14:paraId="4CE0AE6E" w14:textId="77777777" w:rsidR="00CB13B2" w:rsidRDefault="002D238A">
      <w:pPr>
        <w:pStyle w:val="BodyTextNumbered"/>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p w14:paraId="62908DF9" w14:textId="77777777" w:rsidR="00CB13B2" w:rsidRDefault="002D238A">
      <w:pPr>
        <w:pStyle w:val="BodyTextNumbered"/>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p w14:paraId="5EA36564" w14:textId="77777777" w:rsidR="00CB13B2" w:rsidRDefault="002D238A">
      <w:pPr>
        <w:pStyle w:val="BodyTextNumbered"/>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w:t>
      </w:r>
      <w:r>
        <w:lastRenderedPageBreak/>
        <w:t xml:space="preserve">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p w14:paraId="2C6203BF" w14:textId="77777777" w:rsidR="00CB13B2" w:rsidRDefault="002D238A">
      <w:pPr>
        <w:pStyle w:val="BodyTextNumbered"/>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p w14:paraId="10B2B07E" w14:textId="77777777" w:rsidR="00CB13B2" w:rsidRDefault="002D238A">
      <w:pPr>
        <w:pStyle w:val="BodyTextNumbered"/>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w:t>
      </w:r>
      <w:r>
        <w:lastRenderedPageBreak/>
        <w:t xml:space="preserve">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p w14:paraId="32297990" w14:textId="77777777" w:rsidR="00CB13B2" w:rsidRDefault="002D238A">
      <w:pPr>
        <w:pStyle w:val="H3"/>
        <w:rPr>
          <w:highlight w:val="darkYellow"/>
        </w:rPr>
      </w:pPr>
      <w:bookmarkStart w:id="1118" w:name="_Toc204048545"/>
      <w:bookmarkStart w:id="1119" w:name="_Toc400526145"/>
      <w:bookmarkStart w:id="1120" w:name="_Toc405534463"/>
      <w:bookmarkStart w:id="1121" w:name="_Toc406570476"/>
      <w:bookmarkStart w:id="1122" w:name="_Toc410910628"/>
      <w:bookmarkStart w:id="1123" w:name="_Toc411841056"/>
      <w:bookmarkStart w:id="1124" w:name="_Toc422147018"/>
      <w:bookmarkStart w:id="1125" w:name="_Toc433020614"/>
      <w:bookmarkStart w:id="1126" w:name="_Toc437262055"/>
      <w:bookmarkStart w:id="1127" w:name="_Toc478375230"/>
      <w:bookmarkStart w:id="1128" w:name="_Toc510513323"/>
      <w:r>
        <w:t>3.10.1</w:t>
      </w:r>
      <w:r>
        <w:tab/>
        <w:t>Time Line for Network Operations Model Change</w:t>
      </w:r>
      <w:r w:rsidR="00061D2A">
        <w:t>s</w:t>
      </w:r>
      <w:bookmarkEnd w:id="1118"/>
      <w:bookmarkEnd w:id="1119"/>
      <w:bookmarkEnd w:id="1120"/>
      <w:bookmarkEnd w:id="1121"/>
      <w:bookmarkEnd w:id="1122"/>
      <w:bookmarkEnd w:id="1123"/>
      <w:bookmarkEnd w:id="1124"/>
      <w:bookmarkEnd w:id="1125"/>
      <w:bookmarkEnd w:id="1126"/>
      <w:bookmarkEnd w:id="1127"/>
      <w:bookmarkEnd w:id="112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p w14:paraId="57A5E52E" w14:textId="77777777" w:rsidR="00CB13B2" w:rsidRDefault="002D238A">
      <w:pPr>
        <w:pStyle w:val="BodyTextNumbered"/>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lastRenderedPageBreak/>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p w14:paraId="7C624229" w14:textId="77777777" w:rsidR="00CB13B2" w:rsidRDefault="002D238A" w:rsidP="005F11BE">
      <w:pPr>
        <w:pStyle w:val="BodyTextNumbered"/>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lastRenderedPageBreak/>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29" w:name="_Toc204048546"/>
      <w:bookmarkStart w:id="1130" w:name="_Toc400526146"/>
      <w:bookmarkStart w:id="1131" w:name="_Toc405534464"/>
      <w:bookmarkStart w:id="1132" w:name="_Toc406570477"/>
      <w:bookmarkStart w:id="1133" w:name="_Toc410910629"/>
      <w:bookmarkStart w:id="1134" w:name="_Toc411841057"/>
      <w:bookmarkStart w:id="1135" w:name="_Toc422147019"/>
      <w:bookmarkStart w:id="1136" w:name="_Toc433020615"/>
      <w:bookmarkStart w:id="1137" w:name="_Toc437262056"/>
      <w:bookmarkStart w:id="1138" w:name="_Toc478375231"/>
      <w:bookmarkStart w:id="1139" w:name="_Toc510513324"/>
      <w:r>
        <w:t>3.10.2</w:t>
      </w:r>
      <w:r>
        <w:tab/>
        <w:t>Annual Planning Model</w:t>
      </w:r>
      <w:bookmarkEnd w:id="1129"/>
      <w:bookmarkEnd w:id="1130"/>
      <w:bookmarkEnd w:id="1131"/>
      <w:bookmarkEnd w:id="1132"/>
      <w:bookmarkEnd w:id="1133"/>
      <w:bookmarkEnd w:id="1134"/>
      <w:bookmarkEnd w:id="1135"/>
      <w:bookmarkEnd w:id="1136"/>
      <w:bookmarkEnd w:id="1137"/>
      <w:bookmarkEnd w:id="1138"/>
      <w:bookmarkEnd w:id="113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40" w:name="_Toc204048547"/>
      <w:bookmarkStart w:id="1141" w:name="_Toc400526147"/>
      <w:bookmarkStart w:id="1142" w:name="_Toc405534465"/>
      <w:bookmarkStart w:id="1143" w:name="_Toc406570478"/>
      <w:bookmarkStart w:id="1144" w:name="_Toc410910630"/>
      <w:bookmarkStart w:id="1145" w:name="_Toc411841058"/>
      <w:bookmarkStart w:id="1146" w:name="_Toc422147020"/>
      <w:bookmarkStart w:id="1147" w:name="_Toc433020616"/>
      <w:bookmarkStart w:id="1148" w:name="_Toc437262057"/>
      <w:bookmarkStart w:id="1149" w:name="_Toc478375232"/>
      <w:bookmarkStart w:id="1150" w:name="_Toc510513325"/>
      <w:bookmarkStart w:id="1151" w:name="_Toc204048548"/>
      <w:r>
        <w:t>3.10.3</w:t>
      </w:r>
      <w:r>
        <w:tab/>
        <w:t>CRR Network Model</w:t>
      </w:r>
      <w:bookmarkEnd w:id="1140"/>
      <w:bookmarkEnd w:id="1141"/>
      <w:bookmarkEnd w:id="1142"/>
      <w:bookmarkEnd w:id="1143"/>
      <w:bookmarkEnd w:id="1144"/>
      <w:bookmarkEnd w:id="1145"/>
      <w:bookmarkEnd w:id="1146"/>
      <w:bookmarkEnd w:id="1147"/>
      <w:bookmarkEnd w:id="1148"/>
      <w:bookmarkEnd w:id="1149"/>
      <w:bookmarkEnd w:id="1150"/>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lastRenderedPageBreak/>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52" w:name="_Toc400526148"/>
      <w:bookmarkStart w:id="1153" w:name="_Toc405534466"/>
      <w:bookmarkStart w:id="1154" w:name="_Toc406570479"/>
      <w:bookmarkStart w:id="1155" w:name="_Toc410910631"/>
      <w:bookmarkStart w:id="1156" w:name="_Toc411841059"/>
      <w:bookmarkStart w:id="1157" w:name="_Toc422147021"/>
      <w:bookmarkStart w:id="1158" w:name="_Toc433020617"/>
      <w:bookmarkStart w:id="1159" w:name="_Toc437262058"/>
      <w:bookmarkStart w:id="1160" w:name="_Toc478375233"/>
      <w:bookmarkStart w:id="1161" w:name="_Toc510513326"/>
      <w:r w:rsidRPr="00137E4B">
        <w:rPr>
          <w:b/>
        </w:rPr>
        <w:t>3.10.3.1</w:t>
      </w:r>
      <w:r w:rsidRPr="00137E4B">
        <w:rPr>
          <w:b/>
        </w:rPr>
        <w:tab/>
        <w:t>Process for Managing Changes in Updated Network Operations Model for Resource Retirements or Point of Interconnection Changes</w:t>
      </w:r>
      <w:bookmarkEnd w:id="1152"/>
      <w:bookmarkEnd w:id="1153"/>
      <w:bookmarkEnd w:id="1154"/>
      <w:bookmarkEnd w:id="1155"/>
      <w:bookmarkEnd w:id="1156"/>
      <w:bookmarkEnd w:id="1157"/>
      <w:bookmarkEnd w:id="1158"/>
      <w:bookmarkEnd w:id="1159"/>
      <w:bookmarkEnd w:id="1160"/>
      <w:bookmarkEnd w:id="1161"/>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62" w:name="_Toc400526149"/>
      <w:bookmarkStart w:id="1163" w:name="_Toc405534467"/>
      <w:bookmarkStart w:id="1164" w:name="_Toc406570480"/>
      <w:bookmarkStart w:id="1165" w:name="_Toc410910632"/>
      <w:bookmarkStart w:id="1166" w:name="_Toc411841060"/>
      <w:bookmarkStart w:id="1167" w:name="_Toc422147022"/>
      <w:bookmarkStart w:id="1168" w:name="_Toc433020618"/>
      <w:bookmarkStart w:id="1169" w:name="_Toc437262059"/>
      <w:bookmarkStart w:id="1170" w:name="_Toc478375234"/>
      <w:bookmarkStart w:id="1171" w:name="_Toc510513327"/>
      <w:r>
        <w:t>3.10.4</w:t>
      </w:r>
      <w:r>
        <w:tab/>
        <w:t>ERCOT Responsibilities</w:t>
      </w:r>
      <w:bookmarkEnd w:id="1151"/>
      <w:bookmarkEnd w:id="1162"/>
      <w:bookmarkEnd w:id="1163"/>
      <w:bookmarkEnd w:id="1164"/>
      <w:bookmarkEnd w:id="1165"/>
      <w:bookmarkEnd w:id="1166"/>
      <w:bookmarkEnd w:id="1167"/>
      <w:bookmarkEnd w:id="1168"/>
      <w:bookmarkEnd w:id="1169"/>
      <w:bookmarkEnd w:id="1170"/>
      <w:bookmarkEnd w:id="117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w:t>
      </w:r>
      <w:r>
        <w:lastRenderedPageBreak/>
        <w:t xml:space="preserve">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p w14:paraId="6FFD4470" w14:textId="77777777" w:rsidR="00A90D79" w:rsidRDefault="00A90D79">
      <w:pPr>
        <w:pStyle w:val="BodyTextNumbered"/>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lastRenderedPageBreak/>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p w14:paraId="3E752148" w14:textId="77777777" w:rsidR="00CB13B2" w:rsidRDefault="002D238A">
      <w:pPr>
        <w:pStyle w:val="List"/>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72" w:name="_Toc204048549"/>
      <w:bookmarkStart w:id="1173" w:name="_Toc400526150"/>
      <w:bookmarkStart w:id="1174" w:name="_Toc405534468"/>
      <w:bookmarkStart w:id="1175" w:name="_Toc406570481"/>
      <w:bookmarkStart w:id="1176" w:name="_Toc410910633"/>
      <w:bookmarkStart w:id="1177" w:name="_Toc411841061"/>
      <w:bookmarkStart w:id="1178" w:name="_Toc422147023"/>
      <w:bookmarkStart w:id="1179" w:name="_Toc433020619"/>
      <w:bookmarkStart w:id="1180" w:name="_Toc437262060"/>
      <w:bookmarkStart w:id="1181" w:name="_Toc478375235"/>
      <w:bookmarkStart w:id="1182" w:name="_Toc510513328"/>
      <w:r>
        <w:t>3.10.5</w:t>
      </w:r>
      <w:r>
        <w:tab/>
        <w:t>TSP Responsibilities</w:t>
      </w:r>
      <w:bookmarkEnd w:id="1172"/>
      <w:bookmarkEnd w:id="1173"/>
      <w:bookmarkEnd w:id="1174"/>
      <w:bookmarkEnd w:id="1175"/>
      <w:bookmarkEnd w:id="1176"/>
      <w:bookmarkEnd w:id="1177"/>
      <w:bookmarkEnd w:id="1178"/>
      <w:bookmarkEnd w:id="1179"/>
      <w:bookmarkEnd w:id="1180"/>
      <w:bookmarkEnd w:id="1181"/>
      <w:bookmarkEnd w:id="1182"/>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 xml:space="preserve">Each TSP shall provide to ERCOT project status updates of Transmission Facilities that are part of an Reliability Must-Run (RMR) or Must Run Alternative (MRA) exit strategy </w:t>
      </w:r>
      <w:r>
        <w:lastRenderedPageBreak/>
        <w:t>corresponding to a specific RMR or MRA Agreement that has not been terminated, which shall be updated by the first Business Day of each month, noting any acceleration or delay in planned completion date.</w:t>
      </w:r>
    </w:p>
    <w:p w14:paraId="178F257B" w14:textId="77777777" w:rsidR="00CB13B2" w:rsidRDefault="002D238A">
      <w:pPr>
        <w:pStyle w:val="H3"/>
      </w:pPr>
      <w:bookmarkStart w:id="1183" w:name="_Toc204048550"/>
      <w:bookmarkStart w:id="1184" w:name="_Toc400526151"/>
      <w:bookmarkStart w:id="1185" w:name="_Toc405534469"/>
      <w:bookmarkStart w:id="1186" w:name="_Toc406570482"/>
      <w:bookmarkStart w:id="1187" w:name="_Toc410910634"/>
      <w:bookmarkStart w:id="1188" w:name="_Toc411841062"/>
      <w:bookmarkStart w:id="1189" w:name="_Toc422147024"/>
      <w:bookmarkStart w:id="1190" w:name="_Toc433020620"/>
      <w:bookmarkStart w:id="1191" w:name="_Toc437262061"/>
      <w:bookmarkStart w:id="1192" w:name="_Toc478375236"/>
      <w:bookmarkStart w:id="1193" w:name="_Toc510513329"/>
      <w:r>
        <w:t>3.10.6</w:t>
      </w:r>
      <w:r>
        <w:tab/>
        <w:t>Resource Entity Responsibilities</w:t>
      </w:r>
      <w:bookmarkEnd w:id="1183"/>
      <w:bookmarkEnd w:id="1184"/>
      <w:bookmarkEnd w:id="1185"/>
      <w:bookmarkEnd w:id="1186"/>
      <w:bookmarkEnd w:id="1187"/>
      <w:bookmarkEnd w:id="1188"/>
      <w:bookmarkEnd w:id="1189"/>
      <w:bookmarkEnd w:id="1190"/>
      <w:bookmarkEnd w:id="1191"/>
      <w:bookmarkEnd w:id="1192"/>
      <w:bookmarkEnd w:id="1193"/>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194" w:name="_Toc204048551"/>
      <w:bookmarkStart w:id="1195" w:name="_Toc400526152"/>
      <w:bookmarkStart w:id="1196" w:name="_Toc405534470"/>
      <w:bookmarkStart w:id="1197" w:name="_Toc406570483"/>
      <w:bookmarkStart w:id="1198" w:name="_Toc410910635"/>
      <w:bookmarkStart w:id="1199" w:name="_Toc411841063"/>
      <w:bookmarkStart w:id="1200" w:name="_Toc422147025"/>
      <w:bookmarkStart w:id="1201" w:name="_Toc433020621"/>
      <w:bookmarkStart w:id="1202" w:name="_Toc437262062"/>
      <w:bookmarkStart w:id="1203" w:name="_Toc478375237"/>
      <w:bookmarkStart w:id="1204" w:name="_Toc510513330"/>
      <w:r>
        <w:t>3.10.7</w:t>
      </w:r>
      <w:r>
        <w:tab/>
        <w:t>ERCOT System Modeling Requirements</w:t>
      </w:r>
      <w:bookmarkEnd w:id="1194"/>
      <w:bookmarkEnd w:id="1195"/>
      <w:bookmarkEnd w:id="1196"/>
      <w:bookmarkEnd w:id="1197"/>
      <w:bookmarkEnd w:id="1198"/>
      <w:bookmarkEnd w:id="1199"/>
      <w:bookmarkEnd w:id="1200"/>
      <w:bookmarkEnd w:id="1201"/>
      <w:bookmarkEnd w:id="1202"/>
      <w:bookmarkEnd w:id="1203"/>
      <w:bookmarkEnd w:id="1204"/>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05" w:name="_Toc204048552"/>
      <w:bookmarkStart w:id="1206" w:name="_Toc400526153"/>
      <w:bookmarkStart w:id="1207" w:name="_Toc405534471"/>
      <w:bookmarkStart w:id="1208" w:name="_Toc406570484"/>
      <w:bookmarkStart w:id="1209" w:name="_Toc410910636"/>
      <w:bookmarkStart w:id="1210" w:name="_Toc411841064"/>
      <w:bookmarkStart w:id="1211" w:name="_Toc422147026"/>
      <w:bookmarkStart w:id="1212" w:name="_Toc433020622"/>
      <w:bookmarkStart w:id="1213" w:name="_Toc437262063"/>
      <w:bookmarkStart w:id="1214" w:name="_Toc478375238"/>
      <w:bookmarkStart w:id="1215" w:name="_Toc510513331"/>
      <w:r w:rsidRPr="00AE0E6D">
        <w:rPr>
          <w:b/>
        </w:rPr>
        <w:t>3.10.7.1</w:t>
      </w:r>
      <w:r w:rsidRPr="00AE0E6D">
        <w:rPr>
          <w:b/>
        </w:rPr>
        <w:tab/>
        <w:t>Modeling of Transmission Elements and Parameters</w:t>
      </w:r>
      <w:bookmarkEnd w:id="1205"/>
      <w:bookmarkEnd w:id="1206"/>
      <w:bookmarkEnd w:id="1207"/>
      <w:bookmarkEnd w:id="1208"/>
      <w:bookmarkEnd w:id="1209"/>
      <w:bookmarkEnd w:id="1210"/>
      <w:bookmarkEnd w:id="1211"/>
      <w:bookmarkEnd w:id="1212"/>
      <w:bookmarkEnd w:id="1213"/>
      <w:bookmarkEnd w:id="1214"/>
      <w:bookmarkEnd w:id="1215"/>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p w14:paraId="7D92DF66" w14:textId="77777777" w:rsidR="00CB13B2" w:rsidRDefault="002D238A">
      <w:pPr>
        <w:pStyle w:val="BodyTextNumbered"/>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p w14:paraId="0691382E" w14:textId="77777777" w:rsidR="00CB13B2" w:rsidRDefault="002D238A">
      <w:pPr>
        <w:pStyle w:val="BodyTextNumbered"/>
      </w:pPr>
      <w:r>
        <w:t>(3)</w:t>
      </w:r>
      <w:r>
        <w:tab/>
        <w:t xml:space="preserve">If the responsible TSP submits a </w:t>
      </w:r>
      <w:bookmarkStart w:id="1216" w:name="OLE_LINK6"/>
      <w:bookmarkStart w:id="1217" w:name="OLE_LINK7"/>
      <w:r>
        <w:t>NOMCR</w:t>
      </w:r>
      <w:bookmarkEnd w:id="1216"/>
      <w:bookmarkEnd w:id="1217"/>
      <w:r>
        <w:t xml:space="preserve"> for non-operational changes, such as name changes for Transmission Elements, ERCOT shall implement the request. </w:t>
      </w:r>
    </w:p>
    <w:p w14:paraId="0C24F463" w14:textId="77777777" w:rsidR="007152F5" w:rsidRDefault="007152F5">
      <w:pPr>
        <w:pStyle w:val="BodyTextNumbered"/>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p w14:paraId="00C02BDF" w14:textId="77777777" w:rsidR="00CB13B2" w:rsidRDefault="002D238A">
      <w:pPr>
        <w:pStyle w:val="H5"/>
      </w:pPr>
      <w:bookmarkStart w:id="1218" w:name="_Toc204048553"/>
      <w:bookmarkStart w:id="1219" w:name="_Toc400526154"/>
      <w:bookmarkStart w:id="1220" w:name="_Toc405534472"/>
      <w:bookmarkStart w:id="1221" w:name="_Toc406570485"/>
      <w:bookmarkStart w:id="1222" w:name="_Toc410910637"/>
      <w:bookmarkStart w:id="1223" w:name="_Toc411841065"/>
      <w:bookmarkStart w:id="1224" w:name="_Toc422147027"/>
      <w:bookmarkStart w:id="1225" w:name="_Toc433020623"/>
      <w:bookmarkStart w:id="1226" w:name="_Toc437262064"/>
      <w:bookmarkStart w:id="1227" w:name="_Toc478375239"/>
      <w:bookmarkStart w:id="1228" w:name="_Toc510513332"/>
      <w:r>
        <w:t>3.10.7.1.1</w:t>
      </w:r>
      <w:r>
        <w:tab/>
        <w:t>Transmission Lines</w:t>
      </w:r>
      <w:bookmarkEnd w:id="1218"/>
      <w:bookmarkEnd w:id="1219"/>
      <w:bookmarkEnd w:id="1220"/>
      <w:bookmarkEnd w:id="1221"/>
      <w:bookmarkEnd w:id="1222"/>
      <w:bookmarkEnd w:id="1223"/>
      <w:bookmarkEnd w:id="1224"/>
      <w:bookmarkEnd w:id="1225"/>
      <w:bookmarkEnd w:id="1226"/>
      <w:bookmarkEnd w:id="1227"/>
      <w:bookmarkEnd w:id="1228"/>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 xml:space="preserve">shall provide ERCOT with the following </w:t>
      </w:r>
      <w:r>
        <w:lastRenderedPageBreak/>
        <w:t>information consistent with the ratings methodology prescribed in the ERCOT Operating Guides:</w:t>
      </w:r>
    </w:p>
    <w:p w14:paraId="784EDE03" w14:textId="77777777" w:rsidR="00CB13B2" w:rsidRDefault="002D238A">
      <w:pPr>
        <w:pStyle w:val="List"/>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p w14:paraId="3484EA17" w14:textId="77777777" w:rsidR="00CB13B2" w:rsidRDefault="002D238A">
      <w:pPr>
        <w:pStyle w:val="BodyTextNumbered"/>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p w14:paraId="6A153385" w14:textId="77777777" w:rsidR="00CB13B2" w:rsidRDefault="002D238A">
      <w:pPr>
        <w:pStyle w:val="BodyTextNumbered"/>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29" w:name="_Toc204048554"/>
      <w:bookmarkStart w:id="1230" w:name="_Toc400526155"/>
      <w:bookmarkStart w:id="1231" w:name="_Toc405534473"/>
      <w:bookmarkStart w:id="1232" w:name="_Toc406570486"/>
      <w:bookmarkStart w:id="1233" w:name="_Toc410910638"/>
      <w:bookmarkStart w:id="1234" w:name="_Toc411841066"/>
      <w:bookmarkStart w:id="1235" w:name="_Toc422147028"/>
      <w:bookmarkStart w:id="1236" w:name="_Toc433020624"/>
      <w:bookmarkStart w:id="1237" w:name="_Toc437262065"/>
      <w:bookmarkStart w:id="1238" w:name="_Toc478375240"/>
      <w:bookmarkStart w:id="1239" w:name="_Toc510513333"/>
      <w:r>
        <w:t>3.10.7.1.2</w:t>
      </w:r>
      <w:r>
        <w:tab/>
        <w:t>Transmission Buses</w:t>
      </w:r>
      <w:bookmarkEnd w:id="1229"/>
      <w:bookmarkEnd w:id="1230"/>
      <w:bookmarkEnd w:id="1231"/>
      <w:bookmarkEnd w:id="1232"/>
      <w:bookmarkEnd w:id="1233"/>
      <w:bookmarkEnd w:id="1234"/>
      <w:bookmarkEnd w:id="1235"/>
      <w:bookmarkEnd w:id="1236"/>
      <w:bookmarkEnd w:id="1237"/>
      <w:bookmarkEnd w:id="1238"/>
      <w:bookmarkEnd w:id="1239"/>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p w14:paraId="25C3C428" w14:textId="77777777" w:rsidR="00CB13B2" w:rsidRDefault="002D238A">
      <w:pPr>
        <w:pStyle w:val="List"/>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lastRenderedPageBreak/>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p w14:paraId="3B25615F" w14:textId="77777777" w:rsidR="00CB13B2" w:rsidRDefault="002D238A">
      <w:pPr>
        <w:pStyle w:val="H5"/>
      </w:pPr>
      <w:bookmarkStart w:id="1240" w:name="_Toc204048555"/>
      <w:bookmarkStart w:id="1241" w:name="_Toc400526156"/>
      <w:bookmarkStart w:id="1242" w:name="_Toc405534474"/>
      <w:bookmarkStart w:id="1243" w:name="_Toc406570487"/>
      <w:bookmarkStart w:id="1244" w:name="_Toc410910639"/>
      <w:bookmarkStart w:id="1245" w:name="_Toc411841067"/>
      <w:bookmarkStart w:id="1246" w:name="_Toc422147029"/>
      <w:bookmarkStart w:id="1247" w:name="_Toc433020625"/>
      <w:bookmarkStart w:id="1248" w:name="_Toc437262066"/>
      <w:bookmarkStart w:id="1249" w:name="_Toc478375241"/>
      <w:bookmarkStart w:id="1250" w:name="_Toc510513334"/>
      <w:r>
        <w:t>3.10.7.1.3</w:t>
      </w:r>
      <w:r>
        <w:tab/>
        <w:t>Transmission Breakers and Switches</w:t>
      </w:r>
      <w:bookmarkEnd w:id="1240"/>
      <w:bookmarkEnd w:id="1241"/>
      <w:bookmarkEnd w:id="1242"/>
      <w:bookmarkEnd w:id="1243"/>
      <w:bookmarkEnd w:id="1244"/>
      <w:bookmarkEnd w:id="1245"/>
      <w:bookmarkEnd w:id="1246"/>
      <w:bookmarkEnd w:id="1247"/>
      <w:bookmarkEnd w:id="1248"/>
      <w:bookmarkEnd w:id="1249"/>
      <w:bookmarkEnd w:id="1250"/>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p w14:paraId="459BF532" w14:textId="77777777" w:rsidR="00CB13B2" w:rsidRDefault="002D238A">
      <w:pPr>
        <w:pStyle w:val="List"/>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p w14:paraId="413CACC5" w14:textId="77777777" w:rsidR="00CB13B2" w:rsidRDefault="002D238A" w:rsidP="00AF6C68">
      <w:pPr>
        <w:pStyle w:val="List"/>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w:t>
      </w:r>
      <w:r>
        <w:lastRenderedPageBreak/>
        <w:t xml:space="preserve">furnish this information to ERCOT.  Transmission field (right-of-way) switches must be connected to a named Electrical Bus and be included in the Network Operations Model.  </w:t>
      </w:r>
    </w:p>
    <w:p w14:paraId="19EC8575" w14:textId="77777777" w:rsidR="00CB13B2" w:rsidRDefault="002D238A">
      <w:pPr>
        <w:pStyle w:val="H5"/>
      </w:pPr>
      <w:bookmarkStart w:id="1251" w:name="_Toc204048556"/>
      <w:bookmarkStart w:id="1252" w:name="_Toc400526157"/>
      <w:bookmarkStart w:id="1253" w:name="_Toc405534475"/>
      <w:bookmarkStart w:id="1254" w:name="_Toc406570488"/>
      <w:bookmarkStart w:id="1255" w:name="_Toc410910640"/>
      <w:bookmarkStart w:id="1256" w:name="_Toc411841068"/>
      <w:bookmarkStart w:id="1257" w:name="_Toc422147030"/>
      <w:bookmarkStart w:id="1258" w:name="_Toc433020626"/>
      <w:bookmarkStart w:id="1259" w:name="_Toc437262067"/>
      <w:bookmarkStart w:id="1260" w:name="_Toc478375242"/>
      <w:bookmarkStart w:id="1261" w:name="_Toc510513335"/>
      <w:r>
        <w:t>3.10.7.1.4</w:t>
      </w:r>
      <w:r>
        <w:tab/>
        <w:t>Transmission and Generation Resource Step-Up Transformers</w:t>
      </w:r>
      <w:bookmarkEnd w:id="1251"/>
      <w:bookmarkEnd w:id="1252"/>
      <w:bookmarkEnd w:id="1253"/>
      <w:bookmarkEnd w:id="1254"/>
      <w:bookmarkEnd w:id="1255"/>
      <w:bookmarkEnd w:id="1256"/>
      <w:bookmarkEnd w:id="1257"/>
      <w:bookmarkEnd w:id="1258"/>
      <w:bookmarkEnd w:id="1259"/>
      <w:bookmarkEnd w:id="1260"/>
      <w:bookmarkEnd w:id="1261"/>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p w14:paraId="1AAD2324" w14:textId="77777777" w:rsidR="00CB13B2" w:rsidRDefault="002D238A">
      <w:pPr>
        <w:pStyle w:val="List"/>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w:t>
      </w:r>
      <w:r>
        <w:lastRenderedPageBreak/>
        <w:t xml:space="preserve">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62" w:name="_Toc204048557"/>
      <w:bookmarkStart w:id="1263" w:name="_Toc400526158"/>
      <w:bookmarkStart w:id="1264" w:name="_Toc405534476"/>
      <w:bookmarkStart w:id="1265" w:name="_Toc406570489"/>
      <w:bookmarkStart w:id="1266" w:name="_Toc410910641"/>
      <w:bookmarkStart w:id="1267" w:name="_Toc411841069"/>
      <w:bookmarkStart w:id="1268" w:name="_Toc422147031"/>
      <w:bookmarkStart w:id="1269" w:name="_Toc433020627"/>
      <w:bookmarkStart w:id="1270" w:name="_Toc437262068"/>
      <w:bookmarkStart w:id="1271" w:name="_Toc478375243"/>
      <w:bookmarkStart w:id="1272" w:name="_Toc510513336"/>
      <w:r>
        <w:t>3.10.7.1.5</w:t>
      </w:r>
      <w:r>
        <w:tab/>
        <w:t>Reactors, Capacitors, and other Reactive Controlled Sources</w:t>
      </w:r>
      <w:bookmarkEnd w:id="1262"/>
      <w:bookmarkEnd w:id="1263"/>
      <w:bookmarkEnd w:id="1264"/>
      <w:bookmarkEnd w:id="1265"/>
      <w:bookmarkEnd w:id="1266"/>
      <w:bookmarkEnd w:id="1267"/>
      <w:bookmarkEnd w:id="1268"/>
      <w:bookmarkEnd w:id="1269"/>
      <w:bookmarkEnd w:id="1270"/>
      <w:bookmarkEnd w:id="1271"/>
      <w:bookmarkEnd w:id="1272"/>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73" w:name="_Toc204048558"/>
      <w:bookmarkStart w:id="1274" w:name="_Toc400526159"/>
      <w:bookmarkStart w:id="1275" w:name="_Toc405534477"/>
      <w:bookmarkStart w:id="1276" w:name="_Toc406570490"/>
      <w:bookmarkStart w:id="1277" w:name="_Toc410910642"/>
      <w:bookmarkStart w:id="1278" w:name="_Toc411841070"/>
      <w:bookmarkStart w:id="1279" w:name="_Toc422147032"/>
      <w:bookmarkStart w:id="1280" w:name="_Toc433020628"/>
      <w:bookmarkStart w:id="1281" w:name="_Toc437262069"/>
      <w:bookmarkStart w:id="1282" w:name="_Toc478375244"/>
      <w:bookmarkStart w:id="1283" w:name="_Toc510513337"/>
      <w:r w:rsidRPr="00552CF9">
        <w:rPr>
          <w:b/>
        </w:rPr>
        <w:lastRenderedPageBreak/>
        <w:t>3.10.7.2</w:t>
      </w:r>
      <w:r w:rsidRPr="00552CF9">
        <w:rPr>
          <w:b/>
        </w:rPr>
        <w:tab/>
        <w:t>Modeling of Resources and Transmission Loads</w:t>
      </w:r>
      <w:bookmarkEnd w:id="1273"/>
      <w:bookmarkEnd w:id="1274"/>
      <w:bookmarkEnd w:id="1275"/>
      <w:bookmarkEnd w:id="1276"/>
      <w:bookmarkEnd w:id="1277"/>
      <w:bookmarkEnd w:id="1278"/>
      <w:bookmarkEnd w:id="1279"/>
      <w:bookmarkEnd w:id="1280"/>
      <w:bookmarkEnd w:id="1281"/>
      <w:bookmarkEnd w:id="1282"/>
      <w:bookmarkEnd w:id="1283"/>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PhotoVoltaic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p w14:paraId="5BF9E99B" w14:textId="77777777" w:rsidR="00A86D1D" w:rsidRDefault="00A86D1D" w:rsidP="00C25BD9">
      <w:pPr>
        <w:pStyle w:val="BodyTextNumbered"/>
      </w:pPr>
      <w:r w:rsidRPr="006A6281">
        <w:t>(2)</w:t>
      </w:r>
      <w:r w:rsidRPr="006A6281">
        <w:tab/>
        <w:t>Each Resource Entity shall provide ERCOT and TSPs with information describing each of its Aggregate Load Resources (ALRs) as specified in Section 3.7.1.2, Load Resource Parameters, and any additional information and telemetry as required by ERCOT, in accordance with the timelines set forth in Section 3.10.1, Time Line for Network Operations Model Changes.  ERCOT shall coordinate the modeling of ALRs with their representatives to ensure consistency between TSP models and ERCOT models.</w:t>
      </w:r>
    </w:p>
    <w:p w14:paraId="1D83C058" w14:textId="77777777" w:rsidR="00CB13B2" w:rsidRDefault="002D238A" w:rsidP="002B331B">
      <w:pPr>
        <w:pStyle w:val="BodyTextNumbered"/>
      </w:pPr>
      <w:r>
        <w:t>(</w:t>
      </w:r>
      <w:r w:rsidR="00A86D1D">
        <w:t>3</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and Hydro Generation Resources</w:t>
      </w:r>
      <w:r>
        <w:t xml:space="preserve">.  The Split Generation Resource must be modeled as connected to the ERCOT Transmission Grid on the low side of the generation facility main power transformer.  </w:t>
      </w:r>
    </w:p>
    <w:p w14:paraId="6276AC0F" w14:textId="77777777" w:rsidR="00CB13B2" w:rsidRDefault="002D238A">
      <w:pPr>
        <w:pStyle w:val="BodyTextNumbered"/>
      </w:pPr>
      <w:r>
        <w:t>(</w:t>
      </w:r>
      <w:r w:rsidR="00A86D1D">
        <w:t>4</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77777777" w:rsidR="00CB13B2" w:rsidRDefault="002D238A">
      <w:pPr>
        <w:pStyle w:val="BodyTextNumbered"/>
      </w:pPr>
      <w:r>
        <w:t>(</w:t>
      </w:r>
      <w:r w:rsidR="00A86D1D">
        <w:t>5</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p w14:paraId="71559CCE" w14:textId="77777777" w:rsidR="00CB13B2" w:rsidRDefault="002D238A">
      <w:pPr>
        <w:pStyle w:val="BodyTextNumbered"/>
      </w:pPr>
      <w:r>
        <w:t>(</w:t>
      </w:r>
      <w:r w:rsidR="00A86D1D">
        <w:t>6</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w:t>
      </w:r>
      <w:r>
        <w:lastRenderedPageBreak/>
        <w:t xml:space="preserve">is being requested, the TSP shall request that the owner make the telemetry available.  The TSP shall notify ERCOT if the owner does not comply with the request.  </w:t>
      </w:r>
    </w:p>
    <w:p w14:paraId="7C6D8424" w14:textId="77777777" w:rsidR="00CB13B2" w:rsidRDefault="002D238A">
      <w:pPr>
        <w:pStyle w:val="BodyTextNumbered"/>
      </w:pPr>
      <w:r>
        <w:t>(</w:t>
      </w:r>
      <w:r w:rsidR="00A86D1D">
        <w:t>7</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77777777" w:rsidR="00CB13B2" w:rsidRDefault="002D238A">
      <w:pPr>
        <w:pStyle w:val="BodyTextNumbered"/>
      </w:pPr>
      <w:r>
        <w:t>(</w:t>
      </w:r>
      <w:r w:rsidR="00A86D1D">
        <w:t>8</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77777777" w:rsidR="00B705A8" w:rsidRDefault="002D238A" w:rsidP="00B8294D">
      <w:pPr>
        <w:pStyle w:val="BodyTextNumbered"/>
      </w:pPr>
      <w:r>
        <w:t>(</w:t>
      </w:r>
      <w:r w:rsidR="00A86D1D">
        <w:t>9</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77777777" w:rsidR="009E272E" w:rsidRDefault="009E272E" w:rsidP="00317FCF">
      <w:pPr>
        <w:spacing w:after="240"/>
        <w:ind w:left="720" w:hanging="720"/>
      </w:pPr>
      <w:r>
        <w:t>(10</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77777777" w:rsidR="00F45BAA" w:rsidRPr="00A261C3" w:rsidRDefault="00F45BAA" w:rsidP="00F45BAA">
      <w:pPr>
        <w:spacing w:after="240"/>
        <w:ind w:left="720" w:hanging="720"/>
        <w:rPr>
          <w:iCs/>
        </w:rPr>
      </w:pPr>
      <w:r w:rsidRPr="00A261C3">
        <w:rPr>
          <w:iCs/>
        </w:rPr>
        <w:t>(</w:t>
      </w:r>
      <w:r>
        <w:rPr>
          <w:iCs/>
        </w:rPr>
        <w:t>11</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w:t>
      </w:r>
      <w:r w:rsidRPr="00A261C3">
        <w:lastRenderedPageBreak/>
        <w:t>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284" w:name="_Toc400526160"/>
      <w:bookmarkStart w:id="1285" w:name="_Toc405534478"/>
      <w:bookmarkStart w:id="1286" w:name="_Toc406570491"/>
      <w:bookmarkStart w:id="1287" w:name="_Toc410910643"/>
      <w:bookmarkStart w:id="1288" w:name="_Toc411841071"/>
      <w:bookmarkStart w:id="1289" w:name="_Toc422147033"/>
      <w:bookmarkStart w:id="1290" w:name="_Toc433020629"/>
      <w:bookmarkStart w:id="1291" w:name="_Toc437262070"/>
      <w:bookmarkStart w:id="1292" w:name="_Toc478375245"/>
      <w:bookmarkStart w:id="1293" w:name="_Toc510513338"/>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284"/>
      <w:bookmarkEnd w:id="1285"/>
      <w:bookmarkEnd w:id="1286"/>
      <w:bookmarkEnd w:id="1287"/>
      <w:bookmarkEnd w:id="1288"/>
      <w:bookmarkEnd w:id="1289"/>
      <w:bookmarkEnd w:id="1290"/>
      <w:bookmarkEnd w:id="1291"/>
      <w:bookmarkEnd w:id="1292"/>
      <w:bookmarkEnd w:id="1293"/>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lastRenderedPageBreak/>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294" w:name="_Toc204048559"/>
      <w:bookmarkStart w:id="1295" w:name="_Toc400526161"/>
      <w:bookmarkStart w:id="1296" w:name="_Toc405534479"/>
      <w:bookmarkStart w:id="1297" w:name="_Toc406570492"/>
      <w:bookmarkStart w:id="1298" w:name="_Toc410910644"/>
      <w:bookmarkStart w:id="1299" w:name="_Toc411841072"/>
      <w:bookmarkStart w:id="1300" w:name="_Toc422147034"/>
      <w:bookmarkStart w:id="1301" w:name="_Toc433020630"/>
      <w:bookmarkStart w:id="1302" w:name="_Toc437262071"/>
      <w:bookmarkStart w:id="1303" w:name="_Toc478375246"/>
      <w:bookmarkStart w:id="1304" w:name="_Toc510513339"/>
      <w:r w:rsidRPr="00552CF9">
        <w:rPr>
          <w:b/>
        </w:rPr>
        <w:t>3.10.7.3</w:t>
      </w:r>
      <w:r w:rsidRPr="00552CF9">
        <w:rPr>
          <w:b/>
        </w:rPr>
        <w:tab/>
        <w:t>Modeling of Private Use Networks</w:t>
      </w:r>
      <w:bookmarkEnd w:id="1294"/>
      <w:bookmarkEnd w:id="1295"/>
      <w:bookmarkEnd w:id="1296"/>
      <w:bookmarkEnd w:id="1297"/>
      <w:bookmarkEnd w:id="1298"/>
      <w:bookmarkEnd w:id="1299"/>
      <w:bookmarkEnd w:id="1300"/>
      <w:bookmarkEnd w:id="1301"/>
      <w:bookmarkEnd w:id="1302"/>
      <w:bookmarkEnd w:id="1303"/>
      <w:bookmarkEnd w:id="1304"/>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77777777"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77777777" w:rsidR="006D0482" w:rsidRDefault="006D0482" w:rsidP="006D0482">
      <w:pPr>
        <w:pStyle w:val="BodyTextNumbered"/>
        <w:ind w:left="1440"/>
      </w:pPr>
      <w:r>
        <w:t>(b)</w:t>
      </w:r>
      <w:r>
        <w:tab/>
      </w:r>
      <w:r>
        <w:rPr>
          <w:rStyle w:val="BodyTextNumberedChar"/>
        </w:rPr>
        <w:t>A Generation Entity with a generator greater than ten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p w14:paraId="01F5EB39" w14:textId="77777777" w:rsidR="006D0482" w:rsidRDefault="006D0482" w:rsidP="006D0482">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lastRenderedPageBreak/>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p w14:paraId="754A798F" w14:textId="77777777" w:rsidR="006D0482" w:rsidRDefault="006D0482" w:rsidP="006D0482">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05" w:name="_Toc204048560"/>
      <w:bookmarkStart w:id="1306" w:name="_Toc400526162"/>
      <w:bookmarkStart w:id="1307" w:name="_Toc405534480"/>
      <w:bookmarkStart w:id="1308" w:name="_Toc406570493"/>
      <w:bookmarkStart w:id="1309" w:name="_Toc410910645"/>
      <w:bookmarkStart w:id="1310" w:name="_Toc411841073"/>
      <w:bookmarkStart w:id="1311" w:name="_Toc422147035"/>
      <w:bookmarkStart w:id="1312" w:name="_Toc433020631"/>
      <w:bookmarkStart w:id="1313" w:name="_Toc437262072"/>
      <w:bookmarkStart w:id="1314" w:name="_Toc478375247"/>
      <w:bookmarkStart w:id="1315" w:name="_Toc510513340"/>
      <w:r w:rsidRPr="00552CF9">
        <w:rPr>
          <w:b/>
        </w:rPr>
        <w:t>3.10.7.4</w:t>
      </w:r>
      <w:r w:rsidRPr="00552CF9">
        <w:rPr>
          <w:b/>
        </w:rPr>
        <w:tab/>
      </w:r>
      <w:r w:rsidR="006E44DA" w:rsidRPr="007D2202">
        <w:rPr>
          <w:b/>
          <w:bCs/>
        </w:rPr>
        <w:t>Remedial Action Schemes, Automatic Mitigation Plans and Remedial Action Plans</w:t>
      </w:r>
      <w:bookmarkEnd w:id="1305"/>
      <w:bookmarkEnd w:id="1306"/>
      <w:bookmarkEnd w:id="1307"/>
      <w:bookmarkEnd w:id="1308"/>
      <w:bookmarkEnd w:id="1309"/>
      <w:bookmarkEnd w:id="1310"/>
      <w:bookmarkEnd w:id="1311"/>
      <w:bookmarkEnd w:id="1312"/>
      <w:bookmarkEnd w:id="1313"/>
      <w:bookmarkEnd w:id="1314"/>
      <w:bookmarkEnd w:id="1315"/>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p w14:paraId="783224ED" w14:textId="77777777" w:rsidR="00CB13B2" w:rsidRDefault="006E44DA">
      <w:pPr>
        <w:pStyle w:val="BodyTextNumbered"/>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w:t>
      </w:r>
      <w:r w:rsidRPr="007D2202">
        <w:rPr>
          <w:color w:val="000000"/>
          <w:szCs w:val="23"/>
        </w:rPr>
        <w:lastRenderedPageBreak/>
        <w:t xml:space="preserve">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16" w:name="_Toc144691952"/>
      <w:bookmarkStart w:id="1317" w:name="_Toc204048561"/>
      <w:bookmarkStart w:id="1318" w:name="_Toc400526163"/>
      <w:bookmarkStart w:id="1319" w:name="_Toc405534481"/>
      <w:bookmarkStart w:id="1320" w:name="_Toc406570494"/>
      <w:bookmarkStart w:id="1321" w:name="_Toc410910646"/>
      <w:bookmarkStart w:id="1322" w:name="_Toc411841074"/>
      <w:bookmarkStart w:id="1323" w:name="_Toc422147036"/>
      <w:bookmarkStart w:id="1324" w:name="_Toc433020632"/>
      <w:bookmarkStart w:id="1325" w:name="_Toc437262073"/>
      <w:bookmarkStart w:id="1326" w:name="_Toc478375248"/>
      <w:bookmarkStart w:id="1327" w:name="_Toc510513341"/>
      <w:r w:rsidRPr="00552CF9">
        <w:rPr>
          <w:b/>
        </w:rPr>
        <w:t>3.10.7.5</w:t>
      </w:r>
      <w:r w:rsidRPr="00552CF9">
        <w:rPr>
          <w:b/>
        </w:rPr>
        <w:tab/>
        <w:t xml:space="preserve">Telemetry </w:t>
      </w:r>
      <w:bookmarkEnd w:id="1316"/>
      <w:bookmarkEnd w:id="1317"/>
      <w:r w:rsidR="0022558A">
        <w:rPr>
          <w:b/>
        </w:rPr>
        <w:t>Standards</w:t>
      </w:r>
      <w:bookmarkEnd w:id="1318"/>
      <w:bookmarkEnd w:id="1319"/>
      <w:bookmarkEnd w:id="1320"/>
      <w:bookmarkEnd w:id="1321"/>
      <w:bookmarkEnd w:id="1322"/>
      <w:bookmarkEnd w:id="1323"/>
      <w:bookmarkEnd w:id="1324"/>
      <w:bookmarkEnd w:id="1325"/>
      <w:bookmarkEnd w:id="1326"/>
      <w:bookmarkEnd w:id="1327"/>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p w14:paraId="6D9395C8" w14:textId="77777777" w:rsidR="00CB13B2" w:rsidRDefault="002D238A">
      <w:pPr>
        <w:pStyle w:val="BodyTextNumbered"/>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p w14:paraId="2BAEF5A2" w14:textId="77777777" w:rsidR="00CB13B2" w:rsidRDefault="002D238A">
      <w:pPr>
        <w:pStyle w:val="BodyTextNumbered"/>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w:t>
      </w:r>
      <w:r>
        <w:lastRenderedPageBreak/>
        <w:t xml:space="preserve">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p w14:paraId="7212121B" w14:textId="77777777" w:rsidR="00CB13B2" w:rsidRDefault="002D238A">
      <w:pPr>
        <w:pStyle w:val="BodyTextNumbered"/>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p w14:paraId="336BA297" w14:textId="77777777" w:rsidR="00CB13B2" w:rsidRDefault="002D238A">
      <w:pPr>
        <w:pStyle w:val="BodyTextNumbered"/>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43495BD0" w14:textId="77777777" w:rsidR="00CB13B2" w:rsidRDefault="002D238A">
      <w:pPr>
        <w:pStyle w:val="H5"/>
      </w:pPr>
      <w:bookmarkStart w:id="1328" w:name="_Toc144691953"/>
      <w:bookmarkStart w:id="1329" w:name="_Toc204048562"/>
      <w:bookmarkStart w:id="1330" w:name="_Toc400526164"/>
      <w:bookmarkStart w:id="1331" w:name="_Toc405534482"/>
      <w:bookmarkStart w:id="1332" w:name="_Toc406570495"/>
      <w:bookmarkStart w:id="1333" w:name="_Toc410910647"/>
      <w:bookmarkStart w:id="1334" w:name="_Toc411841075"/>
      <w:bookmarkStart w:id="1335" w:name="_Toc422147037"/>
      <w:bookmarkStart w:id="1336" w:name="_Toc433020633"/>
      <w:bookmarkStart w:id="1337" w:name="_Toc437262074"/>
      <w:bookmarkStart w:id="1338" w:name="_Toc478375249"/>
      <w:bookmarkStart w:id="1339" w:name="_Toc510513342"/>
      <w:r>
        <w:t>3.10.7.5.1</w:t>
      </w:r>
      <w:r>
        <w:tab/>
        <w:t>Continuous Telemetry of the Status of Breakers and Switches</w:t>
      </w:r>
      <w:bookmarkEnd w:id="1328"/>
      <w:bookmarkEnd w:id="1329"/>
      <w:bookmarkEnd w:id="1330"/>
      <w:bookmarkEnd w:id="1331"/>
      <w:bookmarkEnd w:id="1332"/>
      <w:bookmarkEnd w:id="1333"/>
      <w:bookmarkEnd w:id="1334"/>
      <w:bookmarkEnd w:id="1335"/>
      <w:bookmarkEnd w:id="1336"/>
      <w:bookmarkEnd w:id="1337"/>
      <w:bookmarkEnd w:id="1338"/>
      <w:bookmarkEnd w:id="1339"/>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xml:space="preserve">, ERCOT may request that the TSP or QSE install complete telemetry from the breaker or switch to the TSP or QSE, and then to ERCOT.  In making the determination to request installation of additional telemetry from a breaker or switch, </w:t>
      </w:r>
      <w:r>
        <w:lastRenderedPageBreak/>
        <w:t>ERCOT shall consider the economic implications of inaccurate representation of Model Loads in LMP results versus the cost to remedy.</w:t>
      </w:r>
    </w:p>
    <w:p w14:paraId="64DEC23E" w14:textId="77777777" w:rsidR="00CB13B2" w:rsidRDefault="002D238A">
      <w:pPr>
        <w:pStyle w:val="BodyTextNumbered"/>
      </w:pPr>
      <w:r>
        <w:t>(2)</w:t>
      </w:r>
      <w:r>
        <w:tab/>
        <w:t xml:space="preserve">ERCOT shall measure TSP or QSE performance in providing accurate data that do not include ambiguous changes in state and shall report the performance metrics on the MIS Secure Area on a monthly basis.  </w:t>
      </w:r>
    </w:p>
    <w:p w14:paraId="50CEB657" w14:textId="77777777" w:rsidR="00CB13B2" w:rsidRDefault="002D238A">
      <w:pPr>
        <w:pStyle w:val="BodyTextNumbered"/>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p w14:paraId="2535FE13" w14:textId="77777777" w:rsidR="00CB13B2" w:rsidRDefault="002D238A">
      <w:pPr>
        <w:pStyle w:val="BodyTextNumbered"/>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p w14:paraId="2360E9E8" w14:textId="77777777" w:rsidR="00CB13B2" w:rsidRDefault="002D238A">
      <w:pPr>
        <w:pStyle w:val="BodyTextNumbered"/>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77777777"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and Hydro Generation Resources</w:t>
      </w:r>
      <w:r w:rsidR="00AF771C">
        <w:rPr>
          <w:iCs w:val="0"/>
        </w:rPr>
        <w:t>,</w:t>
      </w:r>
      <w:r>
        <w:t xml:space="preserve"> 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40" w:name="_Toc144691954"/>
      <w:bookmarkStart w:id="1341" w:name="_Toc204048563"/>
      <w:bookmarkStart w:id="1342" w:name="_Toc400526165"/>
      <w:bookmarkStart w:id="1343" w:name="_Toc405534483"/>
      <w:bookmarkStart w:id="1344" w:name="_Toc406570496"/>
      <w:bookmarkStart w:id="1345" w:name="_Toc410910648"/>
      <w:bookmarkStart w:id="1346" w:name="_Toc411841076"/>
      <w:bookmarkStart w:id="1347" w:name="_Toc422147038"/>
      <w:bookmarkStart w:id="1348" w:name="_Toc433020634"/>
      <w:bookmarkStart w:id="1349" w:name="_Toc437262075"/>
      <w:bookmarkStart w:id="1350" w:name="_Toc478375250"/>
      <w:bookmarkStart w:id="1351" w:name="_Toc510513343"/>
      <w:r>
        <w:t>3.10.7.5.2</w:t>
      </w:r>
      <w:r>
        <w:tab/>
        <w:t>Continuous Telemetry of the Real-Time Measurements of Bus Load, Voltages, Tap Position, and Flows</w:t>
      </w:r>
      <w:bookmarkEnd w:id="1340"/>
      <w:bookmarkEnd w:id="1341"/>
      <w:bookmarkEnd w:id="1342"/>
      <w:bookmarkEnd w:id="1343"/>
      <w:bookmarkEnd w:id="1344"/>
      <w:bookmarkEnd w:id="1345"/>
      <w:bookmarkEnd w:id="1346"/>
      <w:bookmarkEnd w:id="1347"/>
      <w:bookmarkEnd w:id="1348"/>
      <w:bookmarkEnd w:id="1349"/>
      <w:bookmarkEnd w:id="1350"/>
      <w:bookmarkEnd w:id="1351"/>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p w14:paraId="2CED40C1" w14:textId="77777777" w:rsidR="00CB13B2" w:rsidRDefault="002D238A">
      <w:pPr>
        <w:pStyle w:val="BodyTextNumbered"/>
      </w:pPr>
      <w:r>
        <w:lastRenderedPageBreak/>
        <w:t>(2)</w:t>
      </w:r>
      <w:r>
        <w:tab/>
        <w:t>Each QSE that represents a Split Generation Resource, with metering according to Section 3.8, Special Considerations for Split Generation Meters</w:t>
      </w:r>
      <w:r w:rsidR="00A95A39">
        <w:t>, Combined Cycle Generation Resources, Quick Start Generation Resources, and Hydro Generation Resources</w:t>
      </w:r>
      <w:r>
        <w:t xml:space="preserve">, 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p w14:paraId="5B0F1437" w14:textId="77777777" w:rsidR="00CB13B2" w:rsidRDefault="002D238A">
      <w:pPr>
        <w:pStyle w:val="BodyTextNumbered"/>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p w14:paraId="026D05E3" w14:textId="77777777" w:rsidR="00CB13B2" w:rsidRDefault="002D238A">
      <w:pPr>
        <w:pStyle w:val="BodyTextNumbered"/>
      </w:pPr>
      <w:r>
        <w:lastRenderedPageBreak/>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775D5" w14:paraId="4EB62153" w14:textId="77777777" w:rsidTr="00621A4B">
        <w:tc>
          <w:tcPr>
            <w:tcW w:w="9558" w:type="dxa"/>
            <w:tcBorders>
              <w:top w:val="single" w:sz="4" w:space="0" w:color="auto"/>
              <w:left w:val="single" w:sz="4" w:space="0" w:color="auto"/>
              <w:bottom w:val="single" w:sz="4" w:space="0" w:color="auto"/>
              <w:right w:val="single" w:sz="4" w:space="0" w:color="auto"/>
            </w:tcBorders>
            <w:shd w:val="clear" w:color="auto" w:fill="D9D9D9"/>
          </w:tcPr>
          <w:p w14:paraId="0A18F1AB" w14:textId="77777777" w:rsidR="006775D5" w:rsidRDefault="006775D5" w:rsidP="00621A4B">
            <w:pPr>
              <w:spacing w:before="120" w:after="240"/>
              <w:rPr>
                <w:b/>
                <w:i/>
              </w:rPr>
            </w:pPr>
            <w:bookmarkStart w:id="1352" w:name="_Toc204048564"/>
            <w:bookmarkStart w:id="1353" w:name="_Toc400526166"/>
            <w:bookmarkStart w:id="1354" w:name="_Toc405534484"/>
            <w:bookmarkStart w:id="1355" w:name="_Toc406570497"/>
            <w:bookmarkStart w:id="1356" w:name="_Toc410910649"/>
            <w:bookmarkStart w:id="1357" w:name="_Toc411841077"/>
            <w:bookmarkStart w:id="1358" w:name="_Toc422147039"/>
            <w:bookmarkStart w:id="1359" w:name="_Toc433020635"/>
            <w:bookmarkStart w:id="1360" w:name="_Toc437262076"/>
            <w:bookmarkStart w:id="1361" w:name="_Toc478375251"/>
            <w:r>
              <w:rPr>
                <w:b/>
                <w:i/>
              </w:rPr>
              <w:t>[NPRR776</w:t>
            </w:r>
            <w:r w:rsidRPr="004B0726">
              <w:rPr>
                <w:b/>
                <w:i/>
              </w:rPr>
              <w:t xml:space="preserve">: </w:t>
            </w:r>
            <w:r>
              <w:rPr>
                <w:b/>
                <w:i/>
              </w:rPr>
              <w:t xml:space="preserve"> Insert paragraph (8) below upon system implementation:</w:t>
            </w:r>
            <w:r w:rsidRPr="004B0726">
              <w:rPr>
                <w:b/>
                <w:i/>
              </w:rPr>
              <w:t>]</w:t>
            </w:r>
          </w:p>
          <w:p w14:paraId="79FBDF65" w14:textId="77777777" w:rsidR="006775D5" w:rsidRPr="006775D5" w:rsidRDefault="006775D5" w:rsidP="006775D5">
            <w:pPr>
              <w:autoSpaceDE w:val="0"/>
              <w:autoSpaceDN w:val="0"/>
              <w:adjustRightInd w:val="0"/>
              <w:spacing w:after="240"/>
              <w:ind w:left="720" w:hanging="720"/>
              <w:rPr>
                <w:b/>
                <w:bCs/>
                <w:color w:val="000000"/>
              </w:rPr>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c>
      </w:tr>
    </w:tbl>
    <w:p w14:paraId="3C293BE7" w14:textId="77777777" w:rsidR="00CB13B2" w:rsidRPr="00552CF9" w:rsidRDefault="007F4287" w:rsidP="00CA606B">
      <w:pPr>
        <w:pStyle w:val="H4"/>
        <w:spacing w:before="480"/>
        <w:rPr>
          <w:b/>
        </w:rPr>
      </w:pPr>
      <w:bookmarkStart w:id="1362" w:name="_Toc510513344"/>
      <w:r w:rsidRPr="007F4287">
        <w:rPr>
          <w:b/>
        </w:rPr>
        <w:t>3.10.7.6</w:t>
      </w:r>
      <w:r w:rsidRPr="007F4287">
        <w:rPr>
          <w:b/>
        </w:rPr>
        <w:tab/>
      </w:r>
      <w:r w:rsidR="004661C6">
        <w:rPr>
          <w:b/>
        </w:rPr>
        <w:t>Use</w:t>
      </w:r>
      <w:r w:rsidRPr="007F4287">
        <w:rPr>
          <w:b/>
        </w:rPr>
        <w:t xml:space="preserve"> of Generic Transmission </w:t>
      </w:r>
      <w:bookmarkEnd w:id="1352"/>
      <w:r w:rsidR="004661C6" w:rsidRPr="004661C6">
        <w:rPr>
          <w:b/>
        </w:rPr>
        <w:t>Constraints and Generic Transmission Limits</w:t>
      </w:r>
      <w:bookmarkEnd w:id="1353"/>
      <w:bookmarkEnd w:id="1354"/>
      <w:bookmarkEnd w:id="1355"/>
      <w:bookmarkEnd w:id="1356"/>
      <w:bookmarkEnd w:id="1357"/>
      <w:bookmarkEnd w:id="1358"/>
      <w:bookmarkEnd w:id="1359"/>
      <w:bookmarkEnd w:id="1360"/>
      <w:bookmarkEnd w:id="1361"/>
      <w:bookmarkEnd w:id="1362"/>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lastRenderedPageBreak/>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30B4" w14:paraId="6986B123" w14:textId="77777777" w:rsidTr="00621A4B">
        <w:tc>
          <w:tcPr>
            <w:tcW w:w="9558" w:type="dxa"/>
            <w:tcBorders>
              <w:top w:val="single" w:sz="4" w:space="0" w:color="auto"/>
              <w:left w:val="single" w:sz="4" w:space="0" w:color="auto"/>
              <w:bottom w:val="single" w:sz="4" w:space="0" w:color="auto"/>
              <w:right w:val="single" w:sz="4" w:space="0" w:color="auto"/>
            </w:tcBorders>
            <w:shd w:val="clear" w:color="auto" w:fill="D9D9D9"/>
          </w:tcPr>
          <w:p w14:paraId="0DD0CCDA" w14:textId="77777777" w:rsidR="00F930B4" w:rsidRDefault="00F930B4" w:rsidP="00621A4B">
            <w:pPr>
              <w:spacing w:before="120" w:after="240"/>
              <w:rPr>
                <w:b/>
                <w:i/>
              </w:rPr>
            </w:pPr>
            <w:bookmarkStart w:id="1363" w:name="_Toc478375252"/>
            <w:r>
              <w:rPr>
                <w:b/>
                <w:i/>
              </w:rPr>
              <w:t>[NPRR809</w:t>
            </w:r>
            <w:r w:rsidRPr="004B0726">
              <w:rPr>
                <w:b/>
                <w:i/>
              </w:rPr>
              <w:t xml:space="preserve">: </w:t>
            </w:r>
            <w:r>
              <w:rPr>
                <w:b/>
                <w:i/>
              </w:rPr>
              <w:t xml:space="preserve"> Insert paragraph (7) below upon system implementation:</w:t>
            </w:r>
            <w:r w:rsidRPr="004B0726">
              <w:rPr>
                <w:b/>
                <w:i/>
              </w:rPr>
              <w:t>]</w:t>
            </w:r>
          </w:p>
          <w:p w14:paraId="1E4F76A1" w14:textId="77777777" w:rsidR="00F930B4" w:rsidRPr="00F930B4" w:rsidRDefault="00F930B4" w:rsidP="00F930B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tc>
      </w:tr>
    </w:tbl>
    <w:p w14:paraId="6F4683D3" w14:textId="77777777" w:rsidR="00415452" w:rsidRPr="00415452" w:rsidRDefault="00016388" w:rsidP="00CA606B">
      <w:pPr>
        <w:pStyle w:val="H4"/>
        <w:spacing w:before="480"/>
        <w:rPr>
          <w:b/>
        </w:rPr>
      </w:pPr>
      <w:bookmarkStart w:id="1364" w:name="_Toc510513345"/>
      <w:r>
        <w:rPr>
          <w:b/>
        </w:rPr>
        <w:t>3.10.7.7</w:t>
      </w:r>
      <w:r>
        <w:tab/>
      </w:r>
      <w:r w:rsidR="00415452" w:rsidRPr="00415452">
        <w:rPr>
          <w:b/>
        </w:rPr>
        <w:t>DC Tie Limits</w:t>
      </w:r>
      <w:bookmarkEnd w:id="1363"/>
      <w:bookmarkEnd w:id="1364"/>
    </w:p>
    <w:p w14:paraId="7F3C1602" w14:textId="77777777" w:rsidR="00415452" w:rsidRPr="00415452" w:rsidRDefault="00415452" w:rsidP="00016388">
      <w:pPr>
        <w:pStyle w:val="BodyTextNumbered"/>
      </w:pPr>
      <w:bookmarkStart w:id="1365"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65"/>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 xml:space="preserve">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t>
      </w:r>
      <w:r w:rsidRPr="00415452">
        <w:rPr>
          <w:iCs w:val="0"/>
          <w:lang w:eastAsia="x-none"/>
        </w:rPr>
        <w:lastRenderedPageBreak/>
        <w:t>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E67B8" w14:paraId="4537962B" w14:textId="77777777" w:rsidTr="00244D45">
        <w:tc>
          <w:tcPr>
            <w:tcW w:w="9558"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66" w:name="_Toc114235789"/>
            <w:bookmarkStart w:id="1367" w:name="_Toc144691955"/>
            <w:bookmarkStart w:id="1368" w:name="_Toc204048565"/>
            <w:bookmarkStart w:id="1369" w:name="_Toc400526167"/>
            <w:bookmarkStart w:id="1370" w:name="_Toc405534485"/>
            <w:bookmarkStart w:id="1371" w:name="_Toc406570498"/>
            <w:bookmarkStart w:id="1372" w:name="_Toc410910650"/>
            <w:bookmarkStart w:id="1373" w:name="_Toc411841078"/>
            <w:bookmarkStart w:id="1374" w:name="_Toc422147040"/>
            <w:bookmarkStart w:id="1375" w:name="_Toc433020636"/>
            <w:bookmarkStart w:id="1376" w:name="_Toc437262077"/>
            <w:bookmarkStart w:id="1377"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378" w:name="_Toc505586443"/>
            <w:bookmarkStart w:id="1379" w:name="_Toc510513346"/>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378"/>
            <w:bookmarkEnd w:id="1379"/>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380" w:name="_Toc510513347"/>
      <w:r>
        <w:t>3.10.8</w:t>
      </w:r>
      <w:r>
        <w:tab/>
        <w:t>Dynamic Ratings</w:t>
      </w:r>
      <w:bookmarkEnd w:id="1366"/>
      <w:bookmarkEnd w:id="1367"/>
      <w:bookmarkEnd w:id="1368"/>
      <w:bookmarkEnd w:id="1369"/>
      <w:bookmarkEnd w:id="1370"/>
      <w:bookmarkEnd w:id="1371"/>
      <w:bookmarkEnd w:id="1372"/>
      <w:bookmarkEnd w:id="1373"/>
      <w:bookmarkEnd w:id="1374"/>
      <w:bookmarkEnd w:id="1375"/>
      <w:bookmarkEnd w:id="1376"/>
      <w:bookmarkEnd w:id="1377"/>
      <w:bookmarkEnd w:id="1380"/>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lastRenderedPageBreak/>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381" w:name="_Toc144691956"/>
      <w:bookmarkStart w:id="1382" w:name="_Toc204048566"/>
      <w:bookmarkStart w:id="1383" w:name="_Toc400526168"/>
      <w:bookmarkStart w:id="1384" w:name="_Toc405534486"/>
      <w:bookmarkStart w:id="1385" w:name="_Toc406570499"/>
      <w:bookmarkStart w:id="1386" w:name="_Toc410910651"/>
      <w:bookmarkStart w:id="1387" w:name="_Toc411841079"/>
      <w:bookmarkStart w:id="1388" w:name="_Toc422147041"/>
      <w:bookmarkStart w:id="1389" w:name="_Toc433020637"/>
      <w:bookmarkStart w:id="1390" w:name="_Toc437262078"/>
      <w:bookmarkStart w:id="1391" w:name="_Toc478375255"/>
      <w:bookmarkStart w:id="1392" w:name="_Toc510513348"/>
      <w:r w:rsidRPr="00AE0E6D">
        <w:rPr>
          <w:b/>
        </w:rPr>
        <w:t>3.10.8.1</w:t>
      </w:r>
      <w:r w:rsidRPr="00AE0E6D">
        <w:rPr>
          <w:b/>
        </w:rPr>
        <w:tab/>
        <w:t>Dynamic Ratings Delivered via ICCP</w:t>
      </w:r>
      <w:bookmarkEnd w:id="1381"/>
      <w:bookmarkEnd w:id="1382"/>
      <w:bookmarkEnd w:id="1383"/>
      <w:bookmarkEnd w:id="1384"/>
      <w:bookmarkEnd w:id="1385"/>
      <w:bookmarkEnd w:id="1386"/>
      <w:bookmarkEnd w:id="1387"/>
      <w:bookmarkEnd w:id="1388"/>
      <w:bookmarkEnd w:id="1389"/>
      <w:bookmarkEnd w:id="1390"/>
      <w:bookmarkEnd w:id="1391"/>
      <w:bookmarkEnd w:id="1392"/>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393" w:name="_Toc144691957"/>
      <w:bookmarkStart w:id="1394" w:name="_Toc204048567"/>
      <w:bookmarkStart w:id="1395" w:name="_Toc400526169"/>
      <w:bookmarkStart w:id="1396" w:name="_Toc405534487"/>
      <w:bookmarkStart w:id="1397" w:name="_Toc406570500"/>
      <w:bookmarkStart w:id="1398" w:name="_Toc410910652"/>
      <w:bookmarkStart w:id="1399" w:name="_Toc411841080"/>
      <w:bookmarkStart w:id="1400" w:name="_Toc422147042"/>
      <w:bookmarkStart w:id="1401" w:name="_Toc433020638"/>
      <w:bookmarkStart w:id="1402" w:name="_Toc437262079"/>
      <w:bookmarkStart w:id="1403" w:name="_Toc478375256"/>
      <w:bookmarkStart w:id="1404" w:name="_Toc510513349"/>
      <w:r w:rsidRPr="00AE0E6D">
        <w:rPr>
          <w:b/>
        </w:rPr>
        <w:t>3.10.8.2</w:t>
      </w:r>
      <w:r w:rsidRPr="00AE0E6D">
        <w:rPr>
          <w:b/>
        </w:rPr>
        <w:tab/>
        <w:t>Dynamic Ratings Delivered via Static Table and Telemetered Temperature</w:t>
      </w:r>
      <w:bookmarkEnd w:id="1393"/>
      <w:bookmarkEnd w:id="1394"/>
      <w:bookmarkEnd w:id="1395"/>
      <w:bookmarkEnd w:id="1396"/>
      <w:bookmarkEnd w:id="1397"/>
      <w:bookmarkEnd w:id="1398"/>
      <w:bookmarkEnd w:id="1399"/>
      <w:bookmarkEnd w:id="1400"/>
      <w:bookmarkEnd w:id="1401"/>
      <w:bookmarkEnd w:id="1402"/>
      <w:bookmarkEnd w:id="1403"/>
      <w:bookmarkEnd w:id="1404"/>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lastRenderedPageBreak/>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05" w:name="_Toc144691958"/>
      <w:bookmarkStart w:id="1406" w:name="_Toc204048568"/>
      <w:bookmarkStart w:id="1407" w:name="_Toc400526170"/>
      <w:bookmarkStart w:id="1408" w:name="_Toc405534488"/>
      <w:bookmarkStart w:id="1409" w:name="_Toc406570501"/>
      <w:bookmarkStart w:id="1410" w:name="_Toc410910653"/>
      <w:bookmarkStart w:id="1411" w:name="_Toc411841081"/>
      <w:bookmarkStart w:id="1412" w:name="_Toc422147043"/>
      <w:bookmarkStart w:id="1413" w:name="_Toc433020639"/>
      <w:bookmarkStart w:id="1414" w:name="_Toc437262080"/>
      <w:bookmarkStart w:id="1415" w:name="_Toc478375257"/>
      <w:bookmarkStart w:id="1416" w:name="_Toc510513350"/>
      <w:r w:rsidRPr="00AE0E6D">
        <w:rPr>
          <w:b/>
        </w:rPr>
        <w:t>3.10.8.3</w:t>
      </w:r>
      <w:r w:rsidRPr="00AE0E6D">
        <w:rPr>
          <w:b/>
        </w:rPr>
        <w:tab/>
        <w:t>Dynamic Rating Network Operations Model Change Requests</w:t>
      </w:r>
      <w:bookmarkEnd w:id="1405"/>
      <w:bookmarkEnd w:id="1406"/>
      <w:bookmarkEnd w:id="1407"/>
      <w:bookmarkEnd w:id="1408"/>
      <w:bookmarkEnd w:id="1409"/>
      <w:bookmarkEnd w:id="1410"/>
      <w:bookmarkEnd w:id="1411"/>
      <w:bookmarkEnd w:id="1412"/>
      <w:bookmarkEnd w:id="1413"/>
      <w:bookmarkEnd w:id="1414"/>
      <w:bookmarkEnd w:id="1415"/>
      <w:bookmarkEnd w:id="1416"/>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17" w:name="_Toc144691959"/>
      <w:bookmarkStart w:id="1418" w:name="_Toc204048569"/>
      <w:bookmarkStart w:id="1419" w:name="_Toc400526171"/>
      <w:bookmarkStart w:id="1420" w:name="_Toc405534489"/>
      <w:bookmarkStart w:id="1421" w:name="_Toc406570502"/>
      <w:bookmarkStart w:id="1422" w:name="_Toc410910654"/>
      <w:bookmarkStart w:id="1423" w:name="_Toc411841082"/>
      <w:bookmarkStart w:id="1424" w:name="_Toc422147044"/>
      <w:bookmarkStart w:id="1425" w:name="_Toc433020640"/>
      <w:bookmarkStart w:id="1426" w:name="_Toc437262081"/>
      <w:bookmarkStart w:id="1427" w:name="_Toc478375258"/>
      <w:bookmarkStart w:id="1428" w:name="_Toc510513351"/>
      <w:r w:rsidRPr="00AE0E6D">
        <w:rPr>
          <w:b/>
        </w:rPr>
        <w:t>3.10.8.4</w:t>
      </w:r>
      <w:r w:rsidRPr="00AE0E6D">
        <w:rPr>
          <w:b/>
        </w:rPr>
        <w:tab/>
        <w:t>ERCOT Responsibilities Related to Dynamic Ratings</w:t>
      </w:r>
      <w:bookmarkEnd w:id="1417"/>
      <w:bookmarkEnd w:id="1418"/>
      <w:bookmarkEnd w:id="1419"/>
      <w:bookmarkEnd w:id="1420"/>
      <w:bookmarkEnd w:id="1421"/>
      <w:bookmarkEnd w:id="1422"/>
      <w:bookmarkEnd w:id="1423"/>
      <w:bookmarkEnd w:id="1424"/>
      <w:bookmarkEnd w:id="1425"/>
      <w:bookmarkEnd w:id="1426"/>
      <w:bookmarkEnd w:id="1427"/>
      <w:bookmarkEnd w:id="1428"/>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lastRenderedPageBreak/>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29" w:name="_Toc144691960"/>
      <w:bookmarkStart w:id="1430" w:name="_Toc204048570"/>
      <w:bookmarkStart w:id="1431" w:name="_Toc400526172"/>
      <w:bookmarkStart w:id="1432" w:name="_Toc405534490"/>
      <w:bookmarkStart w:id="1433" w:name="_Toc406570503"/>
      <w:bookmarkStart w:id="1434" w:name="_Toc410910655"/>
      <w:bookmarkStart w:id="1435" w:name="_Toc411841083"/>
      <w:bookmarkStart w:id="1436" w:name="_Toc422147045"/>
      <w:bookmarkStart w:id="1437" w:name="_Toc433020641"/>
      <w:bookmarkStart w:id="1438" w:name="_Toc437262082"/>
      <w:bookmarkStart w:id="1439" w:name="_Toc478375259"/>
      <w:bookmarkStart w:id="1440" w:name="_Toc510513352"/>
      <w:r w:rsidRPr="00AE0E6D">
        <w:rPr>
          <w:b/>
        </w:rPr>
        <w:t>3.10.8.5</w:t>
      </w:r>
      <w:r w:rsidRPr="00AE0E6D">
        <w:rPr>
          <w:b/>
        </w:rPr>
        <w:tab/>
        <w:t>Transmission Service Provider Responsibilities Related to Dynamic Ratings</w:t>
      </w:r>
      <w:bookmarkEnd w:id="1429"/>
      <w:bookmarkEnd w:id="1430"/>
      <w:bookmarkEnd w:id="1431"/>
      <w:bookmarkEnd w:id="1432"/>
      <w:bookmarkEnd w:id="1433"/>
      <w:bookmarkEnd w:id="1434"/>
      <w:bookmarkEnd w:id="1435"/>
      <w:bookmarkEnd w:id="1436"/>
      <w:bookmarkEnd w:id="1437"/>
      <w:bookmarkEnd w:id="1438"/>
      <w:bookmarkEnd w:id="1439"/>
      <w:bookmarkEnd w:id="1440"/>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41" w:name="_Toc114235790"/>
      <w:bookmarkStart w:id="1442" w:name="_Toc144691961"/>
      <w:bookmarkStart w:id="1443" w:name="_Toc204048571"/>
      <w:bookmarkStart w:id="1444" w:name="_Toc400526173"/>
      <w:bookmarkStart w:id="1445" w:name="_Toc405534491"/>
      <w:bookmarkStart w:id="1446" w:name="_Toc406570504"/>
      <w:bookmarkStart w:id="1447" w:name="_Toc410910656"/>
      <w:bookmarkStart w:id="1448" w:name="_Toc411841084"/>
      <w:bookmarkStart w:id="1449" w:name="_Toc422147046"/>
      <w:bookmarkStart w:id="1450" w:name="_Toc433020642"/>
      <w:bookmarkStart w:id="1451" w:name="_Toc437262083"/>
      <w:bookmarkStart w:id="1452" w:name="_Toc478375260"/>
      <w:bookmarkStart w:id="1453" w:name="_Toc510513353"/>
      <w:r>
        <w:t>3.10.9</w:t>
      </w:r>
      <w:r>
        <w:tab/>
        <w:t>State Estimator Standard</w:t>
      </w:r>
      <w:bookmarkEnd w:id="1441"/>
      <w:bookmarkEnd w:id="1442"/>
      <w:bookmarkEnd w:id="1443"/>
      <w:r w:rsidR="00572BA1">
        <w:t>s</w:t>
      </w:r>
      <w:bookmarkEnd w:id="1444"/>
      <w:bookmarkEnd w:id="1445"/>
      <w:bookmarkEnd w:id="1446"/>
      <w:bookmarkEnd w:id="1447"/>
      <w:bookmarkEnd w:id="1448"/>
      <w:bookmarkEnd w:id="1449"/>
      <w:bookmarkEnd w:id="1450"/>
      <w:bookmarkEnd w:id="1451"/>
      <w:bookmarkEnd w:id="1452"/>
      <w:bookmarkEnd w:id="1453"/>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54" w:name="_Toc144691962"/>
      <w:bookmarkStart w:id="1455" w:name="_Toc204048572"/>
      <w:bookmarkStart w:id="1456" w:name="_Toc400526174"/>
      <w:bookmarkStart w:id="1457" w:name="_Toc405534492"/>
      <w:bookmarkStart w:id="1458" w:name="_Toc406570505"/>
      <w:bookmarkStart w:id="1459" w:name="_Toc410910657"/>
      <w:bookmarkStart w:id="1460" w:name="_Toc411841085"/>
      <w:bookmarkStart w:id="1461" w:name="_Toc422147047"/>
      <w:bookmarkStart w:id="1462" w:name="_Toc433020643"/>
      <w:bookmarkStart w:id="1463" w:name="_Toc437262084"/>
      <w:bookmarkStart w:id="1464" w:name="_Toc478375261"/>
      <w:bookmarkStart w:id="1465" w:name="_Toc510513354"/>
      <w:r w:rsidRPr="00AE0E6D">
        <w:rPr>
          <w:b/>
        </w:rPr>
        <w:t>3.10.9.1</w:t>
      </w:r>
      <w:r w:rsidRPr="00AE0E6D">
        <w:rPr>
          <w:b/>
        </w:rPr>
        <w:tab/>
        <w:t xml:space="preserve">Considerations for </w:t>
      </w:r>
      <w:r w:rsidR="00D15E6C">
        <w:rPr>
          <w:b/>
        </w:rPr>
        <w:t xml:space="preserve">State Estimator </w:t>
      </w:r>
      <w:r w:rsidRPr="00AE0E6D">
        <w:rPr>
          <w:b/>
        </w:rPr>
        <w:t>Standards</w:t>
      </w:r>
      <w:bookmarkEnd w:id="1454"/>
      <w:bookmarkEnd w:id="1455"/>
      <w:bookmarkEnd w:id="1456"/>
      <w:bookmarkEnd w:id="1457"/>
      <w:bookmarkEnd w:id="1458"/>
      <w:bookmarkEnd w:id="1459"/>
      <w:bookmarkEnd w:id="1460"/>
      <w:bookmarkEnd w:id="1461"/>
      <w:bookmarkEnd w:id="1462"/>
      <w:bookmarkEnd w:id="1463"/>
      <w:bookmarkEnd w:id="1464"/>
      <w:bookmarkEnd w:id="1465"/>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66" w:name="_Toc144691963"/>
      <w:bookmarkStart w:id="1467" w:name="_Toc204048573"/>
      <w:bookmarkStart w:id="1468" w:name="_Toc400526175"/>
      <w:bookmarkStart w:id="1469" w:name="_Toc405534493"/>
      <w:bookmarkStart w:id="1470" w:name="_Toc406570506"/>
      <w:bookmarkStart w:id="1471" w:name="_Toc410910658"/>
      <w:bookmarkStart w:id="1472" w:name="_Toc411841086"/>
      <w:bookmarkStart w:id="1473" w:name="_Toc422147048"/>
      <w:bookmarkStart w:id="1474" w:name="_Toc433020644"/>
      <w:bookmarkStart w:id="1475" w:name="_Toc437262085"/>
      <w:bookmarkStart w:id="1476" w:name="_Toc478375262"/>
      <w:bookmarkStart w:id="1477" w:name="_Toc510513355"/>
      <w:r w:rsidRPr="00AE0E6D">
        <w:rPr>
          <w:b/>
        </w:rPr>
        <w:t>3.10.9.2</w:t>
      </w:r>
      <w:r w:rsidRPr="00AE0E6D">
        <w:rPr>
          <w:b/>
        </w:rPr>
        <w:tab/>
        <w:t>Telemetry and State Estimator Performance Monitoring</w:t>
      </w:r>
      <w:bookmarkEnd w:id="1466"/>
      <w:bookmarkEnd w:id="1467"/>
      <w:bookmarkEnd w:id="1468"/>
      <w:bookmarkEnd w:id="1469"/>
      <w:bookmarkEnd w:id="1470"/>
      <w:bookmarkEnd w:id="1471"/>
      <w:bookmarkEnd w:id="1472"/>
      <w:bookmarkEnd w:id="1473"/>
      <w:bookmarkEnd w:id="1474"/>
      <w:bookmarkEnd w:id="1475"/>
      <w:bookmarkEnd w:id="1476"/>
      <w:bookmarkEnd w:id="1477"/>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p w14:paraId="1D25B771" w14:textId="77777777" w:rsidR="00CB13B2" w:rsidRDefault="002D238A">
      <w:pPr>
        <w:pStyle w:val="H2"/>
      </w:pPr>
      <w:bookmarkStart w:id="1478" w:name="_Toc114235791"/>
      <w:bookmarkStart w:id="1479" w:name="_Toc144691964"/>
      <w:bookmarkStart w:id="1480" w:name="_Toc204048574"/>
      <w:bookmarkStart w:id="1481" w:name="_Toc400526176"/>
      <w:bookmarkStart w:id="1482" w:name="_Toc405534494"/>
      <w:bookmarkStart w:id="1483" w:name="_Toc406570507"/>
      <w:bookmarkStart w:id="1484" w:name="_Toc410910659"/>
      <w:bookmarkStart w:id="1485" w:name="_Toc411841087"/>
      <w:bookmarkStart w:id="1486" w:name="_Toc422147049"/>
      <w:bookmarkStart w:id="1487" w:name="_Toc433020645"/>
      <w:bookmarkStart w:id="1488" w:name="_Toc437262086"/>
      <w:bookmarkStart w:id="1489" w:name="_Toc478375263"/>
      <w:bookmarkStart w:id="1490" w:name="_Toc510513356"/>
      <w:r>
        <w:lastRenderedPageBreak/>
        <w:t>3.11</w:t>
      </w:r>
      <w:r>
        <w:tab/>
        <w:t>Transmission Planning</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14:paraId="4AFB26BE" w14:textId="77777777" w:rsidR="00CB13B2" w:rsidRDefault="002D238A">
      <w:pPr>
        <w:pStyle w:val="H3"/>
      </w:pPr>
      <w:bookmarkStart w:id="1491" w:name="_Toc114235792"/>
      <w:bookmarkStart w:id="1492" w:name="_Toc144691965"/>
      <w:bookmarkStart w:id="1493" w:name="_Toc204048575"/>
      <w:bookmarkStart w:id="1494" w:name="_Toc400526177"/>
      <w:bookmarkStart w:id="1495" w:name="_Toc405534495"/>
      <w:bookmarkStart w:id="1496" w:name="_Toc406570508"/>
      <w:bookmarkStart w:id="1497" w:name="_Toc410910660"/>
      <w:bookmarkStart w:id="1498" w:name="_Toc411841088"/>
      <w:bookmarkStart w:id="1499" w:name="_Toc422147050"/>
      <w:bookmarkStart w:id="1500" w:name="_Toc433020646"/>
      <w:bookmarkStart w:id="1501" w:name="_Toc437262087"/>
      <w:bookmarkStart w:id="1502" w:name="_Toc478375264"/>
      <w:bookmarkStart w:id="1503" w:name="_Toc510513357"/>
      <w:r>
        <w:t>3.11.1</w:t>
      </w:r>
      <w:r>
        <w:tab/>
        <w:t>Overview</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14:paraId="200A25CF" w14:textId="77777777" w:rsidR="00CB13B2" w:rsidRDefault="002D238A">
      <w:pPr>
        <w:pStyle w:val="BodyTextNumbered"/>
      </w:pPr>
      <w:r>
        <w:t>(</w:t>
      </w:r>
      <w:r w:rsidR="00705DE6">
        <w:t>1</w:t>
      </w:r>
      <w:r>
        <w:t>)</w:t>
      </w:r>
      <w:r>
        <w:tab/>
        <w:t xml:space="preserve">Any </w:t>
      </w:r>
      <w:r w:rsidR="00705DE6">
        <w:t>stakeholder</w:t>
      </w:r>
      <w:r>
        <w:t xml:space="preserve">, regardless if it is a </w:t>
      </w:r>
      <w:r w:rsidR="00705DE6">
        <w:t>Transmission Service Provider (</w:t>
      </w:r>
      <w:r>
        <w:t>TSP</w:t>
      </w:r>
      <w:r w:rsidR="00705DE6">
        <w:t>)</w:t>
      </w:r>
      <w:r>
        <w:t xml:space="preserve"> and/or </w:t>
      </w:r>
      <w:r w:rsidR="00705DE6">
        <w:t>Distribution Service Provider (</w:t>
      </w:r>
      <w:r>
        <w:t>DSP</w:t>
      </w:r>
      <w:r w:rsidR="00705DE6">
        <w:t>)</w:t>
      </w:r>
      <w:r>
        <w:t xml:space="preserve">, may develop and submit proposed projects to the Regional Planning Groups (RPGs), and review projects developed and proposed by the RPGs.  Broad participation in the process will result in a thorough development of projects.  However, confidentiality provisions prevent participation of non-TSPs and/or DSPs in the studies leading to interconnection agreements with generators until they become public. </w:t>
      </w:r>
    </w:p>
    <w:p w14:paraId="4059476C" w14:textId="77777777" w:rsidR="00CB13B2" w:rsidRDefault="002D238A">
      <w:pPr>
        <w:pStyle w:val="BodyTextNumbered"/>
      </w:pPr>
      <w:r>
        <w:t>(</w:t>
      </w:r>
      <w:r w:rsidR="00705DE6">
        <w:t>2</w:t>
      </w:r>
      <w:r>
        <w:t>)</w:t>
      </w:r>
      <w:r>
        <w:tab/>
        <w:t xml:space="preserve">Project endorsement through the ERCOT Regional Planning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04" w:name="_Toc114235793"/>
      <w:bookmarkStart w:id="1505" w:name="_Toc144691966"/>
      <w:bookmarkStart w:id="1506" w:name="_Toc204048576"/>
      <w:bookmarkStart w:id="1507" w:name="_Toc400526178"/>
      <w:bookmarkStart w:id="1508" w:name="_Toc405534496"/>
      <w:bookmarkStart w:id="1509" w:name="_Toc406570509"/>
      <w:bookmarkStart w:id="1510" w:name="_Toc410910661"/>
      <w:bookmarkStart w:id="1511" w:name="_Toc411841089"/>
      <w:bookmarkStart w:id="1512" w:name="_Toc422147051"/>
      <w:bookmarkStart w:id="1513" w:name="_Toc433020647"/>
      <w:bookmarkStart w:id="1514" w:name="_Toc437262088"/>
      <w:bookmarkStart w:id="1515" w:name="_Toc478375265"/>
      <w:bookmarkStart w:id="1516" w:name="_Toc510513358"/>
      <w:r>
        <w:t>3.11.2</w:t>
      </w:r>
      <w:r>
        <w:tab/>
        <w:t>Planning Criteria</w:t>
      </w:r>
      <w:bookmarkEnd w:id="1504"/>
      <w:bookmarkEnd w:id="1505"/>
      <w:bookmarkEnd w:id="1506"/>
      <w:bookmarkEnd w:id="1507"/>
      <w:bookmarkEnd w:id="1508"/>
      <w:bookmarkEnd w:id="1509"/>
      <w:bookmarkEnd w:id="1510"/>
      <w:bookmarkEnd w:id="1511"/>
      <w:bookmarkEnd w:id="1512"/>
      <w:bookmarkEnd w:id="1513"/>
      <w:bookmarkEnd w:id="1514"/>
      <w:bookmarkEnd w:id="1515"/>
      <w:bookmarkEnd w:id="1516"/>
    </w:p>
    <w:p w14:paraId="2BE0354D" w14:textId="77777777" w:rsidR="00CB13B2" w:rsidRDefault="002D238A">
      <w:pPr>
        <w:pStyle w:val="BodyTextNumbered"/>
      </w:pPr>
      <w:r>
        <w:t>(1)</w:t>
      </w:r>
      <w:r>
        <w:tab/>
        <w:t xml:space="preserve">ERCOT and </w:t>
      </w:r>
      <w:r w:rsidR="00705DE6">
        <w:t>TSPs</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77777777" w:rsidR="00705DE6" w:rsidRDefault="002D238A">
      <w:pPr>
        <w:pStyle w:val="BodyTextNumbered"/>
      </w:pPr>
      <w:r>
        <w:t>(3)</w:t>
      </w:r>
      <w:r>
        <w:tab/>
        <w:t xml:space="preserve">ERCOT shall attempt to meet these reliability criteria as economically as possible and shall actively identify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chronological simulation of the security-constrained unit commitment and economic </w:t>
      </w:r>
      <w:r w:rsidRPr="00350910">
        <w:lastRenderedPageBreak/>
        <w:t>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17" w:name="_Toc114235794"/>
      <w:bookmarkStart w:id="1518" w:name="_Toc144691967"/>
      <w:bookmarkStart w:id="1519" w:name="_Toc204048577"/>
      <w:bookmarkStart w:id="1520" w:name="_Toc400526179"/>
      <w:bookmarkStart w:id="1521" w:name="_Toc405534497"/>
      <w:bookmarkStart w:id="1522" w:name="_Toc406570510"/>
      <w:bookmarkStart w:id="1523" w:name="_Toc410910662"/>
      <w:bookmarkStart w:id="1524" w:name="_Toc411841090"/>
      <w:bookmarkStart w:id="1525" w:name="_Toc422147052"/>
      <w:bookmarkStart w:id="1526" w:name="_Toc433020648"/>
      <w:bookmarkStart w:id="1527" w:name="_Toc437262089"/>
      <w:bookmarkStart w:id="1528" w:name="_Toc478375266"/>
      <w:bookmarkStart w:id="1529" w:name="_Toc510513359"/>
      <w:r>
        <w:t>3.11.3</w:t>
      </w:r>
      <w:r>
        <w:tab/>
        <w:t>Regional Planning Group</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30" w:name="_Toc400526180"/>
      <w:bookmarkStart w:id="1531" w:name="_Toc405534498"/>
      <w:bookmarkStart w:id="1532" w:name="_Toc406570511"/>
      <w:bookmarkStart w:id="1533" w:name="_Toc410910663"/>
      <w:bookmarkStart w:id="1534" w:name="_Toc411841091"/>
      <w:bookmarkStart w:id="1535" w:name="_Toc422147053"/>
      <w:bookmarkStart w:id="1536" w:name="_Toc433020649"/>
      <w:bookmarkStart w:id="1537" w:name="_Toc437262090"/>
      <w:bookmarkStart w:id="1538" w:name="_Toc478375267"/>
      <w:bookmarkStart w:id="1539" w:name="_Toc510513360"/>
      <w:r>
        <w:rPr>
          <w:b/>
          <w:bCs/>
          <w:i/>
        </w:rPr>
        <w:t>3.11.4</w:t>
      </w:r>
      <w:r>
        <w:rPr>
          <w:b/>
          <w:bCs/>
          <w:i/>
        </w:rPr>
        <w:tab/>
        <w:t>Regional Planning Group Project Review Process</w:t>
      </w:r>
      <w:bookmarkEnd w:id="1530"/>
      <w:bookmarkEnd w:id="1531"/>
      <w:bookmarkEnd w:id="1532"/>
      <w:bookmarkEnd w:id="1533"/>
      <w:bookmarkEnd w:id="1534"/>
      <w:bookmarkEnd w:id="1535"/>
      <w:bookmarkEnd w:id="1536"/>
      <w:bookmarkEnd w:id="1537"/>
      <w:bookmarkEnd w:id="1538"/>
      <w:bookmarkEnd w:id="1539"/>
    </w:p>
    <w:p w14:paraId="44BFB018" w14:textId="77777777" w:rsidR="00870115" w:rsidRPr="00AE0E6D" w:rsidRDefault="00870115" w:rsidP="00870115">
      <w:pPr>
        <w:pStyle w:val="H4"/>
        <w:rPr>
          <w:b/>
        </w:rPr>
      </w:pPr>
      <w:bookmarkStart w:id="1540" w:name="_Toc245029195"/>
      <w:bookmarkStart w:id="1541" w:name="_Toc400526181"/>
      <w:bookmarkStart w:id="1542" w:name="_Toc405534499"/>
      <w:bookmarkStart w:id="1543" w:name="_Toc406570512"/>
      <w:bookmarkStart w:id="1544" w:name="_Toc410910664"/>
      <w:bookmarkStart w:id="1545" w:name="_Toc411841092"/>
      <w:bookmarkStart w:id="1546" w:name="_Toc422147054"/>
      <w:bookmarkStart w:id="1547" w:name="_Toc433020650"/>
      <w:bookmarkStart w:id="1548" w:name="_Toc437262091"/>
      <w:bookmarkStart w:id="1549" w:name="_Toc478375268"/>
      <w:bookmarkStart w:id="1550" w:name="_Toc510513361"/>
      <w:r w:rsidRPr="00AE0E6D">
        <w:rPr>
          <w:b/>
        </w:rPr>
        <w:t>3.11.4.1</w:t>
      </w:r>
      <w:r w:rsidRPr="00AE0E6D">
        <w:rPr>
          <w:b/>
        </w:rPr>
        <w:tab/>
        <w:t>Project Submission</w:t>
      </w:r>
      <w:bookmarkEnd w:id="1540"/>
      <w:bookmarkEnd w:id="1541"/>
      <w:bookmarkEnd w:id="1542"/>
      <w:bookmarkEnd w:id="1543"/>
      <w:bookmarkEnd w:id="1544"/>
      <w:bookmarkEnd w:id="1545"/>
      <w:bookmarkEnd w:id="1546"/>
      <w:bookmarkEnd w:id="1547"/>
      <w:bookmarkEnd w:id="1548"/>
      <w:bookmarkEnd w:id="1549"/>
      <w:bookmarkEnd w:id="1550"/>
    </w:p>
    <w:p w14:paraId="08D36DA7" w14:textId="77777777"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77777777" w:rsidR="00870115" w:rsidRPr="00350910" w:rsidRDefault="00870115" w:rsidP="00870115">
      <w:pPr>
        <w:pStyle w:val="BodyTextNumbered"/>
      </w:pPr>
      <w:r>
        <w:lastRenderedPageBreak/>
        <w:t>(2)</w:t>
      </w:r>
      <w:r>
        <w:tab/>
      </w:r>
      <w:r w:rsidRPr="00350910">
        <w:t xml:space="preserve">Stakeholders may submit projects for RPG Project Review within any project Tier.  All transmission projects in Tiers 1, 2 and 3 should be submitted.  TSPs are not required to submit Tier 4 projects for RPG review, but should include any Tier 4 projects that are known in advance in the cases used for development of the </w:t>
      </w:r>
      <w:r w:rsidR="0007456E">
        <w:t>Regional</w:t>
      </w:r>
      <w:r w:rsidRPr="00350910">
        <w:t xml:space="preserve"> Transmission Plan. </w:t>
      </w:r>
    </w:p>
    <w:p w14:paraId="67F6B9F8" w14:textId="77777777" w:rsidR="00870115" w:rsidRPr="00350910"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7F493E66" w14:textId="77777777" w:rsidR="00870115" w:rsidRPr="00AE0E6D" w:rsidRDefault="00870115" w:rsidP="00870115">
      <w:pPr>
        <w:pStyle w:val="H4"/>
        <w:rPr>
          <w:b/>
        </w:rPr>
      </w:pPr>
      <w:bookmarkStart w:id="1551" w:name="_Toc400526182"/>
      <w:bookmarkStart w:id="1552" w:name="_Toc405534500"/>
      <w:bookmarkStart w:id="1553" w:name="_Toc406570513"/>
      <w:bookmarkStart w:id="1554" w:name="_Toc410910665"/>
      <w:bookmarkStart w:id="1555" w:name="_Toc411841093"/>
      <w:bookmarkStart w:id="1556" w:name="_Toc422147055"/>
      <w:bookmarkStart w:id="1557" w:name="_Toc433020651"/>
      <w:bookmarkStart w:id="1558" w:name="_Toc437262092"/>
      <w:bookmarkStart w:id="1559" w:name="_Toc478375269"/>
      <w:bookmarkStart w:id="1560" w:name="_Toc510513362"/>
      <w:r w:rsidRPr="00AE0E6D">
        <w:rPr>
          <w:b/>
        </w:rPr>
        <w:t>3.11.4.2</w:t>
      </w:r>
      <w:r w:rsidRPr="00AE0E6D">
        <w:rPr>
          <w:b/>
        </w:rPr>
        <w:tab/>
        <w:t>Project Comment Process</w:t>
      </w:r>
      <w:bookmarkEnd w:id="1551"/>
      <w:bookmarkEnd w:id="1552"/>
      <w:bookmarkEnd w:id="1553"/>
      <w:bookmarkEnd w:id="1554"/>
      <w:bookmarkEnd w:id="1555"/>
      <w:bookmarkEnd w:id="1556"/>
      <w:bookmarkEnd w:id="1557"/>
      <w:bookmarkEnd w:id="1558"/>
      <w:bookmarkEnd w:id="1559"/>
      <w:bookmarkEnd w:id="1560"/>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61" w:name="_Toc400526183"/>
      <w:bookmarkStart w:id="1562" w:name="_Toc405534501"/>
      <w:bookmarkStart w:id="1563" w:name="_Toc406570514"/>
      <w:bookmarkStart w:id="1564" w:name="_Toc410910666"/>
      <w:bookmarkStart w:id="1565" w:name="_Toc411841094"/>
      <w:bookmarkStart w:id="1566" w:name="_Toc422147056"/>
      <w:bookmarkStart w:id="1567" w:name="_Toc433020652"/>
      <w:bookmarkStart w:id="1568" w:name="_Toc437262093"/>
      <w:bookmarkStart w:id="1569" w:name="_Toc478375270"/>
      <w:bookmarkStart w:id="1570" w:name="_Toc510513363"/>
      <w:r w:rsidRPr="00AE0E6D">
        <w:rPr>
          <w:b/>
        </w:rPr>
        <w:t>3.11.4.3</w:t>
      </w:r>
      <w:r w:rsidRPr="00AE0E6D">
        <w:rPr>
          <w:b/>
        </w:rPr>
        <w:tab/>
        <w:t>Categorization of Proposed Transmission Projects</w:t>
      </w:r>
      <w:bookmarkEnd w:id="1561"/>
      <w:bookmarkEnd w:id="1562"/>
      <w:bookmarkEnd w:id="1563"/>
      <w:bookmarkEnd w:id="1564"/>
      <w:bookmarkEnd w:id="1565"/>
      <w:bookmarkEnd w:id="1566"/>
      <w:bookmarkEnd w:id="1567"/>
      <w:bookmarkEnd w:id="1568"/>
      <w:bookmarkEnd w:id="1569"/>
      <w:bookmarkEnd w:id="1570"/>
    </w:p>
    <w:p w14:paraId="18D8CEF2" w14:textId="77777777"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The criteria used to classify a specific project into the appropriate Tier are </w:t>
      </w:r>
      <w:r>
        <w:t>described in Section 3.11.4.4, Tier 4, through Section 3.11.4.7, Tier 1</w:t>
      </w:r>
      <w:r w:rsidRPr="00350910">
        <w:t>, in increasing order of the level of review to which the projects within the Tier are subjected.</w:t>
      </w:r>
    </w:p>
    <w:p w14:paraId="5087C6CC" w14:textId="77777777" w:rsidR="00870115" w:rsidRPr="00350910" w:rsidRDefault="00870115" w:rsidP="00870115">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03E25262" w14:textId="77777777" w:rsidR="00870115" w:rsidRDefault="00870115" w:rsidP="00870115">
      <w:pPr>
        <w:pStyle w:val="BodyTextNumbered"/>
      </w:pPr>
      <w:r>
        <w:t>(3)</w:t>
      </w:r>
      <w:r>
        <w:tab/>
      </w:r>
      <w:r w:rsidRPr="00350910">
        <w:t>Any project that would be built by an Entity that is exempt (e.g., a Municipally Owned Utility (MOU)) from getting a Certificate of Convenience and Necessity (CCN) for transmission projects but would require a CCN if it were to be built by a regulated Entity will be treated as if the project would require a CCN for the purpose of defining the Tier of the project.</w:t>
      </w:r>
    </w:p>
    <w:p w14:paraId="1C7F3E03" w14:textId="77777777" w:rsidR="00870115" w:rsidRPr="00AE0E6D" w:rsidRDefault="00870115" w:rsidP="00870115">
      <w:pPr>
        <w:pStyle w:val="H4"/>
        <w:rPr>
          <w:b/>
        </w:rPr>
      </w:pPr>
      <w:bookmarkStart w:id="1571" w:name="_Toc400526184"/>
      <w:bookmarkStart w:id="1572" w:name="_Toc405534502"/>
      <w:bookmarkStart w:id="1573" w:name="_Toc406570515"/>
      <w:bookmarkStart w:id="1574" w:name="_Toc410910667"/>
      <w:bookmarkStart w:id="1575" w:name="_Toc411841095"/>
      <w:bookmarkStart w:id="1576" w:name="_Toc422147057"/>
      <w:bookmarkStart w:id="1577" w:name="_Toc433020653"/>
      <w:bookmarkStart w:id="1578" w:name="_Toc437262094"/>
      <w:bookmarkStart w:id="1579" w:name="_Toc478375271"/>
      <w:bookmarkStart w:id="1580" w:name="_Toc510513364"/>
      <w:r w:rsidRPr="00AE0E6D">
        <w:rPr>
          <w:b/>
        </w:rPr>
        <w:t>3.11.4.4</w:t>
      </w:r>
      <w:r w:rsidRPr="00AE0E6D">
        <w:rPr>
          <w:b/>
        </w:rPr>
        <w:tab/>
        <w:t>Tier 4</w:t>
      </w:r>
      <w:bookmarkEnd w:id="1571"/>
      <w:bookmarkEnd w:id="1572"/>
      <w:bookmarkEnd w:id="1573"/>
      <w:bookmarkEnd w:id="1574"/>
      <w:bookmarkEnd w:id="1575"/>
      <w:bookmarkEnd w:id="1576"/>
      <w:bookmarkEnd w:id="1577"/>
      <w:bookmarkEnd w:id="1578"/>
      <w:bookmarkEnd w:id="1579"/>
      <w:bookmarkEnd w:id="1580"/>
    </w:p>
    <w:p w14:paraId="587ACCB5" w14:textId="77777777" w:rsidR="0003698C" w:rsidRDefault="0003698C" w:rsidP="0003698C">
      <w:pPr>
        <w:pStyle w:val="BodyTextNumbered"/>
      </w:pPr>
      <w:r>
        <w:t>(1)</w:t>
      </w:r>
      <w:r>
        <w:tab/>
      </w:r>
      <w:r w:rsidRPr="00350910">
        <w:t>This category consists of</w:t>
      </w:r>
      <w:r>
        <w:t xml:space="preserve"> </w:t>
      </w:r>
      <w:r w:rsidRPr="00350910">
        <w:t>small system upgrades with estimated capital cost less than or equal to $15,000,000 and that do not require a CCN</w:t>
      </w:r>
      <w:r>
        <w:t>.</w:t>
      </w:r>
      <w:r w:rsidRPr="00350910">
        <w:t xml:space="preserve">  “</w:t>
      </w:r>
      <w:r>
        <w:t>N</w:t>
      </w:r>
      <w:r w:rsidRPr="00350910">
        <w:t>eutral” projects</w:t>
      </w:r>
      <w:r>
        <w:t xml:space="preserve"> are also classified as Tier 4 projects, irrespective of estimated capital cost and whether a CCN is required</w:t>
      </w:r>
      <w:r w:rsidRPr="00350910">
        <w:t xml:space="preserve">.  Neutral projects are: </w:t>
      </w:r>
    </w:p>
    <w:p w14:paraId="7A0C30DD" w14:textId="77777777" w:rsidR="0003698C" w:rsidRDefault="0003698C" w:rsidP="0003698C">
      <w:pPr>
        <w:pStyle w:val="List"/>
      </w:pPr>
      <w:r>
        <w:t>(a)</w:t>
      </w:r>
      <w:r>
        <w:tab/>
        <w:t>T</w:t>
      </w:r>
      <w:r w:rsidRPr="00350910">
        <w:t>he addition of or upgrades to radial transmission lines; the addition of equipment that does not affect the transfer capability of a line;</w:t>
      </w:r>
    </w:p>
    <w:p w14:paraId="40BB8AD1" w14:textId="77777777" w:rsidR="0003698C" w:rsidRDefault="0003698C" w:rsidP="0003698C">
      <w:pPr>
        <w:pStyle w:val="List"/>
      </w:pPr>
      <w:r>
        <w:lastRenderedPageBreak/>
        <w:t>(b)</w:t>
      </w:r>
      <w:r>
        <w:tab/>
        <w:t>R</w:t>
      </w:r>
      <w:r w:rsidRPr="00350910">
        <w:t xml:space="preserve">epair and replacement-in-kind projects; </w:t>
      </w:r>
    </w:p>
    <w:p w14:paraId="75C94991" w14:textId="77777777" w:rsidR="0003698C" w:rsidRDefault="0003698C" w:rsidP="0003698C">
      <w:pPr>
        <w:pStyle w:val="List"/>
      </w:pPr>
      <w:r>
        <w:t>(c)</w:t>
      </w:r>
      <w:r>
        <w:tab/>
        <w:t>P</w:t>
      </w:r>
      <w:r w:rsidRPr="00350910">
        <w:t xml:space="preserve">rojects that are associated with the </w:t>
      </w:r>
      <w:r>
        <w:t xml:space="preserve">direct </w:t>
      </w:r>
      <w:r w:rsidRPr="00350910">
        <w:t xml:space="preserve">interconnection of new generation; </w:t>
      </w:r>
    </w:p>
    <w:p w14:paraId="4618311E" w14:textId="77777777" w:rsidR="0003698C" w:rsidRDefault="0003698C" w:rsidP="0003698C">
      <w:pPr>
        <w:pStyle w:val="List"/>
      </w:pPr>
      <w:r>
        <w:t>(d)</w:t>
      </w:r>
      <w:r>
        <w:tab/>
        <w:t>T</w:t>
      </w:r>
      <w:r w:rsidRPr="00350910">
        <w:t>he addition of static reactive devices</w:t>
      </w:r>
      <w:r>
        <w:t>; and</w:t>
      </w:r>
      <w:r w:rsidRPr="00350910">
        <w:t xml:space="preserve"> </w:t>
      </w:r>
    </w:p>
    <w:p w14:paraId="2921260A" w14:textId="77777777" w:rsidR="00870115" w:rsidRPr="00350910" w:rsidRDefault="0003698C" w:rsidP="0003698C">
      <w:pPr>
        <w:pStyle w:val="BodyTextNumbered"/>
        <w:ind w:left="1440"/>
      </w:pPr>
      <w:r>
        <w:t>(e)</w:t>
      </w:r>
      <w:r>
        <w:tab/>
      </w:r>
      <w:r w:rsidRPr="00350910">
        <w:t>A project to serve a new Load, unless such project would create a new transmission line connection between two stations (other than looping an existing line into the new Load-ser</w:t>
      </w:r>
      <w:r>
        <w:t xml:space="preserve">ving station).  </w:t>
      </w:r>
    </w:p>
    <w:p w14:paraId="77BD14D0" w14:textId="77777777" w:rsidR="00870115" w:rsidRPr="00AE0E6D" w:rsidRDefault="00870115" w:rsidP="00C96C39">
      <w:pPr>
        <w:pStyle w:val="H4"/>
        <w:rPr>
          <w:b/>
        </w:rPr>
      </w:pPr>
      <w:bookmarkStart w:id="1581" w:name="_Toc245029191"/>
      <w:bookmarkStart w:id="1582" w:name="_Toc400526185"/>
      <w:bookmarkStart w:id="1583" w:name="_Toc405534503"/>
      <w:bookmarkStart w:id="1584" w:name="_Toc406570516"/>
      <w:bookmarkStart w:id="1585" w:name="_Toc410910668"/>
      <w:bookmarkStart w:id="1586" w:name="_Toc411841096"/>
      <w:bookmarkStart w:id="1587" w:name="_Toc422147058"/>
      <w:bookmarkStart w:id="1588" w:name="_Toc433020654"/>
      <w:bookmarkStart w:id="1589" w:name="_Toc437262095"/>
      <w:bookmarkStart w:id="1590" w:name="_Toc478375272"/>
      <w:bookmarkStart w:id="1591" w:name="_Toc510513365"/>
      <w:r w:rsidRPr="00AE0E6D">
        <w:rPr>
          <w:b/>
        </w:rPr>
        <w:t>3.11.4.5</w:t>
      </w:r>
      <w:r w:rsidRPr="00AE0E6D">
        <w:rPr>
          <w:b/>
        </w:rPr>
        <w:tab/>
        <w:t>Tier 3</w:t>
      </w:r>
      <w:bookmarkEnd w:id="1581"/>
      <w:bookmarkEnd w:id="1582"/>
      <w:bookmarkEnd w:id="1583"/>
      <w:bookmarkEnd w:id="1584"/>
      <w:bookmarkEnd w:id="1585"/>
      <w:bookmarkEnd w:id="1586"/>
      <w:bookmarkEnd w:id="1587"/>
      <w:bookmarkEnd w:id="1588"/>
      <w:bookmarkEnd w:id="1589"/>
      <w:bookmarkEnd w:id="1590"/>
      <w:bookmarkEnd w:id="1591"/>
    </w:p>
    <w:p w14:paraId="2BD45ED5" w14:textId="77777777" w:rsidR="00870115" w:rsidRPr="00350910" w:rsidRDefault="00685343" w:rsidP="006D5EC8">
      <w:pPr>
        <w:pStyle w:val="BodyTextNumbered"/>
      </w:pPr>
      <w:r>
        <w:t>(1)</w:t>
      </w:r>
      <w:r>
        <w:tab/>
      </w:r>
      <w:r w:rsidR="00870115" w:rsidRPr="00350910">
        <w:t>This category consists of projects with estimated capital costs between $15,000,000 and $50,000,000 not requiring a CCN.</w:t>
      </w:r>
    </w:p>
    <w:p w14:paraId="0D46E12E" w14:textId="77777777" w:rsidR="00870115" w:rsidRPr="00350910" w:rsidRDefault="00870115" w:rsidP="00870115">
      <w:pPr>
        <w:pStyle w:val="List"/>
      </w:pPr>
      <w:r w:rsidRPr="00350910">
        <w:t>(</w:t>
      </w:r>
      <w:r>
        <w:t>a</w:t>
      </w:r>
      <w:r w:rsidRPr="00350910">
        <w:t>)</w:t>
      </w:r>
      <w:r w:rsidRPr="00350910">
        <w:tab/>
        <w:t xml:space="preserve">ERCOT shall accept a Tier 3 project if no concerns, questions or objections are provided </w:t>
      </w:r>
      <w:r>
        <w:t>during the project comment process;</w:t>
      </w:r>
    </w:p>
    <w:p w14:paraId="73396658" w14:textId="77777777" w:rsidR="00870115" w:rsidRPr="00350910" w:rsidRDefault="00870115" w:rsidP="00870115">
      <w:pPr>
        <w:pStyle w:val="List"/>
      </w:pPr>
      <w:r w:rsidRPr="00350910">
        <w:t>(</w:t>
      </w:r>
      <w:r>
        <w:t>b</w:t>
      </w:r>
      <w:r w:rsidRPr="00350910">
        <w:t>)</w:t>
      </w:r>
      <w:r w:rsidRPr="00350910">
        <w:tab/>
        <w:t xml:space="preserve">If reasonable ERCOT or stakeholder concerns about a Tier 3 project cannot be resolved </w:t>
      </w:r>
      <w:r>
        <w:t>during the time period allotted by ERCOT</w:t>
      </w:r>
      <w:r w:rsidRPr="00350910">
        <w:t>, the project may be processed as a Tier 2 project, unless ERCOT assesses that reasonable progress is being made toward resolving these concerns</w:t>
      </w:r>
      <w:r>
        <w:t>; and</w:t>
      </w:r>
      <w:r w:rsidRPr="00350910">
        <w:t xml:space="preserve">  </w:t>
      </w:r>
    </w:p>
    <w:p w14:paraId="7C18267E" w14:textId="77777777" w:rsidR="00870115" w:rsidRPr="00350910" w:rsidRDefault="00870115" w:rsidP="00870115">
      <w:pPr>
        <w:pStyle w:val="List"/>
      </w:pPr>
      <w:r w:rsidRPr="00350910">
        <w:t>(</w:t>
      </w:r>
      <w:r>
        <w:t>c</w:t>
      </w:r>
      <w:r w:rsidRPr="00350910">
        <w:t>)</w:t>
      </w:r>
      <w:r w:rsidRPr="00350910">
        <w:tab/>
        <w:t xml:space="preserve">Projects that are required to meet an individual TSP’s Planning Criteria and that are not required by the NERC Reliability Standards or ERCOT Planning Criteria shall also be processed in this Tier, and shall be reclassified as a Tier 4 </w:t>
      </w:r>
      <w:r>
        <w:t>N</w:t>
      </w:r>
      <w:r w:rsidRPr="00350910">
        <w:t>eutral project if comments are resolved.</w:t>
      </w:r>
    </w:p>
    <w:p w14:paraId="45899899" w14:textId="77777777" w:rsidR="00870115" w:rsidRPr="00AE0E6D" w:rsidRDefault="00870115" w:rsidP="00870115">
      <w:pPr>
        <w:pStyle w:val="H4"/>
        <w:rPr>
          <w:b/>
        </w:rPr>
      </w:pPr>
      <w:bookmarkStart w:id="1592" w:name="_Toc245029192"/>
      <w:bookmarkStart w:id="1593" w:name="_Toc400526186"/>
      <w:bookmarkStart w:id="1594" w:name="_Toc405534504"/>
      <w:bookmarkStart w:id="1595" w:name="_Toc406570517"/>
      <w:bookmarkStart w:id="1596" w:name="_Toc410910669"/>
      <w:bookmarkStart w:id="1597" w:name="_Toc411841097"/>
      <w:bookmarkStart w:id="1598" w:name="_Toc422147059"/>
      <w:bookmarkStart w:id="1599" w:name="_Toc433020655"/>
      <w:bookmarkStart w:id="1600" w:name="_Toc437262096"/>
      <w:bookmarkStart w:id="1601" w:name="_Toc478375273"/>
      <w:bookmarkStart w:id="1602" w:name="_Toc510513366"/>
      <w:r w:rsidRPr="00AE0E6D">
        <w:rPr>
          <w:b/>
        </w:rPr>
        <w:t>3.11.4.6</w:t>
      </w:r>
      <w:r w:rsidRPr="00AE0E6D">
        <w:rPr>
          <w:b/>
        </w:rPr>
        <w:tab/>
        <w:t>Tier 2</w:t>
      </w:r>
      <w:bookmarkEnd w:id="1592"/>
      <w:bookmarkEnd w:id="1593"/>
      <w:bookmarkEnd w:id="1594"/>
      <w:bookmarkEnd w:id="1595"/>
      <w:bookmarkEnd w:id="1596"/>
      <w:bookmarkEnd w:id="1597"/>
      <w:bookmarkEnd w:id="1598"/>
      <w:bookmarkEnd w:id="1599"/>
      <w:bookmarkEnd w:id="1600"/>
      <w:bookmarkEnd w:id="1601"/>
      <w:bookmarkEnd w:id="1602"/>
    </w:p>
    <w:p w14:paraId="4AB003EB" w14:textId="77777777" w:rsidR="00870115" w:rsidRPr="00350910" w:rsidRDefault="00685343" w:rsidP="006D5EC8">
      <w:pPr>
        <w:pStyle w:val="BodyTextNumbered"/>
      </w:pPr>
      <w:r>
        <w:rPr>
          <w:iCs w:val="0"/>
        </w:rPr>
        <w:t>(1)</w:t>
      </w:r>
      <w:r>
        <w:rPr>
          <w:iCs w:val="0"/>
        </w:rPr>
        <w:tab/>
      </w:r>
      <w:r w:rsidR="00870115" w:rsidRPr="00A560F8">
        <w:rPr>
          <w:iCs w:val="0"/>
        </w:rPr>
        <w:t>This category consists of projects with estimated capital costs less than $50,000,000 requiring a CCN.</w:t>
      </w:r>
      <w:r w:rsidR="00870115">
        <w:rPr>
          <w:iCs w:val="0"/>
        </w:rPr>
        <w:t xml:space="preserve">  </w:t>
      </w:r>
      <w:r w:rsidR="00870115" w:rsidRPr="00350910">
        <w:t xml:space="preserve">ERCOT shall conduct an </w:t>
      </w:r>
      <w:r w:rsidR="00870115">
        <w:t>i</w:t>
      </w:r>
      <w:r w:rsidR="00870115" w:rsidRPr="00350910">
        <w:t xml:space="preserve">ndependent </w:t>
      </w:r>
      <w:r w:rsidR="00870115">
        <w:t>r</w:t>
      </w:r>
      <w:r w:rsidR="00870115" w:rsidRPr="00350910">
        <w:t>eview of the submitted Tier 2 project</w:t>
      </w:r>
      <w:r w:rsidR="00870115">
        <w:t xml:space="preserve"> to include the following</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77777777"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90 days or less.  If ERCOT is unable to complete their </w:t>
      </w:r>
      <w:r>
        <w:t>i</w:t>
      </w:r>
      <w:r w:rsidRPr="00350910">
        <w:t xml:space="preserve">ndependent </w:t>
      </w:r>
      <w:r>
        <w:t>r</w:t>
      </w:r>
      <w:r w:rsidRPr="00350910">
        <w:t xml:space="preserve">eview based on RPG input within 90 days, ERCOT </w:t>
      </w:r>
      <w:r>
        <w:t>shall</w:t>
      </w:r>
      <w:r w:rsidRPr="00350910">
        <w:t xml:space="preserve"> provide the project submitter a reason for the delay and expected completion time</w:t>
      </w:r>
      <w:r>
        <w:t>;</w:t>
      </w:r>
    </w:p>
    <w:p w14:paraId="3AFAC403" w14:textId="77777777" w:rsidR="00870115" w:rsidRPr="00350910" w:rsidRDefault="00870115" w:rsidP="00870115">
      <w:pPr>
        <w:pStyle w:val="List"/>
      </w:pPr>
      <w:r w:rsidRPr="00350910">
        <w:lastRenderedPageBreak/>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77777777" w:rsidR="00870115" w:rsidRPr="00AE0E6D" w:rsidRDefault="00870115" w:rsidP="00870115">
      <w:pPr>
        <w:pStyle w:val="H4"/>
        <w:rPr>
          <w:b/>
        </w:rPr>
      </w:pPr>
      <w:bookmarkStart w:id="1603" w:name="_Toc245029193"/>
      <w:bookmarkStart w:id="1604" w:name="_Toc400526187"/>
      <w:bookmarkStart w:id="1605" w:name="_Toc405534505"/>
      <w:bookmarkStart w:id="1606" w:name="_Toc406570518"/>
      <w:bookmarkStart w:id="1607" w:name="_Toc410910670"/>
      <w:bookmarkStart w:id="1608" w:name="_Toc411841098"/>
      <w:bookmarkStart w:id="1609" w:name="_Toc422147060"/>
      <w:bookmarkStart w:id="1610" w:name="_Toc433020656"/>
      <w:bookmarkStart w:id="1611" w:name="_Toc437262097"/>
      <w:bookmarkStart w:id="1612" w:name="_Toc478375274"/>
      <w:bookmarkStart w:id="1613" w:name="_Toc510513367"/>
      <w:r w:rsidRPr="00AE0E6D">
        <w:rPr>
          <w:b/>
        </w:rPr>
        <w:t>3.11.4.7</w:t>
      </w:r>
      <w:r w:rsidRPr="00AE0E6D">
        <w:rPr>
          <w:b/>
        </w:rPr>
        <w:tab/>
        <w:t>Tier 1</w:t>
      </w:r>
      <w:bookmarkEnd w:id="1603"/>
      <w:bookmarkEnd w:id="1604"/>
      <w:bookmarkEnd w:id="1605"/>
      <w:bookmarkEnd w:id="1606"/>
      <w:bookmarkEnd w:id="1607"/>
      <w:bookmarkEnd w:id="1608"/>
      <w:bookmarkEnd w:id="1609"/>
      <w:bookmarkEnd w:id="1610"/>
      <w:bookmarkEnd w:id="1611"/>
      <w:bookmarkEnd w:id="1612"/>
      <w:bookmarkEnd w:id="1613"/>
    </w:p>
    <w:p w14:paraId="63DEFCA6" w14:textId="77777777" w:rsidR="00870115" w:rsidRPr="00350910" w:rsidRDefault="00870115" w:rsidP="00870115">
      <w:pPr>
        <w:pStyle w:val="BodyTextNumbered"/>
      </w:pPr>
      <w:r>
        <w:t>(1)</w:t>
      </w:r>
      <w:r>
        <w:tab/>
      </w:r>
      <w:r w:rsidRPr="00350910">
        <w:t>This category is for all projects whose estimated capital cost is $50,000,000 or greater.</w:t>
      </w:r>
      <w:r>
        <w:t xml:space="preserve">  </w:t>
      </w:r>
      <w:r w:rsidRPr="00350910">
        <w:t xml:space="preserve">ERCOT shall conduct an </w:t>
      </w:r>
      <w:r>
        <w:t>i</w:t>
      </w:r>
      <w:r w:rsidRPr="00350910">
        <w:t xml:space="preserve">ndependent </w:t>
      </w:r>
      <w:r>
        <w:t>r</w:t>
      </w:r>
      <w:r w:rsidRPr="00350910">
        <w:t>eview of the submitted Tier 1 project</w:t>
      </w:r>
      <w:r>
        <w:t xml:space="preserve"> to include the following</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77777777"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90 days or less.  If ERCOT is unable to complete their </w:t>
      </w:r>
      <w:r>
        <w:t>i</w:t>
      </w:r>
      <w:r w:rsidRPr="00350910">
        <w:t xml:space="preserve">ndependent </w:t>
      </w:r>
      <w:r>
        <w:t>r</w:t>
      </w:r>
      <w:r w:rsidRPr="00350910">
        <w:t>eview based on RPG input within 90 days, ERCOT shall provide the project submitter a reason for the delay and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77777777" w:rsidR="00870115" w:rsidRPr="00350910" w:rsidRDefault="00870115" w:rsidP="00870115">
      <w:pPr>
        <w:pStyle w:val="BodyTextNumbered"/>
      </w:pPr>
      <w:r w:rsidRPr="00350910">
        <w:t>(</w:t>
      </w:r>
      <w:r>
        <w:t>2</w:t>
      </w:r>
      <w:r w:rsidRPr="00350910">
        <w:t>)</w:t>
      </w:r>
      <w:r w:rsidRPr="00350910">
        <w:tab/>
        <w:t>Tier 1 Projects require ERCOT Board endorsement.</w:t>
      </w:r>
    </w:p>
    <w:p w14:paraId="44BCDC87" w14:textId="77777777" w:rsidR="00870115" w:rsidRPr="00AE0E6D" w:rsidRDefault="00870115" w:rsidP="00870115">
      <w:pPr>
        <w:pStyle w:val="H4"/>
        <w:rPr>
          <w:b/>
        </w:rPr>
      </w:pPr>
      <w:bookmarkStart w:id="1614" w:name="_Toc400526188"/>
      <w:bookmarkStart w:id="1615" w:name="_Toc405534506"/>
      <w:bookmarkStart w:id="1616" w:name="_Toc406570519"/>
      <w:bookmarkStart w:id="1617" w:name="_Toc410910671"/>
      <w:bookmarkStart w:id="1618" w:name="_Toc411841099"/>
      <w:bookmarkStart w:id="1619" w:name="_Toc422147061"/>
      <w:bookmarkStart w:id="1620" w:name="_Toc433020657"/>
      <w:bookmarkStart w:id="1621" w:name="_Toc437262098"/>
      <w:bookmarkStart w:id="1622" w:name="_Toc478375275"/>
      <w:bookmarkStart w:id="1623" w:name="_Toc510513368"/>
      <w:r w:rsidRPr="00AE0E6D">
        <w:rPr>
          <w:b/>
        </w:rPr>
        <w:t>3.11.4.8</w:t>
      </w:r>
      <w:r w:rsidRPr="00AE0E6D">
        <w:rPr>
          <w:b/>
        </w:rPr>
        <w:tab/>
        <w:t>Determine Designated Providers of Transmission Additions</w:t>
      </w:r>
      <w:bookmarkEnd w:id="1614"/>
      <w:bookmarkEnd w:id="1615"/>
      <w:bookmarkEnd w:id="1616"/>
      <w:bookmarkEnd w:id="1617"/>
      <w:bookmarkEnd w:id="1618"/>
      <w:bookmarkEnd w:id="1619"/>
      <w:bookmarkEnd w:id="1620"/>
      <w:bookmarkEnd w:id="1621"/>
      <w:bookmarkEnd w:id="1622"/>
      <w:bookmarkEnd w:id="1623"/>
    </w:p>
    <w:p w14:paraId="1C64F56C" w14:textId="77777777" w:rsidR="00870115" w:rsidRPr="00350910" w:rsidRDefault="00685343" w:rsidP="006D5EC8">
      <w:pPr>
        <w:pStyle w:val="BodyTextNumbered"/>
      </w:pPr>
      <w:r>
        <w:t>(1)</w:t>
      </w:r>
      <w:r>
        <w:tab/>
      </w:r>
      <w:r w:rsidR="00870115" w:rsidRPr="00350910">
        <w:t xml:space="preserve">Upon completion of the RPG Project Review, ERCOT shall determine designated providers for the recommended transmission projects.  The default TSPs will be those TSPs that own the end points of the new projects.  Those TSPs can agree to provide or delegate the new facilities.  If different TSPs own the two ends of the recommended project, ERCOT will designate them as co-providers of the recommended project, and they can decide between themselves what parts of the recommended project they will each provide.  If they cannot agree, ERCOT will determine their responsibility following a meeting with the parties.  If a designated TSP agrees to provide a project and that designated TSP does not diligently pursue the project (during the time frame before a </w:t>
      </w:r>
      <w:r w:rsidR="00870115" w:rsidRPr="00350910">
        <w:lastRenderedPageBreak/>
        <w:t>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24" w:name="_Toc400526189"/>
      <w:bookmarkStart w:id="1625" w:name="_Toc405534507"/>
      <w:bookmarkStart w:id="1626" w:name="_Toc406570520"/>
      <w:bookmarkStart w:id="1627" w:name="_Toc410910672"/>
      <w:bookmarkStart w:id="1628" w:name="_Toc411841100"/>
      <w:bookmarkStart w:id="1629" w:name="_Toc422147062"/>
      <w:bookmarkStart w:id="1630" w:name="_Toc433020658"/>
      <w:bookmarkStart w:id="1631" w:name="_Toc437262099"/>
      <w:bookmarkStart w:id="1632" w:name="_Toc478375276"/>
      <w:bookmarkStart w:id="1633" w:name="_Toc510513369"/>
      <w:r w:rsidRPr="00AE0E6D">
        <w:rPr>
          <w:b/>
        </w:rPr>
        <w:t>3.11.4.9</w:t>
      </w:r>
      <w:r w:rsidRPr="00AE0E6D">
        <w:rPr>
          <w:b/>
        </w:rPr>
        <w:tab/>
        <w:t>Regional Planning Group Acceptance and ERCOT Endorsement</w:t>
      </w:r>
      <w:bookmarkEnd w:id="1624"/>
      <w:bookmarkEnd w:id="1625"/>
      <w:bookmarkEnd w:id="1626"/>
      <w:bookmarkEnd w:id="1627"/>
      <w:bookmarkEnd w:id="1628"/>
      <w:bookmarkEnd w:id="1629"/>
      <w:bookmarkEnd w:id="1630"/>
      <w:bookmarkEnd w:id="1631"/>
      <w:bookmarkEnd w:id="1632"/>
      <w:bookmarkEnd w:id="1633"/>
    </w:p>
    <w:p w14:paraId="5D51CF0C" w14:textId="77777777"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 RPG acceptance letter shall be sent to the designated TSP for the project, the project submitter (if different from the designated TSP), and copied to the RPG.  For Tier 2 projects, ERCOT’s recommendation as a result of </w:t>
      </w:r>
      <w:r>
        <w:t>its</w:t>
      </w:r>
      <w:r w:rsidRPr="00350910">
        <w:t xml:space="preserve"> </w:t>
      </w:r>
      <w:r>
        <w:t>i</w:t>
      </w:r>
      <w:r w:rsidRPr="00350910">
        <w:t xml:space="preserve">ndependent </w:t>
      </w:r>
      <w:r>
        <w:t>r</w:t>
      </w:r>
      <w:r w:rsidRPr="00350910">
        <w:t>eview of the proposed project will constitute ERCOT endorsement of the project.  For Tier 1 projects, ERCOT’s endorsement is obtained upon affirmative vote of the ERCOT Board.  An ERCOT endorsement letter shall be sent to the designated TSP for the project, the project submitter (if different from the designated TSP), the PUCT and copied to the RPG upon receipt of ERCOT’s endorsement for Tier 1 and Tier 2 projects.</w:t>
      </w:r>
    </w:p>
    <w:p w14:paraId="2680E0FE" w14:textId="77777777"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eview, ERCOT shall present all Tier 1 projects to the ERCOT Board with its recommendation as to whether the project should be endorsed by the ERCOT Board.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39443DC0" w14:textId="77777777" w:rsidR="00870115" w:rsidRPr="00AE0E6D" w:rsidRDefault="00870115" w:rsidP="00870115">
      <w:pPr>
        <w:pStyle w:val="H4"/>
        <w:rPr>
          <w:b/>
          <w:bCs/>
        </w:rPr>
      </w:pPr>
      <w:bookmarkStart w:id="1634" w:name="_Toc400526190"/>
      <w:bookmarkStart w:id="1635" w:name="_Toc405534508"/>
      <w:bookmarkStart w:id="1636" w:name="_Toc406570521"/>
      <w:bookmarkStart w:id="1637" w:name="_Toc410910673"/>
      <w:bookmarkStart w:id="1638" w:name="_Toc411841101"/>
      <w:bookmarkStart w:id="1639" w:name="_Toc422147063"/>
      <w:bookmarkStart w:id="1640" w:name="_Toc433020659"/>
      <w:bookmarkStart w:id="1641" w:name="_Toc437262100"/>
      <w:bookmarkStart w:id="1642" w:name="_Toc478375277"/>
      <w:bookmarkStart w:id="1643" w:name="_Toc510513370"/>
      <w:r w:rsidRPr="00AE0E6D">
        <w:rPr>
          <w:b/>
          <w:bCs/>
        </w:rPr>
        <w:t>3.11.4.10</w:t>
      </w:r>
      <w:r w:rsidRPr="00AE0E6D">
        <w:rPr>
          <w:b/>
          <w:bCs/>
        </w:rPr>
        <w:tab/>
        <w:t>Modifications to ERCOT Endorsed Projects</w:t>
      </w:r>
      <w:bookmarkEnd w:id="1634"/>
      <w:bookmarkEnd w:id="1635"/>
      <w:bookmarkEnd w:id="1636"/>
      <w:bookmarkEnd w:id="1637"/>
      <w:bookmarkEnd w:id="1638"/>
      <w:bookmarkEnd w:id="1639"/>
      <w:bookmarkEnd w:id="1640"/>
      <w:bookmarkEnd w:id="1641"/>
      <w:bookmarkEnd w:id="1642"/>
      <w:bookmarkEnd w:id="1643"/>
    </w:p>
    <w:p w14:paraId="0A01C18D" w14:textId="77777777" w:rsidR="00B670DD" w:rsidRDefault="00685343" w:rsidP="006D5EC8">
      <w:pPr>
        <w:pStyle w:val="BodyTextNumbered"/>
      </w:pPr>
      <w:r>
        <w:t>(1)</w:t>
      </w:r>
      <w:r>
        <w:tab/>
      </w:r>
      <w:r w:rsidR="00870115" w:rsidRPr="00350910">
        <w:t>If the designated TSP for an ERCOT-</w:t>
      </w:r>
      <w:r w:rsidR="00870115">
        <w:t>e</w:t>
      </w:r>
      <w:r w:rsidR="00870115" w:rsidRPr="00350910">
        <w:t>ndorsed project determines a need to make a significant change to the facilities included in the project (such as the line endpoint(s), number of circuits, voltage level, decrease in rating or similar major aspect of the project) prior to filing a CCN application (if required) for the project (or prior to beginning the final design of the project, if no CCN is required), the TSP shall notify ERCOT in a timely manner of the details of that change.  If ERCOT concurs that the proposed change is significant, the change shall be processed as a Tier 3 project.</w:t>
      </w:r>
    </w:p>
    <w:p w14:paraId="006AE6B0" w14:textId="77777777" w:rsidR="00CB13B2" w:rsidRDefault="002D238A">
      <w:pPr>
        <w:pStyle w:val="H3"/>
      </w:pPr>
      <w:bookmarkStart w:id="1644" w:name="_Toc114235795"/>
      <w:bookmarkStart w:id="1645" w:name="_Toc144691968"/>
      <w:bookmarkStart w:id="1646" w:name="_Toc204048578"/>
      <w:bookmarkStart w:id="1647" w:name="_Toc400526191"/>
      <w:bookmarkStart w:id="1648" w:name="_Toc405534509"/>
      <w:bookmarkStart w:id="1649" w:name="_Toc406570522"/>
      <w:bookmarkStart w:id="1650" w:name="_Toc410910674"/>
      <w:bookmarkStart w:id="1651" w:name="_Toc411841102"/>
      <w:bookmarkStart w:id="1652" w:name="_Toc422147064"/>
      <w:bookmarkStart w:id="1653" w:name="_Toc433020660"/>
      <w:bookmarkStart w:id="1654" w:name="_Toc437262101"/>
      <w:bookmarkStart w:id="1655" w:name="_Toc478375278"/>
      <w:bookmarkStart w:id="1656" w:name="_Toc510513371"/>
      <w:r>
        <w:t>3.11.</w:t>
      </w:r>
      <w:r w:rsidR="00243C91">
        <w:t>5</w:t>
      </w:r>
      <w:r>
        <w:tab/>
      </w:r>
      <w:bookmarkEnd w:id="1644"/>
      <w:bookmarkEnd w:id="1645"/>
      <w:bookmarkEnd w:id="1646"/>
      <w:r w:rsidR="001C17B7" w:rsidRPr="004E3EDB">
        <w:t>Transmission Service Provider and Distribution Service Provider Access to Interval Data</w:t>
      </w:r>
      <w:bookmarkEnd w:id="1647"/>
      <w:bookmarkEnd w:id="1648"/>
      <w:bookmarkEnd w:id="1649"/>
      <w:bookmarkEnd w:id="1650"/>
      <w:bookmarkEnd w:id="1651"/>
      <w:bookmarkEnd w:id="1652"/>
      <w:bookmarkEnd w:id="1653"/>
      <w:bookmarkEnd w:id="1654"/>
      <w:bookmarkEnd w:id="1655"/>
      <w:bookmarkEnd w:id="1656"/>
    </w:p>
    <w:p w14:paraId="2020A4B6" w14:textId="77777777"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DSP</w:t>
      </w:r>
      <w:r w:rsidR="00B0058D">
        <w:t>s,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lastRenderedPageBreak/>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57" w:name="_Toc400526192"/>
      <w:bookmarkStart w:id="1658" w:name="_Toc405534510"/>
      <w:bookmarkStart w:id="1659" w:name="_Toc406570523"/>
      <w:bookmarkStart w:id="1660" w:name="_Toc410910675"/>
      <w:bookmarkStart w:id="1661" w:name="_Toc411841103"/>
      <w:bookmarkStart w:id="1662" w:name="_Toc422147065"/>
      <w:bookmarkStart w:id="1663" w:name="_Toc433020661"/>
      <w:bookmarkStart w:id="1664" w:name="_Toc437262102"/>
      <w:bookmarkStart w:id="1665" w:name="_Toc478375279"/>
      <w:bookmarkStart w:id="1666" w:name="_Toc510513372"/>
      <w:r w:rsidRPr="00350910">
        <w:t>3.11.</w:t>
      </w:r>
      <w:r>
        <w:t>6</w:t>
      </w:r>
      <w:r w:rsidRPr="00350910">
        <w:tab/>
        <w:t>Generation Interconnection Process</w:t>
      </w:r>
      <w:bookmarkEnd w:id="1657"/>
      <w:bookmarkEnd w:id="1658"/>
      <w:bookmarkEnd w:id="1659"/>
      <w:bookmarkEnd w:id="1660"/>
      <w:bookmarkEnd w:id="1661"/>
      <w:bookmarkEnd w:id="1662"/>
      <w:bookmarkEnd w:id="1663"/>
      <w:bookmarkEnd w:id="1664"/>
      <w:bookmarkEnd w:id="1665"/>
      <w:bookmarkEnd w:id="166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67" w:name="_Toc204048579"/>
      <w:bookmarkStart w:id="1668" w:name="_Toc400526193"/>
      <w:bookmarkStart w:id="1669" w:name="_Toc405534511"/>
      <w:bookmarkStart w:id="1670" w:name="_Toc406570524"/>
      <w:bookmarkStart w:id="1671" w:name="_Toc410910676"/>
      <w:bookmarkStart w:id="1672" w:name="_Toc411841104"/>
      <w:bookmarkStart w:id="1673" w:name="_Toc422147066"/>
      <w:bookmarkStart w:id="1674" w:name="_Toc433020662"/>
      <w:bookmarkStart w:id="1675" w:name="_Toc437262103"/>
      <w:bookmarkStart w:id="1676" w:name="_Toc478375280"/>
      <w:bookmarkStart w:id="1677" w:name="_Toc510513373"/>
      <w:bookmarkStart w:id="1678" w:name="_Toc114235799"/>
      <w:bookmarkStart w:id="1679" w:name="_Toc144691972"/>
      <w:r>
        <w:t>3.12</w:t>
      </w:r>
      <w:r>
        <w:tab/>
        <w:t>Load Forecasting</w:t>
      </w:r>
      <w:bookmarkEnd w:id="1667"/>
      <w:bookmarkEnd w:id="1668"/>
      <w:bookmarkEnd w:id="1669"/>
      <w:bookmarkEnd w:id="1670"/>
      <w:bookmarkEnd w:id="1671"/>
      <w:bookmarkEnd w:id="1672"/>
      <w:bookmarkEnd w:id="1673"/>
      <w:bookmarkEnd w:id="1674"/>
      <w:bookmarkEnd w:id="1675"/>
      <w:bookmarkEnd w:id="1676"/>
      <w:bookmarkEnd w:id="167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lastRenderedPageBreak/>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p w14:paraId="569D1D48" w14:textId="77777777" w:rsidR="00CB13B2" w:rsidRDefault="002D238A">
      <w:pPr>
        <w:pStyle w:val="H3"/>
      </w:pPr>
      <w:bookmarkStart w:id="1680" w:name="_Toc204048580"/>
      <w:bookmarkStart w:id="1681" w:name="_Toc400526194"/>
      <w:bookmarkStart w:id="1682" w:name="_Toc405534512"/>
      <w:bookmarkStart w:id="1683" w:name="_Toc406570525"/>
      <w:bookmarkStart w:id="1684" w:name="_Toc410910677"/>
      <w:bookmarkStart w:id="1685" w:name="_Toc411841105"/>
      <w:bookmarkStart w:id="1686" w:name="_Toc422147067"/>
      <w:bookmarkStart w:id="1687" w:name="_Toc433020663"/>
      <w:bookmarkStart w:id="1688" w:name="_Toc437262104"/>
      <w:bookmarkStart w:id="1689" w:name="_Toc478375281"/>
      <w:bookmarkStart w:id="1690" w:name="_Toc510513374"/>
      <w:r>
        <w:t>3.12.1</w:t>
      </w:r>
      <w:r>
        <w:tab/>
        <w:t>Seven-Day Load Forecast</w:t>
      </w:r>
      <w:bookmarkEnd w:id="1680"/>
      <w:bookmarkEnd w:id="1681"/>
      <w:bookmarkEnd w:id="1682"/>
      <w:bookmarkEnd w:id="1683"/>
      <w:bookmarkEnd w:id="1684"/>
      <w:bookmarkEnd w:id="1685"/>
      <w:bookmarkEnd w:id="1686"/>
      <w:bookmarkEnd w:id="1687"/>
      <w:bookmarkEnd w:id="1688"/>
      <w:bookmarkEnd w:id="1689"/>
      <w:bookmarkEnd w:id="169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C7C8B" w14:paraId="64390FAA" w14:textId="77777777" w:rsidTr="00A07FAD">
        <w:tc>
          <w:tcPr>
            <w:tcW w:w="9558" w:type="dxa"/>
            <w:tcBorders>
              <w:top w:val="single" w:sz="4" w:space="0" w:color="auto"/>
              <w:left w:val="single" w:sz="4" w:space="0" w:color="auto"/>
              <w:bottom w:val="single" w:sz="4" w:space="0" w:color="auto"/>
              <w:right w:val="single" w:sz="4" w:space="0" w:color="auto"/>
            </w:tcBorders>
            <w:shd w:val="clear" w:color="auto" w:fill="D9D9D9"/>
          </w:tcPr>
          <w:p w14:paraId="687E494D" w14:textId="77777777" w:rsidR="00EC7C8B" w:rsidRDefault="00EC7C8B" w:rsidP="00A07FAD">
            <w:pPr>
              <w:spacing w:before="120" w:after="240"/>
              <w:rPr>
                <w:b/>
                <w:i/>
              </w:rPr>
            </w:pPr>
            <w:bookmarkStart w:id="1691" w:name="_Toc204048582"/>
            <w:bookmarkStart w:id="1692" w:name="_Toc400526195"/>
            <w:bookmarkStart w:id="1693" w:name="_Toc405534513"/>
            <w:bookmarkStart w:id="1694" w:name="_Toc406570526"/>
            <w:bookmarkStart w:id="1695" w:name="_Toc410910678"/>
            <w:bookmarkStart w:id="1696" w:name="_Toc411841106"/>
            <w:bookmarkStart w:id="1697" w:name="_Toc422147068"/>
            <w:bookmarkStart w:id="1698" w:name="_Toc433020664"/>
            <w:bookmarkStart w:id="1699" w:name="_Toc437262105"/>
            <w:bookmarkStart w:id="1700" w:name="_Toc478375282"/>
            <w:r>
              <w:rPr>
                <w:b/>
                <w:i/>
              </w:rPr>
              <w:t>[NPRR842</w:t>
            </w:r>
            <w:r w:rsidRPr="004B0726">
              <w:rPr>
                <w:b/>
                <w:i/>
              </w:rPr>
              <w:t xml:space="preserve">: </w:t>
            </w:r>
            <w:r>
              <w:rPr>
                <w:b/>
                <w:i/>
              </w:rPr>
              <w:t xml:space="preserve"> Insert Section 3.12.2 below upon system implementation:</w:t>
            </w:r>
            <w:r w:rsidRPr="004B0726">
              <w:rPr>
                <w:b/>
                <w:i/>
              </w:rPr>
              <w:t>]</w:t>
            </w:r>
          </w:p>
          <w:p w14:paraId="4FCF01D6" w14:textId="77777777" w:rsidR="00EC7C8B" w:rsidRPr="00F44198" w:rsidRDefault="00EC7C8B" w:rsidP="00481F50">
            <w:pPr>
              <w:pStyle w:val="BodyText"/>
              <w:outlineLvl w:val="2"/>
            </w:pPr>
            <w:bookmarkStart w:id="1701" w:name="_Toc526221547"/>
            <w:bookmarkStart w:id="1702" w:name="_Toc527874002"/>
            <w:bookmarkStart w:id="1703" w:name="_Toc528046216"/>
            <w:bookmarkStart w:id="1704" w:name="_Toc528046358"/>
            <w:bookmarkStart w:id="1705" w:name="_Toc534446065"/>
            <w:bookmarkStart w:id="1706" w:name="_Toc534604036"/>
            <w:bookmarkStart w:id="1707" w:name="_Toc534604220"/>
            <w:bookmarkStart w:id="1708" w:name="_Toc169335875"/>
            <w:bookmarkStart w:id="1709" w:name="_Toc477769253"/>
            <w:bookmarkStart w:id="1710" w:name="_Toc510513375"/>
            <w:r w:rsidRPr="00B83665">
              <w:rPr>
                <w:b/>
                <w:bCs/>
                <w:i/>
              </w:rPr>
              <w:t>3.12.2</w:t>
            </w:r>
            <w:r w:rsidRPr="00B83665">
              <w:rPr>
                <w:b/>
                <w:bCs/>
                <w:i/>
              </w:rPr>
              <w:tab/>
            </w:r>
            <w:bookmarkEnd w:id="1701"/>
            <w:bookmarkEnd w:id="1702"/>
            <w:bookmarkEnd w:id="1703"/>
            <w:bookmarkEnd w:id="1704"/>
            <w:bookmarkEnd w:id="1705"/>
            <w:bookmarkEnd w:id="1706"/>
            <w:bookmarkEnd w:id="1707"/>
            <w:bookmarkEnd w:id="1708"/>
            <w:bookmarkEnd w:id="1709"/>
            <w:r w:rsidRPr="00B83665">
              <w:rPr>
                <w:b/>
                <w:bCs/>
                <w:i/>
              </w:rPr>
              <w:t>Study Areas</w:t>
            </w:r>
            <w:bookmarkEnd w:id="1710"/>
          </w:p>
          <w:p w14:paraId="53865A0A" w14:textId="77777777" w:rsidR="00EC7C8B" w:rsidRPr="00DF7080" w:rsidRDefault="00EC7C8B" w:rsidP="00EC7C8B">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rsidR="00481F50">
              <w:t>.</w:t>
            </w:r>
          </w:p>
        </w:tc>
      </w:tr>
    </w:tbl>
    <w:p w14:paraId="7C1AEB62" w14:textId="77777777" w:rsidR="00EC7C8B" w:rsidRDefault="00EC7C8B"/>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C7C8B" w14:paraId="206ACFEB" w14:textId="77777777" w:rsidTr="00EC7C8B">
        <w:tc>
          <w:tcPr>
            <w:tcW w:w="9558" w:type="dxa"/>
            <w:tcBorders>
              <w:top w:val="single" w:sz="4" w:space="0" w:color="auto"/>
              <w:left w:val="single" w:sz="4" w:space="0" w:color="auto"/>
              <w:bottom w:val="single" w:sz="4" w:space="0" w:color="auto"/>
              <w:right w:val="single" w:sz="4" w:space="0" w:color="auto"/>
            </w:tcBorders>
            <w:shd w:val="clear" w:color="auto" w:fill="D9D9D9"/>
          </w:tcPr>
          <w:p w14:paraId="2FC50DC2" w14:textId="77777777" w:rsidR="00EC7C8B" w:rsidRDefault="00EC7C8B" w:rsidP="00A07FAD">
            <w:pPr>
              <w:spacing w:before="120" w:after="240"/>
              <w:rPr>
                <w:b/>
                <w:i/>
              </w:rPr>
            </w:pPr>
            <w:r>
              <w:rPr>
                <w:b/>
                <w:i/>
              </w:rPr>
              <w:t>[NPRR842</w:t>
            </w:r>
            <w:r w:rsidRPr="004B0726">
              <w:rPr>
                <w:b/>
                <w:i/>
              </w:rPr>
              <w:t xml:space="preserve">: </w:t>
            </w:r>
            <w:r>
              <w:rPr>
                <w:b/>
                <w:i/>
              </w:rPr>
              <w:t xml:space="preserve"> Insert Section 3.12.3 below upon system implementation:</w:t>
            </w:r>
            <w:r w:rsidRPr="004B0726">
              <w:rPr>
                <w:b/>
                <w:i/>
              </w:rPr>
              <w:t>]</w:t>
            </w:r>
          </w:p>
          <w:p w14:paraId="35AD8865" w14:textId="77777777" w:rsidR="00EC7C8B" w:rsidRDefault="00EC7C8B" w:rsidP="00090229">
            <w:pPr>
              <w:pStyle w:val="H3"/>
              <w:spacing w:before="0"/>
            </w:pPr>
            <w:bookmarkStart w:id="1711" w:name="_Toc510513376"/>
            <w:r>
              <w:lastRenderedPageBreak/>
              <w:t>3.12.3</w:t>
            </w:r>
            <w:r>
              <w:tab/>
              <w:t>Seven-Day Study Area Load Forecast</w:t>
            </w:r>
            <w:bookmarkEnd w:id="1711"/>
          </w:p>
          <w:p w14:paraId="5D565804" w14:textId="77777777" w:rsidR="00EC7C8B" w:rsidRDefault="00EC7C8B" w:rsidP="00EC7C8B">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547B7CAD" w14:textId="77777777" w:rsidR="00EC7C8B" w:rsidRPr="00EC7C8B" w:rsidRDefault="00EC7C8B" w:rsidP="00EC7C8B">
            <w:pPr>
              <w:pStyle w:val="List"/>
            </w:pPr>
            <w:r>
              <w:t>(a)</w:t>
            </w:r>
            <w:r>
              <w:tab/>
              <w:t>The forecast referenced in paragraph (1) above will not affect the values within the “Seven-Day Load Forecast” by Weather Zone and/or Forecast Zone.</w:t>
            </w:r>
          </w:p>
        </w:tc>
      </w:tr>
    </w:tbl>
    <w:p w14:paraId="3CB72065" w14:textId="77777777" w:rsidR="00CB13B2" w:rsidRDefault="002D238A" w:rsidP="00F112FA">
      <w:pPr>
        <w:pStyle w:val="H2"/>
        <w:spacing w:before="480"/>
      </w:pPr>
      <w:bookmarkStart w:id="1712" w:name="_Toc510513377"/>
      <w:r>
        <w:lastRenderedPageBreak/>
        <w:t>3.13</w:t>
      </w:r>
      <w:r>
        <w:tab/>
        <w:t>Renewable Production Potential Forecasts</w:t>
      </w:r>
      <w:bookmarkEnd w:id="1678"/>
      <w:bookmarkEnd w:id="1679"/>
      <w:bookmarkEnd w:id="1691"/>
      <w:bookmarkEnd w:id="1692"/>
      <w:bookmarkEnd w:id="1693"/>
      <w:bookmarkEnd w:id="1694"/>
      <w:bookmarkEnd w:id="1695"/>
      <w:bookmarkEnd w:id="1696"/>
      <w:bookmarkEnd w:id="1697"/>
      <w:bookmarkEnd w:id="1698"/>
      <w:bookmarkEnd w:id="1699"/>
      <w:bookmarkEnd w:id="1700"/>
      <w:bookmarkEnd w:id="1712"/>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13" w:name="_Toc400526196"/>
      <w:bookmarkStart w:id="1714" w:name="_Toc405534514"/>
      <w:bookmarkStart w:id="1715" w:name="_Toc406570527"/>
      <w:bookmarkStart w:id="1716" w:name="_Toc410910679"/>
      <w:bookmarkStart w:id="1717" w:name="_Toc411841107"/>
      <w:bookmarkStart w:id="1718" w:name="_Toc422147069"/>
      <w:bookmarkStart w:id="1719" w:name="_Toc433020665"/>
      <w:bookmarkStart w:id="1720" w:name="_Toc437262106"/>
      <w:bookmarkStart w:id="1721" w:name="_Toc478375283"/>
      <w:bookmarkStart w:id="1722" w:name="_Toc510513378"/>
      <w:bookmarkStart w:id="1723" w:name="_Toc114235800"/>
      <w:bookmarkStart w:id="1724" w:name="_Toc144691973"/>
      <w:bookmarkStart w:id="1725" w:name="_Toc204048583"/>
      <w:r>
        <w:t>3.14</w:t>
      </w:r>
      <w:r>
        <w:tab/>
        <w:t>Contracts for Reliability Resources and Emergency Response Service Resources</w:t>
      </w:r>
      <w:bookmarkEnd w:id="1713"/>
      <w:bookmarkEnd w:id="1714"/>
      <w:bookmarkEnd w:id="1715"/>
      <w:bookmarkEnd w:id="1716"/>
      <w:bookmarkEnd w:id="1717"/>
      <w:bookmarkEnd w:id="1718"/>
      <w:bookmarkEnd w:id="1719"/>
      <w:bookmarkEnd w:id="1720"/>
      <w:bookmarkEnd w:id="1721"/>
      <w:bookmarkEnd w:id="1722"/>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23"/>
      <w:bookmarkEnd w:id="1724"/>
      <w:bookmarkEnd w:id="1725"/>
    </w:p>
    <w:p w14:paraId="0CE0D5B9" w14:textId="77777777" w:rsidR="00CB13B2" w:rsidRDefault="002D238A">
      <w:pPr>
        <w:pStyle w:val="H3"/>
      </w:pPr>
      <w:bookmarkStart w:id="1726" w:name="_Toc114235801"/>
      <w:bookmarkStart w:id="1727" w:name="_Toc144691974"/>
      <w:bookmarkStart w:id="1728" w:name="_Toc204048584"/>
      <w:bookmarkStart w:id="1729" w:name="_Toc400526197"/>
      <w:bookmarkStart w:id="1730" w:name="_Toc405534515"/>
      <w:bookmarkStart w:id="1731" w:name="_Toc406570528"/>
      <w:bookmarkStart w:id="1732" w:name="_Toc410910680"/>
      <w:bookmarkStart w:id="1733" w:name="_Toc411841108"/>
      <w:bookmarkStart w:id="1734" w:name="_Toc422147070"/>
      <w:bookmarkStart w:id="1735" w:name="_Toc433020666"/>
      <w:bookmarkStart w:id="1736" w:name="_Toc437262107"/>
      <w:bookmarkStart w:id="1737" w:name="_Toc478375284"/>
      <w:bookmarkStart w:id="1738" w:name="_Toc510513379"/>
      <w:r>
        <w:t>3.14.1</w:t>
      </w:r>
      <w:r>
        <w:tab/>
        <w:t>Reliability Must Run</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14:paraId="2873C7B1" w14:textId="77777777"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w:t>
      </w:r>
      <w:r>
        <w:lastRenderedPageBreak/>
        <w:t xml:space="preserve">constraints under </w:t>
      </w:r>
      <w:r w:rsidR="004B1258">
        <w:t>applicable reliability criteria</w:t>
      </w:r>
      <w:r>
        <w:t>, where market solutions do not exist.  This includes service provided by RMR Units and Must</w:t>
      </w:r>
      <w:r w:rsidR="00386025">
        <w:t>-</w:t>
      </w:r>
      <w:r>
        <w:t xml:space="preserve">Run Alternative (MRA) Resources. </w:t>
      </w:r>
    </w:p>
    <w:p w14:paraId="7CC08E97" w14:textId="77777777" w:rsidR="00CB13B2" w:rsidRDefault="002D238A">
      <w:pPr>
        <w:pStyle w:val="List"/>
      </w:pPr>
      <w:r>
        <w:t>(a)</w:t>
      </w:r>
      <w:r>
        <w:tab/>
        <w:t xml:space="preserve">Upon receiving </w:t>
      </w:r>
      <w:r w:rsidR="004B1258">
        <w:t>N</w:t>
      </w:r>
      <w:r>
        <w:t xml:space="preserve">otice from a </w:t>
      </w:r>
      <w:r w:rsidR="00912581">
        <w:t xml:space="preserve">Resource </w:t>
      </w:r>
      <w:r>
        <w:t xml:space="preserve">Entity as described in Section 3.14.1.1, Notification of Suspension of Operations, ERCOT may enter into RMR Agreements and begin procurement of RMR Service under this Section.  </w:t>
      </w:r>
    </w:p>
    <w:p w14:paraId="022B2707" w14:textId="77777777" w:rsidR="00CB13B2" w:rsidRDefault="002D238A">
      <w:pPr>
        <w:pStyle w:val="List"/>
      </w:pPr>
      <w:r>
        <w:t>(b)</w:t>
      </w:r>
      <w:r>
        <w:tab/>
        <w:t xml:space="preserve">Before entering into an RMR Agreement, ERCOT shall assess alternatives to the proposed RMR Agreement.  </w:t>
      </w:r>
      <w:r w:rsidR="00912581">
        <w:t xml:space="preserve">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(3) of Section 3.14.1.2, ERCOT Evaluation.  </w:t>
      </w:r>
      <w:r>
        <w:t>The list of alternatives ERCOT must consider includes (as reasonable for each type of reliability concern identified):</w:t>
      </w:r>
    </w:p>
    <w:p w14:paraId="4C84E7DF" w14:textId="77777777" w:rsidR="00CB13B2" w:rsidRDefault="002D238A">
      <w:pPr>
        <w:pStyle w:val="List2"/>
      </w:pPr>
      <w:r>
        <w:t>(i)</w:t>
      </w:r>
      <w:r>
        <w:tab/>
        <w:t>Redispatch/reconfiguration through operator instruction;</w:t>
      </w:r>
    </w:p>
    <w:p w14:paraId="21C035ED" w14:textId="77777777" w:rsidR="006E44DA" w:rsidRDefault="006E44DA" w:rsidP="006E44DA">
      <w:pPr>
        <w:spacing w:after="240"/>
        <w:ind w:left="2160" w:hanging="720"/>
      </w:pPr>
      <w:r>
        <w:t>(ii)</w:t>
      </w:r>
      <w:r>
        <w:tab/>
        <w:t>Automatic Mitigations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w:t>
      </w:r>
      <w:r w:rsidR="00386025">
        <w:lastRenderedPageBreak/>
        <w:t xml:space="preserve">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4703" w14:paraId="3ABAF2CB" w14:textId="77777777" w:rsidTr="00521795">
        <w:tc>
          <w:tcPr>
            <w:tcW w:w="9558"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w:t>
            </w:r>
            <w:r>
              <w:lastRenderedPageBreak/>
              <w:t xml:space="preserve">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77777777" w:rsidR="00CB13B2" w:rsidRDefault="002D238A" w:rsidP="00D64703">
      <w:pPr>
        <w:pStyle w:val="List"/>
        <w:spacing w:before="240"/>
      </w:pPr>
      <w:r>
        <w:lastRenderedPageBreak/>
        <w:t>(g)</w:t>
      </w:r>
      <w:r>
        <w:tab/>
        <w:t xml:space="preserve">A </w:t>
      </w:r>
      <w:r w:rsidR="00386025">
        <w:t xml:space="preserve">Resource </w:t>
      </w:r>
      <w:r>
        <w:t xml:space="preserve">Entity cannot be compelled to enter into an RMR Agreement.  A </w:t>
      </w:r>
      <w:r w:rsidR="00386025">
        <w:t xml:space="preserve">Resource </w:t>
      </w:r>
      <w:r>
        <w:t>Entity that owns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77777777" w:rsidR="00CB13B2" w:rsidRDefault="002D238A">
      <w:pPr>
        <w:pStyle w:val="List"/>
      </w:pPr>
      <w:r>
        <w:t>(j)</w:t>
      </w:r>
      <w:r>
        <w:tab/>
        <w:t xml:space="preserve">The </w:t>
      </w:r>
      <w:r w:rsidR="00386025">
        <w:t xml:space="preserve">Resource </w:t>
      </w:r>
      <w:r>
        <w:t>Entity that owns 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77777777"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pneumonic,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39" w:name="_Toc144691975"/>
      <w:bookmarkStart w:id="1740" w:name="_Toc204048585"/>
      <w:bookmarkStart w:id="1741" w:name="_Toc400526198"/>
      <w:bookmarkStart w:id="1742" w:name="_Toc405534516"/>
      <w:bookmarkStart w:id="1743" w:name="_Toc406570529"/>
      <w:bookmarkStart w:id="1744" w:name="_Toc410910681"/>
      <w:bookmarkStart w:id="1745" w:name="_Toc411841109"/>
      <w:bookmarkStart w:id="1746" w:name="_Toc422147071"/>
      <w:bookmarkStart w:id="1747" w:name="_Toc433020667"/>
      <w:bookmarkStart w:id="1748" w:name="_Toc437262108"/>
      <w:bookmarkStart w:id="1749" w:name="_Toc478375285"/>
      <w:bookmarkStart w:id="1750" w:name="_Toc510513380"/>
      <w:r w:rsidRPr="00AE0E6D">
        <w:rPr>
          <w:b/>
        </w:rPr>
        <w:t>3.14.1.1</w:t>
      </w:r>
      <w:r w:rsidRPr="00AE0E6D">
        <w:rPr>
          <w:b/>
        </w:rPr>
        <w:tab/>
        <w:t>Notification of Suspension of Operations</w:t>
      </w:r>
      <w:bookmarkEnd w:id="1739"/>
      <w:bookmarkEnd w:id="1740"/>
      <w:bookmarkEnd w:id="1741"/>
      <w:bookmarkEnd w:id="1742"/>
      <w:bookmarkEnd w:id="1743"/>
      <w:bookmarkEnd w:id="1744"/>
      <w:bookmarkEnd w:id="1745"/>
      <w:bookmarkEnd w:id="1746"/>
      <w:bookmarkEnd w:id="1747"/>
      <w:bookmarkEnd w:id="1748"/>
      <w:bookmarkEnd w:id="1749"/>
      <w:bookmarkEnd w:id="1750"/>
    </w:p>
    <w:p w14:paraId="3A1EFBFC" w14:textId="77777777"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90 days </w:t>
      </w:r>
      <w:r w:rsidR="004D74A6">
        <w:t xml:space="preserve">prior to </w:t>
      </w:r>
      <w:r w:rsidR="002D238A">
        <w:t xml:space="preserve">the date on which the </w:t>
      </w:r>
      <w:r>
        <w:t xml:space="preserve">Resource </w:t>
      </w:r>
      <w:r w:rsidR="002D238A">
        <w:t xml:space="preserve">Entity intends to cease or suspend operation of a Generation Resource for a period of greater than 180 </w:t>
      </w:r>
      <w:r w:rsidR="002D238A">
        <w:lastRenderedPageBreak/>
        <w:t xml:space="preserve">days </w:t>
      </w:r>
      <w:r w:rsidR="004D74A6">
        <w:t xml:space="preserve">including mothballing the Generation Resource on a seasonal basis and identify its Seasonal Operation Period.  </w:t>
      </w:r>
    </w:p>
    <w:p w14:paraId="51B5D5AD" w14:textId="77777777"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Notification of Suspension of Operations (found in Section 22, Attachment E, Notification of Suspension of Operations).  The </w:t>
      </w:r>
      <w:r w:rsidR="000629D5">
        <w:t xml:space="preserve">Resource </w:t>
      </w:r>
      <w:r w:rsidR="002D238A">
        <w:t>Entity may also complete Part II</w:t>
      </w:r>
      <w:r>
        <w:t>I</w:t>
      </w:r>
      <w:r w:rsidR="002D238A">
        <w:t xml:space="preserve"> of the Notification and submit it along with Part</w:t>
      </w:r>
      <w:r>
        <w:t>s</w:t>
      </w:r>
      <w:r w:rsidR="002D238A">
        <w:t xml:space="preserve"> I</w:t>
      </w:r>
      <w:r>
        <w:t xml:space="preserve"> and II</w:t>
      </w:r>
      <w:r w:rsidR="002D238A">
        <w:t>, or may wait to submit Part II</w:t>
      </w:r>
      <w:r>
        <w:t>I</w:t>
      </w:r>
      <w:r w:rsidR="002D238A">
        <w:t xml:space="preserve"> until ERCOT makes an initial determination of the need for the Generation Resource as an RMR Unit.  The Part I Notification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 xml:space="preserve">and will be unavailable for Dispatch by ERCOT for a period specified in the Notification.  </w:t>
      </w:r>
    </w:p>
    <w:p w14:paraId="47D3339A" w14:textId="77777777"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 Notification of Suspension of Operations submitted due to a Forced Outage will not be evaluated for RMR status and will not be posted on the MIS.</w:t>
      </w:r>
    </w:p>
    <w:p w14:paraId="0C6F680D" w14:textId="7777777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Notification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51" w:name="_Toc144691976"/>
      <w:bookmarkStart w:id="1752" w:name="_Toc204048586"/>
      <w:bookmarkStart w:id="1753" w:name="_Toc400526199"/>
      <w:bookmarkStart w:id="1754" w:name="_Toc405534517"/>
      <w:bookmarkStart w:id="1755" w:name="_Toc406570530"/>
      <w:bookmarkStart w:id="1756" w:name="_Toc410910682"/>
      <w:bookmarkStart w:id="1757" w:name="_Toc411841110"/>
      <w:bookmarkStart w:id="1758" w:name="_Toc422147072"/>
      <w:bookmarkStart w:id="1759" w:name="_Toc433020668"/>
      <w:bookmarkStart w:id="1760" w:name="_Toc437262109"/>
      <w:bookmarkStart w:id="1761" w:name="_Toc478375286"/>
      <w:bookmarkStart w:id="1762" w:name="_Toc510513381"/>
      <w:r w:rsidRPr="00AE0E6D">
        <w:rPr>
          <w:b/>
        </w:rPr>
        <w:t>3.14.1.2</w:t>
      </w:r>
      <w:r w:rsidRPr="00AE0E6D">
        <w:rPr>
          <w:b/>
        </w:rPr>
        <w:tab/>
        <w:t>ERCOT Evaluation</w:t>
      </w:r>
      <w:bookmarkEnd w:id="1751"/>
      <w:bookmarkEnd w:id="1752"/>
      <w:bookmarkEnd w:id="1753"/>
      <w:bookmarkEnd w:id="1754"/>
      <w:bookmarkEnd w:id="1755"/>
      <w:bookmarkEnd w:id="1756"/>
      <w:bookmarkEnd w:id="1757"/>
      <w:bookmarkEnd w:id="1758"/>
      <w:bookmarkEnd w:id="1759"/>
      <w:bookmarkEnd w:id="1760"/>
      <w:bookmarkEnd w:id="1761"/>
      <w:bookmarkEnd w:id="1762"/>
    </w:p>
    <w:p w14:paraId="36C45247" w14:textId="77777777" w:rsidR="00CB13B2" w:rsidRDefault="002D238A">
      <w:pPr>
        <w:pStyle w:val="List"/>
        <w:ind w:left="720"/>
      </w:pPr>
      <w:r>
        <w:t>(1)</w:t>
      </w:r>
      <w:r>
        <w:tab/>
        <w:t xml:space="preserve">Upon receipt of a Notification under Section 3.14.1.1, Notification of Suspension of Operations, ERCOT shall post the Notification on the MIS Secure Area and shall post all existing relevant studies and data and provide </w:t>
      </w:r>
      <w:r w:rsidR="00D93C29">
        <w:t xml:space="preserve">a </w:t>
      </w:r>
      <w:r w:rsidR="00AD07E2">
        <w:t>Market Notice</w:t>
      </w:r>
      <w:r>
        <w:t xml:space="preserve"> of the </w:t>
      </w:r>
      <w:r w:rsidR="00642405">
        <w:t>a</w:t>
      </w:r>
      <w:r>
        <w:t>pplication and posting of the studies and data.</w:t>
      </w:r>
    </w:p>
    <w:p w14:paraId="2495490F" w14:textId="77777777" w:rsidR="00CB13B2" w:rsidRDefault="002D238A">
      <w:pPr>
        <w:pStyle w:val="List"/>
        <w:ind w:left="720"/>
      </w:pPr>
      <w:r>
        <w:t>(2)</w:t>
      </w:r>
      <w:r>
        <w:tab/>
        <w:t xml:space="preserve">Within 14 days after receiving the </w:t>
      </w:r>
      <w:r w:rsidR="00DE49C1">
        <w:t xml:space="preserve">Notification </w:t>
      </w:r>
      <w:r>
        <w:t>described in paragraph (1) above, unless otherwise notified by ERCOT that a shorter comment period is required, Market Participants may submit comments to ERCOT on whether the proposed RMR Unit meets the test of operational necessity to support ERCOT System reliability or whether the proposed RMR Unit should qualify for a multi-year RMR Agreement.  ERCOT shall consider and post all submitted comments on the MIS Secure Area.</w:t>
      </w:r>
    </w:p>
    <w:p w14:paraId="0E208112" w14:textId="77777777" w:rsidR="00D60B8E" w:rsidRDefault="002D238A">
      <w:pPr>
        <w:pStyle w:val="List"/>
        <w:ind w:left="720"/>
      </w:pPr>
      <w:r>
        <w:t>(3)</w:t>
      </w:r>
      <w:r>
        <w:tab/>
        <w:t xml:space="preserve">Within </w:t>
      </w:r>
      <w:r w:rsidR="00DE49C1">
        <w:t>24</w:t>
      </w:r>
      <w:r>
        <w:t xml:space="preserve"> days after receiving the Notification, ERCOT shall make an initial determination of whether the Generation Resource is required to support ERCOT </w:t>
      </w:r>
      <w:r w:rsidR="00D60B8E">
        <w:t xml:space="preserve">transmission system </w:t>
      </w:r>
      <w:r>
        <w:t xml:space="preserve">reliability.  </w:t>
      </w:r>
    </w:p>
    <w:p w14:paraId="100440FF" w14:textId="77777777"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RMR study</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w:t>
      </w:r>
      <w:r w:rsidR="00E61FEE">
        <w:lastRenderedPageBreak/>
        <w:t>Models, ERCOT shall update the base case to include those additional Generation Resources with the appropriate seasonal ratings</w:t>
      </w:r>
      <w:r w:rsidR="00DE49C1">
        <w:t xml:space="preserve">.  </w:t>
      </w:r>
    </w:p>
    <w:p w14:paraId="0E3E259F" w14:textId="77777777" w:rsidR="00D60B8E" w:rsidRPr="00FD70AE" w:rsidRDefault="00D60B8E" w:rsidP="00D60B8E">
      <w:pPr>
        <w:spacing w:after="240"/>
        <w:ind w:left="1440" w:hanging="720"/>
      </w:pPr>
      <w:r w:rsidRPr="00AC6224">
        <w:t>(</w:t>
      </w:r>
      <w:r>
        <w:t>b</w:t>
      </w:r>
      <w:r w:rsidRPr="00AC6224">
        <w:t>)</w:t>
      </w:r>
      <w:r w:rsidRPr="00AC6224">
        <w:tab/>
      </w:r>
      <w:r>
        <w:t xml:space="preserve">If the Notification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77777777" w:rsidR="00E61FEE" w:rsidRDefault="00E61FEE" w:rsidP="00E61FEE">
      <w:pPr>
        <w:spacing w:after="240"/>
        <w:ind w:left="1440" w:hanging="720"/>
      </w:pPr>
      <w:r>
        <w:t>(c)</w:t>
      </w:r>
      <w:r>
        <w:tab/>
        <w:t>For purposes of RMR analysis,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77777777" w:rsidR="00E61FEE" w:rsidRDefault="00E61FEE" w:rsidP="00E61FEE">
      <w:pPr>
        <w:spacing w:after="240"/>
        <w:ind w:left="2160" w:hanging="720"/>
      </w:pPr>
      <w:r>
        <w:t>(iv)</w:t>
      </w:r>
      <w:r>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w:t>
      </w:r>
      <w:r>
        <w:lastRenderedPageBreak/>
        <w:t>a measure of a reduction in flow on a Transmission Facility as a percent of its Rating due to a unit injection of power from the Generation Resource.</w:t>
      </w:r>
    </w:p>
    <w:p w14:paraId="7BD5D76E" w14:textId="77777777" w:rsidR="00E61FEE" w:rsidRPr="00FD70AE" w:rsidRDefault="00E61FEE" w:rsidP="00E61FEE">
      <w:pPr>
        <w:spacing w:after="240"/>
        <w:ind w:left="2160" w:hanging="720"/>
      </w:pPr>
      <w:r>
        <w:t>(v)</w:t>
      </w:r>
      <w:r>
        <w:tab/>
        <w:t>ERCOT may, in its sole discretion, deviate from the above criteria in order to maintain ERCOT transmission system reliability.  However, ERCOT shall present its reasons for deviating from the above criteria at the next regularly scheduled Technical Advisory Committee (TAC) and ERCOT Board meetings.</w:t>
      </w:r>
    </w:p>
    <w:p w14:paraId="55B68195" w14:textId="77777777" w:rsidR="00D60B8E" w:rsidRPr="00AC6224" w:rsidRDefault="00D60B8E" w:rsidP="00E61FEE">
      <w:pPr>
        <w:spacing w:after="240"/>
        <w:ind w:left="1440" w:hanging="720"/>
      </w:pPr>
      <w:r w:rsidRPr="00FD70AE">
        <w:t>(</w:t>
      </w:r>
      <w:r w:rsidR="00E61FEE">
        <w:t>d</w:t>
      </w:r>
      <w:r w:rsidRPr="00FD70AE">
        <w:t>)</w:t>
      </w:r>
      <w:r w:rsidRPr="00FD70AE">
        <w:tab/>
        <w:t>If the reliability analysis in paragraph (b)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(i)</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77777777" w:rsidR="00D60B8E" w:rsidRDefault="00D60B8E" w:rsidP="00B8294D">
      <w:pPr>
        <w:pStyle w:val="List"/>
        <w:ind w:left="2160"/>
      </w:pPr>
      <w:r>
        <w:t>(iv)</w:t>
      </w:r>
      <w:r>
        <w:tab/>
      </w:r>
      <w:r w:rsidRPr="00AC6224">
        <w:t xml:space="preserve">If </w:t>
      </w:r>
      <w:r>
        <w:t>items</w:t>
      </w:r>
      <w:r w:rsidRPr="00AC6224">
        <w:t xml:space="preserve"> (i) through (iii) above do not resolve the deficiency, then ERCOT shall attempt to enter into an RMR or MRA </w:t>
      </w:r>
      <w:r w:rsidRPr="00184018">
        <w:t>A</w:t>
      </w:r>
      <w:r w:rsidRPr="00AC6224">
        <w:t>greement to address the deficiency.</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25A34B88" w14:textId="77777777" w:rsidR="00CB13B2" w:rsidRDefault="002D238A">
      <w:pPr>
        <w:pStyle w:val="List"/>
        <w:ind w:left="720"/>
      </w:pPr>
      <w:r>
        <w:t>(4)</w:t>
      </w:r>
      <w:r>
        <w:tab/>
        <w:t xml:space="preserve">Within ten days after a determination by ERCOT that the Generation Resource is required to support ERCOT System reliability, the </w:t>
      </w:r>
      <w:r w:rsidR="00AD07E2">
        <w:t xml:space="preserve">Resource </w:t>
      </w:r>
      <w:r>
        <w:t>Entity shall, if it has not already done so, complete and submit to ERCOT Part II</w:t>
      </w:r>
      <w:r w:rsidR="000F080F">
        <w:t>I</w:t>
      </w:r>
      <w:r>
        <w:t xml:space="preserve"> of the Notification of Suspension of Operations (Section 22, Attachment E, Notification of Suspension of Operations).  ERCOT shall post the Part II</w:t>
      </w:r>
      <w:r w:rsidR="000F080F">
        <w:t>I</w:t>
      </w:r>
      <w:r>
        <w:t xml:space="preserve"> information on the MIS Secure Area.  On the 11th day after the determination or on receipt of Part II</w:t>
      </w:r>
      <w:r w:rsidR="000F080F">
        <w:t>I</w:t>
      </w:r>
      <w:r>
        <w:t xml:space="preserve"> of the Notification, whichever comes first, ERCOT and the </w:t>
      </w:r>
      <w:r w:rsidR="00AD07E2">
        <w:t xml:space="preserve">Resource </w:t>
      </w:r>
      <w:r>
        <w:t>Entity shall begin good faith negotiations on an RMR Agreement.  These negotiations shall include the budgeting process for Eligible Costs and for fuel costs as detailed in Section 3.14.1.11, Budgeting Eligible Costs, and Section 3.14.1.1</w:t>
      </w:r>
      <w:r w:rsidR="00A85DCB">
        <w:t>6</w:t>
      </w:r>
      <w:r>
        <w:t xml:space="preserve">, Budgeting Fuel Costs. </w:t>
      </w:r>
    </w:p>
    <w:p w14:paraId="04957A40" w14:textId="77777777" w:rsidR="00CB13B2" w:rsidRDefault="002D238A">
      <w:pPr>
        <w:pStyle w:val="List"/>
        <w:ind w:left="720"/>
      </w:pPr>
      <w:r>
        <w:t>(5)</w:t>
      </w:r>
      <w:r>
        <w:tab/>
        <w:t>Within 60 days after receiving Part I</w:t>
      </w:r>
      <w:r w:rsidR="000F080F">
        <w:t xml:space="preserve"> and Part II of the</w:t>
      </w:r>
      <w:r>
        <w:t xml:space="preserve"> Notification, ERCOT shall make a final assessment of whether the Generation Resource is required to support ERCOT </w:t>
      </w:r>
      <w:r>
        <w:lastRenderedPageBreak/>
        <w:t xml:space="preserve">System reliability.  </w:t>
      </w:r>
      <w:r w:rsidR="00AD07E2">
        <w:t xml:space="preserve">ERCOT shall issue a Market Notice of its determination prior to entering RMR Agreement negotiations with the Generation Resource.  </w:t>
      </w:r>
      <w:r>
        <w:t xml:space="preserve">If ERCOT determines that the Generation Resource is required, and the RMR Agreement between ERCOT and the Generation Resource has not yet been finalized, good faith negotiations must continue.  </w:t>
      </w:r>
      <w:r w:rsidR="00AD07E2">
        <w:t xml:space="preserve">At the end of 60 days, ERCOT shall issue a Market Notice on the status of negotiations containing an indication as to whether negotiations are ongoing and the expected time frame for conclusion of negotiations.  </w:t>
      </w:r>
      <w:r>
        <w:t>If ERCOT determines that the Generation Resource is not needed to support ERCOT System reliability, then the Generation Resource may cease or suspend operations according to the schedule in its Notification</w:t>
      </w:r>
      <w:r w:rsidR="00AD07E2">
        <w:t>, and ERCOT shall issue a Market Notice to this effect</w:t>
      </w:r>
      <w:r>
        <w:t>.</w:t>
      </w:r>
    </w:p>
    <w:p w14:paraId="757F948E" w14:textId="77777777" w:rsidR="00AD07E2" w:rsidRDefault="007737B8">
      <w:pPr>
        <w:pStyle w:val="List"/>
        <w:ind w:left="720"/>
      </w:pPr>
      <w:r>
        <w:t>(6)</w:t>
      </w:r>
      <w:r>
        <w:tab/>
      </w:r>
      <w:r w:rsidR="00AD07E2">
        <w:t>ERCOT shall issue a Market Notice on the status of the RMR Unit, including the start date, duration of the RMR Agreement, the Standby Cost per MW and the amount of MW under contract, within 24 hours of signing an RMR Agreement with a Resource Entity.</w:t>
      </w:r>
    </w:p>
    <w:p w14:paraId="3A730B57" w14:textId="77777777" w:rsidR="00CB13B2" w:rsidRDefault="002D238A">
      <w:pPr>
        <w:pStyle w:val="List"/>
        <w:ind w:left="720"/>
      </w:pPr>
      <w:r>
        <w:t>(</w:t>
      </w:r>
      <w:r w:rsidR="007737B8">
        <w:t>7</w:t>
      </w:r>
      <w:r>
        <w:t>)</w:t>
      </w:r>
      <w:r>
        <w:tab/>
        <w:t>If, after 90 days following ERCOT’s receipt of Part I</w:t>
      </w:r>
      <w:r w:rsidR="000F080F">
        <w:t xml:space="preserve"> and Part II of the</w:t>
      </w:r>
      <w:r>
        <w:t xml:space="preserve"> Notification, either ERCOT has not informed the </w:t>
      </w:r>
      <w:r w:rsidR="007737B8">
        <w:t xml:space="preserve">Resource </w:t>
      </w:r>
      <w:r>
        <w:t xml:space="preserve">Entity that the Generation Resource is not needed for ERCOT System reliability or both parties have not signed a RMR Agreement for a Generation Resource that ERCOT has determined to be required for ERCOT System reliability,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p>
    <w:p w14:paraId="6A86D6E7" w14:textId="77777777" w:rsidR="00CB13B2" w:rsidRDefault="002D238A">
      <w:pPr>
        <w:pStyle w:val="List"/>
        <w:ind w:left="720"/>
      </w:pPr>
      <w:r>
        <w:t>(</w:t>
      </w:r>
      <w:r w:rsidR="007737B8">
        <w:t>8</w:t>
      </w:r>
      <w:r>
        <w:t>)</w:t>
      </w:r>
      <w:r>
        <w:tab/>
        <w:t>If, after 90 days following receipt of Part I</w:t>
      </w:r>
      <w:r w:rsidR="000F080F">
        <w:t xml:space="preserve"> and Part II of the</w:t>
      </w:r>
      <w:r>
        <w:t xml:space="preserve"> Notification, ERCOT and the </w:t>
      </w:r>
      <w:r w:rsidR="007737B8">
        <w:t xml:space="preserve">Resource </w:t>
      </w:r>
      <w:r>
        <w:t xml:space="preserve">Entity have not finalized an RMR Agreement for a Generation Resource that ERCOT has determined to be required for ERCOT System reliability,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63" w:name="_Toc400526200"/>
      <w:bookmarkStart w:id="1764" w:name="_Toc405534518"/>
      <w:bookmarkStart w:id="1765" w:name="_Toc406570531"/>
      <w:bookmarkStart w:id="1766" w:name="_Toc410910683"/>
      <w:bookmarkStart w:id="1767" w:name="_Toc411841111"/>
      <w:bookmarkStart w:id="1768" w:name="_Toc422147073"/>
      <w:bookmarkStart w:id="1769" w:name="_Toc433020669"/>
      <w:bookmarkStart w:id="1770" w:name="_Toc437262110"/>
      <w:bookmarkStart w:id="1771" w:name="_Toc478375287"/>
      <w:bookmarkStart w:id="1772" w:name="_Toc510513382"/>
      <w:r w:rsidRPr="004D74A6">
        <w:rPr>
          <w:b/>
          <w:iCs/>
        </w:rPr>
        <w:t>3.14.1.2.1</w:t>
      </w:r>
      <w:r w:rsidRPr="004D74A6">
        <w:rPr>
          <w:b/>
          <w:iCs/>
        </w:rPr>
        <w:tab/>
      </w:r>
      <w:r w:rsidRPr="004D74A6">
        <w:rPr>
          <w:b/>
          <w:snapToGrid w:val="0"/>
        </w:rPr>
        <w:t>ERCOT Evaluation of Seasonal Mothball Status</w:t>
      </w:r>
      <w:bookmarkEnd w:id="1763"/>
      <w:bookmarkEnd w:id="1764"/>
      <w:bookmarkEnd w:id="1765"/>
      <w:bookmarkEnd w:id="1766"/>
      <w:bookmarkEnd w:id="1767"/>
      <w:bookmarkEnd w:id="1768"/>
      <w:bookmarkEnd w:id="1769"/>
      <w:bookmarkEnd w:id="1770"/>
      <w:bookmarkEnd w:id="1771"/>
      <w:bookmarkEnd w:id="1772"/>
    </w:p>
    <w:p w14:paraId="659CCF38" w14:textId="77777777"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 except as stated below.</w:t>
      </w:r>
    </w:p>
    <w:p w14:paraId="4BC6789A" w14:textId="77777777" w:rsidR="004D74A6" w:rsidRPr="004D74A6" w:rsidRDefault="004D74A6" w:rsidP="004D74A6">
      <w:pPr>
        <w:spacing w:after="240"/>
        <w:ind w:left="720" w:hanging="720"/>
      </w:pPr>
      <w:r w:rsidRPr="004D74A6">
        <w:t>(2)</w:t>
      </w:r>
      <w:r w:rsidRPr="004D74A6">
        <w:tab/>
        <w:t xml:space="preserve">Within 30 days after receiving the Notification of Suspension of Operations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77777777" w:rsidR="004D74A6" w:rsidRDefault="004D74A6" w:rsidP="004D74A6">
      <w:pPr>
        <w:pStyle w:val="List"/>
        <w:ind w:left="720"/>
      </w:pPr>
      <w:r w:rsidRPr="004D74A6">
        <w:t>(3)</w:t>
      </w:r>
      <w:r w:rsidRPr="004D74A6">
        <w:tab/>
        <w:t>Within 60 days after receiving the Notification of Suspension of Operations ERCOT shall make a final assessment of whether the Generation Resource is required to support ERCOT System reliability during the portion of the year when the Generation Resource would be unavailable.</w:t>
      </w:r>
    </w:p>
    <w:p w14:paraId="587F10F3" w14:textId="77777777" w:rsidR="00CB13B2" w:rsidRPr="00AE0E6D" w:rsidRDefault="002D238A">
      <w:pPr>
        <w:pStyle w:val="H4"/>
        <w:rPr>
          <w:b/>
        </w:rPr>
      </w:pPr>
      <w:bookmarkStart w:id="1773" w:name="_Toc204048587"/>
      <w:bookmarkStart w:id="1774" w:name="_Toc400526201"/>
      <w:bookmarkStart w:id="1775" w:name="_Toc405534519"/>
      <w:bookmarkStart w:id="1776" w:name="_Toc406570532"/>
      <w:bookmarkStart w:id="1777" w:name="_Toc410910684"/>
      <w:bookmarkStart w:id="1778" w:name="_Toc411841112"/>
      <w:bookmarkStart w:id="1779" w:name="_Toc422147074"/>
      <w:bookmarkStart w:id="1780" w:name="_Toc433020670"/>
      <w:bookmarkStart w:id="1781" w:name="_Toc437262111"/>
      <w:bookmarkStart w:id="1782" w:name="_Toc478375288"/>
      <w:bookmarkStart w:id="1783" w:name="_Toc510513383"/>
      <w:r w:rsidRPr="00AE0E6D">
        <w:rPr>
          <w:b/>
        </w:rPr>
        <w:lastRenderedPageBreak/>
        <w:t>3.14.1.3</w:t>
      </w:r>
      <w:r w:rsidRPr="00AE0E6D">
        <w:rPr>
          <w:b/>
        </w:rPr>
        <w:tab/>
        <w:t>ERCOT Report to Board on Signed RMR Agreements</w:t>
      </w:r>
      <w:bookmarkEnd w:id="1773"/>
      <w:bookmarkEnd w:id="1774"/>
      <w:bookmarkEnd w:id="1775"/>
      <w:bookmarkEnd w:id="1776"/>
      <w:bookmarkEnd w:id="1777"/>
      <w:bookmarkEnd w:id="1778"/>
      <w:bookmarkEnd w:id="1779"/>
      <w:bookmarkEnd w:id="1780"/>
      <w:bookmarkEnd w:id="1781"/>
      <w:bookmarkEnd w:id="1782"/>
      <w:bookmarkEnd w:id="1783"/>
    </w:p>
    <w:p w14:paraId="1DBA2D98" w14:textId="77777777" w:rsidR="00CB13B2" w:rsidRDefault="002D238A">
      <w:pPr>
        <w:pStyle w:val="List"/>
        <w:keepNext/>
        <w:ind w:left="720"/>
      </w:pPr>
      <w:r>
        <w:t>(1)</w:t>
      </w:r>
      <w:r>
        <w:tab/>
        <w:t xml:space="preserve">After receiving a Notification of Suspension of Operations and conducting the analysis required by the Protocols and after the date on which it executes an RMR Agreement, ERCOT shall provide notice to the </w:t>
      </w:r>
      <w:r w:rsidR="007737B8">
        <w:t xml:space="preserve">ERCOT </w:t>
      </w:r>
      <w:r>
        <w:t xml:space="preserve">Board, at the next </w:t>
      </w:r>
      <w:r w:rsidR="007737B8">
        <w:t xml:space="preserve">ERCOT </w:t>
      </w:r>
      <w:r>
        <w:t>Board meeting after ERCOT has signed the RMR Agreement, that the following steps have been completed with respect to any RMR Agreement signed by ERCOT:</w:t>
      </w:r>
    </w:p>
    <w:p w14:paraId="0A73E89A" w14:textId="77777777" w:rsidR="00CB13B2" w:rsidRDefault="002D238A">
      <w:pPr>
        <w:pStyle w:val="List2"/>
        <w:ind w:left="1440"/>
      </w:pPr>
      <w:r>
        <w:t>(a)</w:t>
      </w:r>
      <w:r>
        <w:tab/>
        <w:t xml:space="preserve">The </w:t>
      </w:r>
      <w:r w:rsidR="00D93C29">
        <w:t xml:space="preserve">Resource </w:t>
      </w:r>
      <w:r>
        <w:t xml:space="preserve">Entity provided a complete and timely Notification of Suspension of Operations including a sworn attestation supporting its claim of pending </w:t>
      </w:r>
      <w:r w:rsidR="00D93C29">
        <w:t xml:space="preserve">Generation Resource </w:t>
      </w:r>
      <w:r>
        <w:t>closure;</w:t>
      </w:r>
    </w:p>
    <w:p w14:paraId="1BAF2142" w14:textId="77777777" w:rsidR="00CB13B2" w:rsidRDefault="002D238A">
      <w:pPr>
        <w:pStyle w:val="List2"/>
        <w:ind w:left="1440"/>
      </w:pPr>
      <w:r>
        <w:t>(b)</w:t>
      </w:r>
      <w:r>
        <w:tab/>
        <w:t>ERCOT received all the data requested from the applicant necessary to evaluate the need for and provisions of the RMR Agreement, that information was posted on the MIS Secure Area by ERCOT, as it became available to ERCOT;</w:t>
      </w:r>
    </w:p>
    <w:p w14:paraId="289B9521" w14:textId="77777777" w:rsidR="00CB13B2" w:rsidRDefault="002D238A">
      <w:pPr>
        <w:pStyle w:val="List2"/>
        <w:ind w:left="1440"/>
      </w:pPr>
      <w:r>
        <w:t>(c)</w:t>
      </w:r>
      <w:r>
        <w:tab/>
        <w:t>The signed RMR Agreement complies with the ERCOT Protocols</w:t>
      </w:r>
      <w:r w:rsidR="00D93C29">
        <w:t xml:space="preserve"> and is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7777777" w:rsidR="00CB13B2" w:rsidRDefault="002D238A">
      <w:pPr>
        <w:pStyle w:val="List2"/>
      </w:pPr>
      <w:r>
        <w:t>(iii)</w:t>
      </w:r>
      <w:r>
        <w:tab/>
        <w:t>The specific type and scope of reliability concerns identified for each RMR Unit.</w:t>
      </w:r>
    </w:p>
    <w:p w14:paraId="7969A234" w14:textId="77777777" w:rsidR="00CB13B2" w:rsidRDefault="002D238A">
      <w:pPr>
        <w:pStyle w:val="List"/>
        <w:ind w:left="720"/>
      </w:pPr>
      <w:r>
        <w:t>(2)</w:t>
      </w:r>
      <w:r>
        <w:tab/>
        <w:t>ERCOT shall post on the MIS Secure Area, as they become available, unit-specific studies, reports, and data, by which ERCOT justified entering into the RMR Agreement.</w:t>
      </w:r>
    </w:p>
    <w:p w14:paraId="64809342" w14:textId="77777777" w:rsidR="00CB13B2" w:rsidRPr="00AE0E6D" w:rsidRDefault="002D238A">
      <w:pPr>
        <w:pStyle w:val="H4"/>
        <w:tabs>
          <w:tab w:val="clear" w:pos="1260"/>
          <w:tab w:val="left" w:pos="720"/>
        </w:tabs>
        <w:rPr>
          <w:b/>
        </w:rPr>
      </w:pPr>
      <w:bookmarkStart w:id="1784" w:name="_Toc144691977"/>
      <w:bookmarkStart w:id="1785" w:name="_Toc204048588"/>
      <w:bookmarkStart w:id="1786" w:name="_Toc400526202"/>
      <w:bookmarkStart w:id="1787" w:name="_Toc405534520"/>
      <w:bookmarkStart w:id="1788" w:name="_Toc406570533"/>
      <w:bookmarkStart w:id="1789" w:name="_Toc410910685"/>
      <w:bookmarkStart w:id="1790" w:name="_Toc411841113"/>
      <w:bookmarkStart w:id="1791" w:name="_Toc422147075"/>
      <w:bookmarkStart w:id="1792" w:name="_Toc433020671"/>
      <w:bookmarkStart w:id="1793" w:name="_Toc437262112"/>
      <w:bookmarkStart w:id="1794" w:name="_Toc478375289"/>
      <w:bookmarkStart w:id="1795" w:name="_Toc510513384"/>
      <w:r w:rsidRPr="00AE0E6D">
        <w:rPr>
          <w:b/>
        </w:rPr>
        <w:t>3.14.1.4</w:t>
      </w:r>
      <w:r w:rsidRPr="00AE0E6D">
        <w:rPr>
          <w:b/>
        </w:rPr>
        <w:tab/>
        <w:t>Exit Strategy from an RMR Agreement</w:t>
      </w:r>
      <w:bookmarkEnd w:id="1784"/>
      <w:bookmarkEnd w:id="1785"/>
      <w:bookmarkEnd w:id="1786"/>
      <w:bookmarkEnd w:id="1787"/>
      <w:bookmarkEnd w:id="1788"/>
      <w:bookmarkEnd w:id="1789"/>
      <w:bookmarkEnd w:id="1790"/>
      <w:bookmarkEnd w:id="1791"/>
      <w:bookmarkEnd w:id="1792"/>
      <w:bookmarkEnd w:id="1793"/>
      <w:bookmarkEnd w:id="1794"/>
      <w:bookmarkEnd w:id="1795"/>
    </w:p>
    <w:p w14:paraId="339E3A3F" w14:textId="77777777" w:rsidR="00CB13B2" w:rsidRDefault="0041108D" w:rsidP="006D5EC8">
      <w:pPr>
        <w:autoSpaceDE w:val="0"/>
        <w:autoSpaceDN w:val="0"/>
        <w:adjustRightInd w:val="0"/>
        <w:spacing w:after="240"/>
        <w:ind w:left="720" w:hanging="720"/>
      </w:pPr>
      <w:r>
        <w:t>(1)</w:t>
      </w:r>
      <w:r>
        <w:tab/>
      </w:r>
      <w:r w:rsidR="002D238A">
        <w:t xml:space="preserve">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w:t>
      </w:r>
      <w:r w:rsidR="002D238A">
        <w:lastRenderedPageBreak/>
        <w:t>provided by the RMR Unit is identified, ERCOT shall provide a proposed timeline to study and/or implement the alternative.</w:t>
      </w:r>
    </w:p>
    <w:p w14:paraId="582D529C" w14:textId="77777777" w:rsidR="00CB13B2" w:rsidRPr="00AE0E6D" w:rsidRDefault="002D238A">
      <w:pPr>
        <w:pStyle w:val="H4"/>
        <w:rPr>
          <w:b/>
        </w:rPr>
      </w:pPr>
      <w:bookmarkStart w:id="1796" w:name="_Toc144691978"/>
      <w:bookmarkStart w:id="1797" w:name="_Toc204048589"/>
      <w:bookmarkStart w:id="1798" w:name="_Toc400526203"/>
      <w:bookmarkStart w:id="1799" w:name="_Toc405534521"/>
      <w:bookmarkStart w:id="1800" w:name="_Toc406570534"/>
      <w:bookmarkStart w:id="1801" w:name="_Toc410910686"/>
      <w:bookmarkStart w:id="1802" w:name="_Toc411841114"/>
      <w:bookmarkStart w:id="1803" w:name="_Toc422147076"/>
      <w:bookmarkStart w:id="1804" w:name="_Toc433020672"/>
      <w:bookmarkStart w:id="1805" w:name="_Toc437262113"/>
      <w:bookmarkStart w:id="1806" w:name="_Toc478375290"/>
      <w:bookmarkStart w:id="1807" w:name="_Toc510513385"/>
      <w:r w:rsidRPr="00AE0E6D">
        <w:rPr>
          <w:b/>
        </w:rPr>
        <w:t>3.14.1.5</w:t>
      </w:r>
      <w:r w:rsidRPr="00AE0E6D">
        <w:rPr>
          <w:b/>
        </w:rPr>
        <w:tab/>
        <w:t>Potential Alternatives to RMR Agreements</w:t>
      </w:r>
      <w:bookmarkEnd w:id="1796"/>
      <w:bookmarkEnd w:id="1797"/>
      <w:bookmarkEnd w:id="1798"/>
      <w:bookmarkEnd w:id="1799"/>
      <w:bookmarkEnd w:id="1800"/>
      <w:bookmarkEnd w:id="1801"/>
      <w:bookmarkEnd w:id="1802"/>
      <w:bookmarkEnd w:id="1803"/>
      <w:bookmarkEnd w:id="1804"/>
      <w:bookmarkEnd w:id="1805"/>
      <w:bookmarkEnd w:id="1806"/>
      <w:bookmarkEnd w:id="1807"/>
    </w:p>
    <w:p w14:paraId="5DC70EB3" w14:textId="77777777" w:rsidR="00CB13B2" w:rsidRDefault="002D238A">
      <w:pPr>
        <w:autoSpaceDE w:val="0"/>
        <w:autoSpaceDN w:val="0"/>
        <w:adjustRightInd w:val="0"/>
        <w:spacing w:after="240"/>
        <w:ind w:left="720" w:hanging="720"/>
      </w:pPr>
      <w:r>
        <w:t>(1)</w:t>
      </w:r>
      <w:r>
        <w:tab/>
        <w:t>ERCOT shall provide reasonably available information that would enable potential MRA Resources to assess the feasibility of submitting a proposal to provide a more cost</w:t>
      </w:r>
      <w:r>
        <w:noBreakHyphen/>
        <w:t xml:space="preserve">effective alternative to an RMR Unit through the regional planning process, including any known minimum technical requirements and/or operational characteristics required to eliminate the need for the RMR Unit.  </w:t>
      </w:r>
      <w:r w:rsidR="00D93C29">
        <w:t>The Technical Advisory Committee (</w:t>
      </w:r>
      <w:r>
        <w:t>TAC</w:t>
      </w:r>
      <w:r w:rsidR="00D93C29">
        <w:t>)</w:t>
      </w:r>
      <w:r>
        <w:t xml:space="preserve"> shall review the output of the regional planning process and provide guidance prior to entering into an agreement with an MRA Resource (MRA Agreement).</w:t>
      </w:r>
    </w:p>
    <w:p w14:paraId="388BD5AD" w14:textId="77777777" w:rsidR="00CB13B2" w:rsidRDefault="002D238A">
      <w:pPr>
        <w:autoSpaceDE w:val="0"/>
        <w:autoSpaceDN w:val="0"/>
        <w:adjustRightInd w:val="0"/>
        <w:spacing w:after="240"/>
        <w:ind w:left="720" w:hanging="720"/>
      </w:pPr>
      <w:r>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Resource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77777777"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proposed MRA Resource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77777777" w:rsidR="00CB13B2" w:rsidRDefault="002D238A">
      <w:pPr>
        <w:autoSpaceDE w:val="0"/>
        <w:autoSpaceDN w:val="0"/>
        <w:adjustRightInd w:val="0"/>
        <w:spacing w:after="240"/>
        <w:ind w:left="720" w:hanging="720"/>
      </w:pPr>
      <w:r>
        <w:t>(3)</w:t>
      </w:r>
      <w:r>
        <w:tab/>
        <w:t>If the resulting MRA Agreement would result in significantly lower total costs than</w:t>
      </w:r>
      <w:r w:rsidR="0011352C">
        <w:t xml:space="preserve"> </w:t>
      </w:r>
      <w:r>
        <w:t xml:space="preserve">continued service by the RMR Agreement, and otherwise meets the requirements of this subsection, ERCOT may sign the MRA Agreement.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77777777"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Resource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lastRenderedPageBreak/>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08" w:name="_Toc144691979"/>
      <w:bookmarkStart w:id="1809" w:name="_Toc204048590"/>
      <w:bookmarkStart w:id="1810" w:name="_Toc400526204"/>
      <w:bookmarkStart w:id="1811" w:name="_Toc405534522"/>
      <w:bookmarkStart w:id="1812" w:name="_Toc406570535"/>
      <w:bookmarkStart w:id="1813" w:name="_Toc410910687"/>
      <w:bookmarkStart w:id="1814" w:name="_Toc411841115"/>
      <w:bookmarkStart w:id="1815" w:name="_Toc422147077"/>
      <w:bookmarkStart w:id="1816" w:name="_Toc433020673"/>
      <w:bookmarkStart w:id="1817" w:name="_Toc437262114"/>
      <w:bookmarkStart w:id="1818" w:name="_Toc478375291"/>
      <w:bookmarkStart w:id="1819" w:name="_Toc510513386"/>
      <w:r w:rsidRPr="00AE0E6D">
        <w:rPr>
          <w:b/>
        </w:rPr>
        <w:t>3.14.1.6</w:t>
      </w:r>
      <w:r w:rsidRPr="00AE0E6D">
        <w:rPr>
          <w:b/>
        </w:rPr>
        <w:tab/>
        <w:t>Transmission System Upgrades Associated with an RMR and/or MRA Exit Strategy</w:t>
      </w:r>
      <w:bookmarkEnd w:id="1808"/>
      <w:bookmarkEnd w:id="1809"/>
      <w:bookmarkEnd w:id="1810"/>
      <w:bookmarkEnd w:id="1811"/>
      <w:bookmarkEnd w:id="1812"/>
      <w:bookmarkEnd w:id="1813"/>
      <w:bookmarkEnd w:id="1814"/>
      <w:bookmarkEnd w:id="1815"/>
      <w:bookmarkEnd w:id="1816"/>
      <w:bookmarkEnd w:id="1817"/>
      <w:bookmarkEnd w:id="1818"/>
      <w:bookmarkEnd w:id="1819"/>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77777777"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20" w:name="_Toc144691980"/>
      <w:bookmarkStart w:id="1821" w:name="_Toc204048591"/>
      <w:bookmarkStart w:id="1822" w:name="_Toc400526205"/>
      <w:bookmarkStart w:id="1823" w:name="_Toc405534523"/>
      <w:bookmarkStart w:id="1824" w:name="_Toc406570536"/>
      <w:bookmarkStart w:id="1825" w:name="_Toc410910688"/>
      <w:bookmarkStart w:id="1826" w:name="_Toc411841116"/>
      <w:bookmarkStart w:id="1827" w:name="_Toc422147078"/>
      <w:bookmarkStart w:id="1828" w:name="_Toc433020674"/>
      <w:bookmarkStart w:id="1829" w:name="_Toc437262115"/>
      <w:bookmarkStart w:id="1830" w:name="_Toc478375292"/>
      <w:bookmarkStart w:id="1831" w:name="_Toc510513387"/>
      <w:r w:rsidRPr="00AE0E6D">
        <w:rPr>
          <w:b/>
        </w:rPr>
        <w:t>3.14.1.7</w:t>
      </w:r>
      <w:r w:rsidRPr="00AE0E6D">
        <w:rPr>
          <w:b/>
        </w:rPr>
        <w:tab/>
        <w:t>RMR or MRA Contract Termination</w:t>
      </w:r>
      <w:bookmarkEnd w:id="1820"/>
      <w:bookmarkEnd w:id="1821"/>
      <w:bookmarkEnd w:id="1822"/>
      <w:bookmarkEnd w:id="1823"/>
      <w:bookmarkEnd w:id="1824"/>
      <w:bookmarkEnd w:id="1825"/>
      <w:bookmarkEnd w:id="1826"/>
      <w:bookmarkEnd w:id="1827"/>
      <w:bookmarkEnd w:id="1828"/>
      <w:bookmarkEnd w:id="1829"/>
      <w:bookmarkEnd w:id="1830"/>
      <w:bookmarkEnd w:id="1831"/>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 xml:space="preserve">Once a suitable RMR or MRA exit strategy has been developed as defined in Section 3.14.1.4, Exit Strategy from an RMR Agreement, and the strategy has been approved by </w:t>
      </w:r>
      <w:r>
        <w:lastRenderedPageBreak/>
        <w:t>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77777777" w:rsidR="00CB13B2" w:rsidRDefault="002D238A">
      <w:pPr>
        <w:pStyle w:val="List"/>
      </w:pPr>
      <w:r>
        <w:t>(b)</w:t>
      </w:r>
      <w:r>
        <w:tab/>
        <w:t xml:space="preserve">A </w:t>
      </w:r>
      <w:r w:rsidR="00D93C29">
        <w:t>Certificate of Convenience and Necessity (</w:t>
      </w:r>
      <w:r>
        <w:t>CCN</w:t>
      </w:r>
      <w:r w:rsidR="00D93C29">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32" w:name="_Toc144691981"/>
      <w:bookmarkStart w:id="1833" w:name="_Toc204048592"/>
      <w:bookmarkStart w:id="1834" w:name="_Toc400526206"/>
      <w:bookmarkStart w:id="1835" w:name="_Toc405534524"/>
      <w:bookmarkStart w:id="1836" w:name="_Toc406570537"/>
      <w:bookmarkStart w:id="1837" w:name="_Toc410910689"/>
      <w:bookmarkStart w:id="1838" w:name="_Toc411841117"/>
      <w:bookmarkStart w:id="1839" w:name="_Toc422147079"/>
      <w:bookmarkStart w:id="1840" w:name="_Toc433020675"/>
      <w:bookmarkStart w:id="1841" w:name="_Toc437262116"/>
      <w:bookmarkStart w:id="1842" w:name="_Toc478375293"/>
      <w:bookmarkStart w:id="1843" w:name="_Toc510513388"/>
      <w:r w:rsidRPr="00AE0E6D">
        <w:rPr>
          <w:b/>
        </w:rPr>
        <w:t>3.14.1.8</w:t>
      </w:r>
      <w:r w:rsidRPr="00AE0E6D">
        <w:rPr>
          <w:b/>
        </w:rPr>
        <w:tab/>
        <w:t>RMR and/or MRA Contract Extension</w:t>
      </w:r>
      <w:bookmarkEnd w:id="1832"/>
      <w:bookmarkEnd w:id="1833"/>
      <w:bookmarkEnd w:id="1834"/>
      <w:bookmarkEnd w:id="1835"/>
      <w:bookmarkEnd w:id="1836"/>
      <w:bookmarkEnd w:id="1837"/>
      <w:bookmarkEnd w:id="1838"/>
      <w:bookmarkEnd w:id="1839"/>
      <w:bookmarkEnd w:id="1840"/>
      <w:bookmarkEnd w:id="1841"/>
      <w:bookmarkEnd w:id="1842"/>
      <w:bookmarkEnd w:id="1843"/>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77777777"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the RMR Unit or MRA Resource of its intent to execute an extension to the existing RMR or MRA Agreement no later than 30 days prior to the planned termination </w:t>
      </w:r>
      <w:r>
        <w:lastRenderedPageBreak/>
        <w:t>date.</w:t>
      </w:r>
      <w:r w:rsidR="00D93C29">
        <w:t xml:space="preserve">  Within </w:t>
      </w:r>
      <w:r w:rsidR="00B06DCE">
        <w:t>24</w:t>
      </w:r>
      <w:r w:rsidR="00D93C29">
        <w:t xml:space="preserve"> hours of ERCOT providing this Notice to the Resource Entity that owns the RMR Unit or MRA Resource, ERCOT shall issue a Market Notice on its intent to execute an extension to the existing RMR or MRA Agreement.  The Market Notice must contain the name and seasonal MW ratings of the RMR Unit or MRA Resource and the expected duration of the contract extension, including the expected termination date.</w:t>
      </w:r>
    </w:p>
    <w:p w14:paraId="588E7B8F" w14:textId="77777777" w:rsidR="00CB13B2" w:rsidRDefault="002D238A">
      <w:pPr>
        <w:pStyle w:val="List"/>
      </w:pPr>
      <w:r>
        <w:t>(b)</w:t>
      </w:r>
      <w:r>
        <w:tab/>
        <w:t xml:space="preserve">Forty-five days prior to the expiration date of an existing RMR or MRA Agreement for which the </w:t>
      </w:r>
      <w:r w:rsidR="00D93C29">
        <w:t xml:space="preserve">Resource </w:t>
      </w:r>
      <w:r>
        <w:t xml:space="preserve">Entity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otice to the Resource Entity that owns the RMR Unit or MRA Resource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 the RMR Unit or MRA Resource, ERCOT shall issue a Market Notice on its intent to execute an extension to the existing RMR or MRA Agreement.  The Market Notice must contain the name and seasonal MW ratings of the RMR Unit or MRA Resource and the expected duration of the contract extension, including the expected termination date.</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77777777"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 the RMR or MRA Resource to negotiate a new RMR or MRA Agreement to allow completion of the planned transmission upgrades.</w:t>
      </w:r>
      <w:r w:rsidR="00D93C29">
        <w:t xml:space="preserve">  ERCOT shall issue a Market Notice on or before the date that extension negotiations begin with the Resource Entity that owns the RMR or MRA Resource.  The Market Notice must contain the name and seasonal MW ratings of the RMR Unit or MRA Resource and the expected duration of the contract extension, including the expected termination date.  Additionally, the Market Notice must contain a description of the exit strategy and the status of progress of exit strategy projects.</w:t>
      </w:r>
    </w:p>
    <w:p w14:paraId="6B8091A4" w14:textId="77777777" w:rsidR="00CB13B2" w:rsidRPr="00AE0E6D" w:rsidRDefault="002D238A">
      <w:pPr>
        <w:pStyle w:val="H4"/>
        <w:rPr>
          <w:b/>
        </w:rPr>
      </w:pPr>
      <w:bookmarkStart w:id="1844" w:name="_Toc204048593"/>
      <w:bookmarkStart w:id="1845" w:name="_Toc400526207"/>
      <w:bookmarkStart w:id="1846" w:name="_Toc405534525"/>
      <w:bookmarkStart w:id="1847" w:name="_Toc406570538"/>
      <w:bookmarkStart w:id="1848" w:name="_Toc410910690"/>
      <w:bookmarkStart w:id="1849" w:name="_Toc411841118"/>
      <w:bookmarkStart w:id="1850" w:name="_Toc422147080"/>
      <w:bookmarkStart w:id="1851" w:name="_Toc433020676"/>
      <w:bookmarkStart w:id="1852" w:name="_Toc437262117"/>
      <w:bookmarkStart w:id="1853" w:name="_Toc478375294"/>
      <w:bookmarkStart w:id="1854" w:name="_Toc510513389"/>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1844"/>
      <w:bookmarkEnd w:id="1845"/>
      <w:bookmarkEnd w:id="1846"/>
      <w:bookmarkEnd w:id="1847"/>
      <w:bookmarkEnd w:id="1848"/>
      <w:bookmarkEnd w:id="1849"/>
      <w:bookmarkEnd w:id="1850"/>
      <w:bookmarkEnd w:id="1851"/>
      <w:bookmarkEnd w:id="1852"/>
      <w:bookmarkEnd w:id="1853"/>
      <w:bookmarkEnd w:id="1854"/>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77777777"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 Notification of Suspension of Operations submitted due to a Forced Outage, ERCOT shall post each submitted Notification of Suspension of Operations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157CD7">
      <w:pPr>
        <w:pStyle w:val="List"/>
        <w:spacing w:before="240"/>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77777777" w:rsidR="00F92C9D" w:rsidRDefault="004B3958" w:rsidP="00F92C9D">
      <w:pPr>
        <w:pStyle w:val="List"/>
        <w:ind w:left="720"/>
      </w:pPr>
      <w:r>
        <w:t>(</w:t>
      </w:r>
      <w:r w:rsidR="00D474A2">
        <w:t>5</w:t>
      </w:r>
      <w:r w:rsidR="003D4A22">
        <w:t>)</w:t>
      </w:r>
      <w:r w:rsidR="003D4A22">
        <w:tab/>
      </w:r>
      <w:r w:rsidR="00F92C9D">
        <w:t xml:space="preserve">If a </w:t>
      </w:r>
      <w:r w:rsidR="009266B1">
        <w:t xml:space="preserve">Resource </w:t>
      </w:r>
      <w:r w:rsidR="00F92C9D">
        <w:t>Entity wishes to change the operational designation of a Generation Resource upon conclusion of an RMR Agreement, it must submit a Notification of Change of Generation Resource Designation no later than 60 days prior to the conclusion of the RMR Agreement.</w:t>
      </w:r>
    </w:p>
    <w:p w14:paraId="30D0AE40" w14:textId="77777777" w:rsidR="003D4A22" w:rsidRDefault="003D4A22" w:rsidP="00157CD7">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Notification of Suspension of Operations</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Notification of Suspension of Operations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Resource Entity by </w:t>
      </w:r>
      <w:r w:rsidRPr="0046029C">
        <w:rPr>
          <w:iCs/>
        </w:rPr>
        <w:lastRenderedPageBreak/>
        <w:t>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7777777"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 Notification of Suspension of Operations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77777777" w:rsidR="0011352C" w:rsidRDefault="0011352C" w:rsidP="003D4A22">
      <w:pPr>
        <w:pStyle w:val="List"/>
        <w:ind w:left="720"/>
      </w:pPr>
      <w:r>
        <w:t>(</w:t>
      </w:r>
      <w:r w:rsidR="004B3958">
        <w:t>1</w:t>
      </w:r>
      <w:r w:rsidR="00D474A2">
        <w:t>3</w:t>
      </w:r>
      <w:r>
        <w:t>)</w:t>
      </w:r>
      <w:r>
        <w:tab/>
        <w:t xml:space="preserve">A Resource Entity that submitted a Notification of Suspension of Operations as a result of a Forced Outage must notify ERCOT of its intent to return to service as soon as practicable by updating its status in the Outage Scheduler and Current Operating Plan </w:t>
      </w:r>
      <w:r>
        <w:lastRenderedPageBreak/>
        <w:t>(COP)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55" w:name="_Toc144691983"/>
      <w:bookmarkStart w:id="1856" w:name="_Toc204048594"/>
      <w:bookmarkStart w:id="1857" w:name="_Toc400526208"/>
      <w:bookmarkStart w:id="1858" w:name="_Toc405534526"/>
      <w:bookmarkStart w:id="1859" w:name="_Toc406570539"/>
      <w:bookmarkStart w:id="1860" w:name="_Toc410910691"/>
      <w:bookmarkStart w:id="1861" w:name="_Toc411841119"/>
      <w:bookmarkStart w:id="1862" w:name="_Toc422147081"/>
      <w:bookmarkStart w:id="1863" w:name="_Toc433020677"/>
      <w:bookmarkStart w:id="1864" w:name="_Toc437262118"/>
      <w:bookmarkStart w:id="1865" w:name="_Toc478375295"/>
      <w:bookmarkStart w:id="1866" w:name="_Toc510513390"/>
      <w:r w:rsidRPr="00AE0E6D">
        <w:rPr>
          <w:b/>
        </w:rPr>
        <w:t>3.14.1.10</w:t>
      </w:r>
      <w:r w:rsidRPr="00AE0E6D">
        <w:rPr>
          <w:b/>
        </w:rPr>
        <w:tab/>
        <w:t>Eligible Costs</w:t>
      </w:r>
      <w:bookmarkEnd w:id="1855"/>
      <w:bookmarkEnd w:id="1856"/>
      <w:bookmarkEnd w:id="1857"/>
      <w:bookmarkEnd w:id="1858"/>
      <w:bookmarkEnd w:id="1859"/>
      <w:bookmarkEnd w:id="1860"/>
      <w:bookmarkEnd w:id="1861"/>
      <w:bookmarkEnd w:id="1862"/>
      <w:bookmarkEnd w:id="1863"/>
      <w:bookmarkEnd w:id="1864"/>
      <w:bookmarkEnd w:id="1865"/>
      <w:bookmarkEnd w:id="1866"/>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lastRenderedPageBreak/>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67" w:name="_Toc144691984"/>
      <w:bookmarkStart w:id="1868" w:name="_Toc204048595"/>
      <w:bookmarkStart w:id="1869" w:name="_Toc400526209"/>
      <w:bookmarkStart w:id="1870" w:name="_Toc405534527"/>
      <w:bookmarkStart w:id="1871" w:name="_Toc406570540"/>
      <w:bookmarkStart w:id="1872" w:name="_Toc410910692"/>
      <w:bookmarkStart w:id="1873" w:name="_Toc411841120"/>
      <w:bookmarkStart w:id="1874" w:name="_Toc422147082"/>
      <w:bookmarkStart w:id="1875" w:name="_Toc433020678"/>
      <w:bookmarkStart w:id="1876" w:name="_Toc437262119"/>
      <w:bookmarkStart w:id="1877" w:name="_Toc478375296"/>
      <w:bookmarkStart w:id="1878" w:name="_Toc510513391"/>
      <w:r w:rsidRPr="00AE0E6D">
        <w:rPr>
          <w:b/>
        </w:rPr>
        <w:t>3.14.1.11</w:t>
      </w:r>
      <w:r w:rsidRPr="00AE0E6D">
        <w:rPr>
          <w:b/>
        </w:rPr>
        <w:tab/>
        <w:t>Budgeting Eligible Costs</w:t>
      </w:r>
      <w:bookmarkEnd w:id="1867"/>
      <w:bookmarkEnd w:id="1868"/>
      <w:bookmarkEnd w:id="1869"/>
      <w:bookmarkEnd w:id="1870"/>
      <w:bookmarkEnd w:id="1871"/>
      <w:bookmarkEnd w:id="1872"/>
      <w:bookmarkEnd w:id="1873"/>
      <w:bookmarkEnd w:id="1874"/>
      <w:bookmarkEnd w:id="1875"/>
      <w:bookmarkEnd w:id="1876"/>
      <w:bookmarkEnd w:id="1877"/>
      <w:bookmarkEnd w:id="1878"/>
    </w:p>
    <w:p w14:paraId="4B9F7BF4" w14:textId="77777777" w:rsidR="00CB13B2" w:rsidRDefault="002D238A">
      <w:pPr>
        <w:pStyle w:val="BodyTextNumbered"/>
      </w:pPr>
      <w:r>
        <w:t>(1)</w:t>
      </w:r>
      <w:r>
        <w:tab/>
        <w:t xml:space="preserve">The owner of the RMR Unit shall provide </w:t>
      </w:r>
      <w:r w:rsidR="00FA14B2">
        <w:t xml:space="preserve">a </w:t>
      </w:r>
      <w:r>
        <w:t xml:space="preserve">good faith </w:t>
      </w:r>
      <w:r w:rsidR="00FA14B2" w:rsidRPr="0089588F">
        <w:rPr>
          <w:iCs w:val="0"/>
        </w:rPr>
        <w:t>preliminary budget, including</w:t>
      </w:r>
      <w:r w:rsidR="00FA14B2">
        <w:t xml:space="preserve"> </w:t>
      </w:r>
      <w:r>
        <w:t xml:space="preserve">detailed </w:t>
      </w:r>
      <w:r w:rsidR="00FA14B2">
        <w:t xml:space="preserve">monthly </w:t>
      </w:r>
      <w:r>
        <w:t>estimates of its Eligible Costs to ERCOT as part of the RMR Agreement negotiation process</w:t>
      </w:r>
      <w:r w:rsidR="00FA14B2" w:rsidRPr="00FA14B2">
        <w:t xml:space="preserve"> </w:t>
      </w:r>
      <w:r w:rsidR="00FA14B2" w:rsidRPr="0089588F">
        <w:t>as described in paragraph (2) below, in a format acceptable to ERCOT</w:t>
      </w:r>
      <w:r>
        <w:t xml:space="preserve">.  ERCOT shall review and </w:t>
      </w:r>
      <w:r w:rsidR="00FA14B2">
        <w:t xml:space="preserve">may </w:t>
      </w:r>
      <w:r>
        <w:t xml:space="preserve">approve the budget and use these figures as the basis for </w:t>
      </w:r>
      <w:r w:rsidR="00FA14B2" w:rsidRPr="0089588F">
        <w:t xml:space="preserve">calculating the Standby Price ($/Hour) which is paid on the </w:t>
      </w:r>
      <w:r>
        <w:t>Initial Settlement for RMR Service.  Actual Eligible Costs incurred by the RMR Unit will be used for subsequent Final, Resettlement, or True-Up Settlements as agreed upon in Section 6.6.6, Reliability Must-Run Settlement.</w:t>
      </w:r>
    </w:p>
    <w:p w14:paraId="4063301C" w14:textId="77777777" w:rsidR="00CB13B2" w:rsidRDefault="002D238A">
      <w:pPr>
        <w:pStyle w:val="BodyTextNumbered"/>
      </w:pPr>
      <w:r>
        <w:t>(2)</w:t>
      </w:r>
      <w:r>
        <w:tab/>
        <w:t>The Eligible Cost budgeting process is as follows:</w:t>
      </w:r>
    </w:p>
    <w:p w14:paraId="38396E4D" w14:textId="77777777" w:rsidR="00CB13B2" w:rsidRDefault="002D238A">
      <w:pPr>
        <w:pStyle w:val="List"/>
      </w:pPr>
      <w:r>
        <w:t>(a)</w:t>
      </w:r>
      <w:r>
        <w:tab/>
        <w:t>The RMR Unit owner shall supply ERCOT a preliminary Eligible Cost budget for the 12-month period starting with the anticipated effective date of the RMR Agreement.  The budget will include Eligible Costs categorized in terms of:</w:t>
      </w:r>
    </w:p>
    <w:p w14:paraId="0E49486F" w14:textId="77777777" w:rsidR="00CB13B2" w:rsidRDefault="002D238A">
      <w:pPr>
        <w:pStyle w:val="List2"/>
      </w:pPr>
      <w:r>
        <w:t>(i)</w:t>
      </w:r>
      <w:r>
        <w:tab/>
        <w:t xml:space="preserve">Base Cost of Operations, </w:t>
      </w:r>
      <w:r w:rsidR="00FA14B2">
        <w:t xml:space="preserve">by month, </w:t>
      </w:r>
      <w:r>
        <w:t xml:space="preserve">which includes Eligible Costs that are independent of the levels of operation, Outages and non-Outage maintenance; </w:t>
      </w:r>
    </w:p>
    <w:p w14:paraId="2C6C703D" w14:textId="77777777" w:rsidR="00CB13B2" w:rsidRDefault="002D238A">
      <w:pPr>
        <w:pStyle w:val="List2"/>
      </w:pPr>
      <w:r>
        <w:t>(ii)</w:t>
      </w:r>
      <w:r>
        <w:tab/>
        <w:t>Outage Maintenance Cost, which includes Eligible Costs attributable to Planned or Maintenance Outages and/or inspections occurring during the term of the RMR Agreement</w:t>
      </w:r>
      <w:r w:rsidR="00FA14B2">
        <w:t>, by month</w:t>
      </w:r>
      <w:r>
        <w:t>.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xml:space="preserve">.  If no reasonable </w:t>
      </w:r>
      <w:r w:rsidR="00FA14B2" w:rsidRPr="0089588F">
        <w:lastRenderedPageBreak/>
        <w:t>alternatives are available then the RMR Unit owner shall provide an affirmation to that effect</w:t>
      </w:r>
      <w:r>
        <w:t xml:space="preserve">; </w:t>
      </w:r>
    </w:p>
    <w:p w14:paraId="571AAA8D" w14:textId="77777777" w:rsidR="00CB13B2" w:rsidRDefault="002D238A">
      <w:pPr>
        <w:pStyle w:val="List2"/>
      </w:pPr>
      <w:r>
        <w:t>(iii)</w:t>
      </w:r>
      <w:r>
        <w:tab/>
        <w:t xml:space="preserve">Non-Outage Maintenance Cost, </w:t>
      </w:r>
      <w:r w:rsidR="00FA14B2">
        <w:t xml:space="preserve">by month, </w:t>
      </w:r>
      <w:r>
        <w:t>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an affirmation by the RMR Unit owner to that effect must be included in the RMR Agreement</w:t>
      </w:r>
      <w:r>
        <w:t xml:space="preserve">; </w:t>
      </w:r>
    </w:p>
    <w:p w14:paraId="350DCD9F" w14:textId="77777777" w:rsidR="00FA14B2" w:rsidRPr="0089588F" w:rsidRDefault="00FA14B2" w:rsidP="00FA14B2">
      <w:pPr>
        <w:spacing w:after="240"/>
        <w:ind w:left="2160" w:hanging="720"/>
      </w:pPr>
      <w:r w:rsidRPr="0089588F">
        <w:t>(iv)</w:t>
      </w:r>
      <w:r w:rsidRPr="0089588F">
        <w:tab/>
        <w:t xml:space="preserve">Variable Operations and Maintenance (O&amp;M) costs, unless the RMR Unit had been previously approved for verifiable costs; </w:t>
      </w:r>
    </w:p>
    <w:p w14:paraId="6D9623E7" w14:textId="77777777" w:rsidR="00CB13B2" w:rsidRDefault="002D238A" w:rsidP="00FA14B2">
      <w:pPr>
        <w:pStyle w:val="List2"/>
      </w:pPr>
      <w:r>
        <w:t>(v)</w:t>
      </w:r>
      <w:r>
        <w:tab/>
        <w:t>Other budget items means Eligible Costs not clearly identifiable in the previous three categories including:</w:t>
      </w:r>
    </w:p>
    <w:p w14:paraId="33EC3846" w14:textId="77777777" w:rsidR="00CB13B2" w:rsidRDefault="002D238A">
      <w:pPr>
        <w:pStyle w:val="List3"/>
      </w:pPr>
      <w:r>
        <w:t>(A)</w:t>
      </w:r>
      <w:r>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0837A9E1" w14:textId="77777777" w:rsidR="00CB13B2" w:rsidRDefault="002D238A">
      <w:pPr>
        <w:pStyle w:val="List3"/>
      </w:pPr>
      <w:r>
        <w:t>(B)</w:t>
      </w:r>
      <w:r>
        <w:tab/>
        <w:t>“Compliance Costs,” which includes foreseeable costs to comply with regulations, Federal or state that have a compliance deadline that occurs during the term of the RMR Agreement.</w:t>
      </w:r>
    </w:p>
    <w:p w14:paraId="5A7CC50C" w14:textId="77777777" w:rsidR="00CB13B2" w:rsidRDefault="002D238A">
      <w:pPr>
        <w:pStyle w:val="List"/>
      </w:pPr>
      <w:bookmarkStart w:id="1879" w:name="_Toc144691985"/>
      <w:r>
        <w:t>(b)</w:t>
      </w:r>
      <w:r>
        <w:tab/>
        <w:t>Thirty days after receipt of the preliminary Eligible Costs budget, ERCOT shall notify the RMR Unit owner of its selections under the alternatives provided in the preliminary budget.  The RMR Unit owner and ERCOT shall set the Target Availability consistent with the options presented to and selected by during the budgeting process.  The “Target Availability” shall be determined by taking into account a negotiated amount of predicted Forced Outages and Planned Outages identified during the budgeting process.</w:t>
      </w:r>
    </w:p>
    <w:p w14:paraId="7FA052EB" w14:textId="77777777" w:rsidR="00A85DCB" w:rsidRDefault="00A85DCB" w:rsidP="00A85DCB">
      <w:pPr>
        <w:pStyle w:val="BodyTextNumbered"/>
      </w:pPr>
      <w:r w:rsidRPr="0089588F">
        <w:t>(3)</w:t>
      </w:r>
      <w:r w:rsidRPr="0089588F">
        <w:tab/>
        <w:t>Upon commencement of the RMR Agreement, the RMR Unit owner shall submit to ERCOT quarterly updated budget information, in a format consistent with the preliminary budget, for the remainder of the term of the RMR Agreement.</w:t>
      </w:r>
    </w:p>
    <w:p w14:paraId="449A0159" w14:textId="77777777" w:rsidR="00CB13B2" w:rsidRPr="00AE0E6D" w:rsidRDefault="002D238A">
      <w:pPr>
        <w:pStyle w:val="H4"/>
        <w:tabs>
          <w:tab w:val="clear" w:pos="1260"/>
        </w:tabs>
        <w:ind w:left="720" w:hanging="720"/>
        <w:rPr>
          <w:b/>
        </w:rPr>
      </w:pPr>
      <w:bookmarkStart w:id="1880" w:name="_Toc204048596"/>
      <w:bookmarkStart w:id="1881" w:name="_Toc400526210"/>
      <w:bookmarkStart w:id="1882" w:name="_Toc405534528"/>
      <w:bookmarkStart w:id="1883" w:name="_Toc406570541"/>
      <w:bookmarkStart w:id="1884" w:name="_Toc410910693"/>
      <w:bookmarkStart w:id="1885" w:name="_Toc411841121"/>
      <w:bookmarkStart w:id="1886" w:name="_Toc422147083"/>
      <w:bookmarkStart w:id="1887" w:name="_Toc433020679"/>
      <w:bookmarkStart w:id="1888" w:name="_Toc437262120"/>
      <w:bookmarkStart w:id="1889" w:name="_Toc478375297"/>
      <w:bookmarkStart w:id="1890" w:name="_Toc510513392"/>
      <w:r w:rsidRPr="00AE0E6D">
        <w:rPr>
          <w:b/>
        </w:rPr>
        <w:lastRenderedPageBreak/>
        <w:t>3.14.1.12</w:t>
      </w:r>
      <w:r w:rsidRPr="00AE0E6D">
        <w:rPr>
          <w:b/>
        </w:rPr>
        <w:tab/>
        <w:t>Reporting Actual Eligible Cost</w:t>
      </w:r>
      <w:bookmarkEnd w:id="1879"/>
      <w:bookmarkEnd w:id="1880"/>
      <w:bookmarkEnd w:id="1881"/>
      <w:bookmarkEnd w:id="1882"/>
      <w:bookmarkEnd w:id="1883"/>
      <w:bookmarkEnd w:id="1884"/>
      <w:bookmarkEnd w:id="1885"/>
      <w:bookmarkEnd w:id="1886"/>
      <w:bookmarkEnd w:id="1887"/>
      <w:bookmarkEnd w:id="1888"/>
      <w:bookmarkEnd w:id="1889"/>
      <w:bookmarkEnd w:id="1890"/>
      <w:r w:rsidRPr="00AE0E6D">
        <w:rPr>
          <w:b/>
        </w:rPr>
        <w:t xml:space="preserve"> </w:t>
      </w:r>
    </w:p>
    <w:p w14:paraId="63329676" w14:textId="77777777" w:rsidR="00CB13B2" w:rsidRDefault="00683713" w:rsidP="006D5EC8">
      <w:pPr>
        <w:pStyle w:val="BodyTextNumbered"/>
      </w:pPr>
      <w:r>
        <w:t xml:space="preserve">(1) </w:t>
      </w:r>
      <w:r>
        <w:tab/>
        <w:t xml:space="preserve">The RMR Unit owner shall provide ERCOT with actual Eligible Costs on a monthly basis in a level of detail sufficient for ERCOT to verify that all Eligible Costs are actual and appropriate.  </w:t>
      </w:r>
      <w:r w:rsidRPr="0089588F">
        <w:t xml:space="preserve">Submitted actual Eligible Costs must be categorized consistently with budgeted Eligible Costs.  </w:t>
      </w:r>
      <w:r>
        <w:t>Actual cost data must be submitted on time by the Resource Entity for the RMR Unit and then verified by ERCOT so the actual cost data can be reflected in the True-Up Settlement Statement. To be considered timely for the final, actual cost data for month ‘x’ must be submitted by the 16</w:t>
      </w:r>
      <w:r>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submitted is deemed to be zero.</w:t>
      </w:r>
    </w:p>
    <w:p w14:paraId="26C3129F" w14:textId="77777777" w:rsidR="00CB13B2" w:rsidRPr="00AE0E6D" w:rsidRDefault="002D238A" w:rsidP="005D5FC9">
      <w:pPr>
        <w:pStyle w:val="H4"/>
        <w:ind w:left="1267" w:hanging="1267"/>
        <w:rPr>
          <w:b/>
        </w:rPr>
      </w:pPr>
      <w:bookmarkStart w:id="1891" w:name="_Toc144691986"/>
      <w:bookmarkStart w:id="1892" w:name="_Toc204048597"/>
      <w:bookmarkStart w:id="1893" w:name="_Toc400526211"/>
      <w:bookmarkStart w:id="1894" w:name="_Toc405534529"/>
      <w:bookmarkStart w:id="1895" w:name="_Toc406570542"/>
      <w:bookmarkStart w:id="1896" w:name="_Toc410910694"/>
      <w:bookmarkStart w:id="1897" w:name="_Toc411841123"/>
      <w:bookmarkStart w:id="1898" w:name="_Toc422147085"/>
      <w:bookmarkStart w:id="1899" w:name="_Toc433020681"/>
      <w:bookmarkStart w:id="1900" w:name="_Toc437262122"/>
      <w:bookmarkStart w:id="1901" w:name="_Toc478375299"/>
      <w:bookmarkStart w:id="1902" w:name="_Toc510513393"/>
      <w:r w:rsidRPr="00AE0E6D">
        <w:rPr>
          <w:b/>
        </w:rPr>
        <w:t>3.14.1.13</w:t>
      </w:r>
      <w:r w:rsidRPr="00AE0E6D">
        <w:rPr>
          <w:b/>
        </w:rPr>
        <w:tab/>
        <w:t>Incentive Factor</w:t>
      </w:r>
      <w:bookmarkEnd w:id="1891"/>
      <w:bookmarkEnd w:id="1892"/>
      <w:bookmarkEnd w:id="1893"/>
      <w:bookmarkEnd w:id="1894"/>
      <w:bookmarkEnd w:id="1895"/>
      <w:bookmarkEnd w:id="1896"/>
      <w:bookmarkEnd w:id="1897"/>
      <w:bookmarkEnd w:id="1898"/>
      <w:bookmarkEnd w:id="1899"/>
      <w:bookmarkEnd w:id="1900"/>
      <w:bookmarkEnd w:id="1901"/>
      <w:bookmarkEnd w:id="1902"/>
    </w:p>
    <w:p w14:paraId="24AE2ADD" w14:textId="77777777" w:rsidR="00CB13B2" w:rsidRDefault="002D238A">
      <w:pPr>
        <w:pStyle w:val="BodyTextNumbered"/>
      </w:pPr>
      <w:bookmarkStart w:id="1903" w:name="_Toc144691987"/>
      <w:r>
        <w:t>(1)</w:t>
      </w:r>
      <w:r>
        <w:tab/>
        <w:t xml:space="preserve">Subject to the reductions described in </w:t>
      </w:r>
      <w:r w:rsidR="006856D3">
        <w:t>paragraphs</w:t>
      </w:r>
      <w:r>
        <w:t xml:space="preserve"> (2) and (3)</w:t>
      </w:r>
      <w:r w:rsidR="006856D3">
        <w:t xml:space="preserve"> below</w:t>
      </w:r>
      <w:r>
        <w:t>, the Incentive Factor for RMR Agreements is equal to 10% of the actual Eligible Costs</w:t>
      </w:r>
      <w:r w:rsidR="006856D3">
        <w:t>,</w:t>
      </w:r>
      <w:r>
        <w:t xml:space="preserve"> excluding fuel costs </w:t>
      </w:r>
      <w:r w:rsidR="006856D3">
        <w:t xml:space="preserve">and reservation and transportation costs associated with firm fuel supplies as described in paragraph (1)(a)(vi) of </w:t>
      </w:r>
      <w:r w:rsidR="006856D3" w:rsidRPr="00EF7BC9">
        <w:t xml:space="preserve">Section </w:t>
      </w:r>
      <w:r w:rsidR="006856D3" w:rsidRPr="00316518">
        <w:t>3.14.1.10</w:t>
      </w:r>
      <w:r w:rsidR="006856D3">
        <w:t xml:space="preserve">, </w:t>
      </w:r>
      <w:r w:rsidR="006856D3" w:rsidRPr="00316518">
        <w:t>El</w:t>
      </w:r>
      <w:r w:rsidR="006856D3">
        <w:t>i</w:t>
      </w:r>
      <w:r w:rsidR="006856D3" w:rsidRPr="00316518">
        <w:t xml:space="preserve">gible </w:t>
      </w:r>
      <w:r w:rsidR="006856D3">
        <w:t>C</w:t>
      </w:r>
      <w:r w:rsidR="006856D3" w:rsidRPr="00316518">
        <w:t>osts</w:t>
      </w:r>
      <w:r>
        <w:t>.  The Incentive Factor for RMR Agreements is not applied to capital expenditures as described in Section 3.14.1, Reliability Must Run.  The Incentive Factor shall never be less than zero.</w:t>
      </w:r>
    </w:p>
    <w:p w14:paraId="48AF369A" w14:textId="77777777" w:rsidR="00CB13B2" w:rsidRDefault="002D238A">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04CE9561" w14:textId="77777777" w:rsidR="00CB13B2" w:rsidRDefault="002D238A" w:rsidP="00A85DCB">
      <w:pPr>
        <w:pStyle w:val="BodyTextNumbered"/>
      </w:pPr>
      <w:r>
        <w:t>(3)</w:t>
      </w:r>
      <w:r>
        <w:tab/>
        <w:t xml:space="preserve">The Incentive Factor shall be reduced if the “Hourly Rolling Equivalent Availability Factor” of the RMR Unit is less than the Target Availability (i.e. the “Actual Availability”, as defined below, is less than the Target Availability).  The reduction will be linear; with a </w:t>
      </w:r>
      <w:r w:rsidR="00DF56F8">
        <w:t>2%</w:t>
      </w:r>
      <w:r>
        <w:t xml:space="preserve"> reduction in the Incentive Factor payment for every </w:t>
      </w:r>
      <w:r w:rsidR="00DF56F8">
        <w:t>1%</w:t>
      </w:r>
      <w:r>
        <w:t xml:space="preserve"> of the Hourly Rolling Equivalent Availability Factor is less than the Target Availability stated in the RMR Agreement.  The RMR Unit’s Actual Availability shall be calculated on an hourly rolling six-month average basis by dividing the number of hours that the RMR Unit was available according to its final COP for each hour of the previous 4380 hours </w:t>
      </w:r>
      <w:r w:rsidR="00A85DCB" w:rsidRPr="0089588F">
        <w:t>for which availability is required under the RMR Agreement</w:t>
      </w:r>
      <w:r w:rsidR="00A85DCB">
        <w:t xml:space="preserve"> </w:t>
      </w:r>
      <w:r>
        <w:t xml:space="preserve">by 4380.  </w:t>
      </w:r>
      <w:r>
        <w:rPr>
          <w:bCs/>
        </w:rPr>
        <w:t xml:space="preserve">If less than 4380 hours </w:t>
      </w:r>
      <w:r w:rsidR="00A85DCB" w:rsidRPr="0089588F">
        <w:t>for which availability is required under the RMR Agreement</w:t>
      </w:r>
      <w:r w:rsidR="00A85DCB">
        <w:rPr>
          <w:bCs/>
        </w:rPr>
        <w:t xml:space="preserve"> </w:t>
      </w:r>
      <w:r>
        <w:rPr>
          <w:bCs/>
        </w:rPr>
        <w:t>have elapsed since the start of the RMR Agreement (“Elapsed Time”), then, for each hour that Elapsed Time is less than 4380, that hour shall be considered as if the RMR Unit was available.</w:t>
      </w:r>
    </w:p>
    <w:p w14:paraId="04455F24" w14:textId="77777777" w:rsidR="00CB13B2" w:rsidRPr="00AE0E6D" w:rsidRDefault="002D238A">
      <w:pPr>
        <w:pStyle w:val="H4"/>
        <w:ind w:left="0" w:firstLine="0"/>
        <w:rPr>
          <w:b/>
        </w:rPr>
      </w:pPr>
      <w:bookmarkStart w:id="1904" w:name="_Toc204048598"/>
      <w:bookmarkStart w:id="1905" w:name="_Toc400526212"/>
      <w:bookmarkStart w:id="1906" w:name="_Toc405534530"/>
      <w:bookmarkStart w:id="1907" w:name="_Toc406570543"/>
      <w:bookmarkStart w:id="1908" w:name="_Toc410910695"/>
      <w:bookmarkStart w:id="1909" w:name="_Toc411841124"/>
      <w:bookmarkStart w:id="1910" w:name="_Toc422147086"/>
      <w:bookmarkStart w:id="1911" w:name="_Toc433020682"/>
      <w:bookmarkStart w:id="1912" w:name="_Toc437262123"/>
      <w:bookmarkStart w:id="1913" w:name="_Toc478375300"/>
      <w:bookmarkStart w:id="1914" w:name="_Toc510513394"/>
      <w:r w:rsidRPr="00AE0E6D">
        <w:rPr>
          <w:b/>
        </w:rPr>
        <w:lastRenderedPageBreak/>
        <w:t>3.14.1.14</w:t>
      </w:r>
      <w:r w:rsidRPr="00AE0E6D">
        <w:rPr>
          <w:b/>
        </w:rPr>
        <w:tab/>
        <w:t>Major Equipment Modifications</w:t>
      </w:r>
      <w:bookmarkEnd w:id="1903"/>
      <w:bookmarkEnd w:id="1904"/>
      <w:bookmarkEnd w:id="1905"/>
      <w:bookmarkEnd w:id="1906"/>
      <w:bookmarkEnd w:id="1907"/>
      <w:bookmarkEnd w:id="1908"/>
      <w:bookmarkEnd w:id="1909"/>
      <w:bookmarkEnd w:id="1910"/>
      <w:bookmarkEnd w:id="1911"/>
      <w:bookmarkEnd w:id="1912"/>
      <w:bookmarkEnd w:id="1913"/>
      <w:bookmarkEnd w:id="1914"/>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77777777" w:rsidR="00A85DCB" w:rsidRPr="00A85DCB" w:rsidRDefault="00A85DCB" w:rsidP="00A85DCB">
      <w:pPr>
        <w:pStyle w:val="H4"/>
        <w:ind w:left="0" w:firstLine="0"/>
        <w:rPr>
          <w:b/>
          <w:bCs/>
        </w:rPr>
      </w:pPr>
      <w:bookmarkStart w:id="1915" w:name="_Toc478375301"/>
      <w:bookmarkStart w:id="1916" w:name="_Toc510513395"/>
      <w:bookmarkStart w:id="1917" w:name="_Toc452967046"/>
      <w:bookmarkStart w:id="1918" w:name="_Toc144691988"/>
      <w:bookmarkStart w:id="1919" w:name="_Toc204048599"/>
      <w:bookmarkStart w:id="1920" w:name="_Toc400526213"/>
      <w:bookmarkStart w:id="1921" w:name="_Toc405534531"/>
      <w:bookmarkStart w:id="1922" w:name="_Toc406570544"/>
      <w:bookmarkStart w:id="1923" w:name="_Toc410910696"/>
      <w:bookmarkStart w:id="1924" w:name="_Toc411841125"/>
      <w:bookmarkStart w:id="1925" w:name="_Toc422147087"/>
      <w:bookmarkStart w:id="1926" w:name="_Toc433020683"/>
      <w:bookmarkStart w:id="1927" w:name="_Toc437262124"/>
      <w:r w:rsidRPr="00A85DCB">
        <w:rPr>
          <w:b/>
          <w:bCs/>
        </w:rPr>
        <w:t>3.14.1.15</w:t>
      </w:r>
      <w:r w:rsidRPr="00A85DCB">
        <w:rPr>
          <w:b/>
          <w:bCs/>
        </w:rPr>
        <w:tab/>
        <w:t xml:space="preserve">Charge </w:t>
      </w:r>
      <w:r w:rsidRPr="00A85DCB">
        <w:rPr>
          <w:b/>
        </w:rPr>
        <w:t>for</w:t>
      </w:r>
      <w:r w:rsidRPr="00A85DCB">
        <w:rPr>
          <w:b/>
          <w:bCs/>
        </w:rPr>
        <w:t xml:space="preserve"> Contributed Capital Expenditures</w:t>
      </w:r>
      <w:bookmarkEnd w:id="1915"/>
      <w:bookmarkEnd w:id="1916"/>
    </w:p>
    <w:p w14:paraId="2D3DFC07" w14:textId="77777777" w:rsidR="00A85DCB" w:rsidRPr="00A85DCB" w:rsidRDefault="00A85DCB" w:rsidP="00A85DCB">
      <w:pPr>
        <w:spacing w:after="240"/>
        <w:ind w:left="720" w:hanging="720"/>
        <w:jc w:val="both"/>
      </w:pPr>
      <w:r w:rsidRPr="00A85DCB">
        <w:t>(1)</w:t>
      </w:r>
      <w:r w:rsidRPr="00A85DCB">
        <w:tab/>
        <w:t xml:space="preserve">This Section applies to any RMR Agreement entered into by ERCOT and a Resource Entity on or after October 12, 2016.  </w:t>
      </w:r>
    </w:p>
    <w:p w14:paraId="3DFA6E1D" w14:textId="77777777" w:rsidR="00A85DCB" w:rsidRPr="00A85DCB" w:rsidRDefault="00A85DCB" w:rsidP="00A85DCB">
      <w:pPr>
        <w:spacing w:after="240"/>
        <w:ind w:left="720" w:hanging="720"/>
        <w:jc w:val="both"/>
      </w:pPr>
      <w:r w:rsidRPr="00A85DCB">
        <w:t xml:space="preserve">(2) </w:t>
      </w:r>
      <w:r w:rsidRPr="00A85DCB">
        <w:tab/>
        <w:t xml:space="preserve">For purposes of this Section, contributed capital expenditures are defined as expenditures that were made to ensure the availability of a Generation Resource in connection with an RMR Agreement, that were settled in accordance with the Settlement processes in the ERCOT Protocols, and that would ordinarily be capitalized under Generally Accepted Accounting Principles (GAAP) or International Accounting Standards (IAS) assuming ongoing operation of the Generation Resource.  Consistent with the process described in Section 3.14.1.11, Budgeting Eligible Costs, ERCOT will identify contributed capital expenditure items included in each category of submitted Eligible Costs as defined in Section 3.14.1.10, Eligible Costs.  </w:t>
      </w:r>
    </w:p>
    <w:p w14:paraId="4B5F12A5" w14:textId="77777777" w:rsidR="00A85DCB" w:rsidRPr="00A85DCB" w:rsidRDefault="00A85DCB" w:rsidP="00A85DCB">
      <w:pPr>
        <w:spacing w:after="240"/>
        <w:ind w:left="720" w:hanging="720"/>
        <w:jc w:val="both"/>
      </w:pPr>
      <w:r w:rsidRPr="00A85DCB">
        <w:t>(3)</w:t>
      </w:r>
      <w:r w:rsidRPr="00A85DCB">
        <w:tab/>
        <w:t>A QSE that has received payments from ERCOT for contributed capital expenditures pursuant to an RMR Agreement entered into on or after October 12, 2016 must refund to ERCOT the contributed capital expenditures as follows:</w:t>
      </w:r>
    </w:p>
    <w:p w14:paraId="195B220E" w14:textId="77777777" w:rsidR="00A85DCB" w:rsidRPr="00A85DCB" w:rsidRDefault="00A85DCB" w:rsidP="00A85DCB">
      <w:pPr>
        <w:spacing w:after="240"/>
        <w:ind w:left="1440" w:hanging="720"/>
        <w:jc w:val="both"/>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58362BF5" w14:textId="77777777" w:rsidR="00A85DCB" w:rsidRPr="00A85DCB" w:rsidRDefault="00A85DCB" w:rsidP="00A85DCB">
      <w:pPr>
        <w:spacing w:after="240"/>
        <w:ind w:left="1440" w:hanging="720"/>
        <w:jc w:val="both"/>
        <w:rPr>
          <w:iCs/>
        </w:rPr>
      </w:pPr>
      <w:r w:rsidRPr="00A85DCB">
        <w:rPr>
          <w:iCs/>
        </w:rPr>
        <w:t>(b)</w:t>
      </w:r>
      <w:r w:rsidRPr="00A85DCB">
        <w:rPr>
          <w:iCs/>
        </w:rPr>
        <w:tab/>
        <w:t xml:space="preserve">If the Resource Entity chooses to have the Generation Resource participate in the energy or Ancillary Service markets at any time after the termination date of the RMR Agreement, the QSE representing the Resource Entity shall repay, in a lump sum payment, 100% of the remaining book value of the capitalized equipment and capitalized installation charges based on straight-line depreciation over the estimated life of the capitalized component(s) as of the termination date of the RMR Agreement in accordance with GAAP or IAS standards for electric utility equipment, plus 10% of the value of any accelerated tax depreciation associated with the capital contribution taken by the Resource Entity during the term of the RMR Agreement, less any remaining positive salvage value associated with the contributed capital expenditures that was previously repaid in accordance with paragraph (a) above.  The estimated life shall be based on documentation provided by the manufacturer; or, if installing used equipment, the estimated life may be based on an approximation agreed to by the Resource Entity and ERCOT, but in no </w:t>
      </w:r>
      <w:r w:rsidRPr="00A85DCB">
        <w:rPr>
          <w:iCs/>
        </w:rPr>
        <w:lastRenderedPageBreak/>
        <w:t xml:space="preserve">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77777777" w:rsidR="00A85DCB" w:rsidRPr="00A85DCB" w:rsidRDefault="00A85DCB" w:rsidP="00A85DCB">
      <w:pPr>
        <w:spacing w:after="240"/>
        <w:ind w:left="1440" w:hanging="720"/>
        <w:rPr>
          <w:iCs/>
        </w:rPr>
      </w:pPr>
      <w:r w:rsidRPr="00A85DCB">
        <w:rPr>
          <w:iCs/>
        </w:rPr>
        <w:t>(c)</w:t>
      </w:r>
      <w:r w:rsidRPr="00A85DCB">
        <w:rPr>
          <w:iCs/>
        </w:rPr>
        <w:tab/>
        <w:t>If additional contributed capital expenditures are identified subsequent to execution and during the term of the RMR Agreement, the applicable repayment amounts as determined in paragraphs (a) or (b) above will be modified accordingly.</w:t>
      </w:r>
    </w:p>
    <w:p w14:paraId="2C0EEC11" w14:textId="77777777" w:rsidR="00A85DCB" w:rsidRPr="00A85DCB" w:rsidRDefault="00A85DCB" w:rsidP="00A85DCB">
      <w:pPr>
        <w:spacing w:after="240"/>
        <w:ind w:left="1440" w:hanging="720"/>
        <w:rPr>
          <w:iCs/>
        </w:rPr>
      </w:pPr>
      <w:r w:rsidRPr="00A85DCB">
        <w:rPr>
          <w:iCs/>
        </w:rPr>
        <w:t>(d)</w:t>
      </w:r>
      <w:r w:rsidRPr="00A85DCB">
        <w:rPr>
          <w:iCs/>
        </w:rPr>
        <w:tab/>
        <w:t xml:space="preserve">If the QSE is required to pay a lump sum payment of contributed capital expenditures per paragraph (a) or (b) above, then ERCOT will issue a Market Notice identifying the amount of the lump sum payment within five Business Days of termination of the RMR Agreement.  </w:t>
      </w:r>
    </w:p>
    <w:p w14:paraId="53830B03" w14:textId="77777777" w:rsidR="00A85DCB" w:rsidRPr="00A85DCB" w:rsidRDefault="00A85DCB" w:rsidP="00A85DCB">
      <w:pPr>
        <w:spacing w:after="240"/>
        <w:ind w:left="2160" w:hanging="720"/>
        <w:rPr>
          <w:iCs/>
        </w:rPr>
      </w:pPr>
      <w:r w:rsidRPr="00A85DCB">
        <w:rPr>
          <w:iCs/>
        </w:rPr>
        <w:t>(i)</w:t>
      </w:r>
      <w:r w:rsidRPr="00A85DCB">
        <w:rPr>
          <w:iCs/>
        </w:rPr>
        <w:tab/>
        <w:t>No later than 90 days after termination of the RMR Agreement, ERCOT shall issue a miscellaneous Invoice charging the QSE for the applicable amounts under paragraphs (a) or (b) above.  ERCOT will issue a Market Notice after completion of the collection and disbursement of the repaid contributed capital expenditures.</w:t>
      </w:r>
    </w:p>
    <w:p w14:paraId="654A4CD3" w14:textId="77777777" w:rsidR="00A85DCB" w:rsidRPr="00A85DCB" w:rsidRDefault="00A85DCB" w:rsidP="00A85DCB">
      <w:pPr>
        <w:spacing w:after="240"/>
        <w:ind w:left="2160" w:hanging="720"/>
        <w:jc w:val="both"/>
        <w:rPr>
          <w:iCs/>
        </w:rPr>
      </w:pPr>
      <w:r w:rsidRPr="00A85DCB">
        <w:rPr>
          <w:iCs/>
        </w:rPr>
        <w:t>(ii)</w:t>
      </w:r>
      <w:r w:rsidRPr="00A85DCB">
        <w:rPr>
          <w:iCs/>
        </w:rPr>
        <w:tab/>
        <w:t>ERCOT shall distribute the repayment to QSEs representing Load per Section 6.6.6.6, Method for Collecting and Dist</w:t>
      </w:r>
      <w:r w:rsidR="00E91566">
        <w:rPr>
          <w:iCs/>
        </w:rPr>
        <w:t>r</w:t>
      </w:r>
      <w:r w:rsidRPr="00A85DCB">
        <w:rPr>
          <w:iCs/>
        </w:rPr>
        <w:t>ibuting RMR Contributed Capital Expenditures.</w:t>
      </w:r>
    </w:p>
    <w:p w14:paraId="6E723994" w14:textId="77777777" w:rsidR="00CB13B2" w:rsidRPr="00AE0E6D" w:rsidRDefault="002D238A">
      <w:pPr>
        <w:pStyle w:val="H4"/>
        <w:rPr>
          <w:b/>
        </w:rPr>
      </w:pPr>
      <w:bookmarkStart w:id="1928" w:name="_Toc478375302"/>
      <w:bookmarkStart w:id="1929" w:name="_Toc510513396"/>
      <w:bookmarkEnd w:id="1917"/>
      <w:r w:rsidRPr="00AE0E6D">
        <w:rPr>
          <w:b/>
        </w:rPr>
        <w:t>3.14.1.1</w:t>
      </w:r>
      <w:r w:rsidR="00A85DCB">
        <w:rPr>
          <w:b/>
        </w:rPr>
        <w:t>6</w:t>
      </w:r>
      <w:r w:rsidRPr="00AE0E6D">
        <w:rPr>
          <w:b/>
        </w:rPr>
        <w:tab/>
        <w:t>Budgeting Fuel Costs</w:t>
      </w:r>
      <w:bookmarkEnd w:id="1918"/>
      <w:bookmarkEnd w:id="1919"/>
      <w:bookmarkEnd w:id="1920"/>
      <w:bookmarkEnd w:id="1921"/>
      <w:bookmarkEnd w:id="1922"/>
      <w:bookmarkEnd w:id="1923"/>
      <w:bookmarkEnd w:id="1924"/>
      <w:bookmarkEnd w:id="1925"/>
      <w:bookmarkEnd w:id="1926"/>
      <w:bookmarkEnd w:id="1927"/>
      <w:bookmarkEnd w:id="1928"/>
      <w:bookmarkEnd w:id="1929"/>
    </w:p>
    <w:p w14:paraId="2F17D76E" w14:textId="77777777" w:rsidR="00CB13B2" w:rsidRDefault="002D238A">
      <w:pPr>
        <w:pStyle w:val="BodyTextNumbered"/>
      </w:pPr>
      <w:r>
        <w:t>(1)</w:t>
      </w:r>
      <w:r>
        <w:tab/>
        <w:t xml:space="preserve">The RMR Unit owner shall supply ERCOT a preliminary fuel cost budget for the 12-month period starting with the anticipated effective date of the RMR Agreement.  The </w:t>
      </w:r>
      <w:r w:rsidR="00A85DCB">
        <w:t xml:space="preserve">fuel cost </w:t>
      </w:r>
      <w:r>
        <w:t xml:space="preserve">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40B069C2" w14:textId="77777777" w:rsidR="00CB13B2" w:rsidRDefault="002D238A">
      <w:pPr>
        <w:pStyle w:val="List"/>
      </w:pPr>
      <w:r>
        <w:t>(a)</w:t>
      </w:r>
      <w:r>
        <w:tab/>
      </w:r>
      <w:r w:rsidR="00A85DCB">
        <w:t>P</w:t>
      </w:r>
      <w:r>
        <w:t xml:space="preserve">rimary fuel; and </w:t>
      </w:r>
    </w:p>
    <w:p w14:paraId="4AD6064D" w14:textId="77777777" w:rsidR="00CB13B2" w:rsidRDefault="002D238A">
      <w:pPr>
        <w:pStyle w:val="List"/>
      </w:pPr>
      <w:r>
        <w:t>(b)</w:t>
      </w:r>
      <w:r>
        <w:tab/>
      </w:r>
      <w:r w:rsidR="00A85DCB">
        <w:t>S</w:t>
      </w:r>
      <w:r>
        <w:t>econdary fuel.</w:t>
      </w:r>
    </w:p>
    <w:p w14:paraId="0FBC951D" w14:textId="77777777" w:rsidR="00CB13B2" w:rsidRDefault="002D238A" w:rsidP="001B5049">
      <w:pPr>
        <w:spacing w:after="240"/>
        <w:ind w:left="720" w:hanging="720"/>
      </w:pPr>
      <w:r>
        <w:t>(2)</w:t>
      </w:r>
      <w:r>
        <w:tab/>
        <w:t xml:space="preserve">The RMR Unit owner shall provide good faith estimates of the RMR Unit input/output curve </w:t>
      </w:r>
      <w:r w:rsidR="00A85DCB" w:rsidRPr="0089588F">
        <w:t>coefficients</w:t>
      </w:r>
      <w:r w:rsidR="00A85DCB">
        <w:t xml:space="preserve"> </w:t>
      </w:r>
      <w:r>
        <w:t xml:space="preserve">to ERCOT in its application for an RMR Agreement.  Based on production figures provided to the RMR Unit owner by ERCOT, the RMR Unit owner shall also provide ERCOT fuel supply options available for the RMR Unit.  For each </w:t>
      </w:r>
      <w:r>
        <w:lastRenderedPageBreak/>
        <w:t xml:space="preserve">option, RMR Unit owner shall detail the associated impacts on the fuel and non-fuel budgets and on the availability of the unit.  </w:t>
      </w:r>
      <w:r w:rsidR="00A85DCB" w:rsidRPr="0089588F">
        <w:t>If no reasonable alternatives are available then an affirmation by the RMR Unit owner to that effect must be included in the RMR Agreement</w:t>
      </w:r>
      <w:r w:rsidR="00A85DCB">
        <w:t xml:space="preserve">.  </w:t>
      </w:r>
      <w:r>
        <w:t>No less than 30 days after the receipt of the fuel supply options, ERCOT shall notify the RMR Unit owner of its fuel supply option selection.</w:t>
      </w:r>
    </w:p>
    <w:p w14:paraId="50B1248B" w14:textId="77777777" w:rsidR="00CB13B2" w:rsidRPr="00AE0E6D" w:rsidRDefault="002D238A">
      <w:pPr>
        <w:pStyle w:val="H4"/>
        <w:tabs>
          <w:tab w:val="clear" w:pos="1260"/>
        </w:tabs>
        <w:rPr>
          <w:b/>
        </w:rPr>
      </w:pPr>
      <w:bookmarkStart w:id="1930" w:name="_Toc144691989"/>
      <w:bookmarkStart w:id="1931" w:name="_Toc204048600"/>
      <w:bookmarkStart w:id="1932" w:name="_Toc400526214"/>
      <w:bookmarkStart w:id="1933" w:name="_Toc405534532"/>
      <w:bookmarkStart w:id="1934" w:name="_Toc406570545"/>
      <w:bookmarkStart w:id="1935" w:name="_Toc410910697"/>
      <w:bookmarkStart w:id="1936" w:name="_Toc411841126"/>
      <w:bookmarkStart w:id="1937" w:name="_Toc422147088"/>
      <w:bookmarkStart w:id="1938" w:name="_Toc433020684"/>
      <w:bookmarkStart w:id="1939" w:name="_Toc437262125"/>
      <w:bookmarkStart w:id="1940" w:name="_Toc478375303"/>
      <w:bookmarkStart w:id="1941" w:name="_Toc510513397"/>
      <w:r w:rsidRPr="00AE0E6D">
        <w:rPr>
          <w:b/>
        </w:rPr>
        <w:t>3.14.1.1</w:t>
      </w:r>
      <w:r w:rsidR="00A85DCB">
        <w:rPr>
          <w:b/>
        </w:rPr>
        <w:t>7</w:t>
      </w:r>
      <w:r w:rsidRPr="00AE0E6D">
        <w:rPr>
          <w:b/>
        </w:rPr>
        <w:tab/>
        <w:t xml:space="preserve">Reporting Actual Eligible </w:t>
      </w:r>
      <w:r w:rsidR="009266B1" w:rsidRPr="00AE0E6D">
        <w:rPr>
          <w:b/>
        </w:rPr>
        <w:t xml:space="preserve">Fuel </w:t>
      </w:r>
      <w:r w:rsidRPr="00AE0E6D">
        <w:rPr>
          <w:b/>
        </w:rPr>
        <w:t>Costs</w:t>
      </w:r>
      <w:bookmarkEnd w:id="1930"/>
      <w:bookmarkEnd w:id="1931"/>
      <w:bookmarkEnd w:id="1932"/>
      <w:bookmarkEnd w:id="1933"/>
      <w:bookmarkEnd w:id="1934"/>
      <w:bookmarkEnd w:id="1935"/>
      <w:bookmarkEnd w:id="1936"/>
      <w:bookmarkEnd w:id="1937"/>
      <w:bookmarkEnd w:id="1938"/>
      <w:bookmarkEnd w:id="1939"/>
      <w:bookmarkEnd w:id="1940"/>
      <w:bookmarkEnd w:id="1941"/>
    </w:p>
    <w:p w14:paraId="36D3CC60" w14:textId="77777777" w:rsidR="00CB13B2" w:rsidRDefault="002D238A">
      <w:pPr>
        <w:pStyle w:val="BodyTextNumbered"/>
      </w:pPr>
      <w:bookmarkStart w:id="1942" w:name="_Toc114235802"/>
      <w:bookmarkStart w:id="1943" w:name="_Toc144691990"/>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00DD5D14" w:rsidRPr="0007309F">
        <w:rPr>
          <w:rFonts w:eastAsia="Calibri"/>
        </w:rPr>
        <w:t xml:space="preserve">The fuel adder shall represent the difference between the forecasted average actual future fuel price paid and the forecasted average of the relevant index price (FIP, </w:t>
      </w:r>
      <w:r w:rsidR="000F4FAF">
        <w:rPr>
          <w:rFonts w:eastAsia="Calibri"/>
        </w:rPr>
        <w:t>Fuel Oil Price (</w:t>
      </w:r>
      <w:r w:rsidR="00DD5D14" w:rsidRPr="0007309F">
        <w:rPr>
          <w:rFonts w:eastAsia="Calibri"/>
        </w:rPr>
        <w:t>FOP</w:t>
      </w:r>
      <w:r w:rsidR="000F4FAF">
        <w:rPr>
          <w:rFonts w:eastAsia="Calibri"/>
        </w:rPr>
        <w:t>)</w:t>
      </w:r>
      <w:r w:rsidR="00DD5D14" w:rsidRPr="0007309F">
        <w:rPr>
          <w:rFonts w:eastAsia="Calibri"/>
        </w:rPr>
        <w:t xml:space="preserve"> or solid fuel) over the RMR contract period.  The fuel adder must also include the forecasted cost of transporting, delivering and fuel imbalances to the Resource. </w:t>
      </w:r>
      <w:r w:rsidR="000F4FAF">
        <w:rPr>
          <w:rFonts w:eastAsia="Calibri"/>
        </w:rPr>
        <w:t xml:space="preserve"> </w:t>
      </w:r>
      <w:r w:rsidR="00DD5D14" w:rsidRPr="0007309F">
        <w:rPr>
          <w:rFonts w:eastAsia="Calibri"/>
        </w:rPr>
        <w:t>QSEs must provide to ERCOT supporting documentation indicating how the fuel adder was determined.</w:t>
      </w:r>
      <w:r w:rsidR="00DD5D14">
        <w:rPr>
          <w:rFonts w:eastAsia="Calibri"/>
        </w:rPr>
        <w:t xml:space="preserve">  </w:t>
      </w:r>
      <w:r>
        <w:t xml:space="preserve">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To be considered timely for the true-up, actual cost data for month ‘x’ must be submitted 30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64703" w14:paraId="46F73286" w14:textId="77777777" w:rsidTr="00521795">
        <w:tc>
          <w:tcPr>
            <w:tcW w:w="9558" w:type="dxa"/>
            <w:tcBorders>
              <w:top w:val="single" w:sz="4" w:space="0" w:color="auto"/>
              <w:left w:val="single" w:sz="4" w:space="0" w:color="auto"/>
              <w:bottom w:val="single" w:sz="4" w:space="0" w:color="auto"/>
              <w:right w:val="single" w:sz="4" w:space="0" w:color="auto"/>
            </w:tcBorders>
            <w:shd w:val="clear" w:color="auto" w:fill="D9D9D9"/>
          </w:tcPr>
          <w:p w14:paraId="76545D95"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(1) above with the following upon system implementation:</w:t>
            </w:r>
            <w:r w:rsidRPr="004B0726">
              <w:rPr>
                <w:b/>
                <w:i/>
              </w:rPr>
              <w:t>]</w:t>
            </w:r>
          </w:p>
          <w:p w14:paraId="1D970DC0" w14:textId="77777777" w:rsidR="00D64703" w:rsidRPr="005A68EB" w:rsidRDefault="00D64703" w:rsidP="00A85DCB">
            <w:pPr>
              <w:pStyle w:val="BodyTextNumbered"/>
            </w:pPr>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Pr="0007309F">
              <w:rPr>
                <w:rFonts w:eastAsia="Calibri"/>
              </w:rPr>
              <w:t>The fuel adder shall represent the difference between the forecasted average actual future fuel price paid and the forecasted average of the relevant index price (</w:t>
            </w:r>
            <w:r>
              <w:rPr>
                <w:rFonts w:eastAsia="Calibri"/>
              </w:rPr>
              <w:t>Fuel Index Price for Resource (</w:t>
            </w:r>
            <w:r w:rsidRPr="0007309F">
              <w:rPr>
                <w:rFonts w:eastAsia="Calibri"/>
              </w:rPr>
              <w:t>FIP</w:t>
            </w:r>
            <w:r>
              <w:rPr>
                <w:rFonts w:eastAsia="Calibri"/>
              </w:rPr>
              <w:t>R</w:t>
            </w:r>
            <w:r w:rsidRPr="00ED4A22">
              <w:rPr>
                <w:rFonts w:eastAsia="Calibri"/>
                <w:vertAlign w:val="subscript"/>
              </w:rPr>
              <w:t>r</w:t>
            </w:r>
            <w:r>
              <w:rPr>
                <w:rFonts w:eastAsia="Calibri"/>
              </w:rPr>
              <w:t>)</w:t>
            </w:r>
            <w:r w:rsidRPr="0007309F">
              <w:rPr>
                <w:rFonts w:eastAsia="Calibri"/>
              </w:rPr>
              <w:t xml:space="preserve">, </w:t>
            </w:r>
            <w:r>
              <w:rPr>
                <w:rFonts w:eastAsia="Calibri"/>
              </w:rPr>
              <w:t>Fuel Oil Price (</w:t>
            </w:r>
            <w:r w:rsidRPr="0007309F">
              <w:rPr>
                <w:rFonts w:eastAsia="Calibri"/>
              </w:rPr>
              <w:t>FOP</w:t>
            </w:r>
            <w:r>
              <w:rPr>
                <w:rFonts w:eastAsia="Calibri"/>
              </w:rPr>
              <w:t>)</w:t>
            </w:r>
            <w:r w:rsidRPr="0007309F">
              <w:rPr>
                <w:rFonts w:eastAsia="Calibri"/>
              </w:rPr>
              <w:t xml:space="preserve"> or solid fuel) over the RMR contract period.  The fuel adder must also include the forecasted cost of transporting, delivering and fuel imbalances to the Resource. </w:t>
            </w:r>
            <w:r>
              <w:rPr>
                <w:rFonts w:eastAsia="Calibri"/>
              </w:rPr>
              <w:t xml:space="preserve"> </w:t>
            </w:r>
            <w:r w:rsidRPr="0007309F">
              <w:rPr>
                <w:rFonts w:eastAsia="Calibri"/>
              </w:rPr>
              <w:t>QSEs must provide to ERCOT supporting documentation indicating how the fuel adder was determined.</w:t>
            </w:r>
            <w:r>
              <w:rPr>
                <w:rFonts w:eastAsia="Calibri"/>
              </w:rPr>
              <w:t xml:space="preserve">  </w:t>
            </w:r>
            <w:r>
              <w:t xml:space="preserve">ERCOT shall perform a true-up of the estimated fuel </w:t>
            </w:r>
            <w:r>
              <w:lastRenderedPageBreak/>
              <w:t xml:space="preserve">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lastRenderedPageBreak/>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44" w:name="_Toc204048601"/>
      <w:bookmarkStart w:id="1945" w:name="_Toc400526215"/>
      <w:bookmarkStart w:id="1946" w:name="_Toc405534533"/>
      <w:bookmarkStart w:id="1947" w:name="_Toc406570546"/>
      <w:bookmarkStart w:id="1948" w:name="_Toc410910698"/>
      <w:bookmarkStart w:id="1949" w:name="_Toc411841127"/>
      <w:bookmarkStart w:id="1950" w:name="_Toc422147089"/>
      <w:bookmarkStart w:id="1951" w:name="_Toc433020685"/>
      <w:bookmarkStart w:id="1952" w:name="_Toc437262126"/>
      <w:bookmarkStart w:id="1953" w:name="_Toc478375304"/>
      <w:bookmarkStart w:id="1954" w:name="_Toc510513398"/>
      <w:r>
        <w:t>3.14.2</w:t>
      </w:r>
      <w:r>
        <w:tab/>
        <w:t>Black Start</w:t>
      </w:r>
      <w:bookmarkEnd w:id="1942"/>
      <w:bookmarkEnd w:id="1943"/>
      <w:bookmarkEnd w:id="1944"/>
      <w:bookmarkEnd w:id="1945"/>
      <w:bookmarkEnd w:id="1946"/>
      <w:bookmarkEnd w:id="1947"/>
      <w:bookmarkEnd w:id="1948"/>
      <w:bookmarkEnd w:id="1949"/>
      <w:bookmarkEnd w:id="1950"/>
      <w:bookmarkEnd w:id="1951"/>
      <w:bookmarkEnd w:id="1952"/>
      <w:bookmarkEnd w:id="1953"/>
      <w:bookmarkEnd w:id="1954"/>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777777" w:rsidR="00CB13B2" w:rsidRDefault="002D238A">
      <w:pPr>
        <w:pStyle w:val="BodyTextNumbered"/>
      </w:pPr>
      <w:r>
        <w:t>(3)</w:t>
      </w:r>
      <w:r>
        <w:tab/>
        <w:t xml:space="preserve">Bids for </w:t>
      </w:r>
      <w:r w:rsidR="00C50BB4">
        <w:t>BSS</w:t>
      </w:r>
      <w:r>
        <w:t xml:space="preserve"> are due on or before June 1</w:t>
      </w:r>
      <w:r w:rsidR="00030506" w:rsidRPr="00030506">
        <w:rPr>
          <w:vertAlign w:val="superscript"/>
        </w:rPr>
        <w:t>st</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2C37486B" w14:textId="77777777" w:rsidR="00CB13B2" w:rsidRDefault="002D238A">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p w14:paraId="3D9E8830" w14:textId="77777777" w:rsidR="00CB13B2" w:rsidRDefault="002D238A">
      <w:pPr>
        <w:pStyle w:val="BodyTextNumbered"/>
      </w:pPr>
      <w:r>
        <w:t>(7)</w:t>
      </w:r>
      <w:r>
        <w:tab/>
        <w:t xml:space="preserve">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55" w:name="_Toc400526216"/>
      <w:bookmarkStart w:id="1956" w:name="_Toc405534534"/>
      <w:bookmarkStart w:id="1957" w:name="_Toc406570547"/>
      <w:bookmarkStart w:id="1958" w:name="_Toc410910699"/>
      <w:bookmarkStart w:id="1959" w:name="_Toc411841128"/>
      <w:bookmarkStart w:id="1960" w:name="_Toc422147090"/>
      <w:bookmarkStart w:id="1961" w:name="_Toc433020686"/>
      <w:bookmarkStart w:id="1962" w:name="_Toc437262127"/>
      <w:bookmarkStart w:id="1963" w:name="_Toc478375305"/>
      <w:bookmarkStart w:id="1964" w:name="_Toc510513399"/>
      <w:bookmarkStart w:id="1965" w:name="_Toc204048602"/>
      <w:r w:rsidRPr="00C83EFD">
        <w:rPr>
          <w:b/>
          <w:bCs/>
          <w:i/>
        </w:rPr>
        <w:t>3.14.3</w:t>
      </w:r>
      <w:r w:rsidRPr="00C83EFD">
        <w:rPr>
          <w:b/>
          <w:bCs/>
          <w:i/>
        </w:rPr>
        <w:tab/>
        <w:t>Emergency Response Service</w:t>
      </w:r>
      <w:bookmarkEnd w:id="1955"/>
      <w:bookmarkEnd w:id="1956"/>
      <w:bookmarkEnd w:id="1957"/>
      <w:bookmarkEnd w:id="1958"/>
      <w:bookmarkEnd w:id="1959"/>
      <w:bookmarkEnd w:id="1960"/>
      <w:bookmarkEnd w:id="1961"/>
      <w:bookmarkEnd w:id="1962"/>
      <w:bookmarkEnd w:id="1963"/>
      <w:bookmarkEnd w:id="1964"/>
    </w:p>
    <w:p w14:paraId="351F0C55" w14:textId="77777777" w:rsidR="0058085E" w:rsidRPr="00FE2EC7" w:rsidRDefault="0041108D" w:rsidP="006D5EC8">
      <w:pPr>
        <w:tabs>
          <w:tab w:val="num" w:pos="900"/>
        </w:tabs>
        <w:spacing w:after="240"/>
        <w:ind w:left="720" w:hanging="720"/>
        <w:rPr>
          <w:b/>
          <w:i/>
        </w:rPr>
      </w:pPr>
      <w:bookmarkStart w:id="1966" w:name="_Toc326067856"/>
      <w:bookmarkStart w:id="1967" w:name="_Toc331401072"/>
      <w:bookmarkStart w:id="1968" w:name="_Toc333405886"/>
      <w:bookmarkStart w:id="1969" w:name="_Toc338854824"/>
      <w:bookmarkStart w:id="1970" w:name="_Toc339281228"/>
      <w:bookmarkStart w:id="1971" w:name="_Toc341692430"/>
      <w:bookmarkStart w:id="1972" w:name="_Toc343243678"/>
      <w:bookmarkStart w:id="1973" w:name="_Toc348352869"/>
      <w:bookmarkStart w:id="1974" w:name="_Toc352156823"/>
      <w:bookmarkStart w:id="1975" w:name="_Toc357502580"/>
      <w:bookmarkStart w:id="1976"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65"/>
      <w:bookmarkEnd w:id="1966"/>
      <w:bookmarkEnd w:id="1967"/>
      <w:bookmarkEnd w:id="1968"/>
      <w:bookmarkEnd w:id="1969"/>
      <w:bookmarkEnd w:id="1970"/>
      <w:bookmarkEnd w:id="1971"/>
      <w:bookmarkEnd w:id="1972"/>
      <w:bookmarkEnd w:id="1973"/>
      <w:bookmarkEnd w:id="1974"/>
      <w:bookmarkEnd w:id="1975"/>
      <w:bookmarkEnd w:id="1976"/>
    </w:p>
    <w:p w14:paraId="0328E216" w14:textId="77777777" w:rsidR="00695A4D" w:rsidRPr="00AE0E6D" w:rsidRDefault="00695A4D" w:rsidP="008579CB">
      <w:pPr>
        <w:pStyle w:val="H4"/>
        <w:ind w:left="1267" w:hanging="1267"/>
        <w:rPr>
          <w:b/>
        </w:rPr>
      </w:pPr>
      <w:bookmarkStart w:id="1977" w:name="_Toc400526217"/>
      <w:bookmarkStart w:id="1978" w:name="_Toc405534535"/>
      <w:bookmarkStart w:id="1979" w:name="_Toc406570548"/>
      <w:bookmarkStart w:id="1980" w:name="_Toc410910700"/>
      <w:bookmarkStart w:id="1981" w:name="_Toc411841129"/>
      <w:bookmarkStart w:id="1982" w:name="_Toc422147091"/>
      <w:bookmarkStart w:id="1983" w:name="_Toc433020687"/>
      <w:bookmarkStart w:id="1984" w:name="_Toc437262128"/>
      <w:bookmarkStart w:id="1985" w:name="_Toc478375306"/>
      <w:bookmarkStart w:id="1986" w:name="_Toc510513400"/>
      <w:r w:rsidRPr="00AE0E6D">
        <w:rPr>
          <w:b/>
        </w:rPr>
        <w:lastRenderedPageBreak/>
        <w:t>3.14.3.1</w:t>
      </w:r>
      <w:r w:rsidRPr="00AE0E6D">
        <w:rPr>
          <w:b/>
        </w:rPr>
        <w:tab/>
        <w:t>Emergency Response Service Procurement</w:t>
      </w:r>
      <w:bookmarkEnd w:id="1977"/>
      <w:bookmarkEnd w:id="1978"/>
      <w:bookmarkEnd w:id="1979"/>
      <w:bookmarkEnd w:id="1980"/>
      <w:bookmarkEnd w:id="1981"/>
      <w:bookmarkEnd w:id="1982"/>
      <w:bookmarkEnd w:id="1983"/>
      <w:bookmarkEnd w:id="1984"/>
      <w:bookmarkEnd w:id="1985"/>
      <w:bookmarkEnd w:id="1986"/>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w:t>
      </w:r>
      <w:r w:rsidRPr="005A1984">
        <w:lastRenderedPageBreak/>
        <w:t xml:space="preserve">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77777777" w:rsidR="00376350" w:rsidRPr="004759AD" w:rsidRDefault="00376350" w:rsidP="00376350">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MW capacity offered for the aggregation</w:t>
      </w:r>
      <w:r w:rsidRPr="004759AD">
        <w:t>.</w:t>
      </w:r>
    </w:p>
    <w:p w14:paraId="49110B41" w14:textId="77777777" w:rsidR="00376350" w:rsidRDefault="00376350" w:rsidP="002B331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lastRenderedPageBreak/>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77777777" w:rsidR="00023AE7" w:rsidRPr="00C83EFD" w:rsidRDefault="00023AE7" w:rsidP="00E916BB">
      <w:pPr>
        <w:spacing w:after="240"/>
        <w:ind w:left="1440" w:hanging="720"/>
      </w:pPr>
      <w:r w:rsidRPr="00C83EFD">
        <w:t>(a)</w:t>
      </w:r>
      <w:r w:rsidRPr="00C83EFD">
        <w:tab/>
      </w:r>
      <w:r w:rsidR="002967DB">
        <w:t>Unless an ERS Contract Period is terminated pursuant to paragraph 1</w:t>
      </w:r>
      <w:r w:rsidR="00112CC7">
        <w:t>7</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lastRenderedPageBreak/>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lastRenderedPageBreak/>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1987" w:name="_Toc400526218"/>
      <w:bookmarkStart w:id="1988" w:name="_Toc405534536"/>
      <w:bookmarkStart w:id="1989" w:name="_Toc406570549"/>
      <w:bookmarkStart w:id="1990" w:name="_Toc410910701"/>
      <w:bookmarkStart w:id="1991" w:name="_Toc411841130"/>
      <w:bookmarkStart w:id="1992" w:name="_Toc422147092"/>
      <w:bookmarkStart w:id="1993" w:name="_Toc433020688"/>
      <w:bookmarkStart w:id="1994" w:name="_Toc437262129"/>
      <w:bookmarkStart w:id="1995" w:name="_Toc478375307"/>
      <w:bookmarkStart w:id="1996" w:name="_Toc510513401"/>
      <w:r w:rsidRPr="007F4287">
        <w:rPr>
          <w:b/>
          <w:iCs/>
        </w:rPr>
        <w:t>3.14.3.2</w:t>
      </w:r>
      <w:r w:rsidRPr="007F4287">
        <w:rPr>
          <w:b/>
          <w:iCs/>
        </w:rPr>
        <w:tab/>
        <w:t>Emergency Response Service Self-Provision</w:t>
      </w:r>
      <w:bookmarkEnd w:id="1987"/>
      <w:bookmarkEnd w:id="1988"/>
      <w:bookmarkEnd w:id="1989"/>
      <w:bookmarkEnd w:id="1990"/>
      <w:bookmarkEnd w:id="1991"/>
      <w:bookmarkEnd w:id="1992"/>
      <w:bookmarkEnd w:id="1993"/>
      <w:bookmarkEnd w:id="1994"/>
      <w:bookmarkEnd w:id="1995"/>
      <w:bookmarkEnd w:id="1996"/>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xml:space="preserve">.  A QSE may then reduce any or all of its self-provision offers such that its revised total ERS Self-Provision </w:t>
      </w:r>
      <w:r w:rsidRPr="00C83EFD">
        <w:rPr>
          <w:iCs/>
        </w:rPr>
        <w:lastRenderedPageBreak/>
        <w:t>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1997" w:name="_Toc400526219"/>
      <w:bookmarkStart w:id="1998" w:name="_Toc405534537"/>
      <w:bookmarkStart w:id="1999" w:name="_Toc406570550"/>
      <w:bookmarkStart w:id="2000" w:name="_Toc410910702"/>
      <w:bookmarkStart w:id="2001" w:name="_Toc411841131"/>
      <w:bookmarkStart w:id="2002" w:name="_Toc422147093"/>
      <w:bookmarkStart w:id="2003" w:name="_Toc433020689"/>
      <w:bookmarkStart w:id="2004" w:name="_Toc437262130"/>
      <w:bookmarkStart w:id="2005" w:name="_Toc478375308"/>
      <w:bookmarkStart w:id="2006" w:name="_Toc510513402"/>
      <w:r w:rsidRPr="00AE0E6D">
        <w:rPr>
          <w:b/>
          <w:iCs/>
        </w:rPr>
        <w:t>3.14.3.3</w:t>
      </w:r>
      <w:r w:rsidRPr="00AE0E6D">
        <w:rPr>
          <w:b/>
          <w:iCs/>
        </w:rPr>
        <w:tab/>
        <w:t>Emergency Response Service Provision and Technical Requirements</w:t>
      </w:r>
      <w:bookmarkEnd w:id="1997"/>
      <w:bookmarkEnd w:id="1998"/>
      <w:bookmarkEnd w:id="1999"/>
      <w:bookmarkEnd w:id="2000"/>
      <w:bookmarkEnd w:id="2001"/>
      <w:bookmarkEnd w:id="2002"/>
      <w:bookmarkEnd w:id="2003"/>
      <w:bookmarkEnd w:id="2004"/>
      <w:bookmarkEnd w:id="2005"/>
      <w:bookmarkEnd w:id="2006"/>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77777777" w:rsidR="00597FC7" w:rsidRDefault="00597FC7" w:rsidP="002B331B">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5268DE">
        <w:rPr>
          <w:iCs/>
        </w:rPr>
        <w:t>8</w:t>
      </w:r>
      <w:r w:rsidRPr="00500837">
        <w:rPr>
          <w:iCs/>
        </w:rPr>
        <w:t xml:space="preserve">)(b) of Section 3.14.3.1, </w:t>
      </w:r>
      <w:r w:rsidRPr="00500837">
        <w:t>Emergency Response Service Procurement</w:t>
      </w:r>
      <w:r>
        <w:t xml:space="preserve">.  </w:t>
      </w:r>
    </w:p>
    <w:p w14:paraId="3AB7DE22" w14:textId="77777777" w:rsidR="00597FC7" w:rsidRDefault="00597FC7" w:rsidP="002B331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xml:space="preserve">, the ERS Resource must continue to meet its event </w:t>
      </w:r>
      <w:r w:rsidRPr="00C83EFD">
        <w:rPr>
          <w:iCs/>
        </w:rPr>
        <w:lastRenderedPageBreak/>
        <w:t>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77777777" w:rsidR="00597FC7" w:rsidRDefault="00597FC7" w:rsidP="00597FC7">
      <w:pPr>
        <w:spacing w:after="240"/>
        <w:ind w:left="2160" w:hanging="720"/>
      </w:pPr>
      <w:r>
        <w:rPr>
          <w:iCs/>
        </w:rPr>
        <w:t>(i)</w:t>
      </w:r>
      <w:r>
        <w:rPr>
          <w:iCs/>
        </w:rPr>
        <w:tab/>
        <w:t xml:space="preserve">The </w:t>
      </w:r>
      <w:r w:rsidRPr="004759AD">
        <w:t xml:space="preserve">maximum number of deployment events </w:t>
      </w:r>
      <w:r>
        <w:t xml:space="preserve">during an ERS </w:t>
      </w:r>
      <w:r w:rsidR="00594B44">
        <w:t>Standard Contract Term</w:t>
      </w:r>
      <w:r>
        <w:t xml:space="preserve"> shall be </w:t>
      </w:r>
      <w:r w:rsidRPr="004759AD">
        <w:t xml:space="preserve">equal to two times the number of months of </w:t>
      </w:r>
      <w:r>
        <w:t xml:space="preserve">weather-sensitive </w:t>
      </w:r>
      <w:r w:rsidRPr="004759AD">
        <w:t xml:space="preserve">obligation in </w:t>
      </w:r>
      <w:r>
        <w:t>the</w:t>
      </w:r>
      <w:r w:rsidRPr="004759AD">
        <w:t xml:space="preserve"> ERS </w:t>
      </w:r>
      <w:r w:rsidR="00594B44">
        <w:t>Standard Contract Term</w:t>
      </w:r>
      <w:r w:rsidRPr="004759AD">
        <w:t xml:space="preserve">.  </w:t>
      </w:r>
    </w:p>
    <w:p w14:paraId="7196140F" w14:textId="77777777" w:rsidR="00597FC7" w:rsidRDefault="00597FC7" w:rsidP="0069507A">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77777777" w:rsidR="00695A4D" w:rsidRDefault="00695A4D" w:rsidP="008579CB">
      <w:pPr>
        <w:spacing w:after="240"/>
        <w:ind w:left="1440" w:hanging="720"/>
      </w:pPr>
      <w:r w:rsidRPr="00C83EFD">
        <w:t>(b)</w:t>
      </w:r>
      <w:r w:rsidRPr="00C83EFD">
        <w:tab/>
      </w:r>
      <w:r w:rsidR="00FE2EC7" w:rsidRPr="00C83EFD">
        <w:t xml:space="preserve">An ERS Resource </w:t>
      </w:r>
      <w:r w:rsidR="00FE2EC7">
        <w:t xml:space="preserve">participating in ERS-10 </w:t>
      </w:r>
      <w:r w:rsidR="00FE2EC7" w:rsidRPr="00C83EFD">
        <w:t xml:space="preserve">must be capable of meeting its event performance obligations relevant to its assigned performance evaluation methodology within ten minutes of an ERCOT Dispatch Instruction to its QSE, </w:t>
      </w:r>
      <w:r w:rsidR="00FE2EC7">
        <w:lastRenderedPageBreak/>
        <w:t xml:space="preserve">and </w:t>
      </w:r>
      <w:r w:rsidR="00FE2EC7" w:rsidRPr="00C83EFD">
        <w:t xml:space="preserve">must be able to maintain such performance for the entire Sustained Response Period.  An ERS Resource </w:t>
      </w:r>
      <w:r w:rsidR="00FE2EC7">
        <w:t xml:space="preserve">participating in ERS-30 </w:t>
      </w:r>
      <w:r w:rsidR="00FE2EC7" w:rsidRPr="00C83EFD">
        <w:t>must be capable of meeting its event performance obligations relevant to its assigned performance e</w:t>
      </w:r>
      <w:r w:rsidR="00FE2EC7">
        <w:t xml:space="preserve">valuation methodology within 30 </w:t>
      </w:r>
      <w:r w:rsidR="00FE2EC7" w:rsidRPr="00C83EFD">
        <w:t xml:space="preserve">minutes of an ERCOT Dispatch Instruction to its QSE, </w:t>
      </w:r>
      <w:r w:rsidR="00FE2EC7">
        <w:t xml:space="preserve">and </w:t>
      </w:r>
      <w:r w:rsidR="00FE2EC7" w:rsidRPr="00C83EFD">
        <w:t>must be able to maintain such performance for the entire Sustained Response Period.</w:t>
      </w:r>
      <w:r w:rsidR="00FE2EC7">
        <w:t xml:space="preserve">  </w:t>
      </w:r>
      <w:r w:rsidR="00FE2EC7" w:rsidRPr="00C83EFD">
        <w:t>An ERS Resource shall not return to normal operations until released to do so by ERCOT</w:t>
      </w:r>
      <w:r w:rsidR="00FE2EC7">
        <w:t xml:space="preserve"> or until the ERS Resource has reached its maximum deployment time, whichever occurs first</w:t>
      </w:r>
      <w:r w:rsidR="00FE2EC7" w:rsidRPr="00C83EFD">
        <w:t>.</w:t>
      </w:r>
      <w:r w:rsidRPr="00C83EFD">
        <w:t xml:space="preserve">  </w:t>
      </w:r>
    </w:p>
    <w:p w14:paraId="1F724A32" w14:textId="77777777" w:rsidR="00695A4D" w:rsidRDefault="00695A4D" w:rsidP="008579C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07" w:name="_Toc400526220"/>
      <w:bookmarkStart w:id="2008" w:name="_Toc405534538"/>
      <w:bookmarkStart w:id="2009" w:name="_Toc406570551"/>
      <w:bookmarkStart w:id="2010" w:name="_Toc410910703"/>
      <w:bookmarkStart w:id="2011" w:name="_Toc411841132"/>
      <w:bookmarkStart w:id="2012" w:name="_Toc422147094"/>
      <w:bookmarkStart w:id="2013" w:name="_Toc433020690"/>
      <w:bookmarkStart w:id="2014" w:name="_Toc437262131"/>
      <w:bookmarkStart w:id="2015" w:name="_Toc478375309"/>
      <w:bookmarkStart w:id="2016" w:name="_Toc510513403"/>
      <w:r w:rsidRPr="007F4287">
        <w:rPr>
          <w:b/>
          <w:iCs/>
        </w:rPr>
        <w:t>3.14.3.4</w:t>
      </w:r>
      <w:r w:rsidRPr="007F4287">
        <w:rPr>
          <w:b/>
          <w:iCs/>
        </w:rPr>
        <w:tab/>
        <w:t>Emergency Response Service Reporting and Market Communications</w:t>
      </w:r>
      <w:bookmarkEnd w:id="2007"/>
      <w:bookmarkEnd w:id="2008"/>
      <w:bookmarkEnd w:id="2009"/>
      <w:bookmarkEnd w:id="2010"/>
      <w:bookmarkEnd w:id="2011"/>
      <w:bookmarkEnd w:id="2012"/>
      <w:bookmarkEnd w:id="2013"/>
      <w:bookmarkEnd w:id="2014"/>
      <w:bookmarkEnd w:id="2015"/>
      <w:bookmarkEnd w:id="2016"/>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MIS Public </w:t>
      </w:r>
      <w:r w:rsidRPr="00C83EFD">
        <w:rPr>
          <w:iCs/>
        </w:rPr>
        <w:lastRenderedPageBreak/>
        <w:t>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77777777" w:rsidR="00074C7A" w:rsidRDefault="00695A4D" w:rsidP="00695A4D">
      <w:pPr>
        <w:spacing w:after="240"/>
        <w:ind w:left="1440" w:hanging="720"/>
      </w:pPr>
      <w:r w:rsidRPr="00C83EFD">
        <w:t>(m)</w:t>
      </w:r>
      <w:r w:rsidRPr="00C83EFD">
        <w:tab/>
        <w:t>ERS Meter Data Error Report</w:t>
      </w:r>
      <w:r w:rsidR="00074C7A">
        <w:t>; and</w:t>
      </w:r>
    </w:p>
    <w:p w14:paraId="5B645CBA" w14:textId="77777777" w:rsidR="00695A4D" w:rsidRDefault="00074C7A" w:rsidP="00695A4D">
      <w:pPr>
        <w:spacing w:after="240"/>
        <w:ind w:left="1440" w:hanging="720"/>
      </w:pPr>
      <w:r>
        <w:t>(n)</w:t>
      </w:r>
      <w:r>
        <w:tab/>
      </w:r>
      <w:r w:rsidRPr="00074C7A">
        <w:t>ERS QSE-level Payment Details Report</w:t>
      </w:r>
      <w:r w:rsidR="00695A4D" w:rsidRPr="00C83EFD">
        <w:t>.</w:t>
      </w:r>
    </w:p>
    <w:p w14:paraId="3446226A" w14:textId="77777777" w:rsidR="00D7553B" w:rsidRPr="00C83EFD" w:rsidRDefault="00D7553B" w:rsidP="00074C7A">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ERCOT shall provide each affected TDSP with:</w:t>
      </w:r>
    </w:p>
    <w:p w14:paraId="01A303FE" w14:textId="77777777" w:rsidR="00D7553B" w:rsidRPr="00C83EFD" w:rsidRDefault="00D7553B" w:rsidP="00D7553B">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00594B44" w:rsidRPr="00072087">
        <w:rPr>
          <w:iCs/>
        </w:rPr>
        <w:t>Standard Contract Term</w:t>
      </w:r>
      <w:r w:rsidRPr="00C83EFD">
        <w:rPr>
          <w:iCs/>
        </w:rPr>
        <w:t xml:space="preserve">; </w:t>
      </w:r>
    </w:p>
    <w:p w14:paraId="65DCE5B0" w14:textId="77777777" w:rsidR="00D7553B" w:rsidRDefault="00D7553B" w:rsidP="0069507A">
      <w:pPr>
        <w:spacing w:after="240"/>
        <w:ind w:left="1440" w:hanging="720"/>
        <w:rPr>
          <w:iCs/>
        </w:rPr>
      </w:pPr>
      <w:r w:rsidRPr="00C83EFD">
        <w:rPr>
          <w:iCs/>
        </w:rPr>
        <w:t>(b)</w:t>
      </w:r>
      <w:r w:rsidRPr="00C83EFD">
        <w:rPr>
          <w:iCs/>
        </w:rPr>
        <w:tab/>
        <w:t>The name of the QSE representing each ERS Resource;</w:t>
      </w:r>
    </w:p>
    <w:p w14:paraId="6664768A" w14:textId="77777777" w:rsidR="00D7553B" w:rsidRPr="00C83EFD" w:rsidRDefault="00D7553B" w:rsidP="00D7553B">
      <w:pPr>
        <w:spacing w:after="240"/>
        <w:ind w:left="1440" w:hanging="720"/>
        <w:rPr>
          <w:iCs/>
        </w:rPr>
      </w:pPr>
      <w:r>
        <w:rPr>
          <w:iCs/>
        </w:rPr>
        <w:t>(c)</w:t>
      </w:r>
      <w:r>
        <w:rPr>
          <w:iCs/>
        </w:rPr>
        <w:tab/>
        <w:t>The ERS service type provided by each ERS Resource for each ERS Time Period;</w:t>
      </w:r>
    </w:p>
    <w:p w14:paraId="37247D20" w14:textId="77777777" w:rsidR="00D7553B" w:rsidRPr="00C83EFD" w:rsidRDefault="00D7553B" w:rsidP="00D7553B">
      <w:pPr>
        <w:spacing w:after="240"/>
        <w:ind w:left="1440" w:hanging="720"/>
        <w:rPr>
          <w:iCs/>
        </w:rPr>
      </w:pPr>
      <w:r>
        <w:rPr>
          <w:iCs/>
        </w:rPr>
        <w:t>(d</w:t>
      </w:r>
      <w:r w:rsidRPr="00C83EFD">
        <w:rPr>
          <w:iCs/>
        </w:rPr>
        <w:t>)</w:t>
      </w:r>
      <w:r w:rsidRPr="00C83EFD">
        <w:rPr>
          <w:iCs/>
        </w:rPr>
        <w:tab/>
        <w:t xml:space="preserve">All applicable </w:t>
      </w:r>
      <w:r>
        <w:rPr>
          <w:iCs/>
        </w:rPr>
        <w:t>ESI IDs</w:t>
      </w:r>
      <w:r w:rsidRPr="00C83EFD">
        <w:rPr>
          <w:iCs/>
        </w:rPr>
        <w:t xml:space="preserve"> associated with each ERS Resource; and  </w:t>
      </w:r>
    </w:p>
    <w:p w14:paraId="0DE10B2C" w14:textId="77777777" w:rsidR="00695A4D" w:rsidRDefault="00D7553B" w:rsidP="00695A4D">
      <w:pPr>
        <w:spacing w:after="240"/>
        <w:ind w:left="1440" w:hanging="720"/>
        <w:rPr>
          <w:iCs/>
        </w:rPr>
      </w:pPr>
      <w:r>
        <w:rPr>
          <w:iCs/>
        </w:rPr>
        <w:lastRenderedPageBreak/>
        <w:t>(e</w:t>
      </w:r>
      <w:r w:rsidRPr="00C83EFD">
        <w:rPr>
          <w:iCs/>
        </w:rPr>
        <w:t>)</w:t>
      </w:r>
      <w:r w:rsidRPr="00C83EFD">
        <w:rPr>
          <w:iCs/>
        </w:rPr>
        <w:tab/>
        <w:t>The date(s) of the interconnection agreement(s) for each generator in any ERS Generator.</w:t>
      </w:r>
      <w:r w:rsidR="00695A4D" w:rsidRPr="00C83EFD">
        <w:rPr>
          <w:iCs/>
        </w:rPr>
        <w:t xml:space="preserve">  </w:t>
      </w:r>
    </w:p>
    <w:p w14:paraId="0D764299" w14:textId="77777777" w:rsidR="0058085E" w:rsidRDefault="00695A4D" w:rsidP="008579CB">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17" w:name="_Toc204048603"/>
      <w:bookmarkStart w:id="2018" w:name="_Toc400526221"/>
      <w:bookmarkStart w:id="2019" w:name="_Toc405534539"/>
      <w:bookmarkStart w:id="2020" w:name="_Toc406570552"/>
      <w:bookmarkStart w:id="2021" w:name="_Toc410910704"/>
      <w:bookmarkStart w:id="2022" w:name="_Toc411841133"/>
      <w:bookmarkStart w:id="2023" w:name="_Toc422147095"/>
      <w:bookmarkStart w:id="2024" w:name="_Toc433020691"/>
      <w:bookmarkStart w:id="2025" w:name="_Toc437262132"/>
      <w:bookmarkStart w:id="2026" w:name="_Toc478375310"/>
      <w:bookmarkStart w:id="2027" w:name="_Toc510513404"/>
      <w:r>
        <w:t>3.15</w:t>
      </w:r>
      <w:r>
        <w:tab/>
        <w:t>Voltage Support</w:t>
      </w:r>
      <w:bookmarkEnd w:id="2017"/>
      <w:bookmarkEnd w:id="2018"/>
      <w:bookmarkEnd w:id="2019"/>
      <w:bookmarkEnd w:id="2020"/>
      <w:bookmarkEnd w:id="2021"/>
      <w:bookmarkEnd w:id="2022"/>
      <w:bookmarkEnd w:id="2023"/>
      <w:bookmarkEnd w:id="2024"/>
      <w:bookmarkEnd w:id="2025"/>
      <w:bookmarkEnd w:id="2026"/>
      <w:bookmarkEnd w:id="2027"/>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 xml:space="preserve">Reactive Power capability shall be available at all MW output levels and may be met through a combination of the Generation Resource’s Unit Reactive Limit (URL), which is the generating unit’s dynamic leading and lagging operating </w:t>
      </w:r>
      <w:r>
        <w:lastRenderedPageBreak/>
        <w:t>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w:t>
      </w:r>
      <w:r w:rsidRPr="00B5256C">
        <w:lastRenderedPageBreak/>
        <w:t>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w:t>
      </w:r>
      <w:r w:rsidR="008D4241">
        <w:lastRenderedPageBreak/>
        <w:t>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lastRenderedPageBreak/>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28" w:name="_Toc114235804"/>
      <w:bookmarkStart w:id="2029" w:name="_Toc144691992"/>
      <w:bookmarkStart w:id="2030" w:name="_Toc204048604"/>
      <w:bookmarkStart w:id="2031" w:name="_Toc400526222"/>
      <w:bookmarkStart w:id="2032" w:name="_Toc405534540"/>
      <w:bookmarkStart w:id="2033" w:name="_Toc406570553"/>
      <w:bookmarkStart w:id="2034" w:name="_Toc410910705"/>
      <w:bookmarkStart w:id="2035" w:name="_Toc411841134"/>
      <w:bookmarkStart w:id="2036" w:name="_Toc422147096"/>
      <w:bookmarkStart w:id="2037" w:name="_Toc433020692"/>
      <w:bookmarkStart w:id="2038" w:name="_Toc437262133"/>
      <w:bookmarkStart w:id="2039" w:name="_Toc478375311"/>
      <w:bookmarkStart w:id="2040" w:name="_Toc510513405"/>
      <w:r>
        <w:t>3.15.1</w:t>
      </w:r>
      <w:r>
        <w:tab/>
        <w:t>ERCOT Responsibilities Related to Voltage Support</w:t>
      </w:r>
      <w:bookmarkEnd w:id="2028"/>
      <w:bookmarkEnd w:id="2029"/>
      <w:bookmarkEnd w:id="2030"/>
      <w:bookmarkEnd w:id="2031"/>
      <w:bookmarkEnd w:id="2032"/>
      <w:bookmarkEnd w:id="2033"/>
      <w:bookmarkEnd w:id="2034"/>
      <w:bookmarkEnd w:id="2035"/>
      <w:bookmarkEnd w:id="2036"/>
      <w:bookmarkEnd w:id="2037"/>
      <w:bookmarkEnd w:id="2038"/>
      <w:bookmarkEnd w:id="2039"/>
      <w:bookmarkEnd w:id="2040"/>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41" w:name="_Toc114235805"/>
      <w:bookmarkStart w:id="2042" w:name="_Toc144691993"/>
      <w:bookmarkStart w:id="2043" w:name="_Toc204048605"/>
      <w:bookmarkStart w:id="2044" w:name="_Toc400526223"/>
      <w:bookmarkStart w:id="2045" w:name="_Toc405534541"/>
      <w:bookmarkStart w:id="2046" w:name="_Toc406570554"/>
      <w:bookmarkStart w:id="2047" w:name="_Toc410910706"/>
      <w:bookmarkStart w:id="2048" w:name="_Toc411841135"/>
      <w:bookmarkStart w:id="2049" w:name="_Toc422147097"/>
      <w:bookmarkStart w:id="2050" w:name="_Toc433020693"/>
      <w:bookmarkStart w:id="2051" w:name="_Toc437262134"/>
      <w:bookmarkStart w:id="2052" w:name="_Toc478375312"/>
      <w:bookmarkStart w:id="2053" w:name="_Toc510513406"/>
      <w:r>
        <w:t>3.15.2</w:t>
      </w:r>
      <w:r>
        <w:tab/>
        <w:t>DSP Responsibilities Related to Voltage Support</w:t>
      </w:r>
      <w:bookmarkEnd w:id="2041"/>
      <w:bookmarkEnd w:id="2042"/>
      <w:bookmarkEnd w:id="2043"/>
      <w:bookmarkEnd w:id="2044"/>
      <w:bookmarkEnd w:id="2045"/>
      <w:bookmarkEnd w:id="2046"/>
      <w:bookmarkEnd w:id="2047"/>
      <w:bookmarkEnd w:id="2048"/>
      <w:bookmarkEnd w:id="2049"/>
      <w:bookmarkEnd w:id="2050"/>
      <w:bookmarkEnd w:id="2051"/>
      <w:bookmarkEnd w:id="2052"/>
      <w:bookmarkEnd w:id="2053"/>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w:t>
      </w:r>
      <w:r w:rsidR="002D238A">
        <w:lastRenderedPageBreak/>
        <w:t xml:space="preserve">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54" w:name="_Toc114235806"/>
      <w:bookmarkStart w:id="2055" w:name="_Toc144691994"/>
      <w:bookmarkStart w:id="2056" w:name="_Toc204048606"/>
      <w:bookmarkStart w:id="2057" w:name="_Toc400526224"/>
      <w:bookmarkStart w:id="2058" w:name="_Toc405534542"/>
      <w:bookmarkStart w:id="2059" w:name="_Toc406570555"/>
      <w:bookmarkStart w:id="2060" w:name="_Toc410910707"/>
      <w:bookmarkStart w:id="2061" w:name="_Toc411841136"/>
      <w:bookmarkStart w:id="2062" w:name="_Toc422147098"/>
      <w:bookmarkStart w:id="2063" w:name="_Toc433020694"/>
      <w:bookmarkStart w:id="2064" w:name="_Toc437262135"/>
      <w:bookmarkStart w:id="2065" w:name="_Toc478375313"/>
      <w:bookmarkStart w:id="2066" w:name="_Toc510513407"/>
      <w:r>
        <w:t>3.15.3</w:t>
      </w:r>
      <w:r>
        <w:tab/>
      </w:r>
      <w:r w:rsidR="004F4513" w:rsidRPr="004F4513">
        <w:t>Generation Resource Requirements Related to Voltage Support</w:t>
      </w:r>
      <w:bookmarkEnd w:id="2054"/>
      <w:bookmarkEnd w:id="2055"/>
      <w:bookmarkEnd w:id="2056"/>
      <w:bookmarkEnd w:id="2057"/>
      <w:bookmarkEnd w:id="2058"/>
      <w:bookmarkEnd w:id="2059"/>
      <w:bookmarkEnd w:id="2060"/>
      <w:bookmarkEnd w:id="2061"/>
      <w:bookmarkEnd w:id="2062"/>
      <w:bookmarkEnd w:id="2063"/>
      <w:bookmarkEnd w:id="2064"/>
      <w:bookmarkEnd w:id="2065"/>
      <w:bookmarkEnd w:id="2066"/>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lastRenderedPageBreak/>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67" w:name="_Toc114235807"/>
      <w:bookmarkStart w:id="2068" w:name="_Toc144691995"/>
      <w:bookmarkStart w:id="2069" w:name="_Toc204048607"/>
      <w:bookmarkStart w:id="2070" w:name="_Toc400526225"/>
      <w:bookmarkStart w:id="2071" w:name="_Toc405534543"/>
      <w:bookmarkStart w:id="2072" w:name="_Toc406570556"/>
      <w:bookmarkStart w:id="2073" w:name="_Toc410910708"/>
      <w:bookmarkStart w:id="2074" w:name="_Toc411841137"/>
      <w:bookmarkStart w:id="2075" w:name="_Toc422147099"/>
      <w:bookmarkStart w:id="2076" w:name="_Toc433020695"/>
      <w:bookmarkStart w:id="2077" w:name="_Toc437262136"/>
      <w:bookmarkStart w:id="2078" w:name="_Toc478375314"/>
      <w:bookmarkStart w:id="2079" w:name="_Toc510513408"/>
      <w:r>
        <w:t>3.16</w:t>
      </w:r>
      <w:r>
        <w:tab/>
        <w:t>Standards for Determining Ancillary Service Quantities</w:t>
      </w:r>
      <w:bookmarkEnd w:id="2067"/>
      <w:bookmarkEnd w:id="2068"/>
      <w:bookmarkEnd w:id="2069"/>
      <w:bookmarkEnd w:id="2070"/>
      <w:bookmarkEnd w:id="2071"/>
      <w:bookmarkEnd w:id="2072"/>
      <w:bookmarkEnd w:id="2073"/>
      <w:bookmarkEnd w:id="2074"/>
      <w:bookmarkEnd w:id="2075"/>
      <w:bookmarkEnd w:id="2076"/>
      <w:bookmarkEnd w:id="2077"/>
      <w:bookmarkEnd w:id="2078"/>
      <w:bookmarkEnd w:id="2079"/>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7777777" w:rsidR="00CB13B2" w:rsidRDefault="002D238A">
      <w:pPr>
        <w:pStyle w:val="BodyTextNumbered"/>
      </w:pPr>
      <w:r>
        <w:t>(2)</w:t>
      </w:r>
      <w:r>
        <w:tab/>
        <w:t xml:space="preserve">ERCOT shall, at least annually, determine with supporting data, the methodology for determining the quantity requirements for each Ancillary Service needed for reliability, including the percentage of Load Resources excluding Controllable Load Resources, the percentage of Controllable </w:t>
      </w:r>
      <w:r w:rsidR="001210D5">
        <w:t>L</w:t>
      </w:r>
      <w:r>
        <w:t xml:space="preserve">oad Resources allowed to provide Responsive Reserve </w:t>
      </w:r>
      <w:r w:rsidR="001210D5">
        <w:t>(RRS)</w:t>
      </w:r>
      <w:r>
        <w:t xml:space="preserve"> calculated on a monthly basis</w:t>
      </w:r>
      <w:r w:rsidR="008F2BF0">
        <w:t>,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C592F" w14:paraId="7A36B00E" w14:textId="77777777" w:rsidTr="00244D45">
        <w:tc>
          <w:tcPr>
            <w:tcW w:w="9558" w:type="dxa"/>
            <w:tcBorders>
              <w:top w:val="single" w:sz="4" w:space="0" w:color="auto"/>
              <w:left w:val="single" w:sz="4" w:space="0" w:color="auto"/>
              <w:bottom w:val="single" w:sz="4" w:space="0" w:color="auto"/>
              <w:right w:val="single" w:sz="4" w:space="0" w:color="auto"/>
            </w:tcBorders>
            <w:shd w:val="clear" w:color="auto" w:fill="D9D9D9"/>
          </w:tcPr>
          <w:p w14:paraId="5A6CB647" w14:textId="77777777" w:rsidR="000C592F" w:rsidRDefault="000C592F" w:rsidP="00244D45">
            <w:pPr>
              <w:spacing w:before="120" w:after="240"/>
              <w:rPr>
                <w:b/>
                <w:i/>
              </w:rPr>
            </w:pPr>
            <w:r>
              <w:rPr>
                <w:b/>
                <w:i/>
              </w:rPr>
              <w:t>[NPRR815</w:t>
            </w:r>
            <w:r w:rsidRPr="004B0726">
              <w:rPr>
                <w:b/>
                <w:i/>
              </w:rPr>
              <w:t xml:space="preserve">: </w:t>
            </w:r>
            <w:r>
              <w:rPr>
                <w:b/>
                <w:i/>
              </w:rPr>
              <w:t xml:space="preserve"> Replace paragraph (2) above with the following upon system implementation:</w:t>
            </w:r>
            <w:r w:rsidRPr="004B0726">
              <w:rPr>
                <w:b/>
                <w:i/>
              </w:rPr>
              <w:t>]</w:t>
            </w:r>
          </w:p>
          <w:p w14:paraId="179996B1" w14:textId="77777777" w:rsidR="000C592F" w:rsidRPr="000C592F" w:rsidRDefault="000C592F" w:rsidP="000C592F">
            <w:pPr>
              <w:spacing w:after="240"/>
              <w:ind w:left="720" w:hanging="720"/>
              <w:rPr>
                <w:iCs/>
              </w:rPr>
            </w:pPr>
            <w:r w:rsidRPr="0085648C">
              <w:rPr>
                <w:iCs/>
              </w:rPr>
              <w:t>(2)</w:t>
            </w:r>
            <w:r w:rsidRPr="0085648C">
              <w:rPr>
                <w:iCs/>
              </w:rPr>
              <w:tab/>
              <w:t xml:space="preserve">ERCOT shall, at least annually, determine with supporting data, the methodology for determining the quantity requirements for each Ancillary Service needed for reliability, including the </w:t>
            </w:r>
            <w:r>
              <w:rPr>
                <w:iCs/>
              </w:rPr>
              <w:t xml:space="preserve">minimum capacity required from Resources providing Primary Frequency Response </w:t>
            </w:r>
            <w:r w:rsidRPr="0085648C">
              <w:rPr>
                <w:iCs/>
              </w:rPr>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w:t>
            </w:r>
            <w:r w:rsidRPr="0085648C">
              <w:rPr>
                <w:iCs/>
              </w:rPr>
              <w:lastRenderedPageBreak/>
              <w:t>Down).</w:t>
            </w:r>
            <w:r>
              <w:rPr>
                <w:iCs/>
              </w:rPr>
              <w:t xml:space="preserve">  </w:t>
            </w:r>
            <w:r w:rsidRPr="00055E86">
              <w:rPr>
                <w:iCs/>
              </w:rPr>
              <w:t>The minimum capacity required from Resources providing Primary Frequency Response shall not be less than 1150 MW.</w:t>
            </w:r>
          </w:p>
        </w:tc>
      </w:tr>
    </w:tbl>
    <w:p w14:paraId="1F0D0C4A" w14:textId="77777777" w:rsidR="00CB13B2" w:rsidRDefault="002D238A" w:rsidP="00323101">
      <w:pPr>
        <w:pStyle w:val="BodyTextNumbered"/>
        <w:spacing w:before="240"/>
      </w:pPr>
      <w:r>
        <w:lastRenderedPageBreak/>
        <w:t>(3)</w:t>
      </w:r>
      <w:r>
        <w:tab/>
        <w:t>The ERCOT Board shall review and approve ERCOT's methodology for determining the minimum Ancillary Service requirements</w:t>
      </w:r>
      <w:r w:rsidR="008F2BF0">
        <w:t xml:space="preserve">, </w:t>
      </w:r>
      <w:r>
        <w:t>the monthly percentage of Load Resources</w:t>
      </w:r>
      <w:r w:rsidR="00F0611D">
        <w:t xml:space="preserve"> and</w:t>
      </w:r>
      <w:r>
        <w:t xml:space="preserve"> Controllable Load Resources allowed to provide RRS</w:t>
      </w:r>
      <w:r w:rsidR="008F2BF0">
        <w:t>, and the maximum amount of Reg-Up and Reg-Down that can be provided by Resources providing FRRS-Up and FRRS-Down</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C592F" w14:paraId="32E12C0C" w14:textId="77777777" w:rsidTr="00244D45">
        <w:tc>
          <w:tcPr>
            <w:tcW w:w="9558" w:type="dxa"/>
            <w:tcBorders>
              <w:top w:val="single" w:sz="4" w:space="0" w:color="auto"/>
              <w:left w:val="single" w:sz="4" w:space="0" w:color="auto"/>
              <w:bottom w:val="single" w:sz="4" w:space="0" w:color="auto"/>
              <w:right w:val="single" w:sz="4" w:space="0" w:color="auto"/>
            </w:tcBorders>
            <w:shd w:val="clear" w:color="auto" w:fill="D9D9D9"/>
          </w:tcPr>
          <w:p w14:paraId="529D2875" w14:textId="77777777" w:rsidR="000C592F" w:rsidRDefault="000C592F" w:rsidP="00244D45">
            <w:pPr>
              <w:spacing w:before="120" w:after="240"/>
              <w:rPr>
                <w:b/>
                <w:i/>
              </w:rPr>
            </w:pPr>
            <w:r>
              <w:rPr>
                <w:b/>
                <w:i/>
              </w:rPr>
              <w:t>[NPRR815</w:t>
            </w:r>
            <w:r w:rsidRPr="004B0726">
              <w:rPr>
                <w:b/>
                <w:i/>
              </w:rPr>
              <w:t xml:space="preserve">: </w:t>
            </w:r>
            <w:r>
              <w:rPr>
                <w:b/>
                <w:i/>
              </w:rPr>
              <w:t xml:space="preserve"> Replace paragraph (3) above with the following upon system implementation:</w:t>
            </w:r>
            <w:r w:rsidRPr="004B0726">
              <w:rPr>
                <w:b/>
                <w:i/>
              </w:rPr>
              <w:t>]</w:t>
            </w:r>
          </w:p>
          <w:p w14:paraId="7225E578" w14:textId="77777777" w:rsidR="000C592F" w:rsidRPr="000C592F" w:rsidRDefault="000C592F" w:rsidP="000C592F">
            <w:pPr>
              <w:spacing w:after="240"/>
              <w:ind w:left="720" w:hanging="720"/>
              <w:rPr>
                <w:iCs/>
              </w:rPr>
            </w:pPr>
            <w:r w:rsidRPr="0085648C">
              <w:rPr>
                <w:iCs/>
              </w:rPr>
              <w:t>(3)</w:t>
            </w:r>
            <w:r w:rsidRPr="0085648C">
              <w:rPr>
                <w:iCs/>
              </w:rPr>
              <w:tab/>
              <w:t xml:space="preserve">The ERCOT Board shall review and approve ERCOT's methodology for determining the minimum Ancillary Service requirements, the </w:t>
            </w:r>
            <w:r>
              <w:rPr>
                <w:iCs/>
              </w:rPr>
              <w:t xml:space="preserve">minimum capacity required from Resources providing Primary Frequency Response </w:t>
            </w:r>
            <w:r w:rsidRPr="0085648C">
              <w:rPr>
                <w:iCs/>
              </w:rPr>
              <w:t>to provide RRS, and the maximum amount of Reg-Up and Reg-Down that can be provided by Resources p</w:t>
            </w:r>
            <w:r>
              <w:rPr>
                <w:iCs/>
              </w:rPr>
              <w:t>roviding FRRS-Up and FRRS-Down.</w:t>
            </w:r>
          </w:p>
        </w:tc>
      </w:tr>
    </w:tbl>
    <w:p w14:paraId="0363A127" w14:textId="77777777" w:rsidR="00CB13B2" w:rsidRDefault="002D238A" w:rsidP="00323101">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77777777" w:rsidR="00CB13B2" w:rsidRDefault="002D238A" w:rsidP="001250FB">
      <w:pPr>
        <w:pStyle w:val="BodyTextNumbered"/>
      </w:pPr>
      <w:r>
        <w:t>(</w:t>
      </w:r>
      <w:r w:rsidR="00C63FA1">
        <w:t>5</w:t>
      </w:r>
      <w:r>
        <w:t>)</w:t>
      </w:r>
      <w:r>
        <w:tab/>
        <w:t xml:space="preserve">The amount of Load Resources on high-set under-frequency relays providing RRS is limited to 50% of the total ERCOT RRS requirement.  ERCOT may reduce this limit if it believes that this amount will have a negative impact on reliability or if this limit would require additional </w:t>
      </w:r>
      <w:r w:rsidR="008F2BF0">
        <w:t>R</w:t>
      </w:r>
      <w:r>
        <w:t xml:space="preserve">egulation </w:t>
      </w:r>
      <w:r w:rsidR="008F2BF0">
        <w:t xml:space="preserve">Service </w:t>
      </w:r>
      <w:r>
        <w:t>to be deployed.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C592F" w14:paraId="4602782B" w14:textId="77777777" w:rsidTr="00244D45">
        <w:tc>
          <w:tcPr>
            <w:tcW w:w="9558" w:type="dxa"/>
            <w:tcBorders>
              <w:top w:val="single" w:sz="4" w:space="0" w:color="auto"/>
              <w:left w:val="single" w:sz="4" w:space="0" w:color="auto"/>
              <w:bottom w:val="single" w:sz="4" w:space="0" w:color="auto"/>
              <w:right w:val="single" w:sz="4" w:space="0" w:color="auto"/>
            </w:tcBorders>
            <w:shd w:val="clear" w:color="auto" w:fill="D9D9D9"/>
          </w:tcPr>
          <w:p w14:paraId="0901C374" w14:textId="77777777" w:rsidR="000C592F" w:rsidRDefault="000C592F" w:rsidP="00244D45">
            <w:pPr>
              <w:spacing w:before="120" w:after="240"/>
              <w:rPr>
                <w:b/>
                <w:i/>
              </w:rPr>
            </w:pPr>
            <w:r>
              <w:rPr>
                <w:b/>
                <w:i/>
              </w:rPr>
              <w:t>[NPRR815</w:t>
            </w:r>
            <w:r w:rsidRPr="004B0726">
              <w:rPr>
                <w:b/>
                <w:i/>
              </w:rPr>
              <w:t xml:space="preserve">: </w:t>
            </w:r>
            <w:r>
              <w:rPr>
                <w:b/>
                <w:i/>
              </w:rPr>
              <w:t xml:space="preserve"> Replace paragraph (5) above with the following upon system implementation:</w:t>
            </w:r>
            <w:r w:rsidRPr="004B0726">
              <w:rPr>
                <w:b/>
                <w:i/>
              </w:rPr>
              <w:t>]</w:t>
            </w:r>
          </w:p>
          <w:p w14:paraId="23B3DBC2" w14:textId="77777777" w:rsidR="000C592F" w:rsidRPr="000C592F" w:rsidRDefault="000C592F" w:rsidP="000C592F">
            <w:pPr>
              <w:spacing w:after="240"/>
              <w:ind w:left="720" w:hanging="720"/>
              <w:rPr>
                <w:iCs/>
              </w:rPr>
            </w:pPr>
            <w:r w:rsidRPr="0085648C">
              <w:rPr>
                <w:iCs/>
              </w:rPr>
              <w:t>(5)</w:t>
            </w:r>
            <w:r w:rsidRPr="0085648C">
              <w:rPr>
                <w:iCs/>
              </w:rPr>
              <w:tab/>
            </w:r>
            <w:r>
              <w:rPr>
                <w:iCs/>
              </w:rPr>
              <w:t>Monthly, ERCOT shall determine and post on the MIS Secure Area a minimum capacity required from</w:t>
            </w:r>
            <w:r w:rsidDel="00F23422">
              <w:rPr>
                <w:iCs/>
              </w:rPr>
              <w:t xml:space="preserve"> </w:t>
            </w:r>
            <w:r>
              <w:rPr>
                <w:iCs/>
              </w:rPr>
              <w:t xml:space="preserve">Resources providing RRS using Primary Frequency Response.  </w:t>
            </w:r>
            <w:r w:rsidRPr="0085648C">
              <w:rPr>
                <w:iCs/>
              </w:rPr>
              <w:t xml:space="preserve">The </w:t>
            </w:r>
            <w:r>
              <w:rPr>
                <w:iCs/>
              </w:rPr>
              <w:t>remaining capacity required for RRS may be supplied by all Resources qualified to provide RRS including</w:t>
            </w:r>
            <w:r w:rsidRPr="0085648C">
              <w:rPr>
                <w:iCs/>
              </w:rPr>
              <w:t xml:space="preserve"> Load Resources on high-set under-frequency relays</w:t>
            </w:r>
            <w:r>
              <w:rPr>
                <w:iCs/>
              </w:rPr>
              <w:t xml:space="preserve">, </w:t>
            </w:r>
            <w:r w:rsidRPr="00055E86">
              <w:rPr>
                <w:iCs/>
              </w:rPr>
              <w:t>provid</w:t>
            </w:r>
            <w:r>
              <w:rPr>
                <w:iCs/>
              </w:rPr>
              <w:t>ed</w:t>
            </w:r>
            <w:r w:rsidRPr="00055E86">
              <w:rPr>
                <w:iCs/>
              </w:rPr>
              <w:t xml:space="preserve"> </w:t>
            </w:r>
            <w:r>
              <w:rPr>
                <w:iCs/>
              </w:rPr>
              <w:t xml:space="preserve">that </w:t>
            </w:r>
            <w:r w:rsidRPr="00055E86">
              <w:rPr>
                <w:iCs/>
              </w:rPr>
              <w:t xml:space="preserve">RRS from these Load Resources </w:t>
            </w:r>
            <w:r>
              <w:rPr>
                <w:iCs/>
              </w:rPr>
              <w:t>shall be</w:t>
            </w:r>
            <w:r w:rsidRPr="00055E86">
              <w:rPr>
                <w:iCs/>
              </w:rPr>
              <w:t xml:space="preserve"> limited to 60% of the total ERCOT RRS requirement</w:t>
            </w:r>
            <w:r w:rsidRPr="0085648C">
              <w:rPr>
                <w:iCs/>
              </w:rPr>
              <w:t xml:space="preserve">.  ERCOT may </w:t>
            </w:r>
            <w:r>
              <w:rPr>
                <w:iCs/>
              </w:rPr>
              <w:t>increase</w:t>
            </w:r>
            <w:r w:rsidRPr="0085648C">
              <w:rPr>
                <w:iCs/>
              </w:rPr>
              <w:t xml:space="preserve"> </w:t>
            </w:r>
            <w:r>
              <w:rPr>
                <w:iCs/>
              </w:rPr>
              <w:t>the minimum capacity required from</w:t>
            </w:r>
            <w:r w:rsidDel="00F23422">
              <w:rPr>
                <w:iCs/>
              </w:rPr>
              <w:t xml:space="preserve"> </w:t>
            </w:r>
            <w:r>
              <w:rPr>
                <w:iCs/>
              </w:rPr>
              <w:t>Resources providing RRS using Primary Frequency Response</w:t>
            </w:r>
            <w:r w:rsidRPr="0085648C" w:rsidDel="00F23422">
              <w:rPr>
                <w:iCs/>
              </w:rPr>
              <w:t xml:space="preserve"> </w:t>
            </w:r>
            <w:r w:rsidRPr="0085648C">
              <w:rPr>
                <w:iCs/>
              </w:rPr>
              <w:t xml:space="preserve">if it believes that </w:t>
            </w:r>
            <w:r>
              <w:rPr>
                <w:iCs/>
              </w:rPr>
              <w:t>the current posted quantity</w:t>
            </w:r>
            <w:r w:rsidRPr="0085648C">
              <w:rPr>
                <w:iCs/>
              </w:rPr>
              <w:t xml:space="preserve"> will have a negative impact on reliability or if </w:t>
            </w:r>
            <w:r>
              <w:rPr>
                <w:iCs/>
              </w:rPr>
              <w:t>it</w:t>
            </w:r>
            <w:r w:rsidRPr="0085648C">
              <w:rPr>
                <w:iCs/>
              </w:rPr>
              <w:t xml:space="preserve"> would require additional Reg</w:t>
            </w:r>
            <w:r>
              <w:rPr>
                <w:iCs/>
              </w:rPr>
              <w:t>ulation Service to be deployed.</w:t>
            </w:r>
          </w:p>
        </w:tc>
      </w:tr>
    </w:tbl>
    <w:p w14:paraId="67C8E987" w14:textId="77777777" w:rsidR="00CB13B2" w:rsidRDefault="002D238A" w:rsidP="00323101">
      <w:pPr>
        <w:pStyle w:val="BodyTextNumbered"/>
        <w:spacing w:before="240"/>
      </w:pPr>
      <w:r>
        <w:t>(</w:t>
      </w:r>
      <w:r w:rsidR="00C63FA1">
        <w:t>6</w:t>
      </w:r>
      <w:r>
        <w:t>)</w:t>
      </w:r>
      <w:r>
        <w:tab/>
        <w:t xml:space="preserve">The amount of RRS that a </w:t>
      </w:r>
      <w:r w:rsidR="001210D5">
        <w:t>Qualified Scheduling Entity (</w:t>
      </w:r>
      <w:r>
        <w:t>QSE</w:t>
      </w:r>
      <w:r w:rsidR="001210D5">
        <w:t>)</w:t>
      </w:r>
      <w:r>
        <w:t xml:space="preserve"> can self-arrange using a Load Resource excluding Controllable Load Resources is limited to the lower of: </w:t>
      </w:r>
    </w:p>
    <w:p w14:paraId="21B3CD11" w14:textId="77777777" w:rsidR="00CB13B2" w:rsidRDefault="002D238A">
      <w:pPr>
        <w:pStyle w:val="List"/>
      </w:pPr>
      <w:r>
        <w:lastRenderedPageBreak/>
        <w:t>(a)</w:t>
      </w:r>
      <w:r>
        <w:tab/>
        <w:t xml:space="preserve">50% of its RRS </w:t>
      </w:r>
      <w:r w:rsidR="00F0611D">
        <w:t xml:space="preserve">Ancillary Service </w:t>
      </w:r>
      <w:r>
        <w:t>Obligation, or</w:t>
      </w:r>
    </w:p>
    <w:p w14:paraId="09CEC3AB" w14:textId="77777777" w:rsidR="00CB13B2" w:rsidRDefault="002D238A">
      <w:pPr>
        <w:pStyle w:val="List"/>
      </w:pPr>
      <w:r>
        <w:t>(b)</w:t>
      </w:r>
      <w:r>
        <w:tab/>
      </w:r>
      <w:r w:rsidR="001D3EE0">
        <w:t>A</w:t>
      </w:r>
      <w:r>
        <w:t xml:space="preserve"> reduced percentage of its RRS </w:t>
      </w:r>
      <w:r w:rsidR="00F0611D">
        <w:t xml:space="preserve">Ancillary Service </w:t>
      </w:r>
      <w:r>
        <w:t>Obligation based on the limit established by ERCOT in paragraph (</w:t>
      </w:r>
      <w:r w:rsidR="00436235">
        <w:t>5</w:t>
      </w:r>
      <w:r>
        <w:t xml:space="preserve">) above.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C592F" w14:paraId="71F05CAA" w14:textId="77777777" w:rsidTr="00244D45">
        <w:tc>
          <w:tcPr>
            <w:tcW w:w="9558" w:type="dxa"/>
            <w:tcBorders>
              <w:top w:val="single" w:sz="4" w:space="0" w:color="auto"/>
              <w:left w:val="single" w:sz="4" w:space="0" w:color="auto"/>
              <w:bottom w:val="single" w:sz="4" w:space="0" w:color="auto"/>
              <w:right w:val="single" w:sz="4" w:space="0" w:color="auto"/>
            </w:tcBorders>
            <w:shd w:val="clear" w:color="auto" w:fill="D9D9D9"/>
          </w:tcPr>
          <w:p w14:paraId="5C353D54" w14:textId="77777777" w:rsidR="000C592F" w:rsidRDefault="000C592F" w:rsidP="00244D45">
            <w:pPr>
              <w:spacing w:before="120" w:after="240"/>
              <w:rPr>
                <w:b/>
                <w:i/>
              </w:rPr>
            </w:pPr>
            <w:r>
              <w:rPr>
                <w:b/>
                <w:i/>
              </w:rPr>
              <w:t>[NPRR815</w:t>
            </w:r>
            <w:r w:rsidRPr="004B0726">
              <w:rPr>
                <w:b/>
                <w:i/>
              </w:rPr>
              <w:t xml:space="preserve">: </w:t>
            </w:r>
            <w:r>
              <w:rPr>
                <w:b/>
                <w:i/>
              </w:rPr>
              <w:t xml:space="preserve"> Replace paragraph (6) above with the following upon system implementation:</w:t>
            </w:r>
            <w:r w:rsidRPr="004B0726">
              <w:rPr>
                <w:b/>
                <w:i/>
              </w:rPr>
              <w:t>]</w:t>
            </w:r>
          </w:p>
          <w:p w14:paraId="017EA0ED" w14:textId="77777777" w:rsidR="000C592F" w:rsidRPr="000C592F" w:rsidRDefault="000C592F" w:rsidP="00244D45">
            <w:pPr>
              <w:spacing w:after="240"/>
              <w:ind w:left="720" w:hanging="720"/>
              <w:rPr>
                <w:iCs/>
              </w:rPr>
            </w:pPr>
            <w:r w:rsidRPr="0085648C">
              <w:rPr>
                <w:iCs/>
              </w:rPr>
              <w:t>(6)</w:t>
            </w:r>
            <w:r w:rsidRPr="0085648C">
              <w:rPr>
                <w:iCs/>
              </w:rPr>
              <w:tab/>
              <w:t xml:space="preserve">The amount of RRS that a Qualified Scheduling Entity (QSE) can self-arrange using a Load Resource excluding Controllable Load Resources is limited to </w:t>
            </w:r>
            <w:r>
              <w:rPr>
                <w:iCs/>
              </w:rPr>
              <w:t>its Load Ratio Share (LRS) of the capacity allowed to be provided by Resources not providing RRS using Primary Frequency Response</w:t>
            </w:r>
            <w:r>
              <w:t xml:space="preserve"> established</w:t>
            </w:r>
            <w:r w:rsidRPr="0085648C">
              <w:t xml:space="preserve"> in paragraph (5) above</w:t>
            </w:r>
            <w:r>
              <w:t>,</w:t>
            </w:r>
            <w:r w:rsidRPr="00632809">
              <w:t xml:space="preserve"> provid</w:t>
            </w:r>
            <w:r>
              <w:t>ed</w:t>
            </w:r>
            <w:r w:rsidRPr="00632809">
              <w:t xml:space="preserve"> </w:t>
            </w:r>
            <w:r>
              <w:t xml:space="preserve">that </w:t>
            </w:r>
            <w:r w:rsidRPr="00632809">
              <w:t xml:space="preserve">RRS from these Load Resources </w:t>
            </w:r>
            <w:r>
              <w:t>shall be</w:t>
            </w:r>
            <w:r w:rsidRPr="00632809">
              <w:t xml:space="preserve"> limited to 60% of the total ERCOT RRS requirement</w:t>
            </w:r>
            <w:r w:rsidRPr="0085648C">
              <w:t>.</w:t>
            </w:r>
          </w:p>
        </w:tc>
      </w:tr>
    </w:tbl>
    <w:p w14:paraId="2D1FEB48" w14:textId="77777777" w:rsidR="001D3EE0" w:rsidRDefault="002D238A" w:rsidP="00323101">
      <w:pPr>
        <w:pStyle w:val="BodyTextNumbered"/>
        <w:spacing w:before="240"/>
      </w:pPr>
      <w:r>
        <w:t>(</w:t>
      </w:r>
      <w:r w:rsidR="00C63FA1">
        <w:t>7</w:t>
      </w:r>
      <w:r>
        <w:t>)</w:t>
      </w:r>
      <w:r>
        <w:tab/>
        <w:t xml:space="preserve">However, a QSE may bid more of the Load Resource above the percentage limit established by ERCOT for sale of RRS to other Market Participants.  The total amount of </w:t>
      </w:r>
      <w:r w:rsidR="001210D5">
        <w:t>RRS</w:t>
      </w:r>
      <w:r>
        <w:t xml:space="preserve"> Service using the Load Resource excluding Controllable Load Resources procured by ERCOT is also limited to the lesser of the 50% limit or the limit established by ERCOT in paragraph (</w:t>
      </w:r>
      <w:r w:rsidR="00436235">
        <w:t>5</w:t>
      </w:r>
      <w:r>
        <w:t>) above.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C592F" w14:paraId="75BCDAF6" w14:textId="77777777" w:rsidTr="00244D45">
        <w:tc>
          <w:tcPr>
            <w:tcW w:w="9558" w:type="dxa"/>
            <w:tcBorders>
              <w:top w:val="single" w:sz="4" w:space="0" w:color="auto"/>
              <w:left w:val="single" w:sz="4" w:space="0" w:color="auto"/>
              <w:bottom w:val="single" w:sz="4" w:space="0" w:color="auto"/>
              <w:right w:val="single" w:sz="4" w:space="0" w:color="auto"/>
            </w:tcBorders>
            <w:shd w:val="clear" w:color="auto" w:fill="D9D9D9"/>
          </w:tcPr>
          <w:p w14:paraId="3C920265" w14:textId="77777777" w:rsidR="000C592F" w:rsidRDefault="000C592F" w:rsidP="00244D45">
            <w:pPr>
              <w:spacing w:before="120" w:after="240"/>
              <w:rPr>
                <w:b/>
                <w:i/>
              </w:rPr>
            </w:pPr>
            <w:r>
              <w:rPr>
                <w:b/>
                <w:i/>
              </w:rPr>
              <w:t>[NPRR815</w:t>
            </w:r>
            <w:r w:rsidRPr="004B0726">
              <w:rPr>
                <w:b/>
                <w:i/>
              </w:rPr>
              <w:t xml:space="preserve">: </w:t>
            </w:r>
            <w:r>
              <w:rPr>
                <w:b/>
                <w:i/>
              </w:rPr>
              <w:t xml:space="preserve"> Replace paragraph (7) above with the following upon system implementation:</w:t>
            </w:r>
            <w:r w:rsidRPr="004B0726">
              <w:rPr>
                <w:b/>
                <w:i/>
              </w:rPr>
              <w:t>]</w:t>
            </w:r>
          </w:p>
          <w:p w14:paraId="4872C358" w14:textId="77777777" w:rsidR="000C592F" w:rsidRPr="000C592F" w:rsidRDefault="000C592F" w:rsidP="000C592F">
            <w:pPr>
              <w:spacing w:after="240"/>
              <w:ind w:left="720" w:hanging="720"/>
              <w:rPr>
                <w:iCs/>
              </w:rPr>
            </w:pPr>
            <w:r w:rsidRPr="0085648C">
              <w:rPr>
                <w:iCs/>
              </w:rPr>
              <w:t>(7)</w:t>
            </w:r>
            <w:r w:rsidRPr="0085648C">
              <w:rPr>
                <w:iCs/>
              </w:rPr>
              <w:tab/>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Pr>
                <w:iCs/>
              </w:rPr>
              <w:t>capacity established in</w:t>
            </w:r>
            <w:r w:rsidRPr="0085648C">
              <w:rPr>
                <w:iCs/>
              </w:rPr>
              <w:t xml:space="preserve"> paragraph (5) above</w:t>
            </w:r>
            <w:r>
              <w:rPr>
                <w:iCs/>
              </w:rPr>
              <w:t>, up</w:t>
            </w:r>
            <w:r w:rsidRPr="00632809">
              <w:t xml:space="preserve"> </w:t>
            </w:r>
            <w:r w:rsidRPr="00632809">
              <w:rPr>
                <w:iCs/>
              </w:rPr>
              <w:t>to the lesser of the 60% limit or the limit established by ERCOT in paragraph (5) above</w:t>
            </w:r>
            <w:r>
              <w:rPr>
                <w:iCs/>
              </w:rPr>
              <w:t>.</w:t>
            </w:r>
          </w:p>
        </w:tc>
      </w:tr>
    </w:tbl>
    <w:p w14:paraId="692900F5" w14:textId="77777777" w:rsidR="008F2BF0" w:rsidRDefault="008F2BF0" w:rsidP="00323101">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080" w:name="_Toc114235808"/>
      <w:bookmarkStart w:id="2081" w:name="_Toc144691996"/>
      <w:bookmarkStart w:id="2082" w:name="_Toc204048608"/>
      <w:bookmarkStart w:id="2083" w:name="_Toc400526226"/>
      <w:bookmarkStart w:id="2084" w:name="_Toc405534544"/>
      <w:bookmarkStart w:id="2085" w:name="_Toc406570557"/>
      <w:bookmarkStart w:id="2086" w:name="_Toc410910709"/>
      <w:bookmarkStart w:id="2087" w:name="_Toc411841138"/>
      <w:bookmarkStart w:id="2088" w:name="_Toc422147100"/>
      <w:bookmarkStart w:id="2089" w:name="_Toc433020696"/>
      <w:bookmarkStart w:id="2090" w:name="_Toc437262137"/>
      <w:bookmarkStart w:id="2091" w:name="_Toc478375315"/>
      <w:bookmarkStart w:id="2092" w:name="_Toc510513409"/>
      <w:r>
        <w:lastRenderedPageBreak/>
        <w:t>3.17</w:t>
      </w:r>
      <w:r>
        <w:tab/>
      </w:r>
      <w:bookmarkStart w:id="2093" w:name="_Toc93910994"/>
      <w:r>
        <w:t>Ancillary Service Capacity Products</w:t>
      </w:r>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r>
        <w:t xml:space="preserve"> </w:t>
      </w:r>
    </w:p>
    <w:p w14:paraId="5ED9B5F0" w14:textId="77777777" w:rsidR="00CB13B2" w:rsidRDefault="002D238A">
      <w:pPr>
        <w:pStyle w:val="H3"/>
      </w:pPr>
      <w:bookmarkStart w:id="2094" w:name="_Toc90197098"/>
      <w:bookmarkStart w:id="2095" w:name="_Toc114235809"/>
      <w:bookmarkStart w:id="2096" w:name="_Toc144691997"/>
      <w:bookmarkStart w:id="2097" w:name="_Toc204048609"/>
      <w:bookmarkStart w:id="2098" w:name="_Toc400526227"/>
      <w:bookmarkStart w:id="2099" w:name="_Toc405534545"/>
      <w:bookmarkStart w:id="2100" w:name="_Toc406570558"/>
      <w:bookmarkStart w:id="2101" w:name="_Toc410910710"/>
      <w:bookmarkStart w:id="2102" w:name="_Toc411841139"/>
      <w:bookmarkStart w:id="2103" w:name="_Toc422147101"/>
      <w:bookmarkStart w:id="2104" w:name="_Toc433020697"/>
      <w:bookmarkStart w:id="2105" w:name="_Toc437262138"/>
      <w:bookmarkStart w:id="2106" w:name="_Toc478375316"/>
      <w:bookmarkStart w:id="2107" w:name="_Toc510513410"/>
      <w:bookmarkStart w:id="2108" w:name="_Toc92873939"/>
      <w:bookmarkStart w:id="2109" w:name="_Toc93910995"/>
      <w:r>
        <w:t>3.17.1</w:t>
      </w:r>
      <w:r>
        <w:tab/>
        <w:t xml:space="preserve">Regulation </w:t>
      </w:r>
      <w:bookmarkEnd w:id="2094"/>
      <w:r>
        <w:t>Service</w:t>
      </w:r>
      <w:bookmarkEnd w:id="2095"/>
      <w:bookmarkEnd w:id="2096"/>
      <w:bookmarkEnd w:id="2097"/>
      <w:bookmarkEnd w:id="2098"/>
      <w:bookmarkEnd w:id="2099"/>
      <w:bookmarkEnd w:id="2100"/>
      <w:bookmarkEnd w:id="2101"/>
      <w:bookmarkEnd w:id="2102"/>
      <w:bookmarkEnd w:id="2103"/>
      <w:bookmarkEnd w:id="2104"/>
      <w:bookmarkEnd w:id="2105"/>
      <w:bookmarkEnd w:id="2106"/>
      <w:bookmarkEnd w:id="2107"/>
      <w:r>
        <w:t xml:space="preserve"> </w:t>
      </w:r>
      <w:bookmarkEnd w:id="2108"/>
      <w:bookmarkEnd w:id="2109"/>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10" w:name="_Toc90197099"/>
      <w:bookmarkStart w:id="2111" w:name="_Toc92873940"/>
      <w:bookmarkStart w:id="2112"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13" w:name="_Toc114235810"/>
      <w:bookmarkStart w:id="2114" w:name="_Toc144691998"/>
      <w:bookmarkStart w:id="2115" w:name="_Toc204048610"/>
      <w:bookmarkStart w:id="2116" w:name="_Toc400526228"/>
      <w:bookmarkStart w:id="2117" w:name="_Toc405534546"/>
      <w:bookmarkStart w:id="2118" w:name="_Toc406570559"/>
      <w:bookmarkStart w:id="2119" w:name="_Toc410910711"/>
      <w:bookmarkStart w:id="2120" w:name="_Toc411841140"/>
      <w:bookmarkStart w:id="2121" w:name="_Toc422147102"/>
      <w:bookmarkStart w:id="2122" w:name="_Toc433020698"/>
      <w:bookmarkStart w:id="2123" w:name="_Toc437262139"/>
      <w:bookmarkStart w:id="2124" w:name="_Toc478375317"/>
      <w:bookmarkStart w:id="2125" w:name="_Toc510513411"/>
      <w:r>
        <w:t>3.17.2</w:t>
      </w:r>
      <w:r>
        <w:tab/>
        <w:t>Responsive Reserve Service</w:t>
      </w:r>
      <w:bookmarkEnd w:id="2110"/>
      <w:bookmarkEnd w:id="2113"/>
      <w:bookmarkEnd w:id="2114"/>
      <w:bookmarkEnd w:id="2115"/>
      <w:bookmarkEnd w:id="2116"/>
      <w:bookmarkEnd w:id="2117"/>
      <w:bookmarkEnd w:id="2118"/>
      <w:bookmarkEnd w:id="2119"/>
      <w:bookmarkEnd w:id="2120"/>
      <w:bookmarkEnd w:id="2121"/>
      <w:bookmarkEnd w:id="2122"/>
      <w:bookmarkEnd w:id="2123"/>
      <w:bookmarkEnd w:id="2124"/>
      <w:bookmarkEnd w:id="2125"/>
      <w:r>
        <w:t xml:space="preserve"> </w:t>
      </w:r>
      <w:bookmarkEnd w:id="2111"/>
      <w:bookmarkEnd w:id="2112"/>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lastRenderedPageBreak/>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p w14:paraId="2350D996" w14:textId="77777777" w:rsidR="00CB13B2" w:rsidRDefault="002D238A">
      <w:pPr>
        <w:pStyle w:val="H3"/>
      </w:pPr>
      <w:bookmarkStart w:id="2126" w:name="_Toc90197100"/>
      <w:bookmarkStart w:id="2127" w:name="_Toc92873941"/>
      <w:bookmarkStart w:id="2128" w:name="_Toc93910997"/>
      <w:bookmarkStart w:id="2129" w:name="_Toc114235811"/>
      <w:bookmarkStart w:id="2130" w:name="_Toc144691999"/>
      <w:bookmarkStart w:id="2131" w:name="_Toc204048611"/>
      <w:bookmarkStart w:id="2132" w:name="_Toc400526229"/>
      <w:bookmarkStart w:id="2133" w:name="_Toc405534547"/>
      <w:bookmarkStart w:id="2134" w:name="_Toc406570560"/>
      <w:bookmarkStart w:id="2135" w:name="_Toc410910712"/>
      <w:bookmarkStart w:id="2136" w:name="_Toc411841141"/>
      <w:bookmarkStart w:id="2137" w:name="_Toc422147103"/>
      <w:bookmarkStart w:id="2138" w:name="_Toc433020699"/>
      <w:bookmarkStart w:id="2139" w:name="_Toc437262140"/>
      <w:bookmarkStart w:id="2140" w:name="_Toc478375318"/>
      <w:bookmarkStart w:id="2141" w:name="_Toc510513412"/>
      <w:r>
        <w:t>3.17.3</w:t>
      </w:r>
      <w:r>
        <w:tab/>
        <w:t>Non-Spinning Reserve Service</w:t>
      </w:r>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p w14:paraId="101AD7EE" w14:textId="77777777" w:rsidR="00CB13B2" w:rsidRDefault="002D238A">
      <w:pPr>
        <w:pStyle w:val="H2"/>
      </w:pPr>
      <w:bookmarkStart w:id="2142" w:name="_Toc114235812"/>
      <w:bookmarkStart w:id="2143" w:name="_Toc144692000"/>
      <w:bookmarkStart w:id="2144" w:name="_Toc204048612"/>
      <w:bookmarkStart w:id="2145" w:name="_Toc400526230"/>
      <w:bookmarkStart w:id="2146" w:name="_Toc405534548"/>
      <w:bookmarkStart w:id="2147" w:name="_Toc406570561"/>
      <w:bookmarkStart w:id="2148" w:name="_Toc410910713"/>
      <w:bookmarkStart w:id="2149" w:name="_Toc411841142"/>
      <w:bookmarkStart w:id="2150" w:name="_Toc422147104"/>
      <w:bookmarkStart w:id="2151" w:name="_Toc433020700"/>
      <w:bookmarkStart w:id="2152" w:name="_Toc437262141"/>
      <w:bookmarkStart w:id="2153" w:name="_Toc478375319"/>
      <w:bookmarkStart w:id="2154" w:name="_Toc510513413"/>
      <w:bookmarkStart w:id="2155" w:name="_Toc92873942"/>
      <w:bookmarkStart w:id="2156" w:name="_Toc93910998"/>
      <w:r>
        <w:t>3.18</w:t>
      </w:r>
      <w:r>
        <w:tab/>
        <w:t>Resource Limits in Providing Ancillary Service</w:t>
      </w:r>
      <w:bookmarkEnd w:id="2142"/>
      <w:bookmarkEnd w:id="2143"/>
      <w:bookmarkEnd w:id="2144"/>
      <w:bookmarkEnd w:id="2145"/>
      <w:bookmarkEnd w:id="2146"/>
      <w:bookmarkEnd w:id="2147"/>
      <w:bookmarkEnd w:id="2148"/>
      <w:bookmarkEnd w:id="2149"/>
      <w:bookmarkEnd w:id="2150"/>
      <w:bookmarkEnd w:id="2151"/>
      <w:bookmarkEnd w:id="2152"/>
      <w:bookmarkEnd w:id="2153"/>
      <w:bookmarkEnd w:id="2154"/>
      <w:r>
        <w:t xml:space="preserve"> </w:t>
      </w:r>
    </w:p>
    <w:p w14:paraId="70DA7B42" w14:textId="77777777"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w:t>
      </w:r>
      <w:r>
        <w:lastRenderedPageBreak/>
        <w:t>Resource-specific designation of capacity to provide Responsive Reserve (RRS), Regulation Up (Reg-Up)</w:t>
      </w:r>
      <w:r w:rsidR="00541745">
        <w:t>, Regulation Down (Reg-Down),</w:t>
      </w:r>
      <w:r>
        <w:t xml:space="preserve"> and Non-Spinning Reserve (Non-Spin).</w:t>
      </w:r>
    </w:p>
    <w:p w14:paraId="08B77CDB" w14:textId="77777777" w:rsidR="00CB13B2" w:rsidRDefault="002D238A">
      <w:pPr>
        <w:pStyle w:val="BodyTextNumbered"/>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77777777" w:rsidR="00CB13B2" w:rsidRDefault="002D238A">
      <w:pPr>
        <w:pStyle w:val="BodyTextNumbered"/>
      </w:pPr>
      <w:r>
        <w:t>(</w:t>
      </w:r>
      <w:r w:rsidR="00541745">
        <w:t>3</w:t>
      </w:r>
      <w:r>
        <w:t>)</w:t>
      </w:r>
      <w:r>
        <w:tab/>
        <w:t xml:space="preserve">For </w:t>
      </w:r>
      <w:r w:rsidR="00E25D94">
        <w:t>RRS</w:t>
      </w:r>
      <w:r>
        <w:t xml:space="preserve"> Service:</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p w14:paraId="7F2457BB" w14:textId="77777777" w:rsidR="00CB13B2" w:rsidRDefault="002D238A">
      <w:pPr>
        <w:pStyle w:val="H2"/>
      </w:pPr>
      <w:bookmarkStart w:id="2157" w:name="_Toc114235813"/>
      <w:bookmarkStart w:id="2158" w:name="_Toc144692001"/>
      <w:bookmarkStart w:id="2159" w:name="_Toc204048613"/>
      <w:bookmarkStart w:id="2160" w:name="_Toc400526231"/>
      <w:bookmarkStart w:id="2161" w:name="_Toc405534549"/>
      <w:bookmarkStart w:id="2162" w:name="_Toc406570562"/>
      <w:bookmarkStart w:id="2163" w:name="_Toc410910714"/>
      <w:bookmarkStart w:id="2164" w:name="_Toc411841143"/>
      <w:bookmarkStart w:id="2165" w:name="_Toc422147105"/>
      <w:bookmarkStart w:id="2166" w:name="_Toc433020701"/>
      <w:bookmarkStart w:id="2167" w:name="_Toc437262142"/>
      <w:bookmarkStart w:id="2168" w:name="_Toc478375320"/>
      <w:bookmarkStart w:id="2169" w:name="_Toc510513414"/>
      <w:bookmarkEnd w:id="2155"/>
      <w:bookmarkEnd w:id="2156"/>
      <w:r>
        <w:t>3.19</w:t>
      </w:r>
      <w:r>
        <w:tab/>
        <w:t>Constraint Competitiveness Tests</w:t>
      </w:r>
      <w:bookmarkEnd w:id="2157"/>
      <w:bookmarkEnd w:id="2158"/>
      <w:bookmarkEnd w:id="2159"/>
      <w:bookmarkEnd w:id="2160"/>
      <w:bookmarkEnd w:id="2161"/>
      <w:bookmarkEnd w:id="2162"/>
      <w:bookmarkEnd w:id="2163"/>
      <w:bookmarkEnd w:id="2164"/>
      <w:bookmarkEnd w:id="2165"/>
      <w:bookmarkEnd w:id="2166"/>
      <w:bookmarkEnd w:id="2167"/>
      <w:bookmarkEnd w:id="2168"/>
      <w:bookmarkEnd w:id="2169"/>
    </w:p>
    <w:p w14:paraId="30468DA8" w14:textId="77777777" w:rsidR="00015339" w:rsidRPr="00EB649D" w:rsidRDefault="00015339" w:rsidP="00015339">
      <w:pPr>
        <w:pStyle w:val="H3"/>
      </w:pPr>
      <w:bookmarkStart w:id="2170" w:name="_Toc400526232"/>
      <w:bookmarkStart w:id="2171" w:name="_Toc405534550"/>
      <w:bookmarkStart w:id="2172" w:name="_Toc406570563"/>
      <w:bookmarkStart w:id="2173" w:name="_Toc410910715"/>
      <w:bookmarkStart w:id="2174" w:name="_Toc411841144"/>
      <w:bookmarkStart w:id="2175" w:name="_Toc422147106"/>
      <w:bookmarkStart w:id="2176" w:name="_Toc433020702"/>
      <w:bookmarkStart w:id="2177" w:name="_Toc437262143"/>
      <w:bookmarkStart w:id="2178" w:name="_Toc478375321"/>
      <w:bookmarkStart w:id="2179" w:name="_Toc510513415"/>
      <w:bookmarkStart w:id="2180" w:name="_Toc85619515"/>
      <w:bookmarkStart w:id="2181" w:name="_Toc114235814"/>
      <w:bookmarkStart w:id="2182" w:name="_Toc144692002"/>
      <w:bookmarkStart w:id="2183" w:name="_Toc204048614"/>
      <w:r>
        <w:t>3.19.1</w:t>
      </w:r>
      <w:r>
        <w:tab/>
        <w:t>Constraint Competitiveness Test Definitions</w:t>
      </w:r>
      <w:bookmarkEnd w:id="2170"/>
      <w:bookmarkEnd w:id="2171"/>
      <w:bookmarkEnd w:id="2172"/>
      <w:bookmarkEnd w:id="2173"/>
      <w:bookmarkEnd w:id="2174"/>
      <w:bookmarkEnd w:id="2175"/>
      <w:bookmarkEnd w:id="2176"/>
      <w:bookmarkEnd w:id="2177"/>
      <w:bookmarkEnd w:id="2178"/>
      <w:bookmarkEnd w:id="2179"/>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77777777" w:rsidR="00015339" w:rsidRPr="006D7F7E" w:rsidRDefault="00015339" w:rsidP="00015339">
      <w:pPr>
        <w:spacing w:after="240"/>
        <w:ind w:left="1440" w:hanging="720"/>
      </w:pPr>
      <w:r w:rsidRPr="006D7F7E">
        <w:t>(a)</w:t>
      </w:r>
      <w:r w:rsidRPr="006D7F7E">
        <w:tab/>
        <w:t>For Generation Resources, including Switchable Generation Resources</w:t>
      </w:r>
      <w:r>
        <w:t>, but excluding Intermittent Renewable Resources (IRRs):</w:t>
      </w:r>
    </w:p>
    <w:p w14:paraId="54A3BA1A" w14:textId="77777777" w:rsidR="00015339" w:rsidRDefault="00015339" w:rsidP="00015339">
      <w:pPr>
        <w:pStyle w:val="BodyTextNumbered"/>
        <w:ind w:left="2160"/>
      </w:pPr>
      <w:r>
        <w:lastRenderedPageBreak/>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77777777" w:rsidR="00015339" w:rsidRPr="00B02BA4" w:rsidRDefault="00015339" w:rsidP="00015339">
      <w:pPr>
        <w:pStyle w:val="List2"/>
        <w:ind w:left="720"/>
      </w:pPr>
      <w:r w:rsidRPr="00B02BA4">
        <w:t>(</w:t>
      </w:r>
      <w:r>
        <w:t>4</w:t>
      </w:r>
      <w:r w:rsidRPr="00B02BA4">
        <w:t>)</w:t>
      </w:r>
      <w:r w:rsidRPr="00B02BA4">
        <w:tab/>
        <w:t>“Managed Capacity for an Entity” is a Resource or Split Generation Resource for which the Entity or its Affiliates has the decision-making authority over how the Resource or Split Generation Resource is offered or scheduled (e.g., Output Schedules), in accordance with subsection (</w:t>
      </w:r>
      <w:r>
        <w:t>d</w:t>
      </w:r>
      <w:r w:rsidRPr="00B02BA4">
        <w:t xml:space="preserve">) of P.U.C. </w:t>
      </w:r>
      <w:r w:rsidRPr="00B02BA4">
        <w:rPr>
          <w:smallCaps/>
        </w:rPr>
        <w:t>Subst</w:t>
      </w:r>
      <w:r w:rsidRPr="00B02BA4">
        <w:t xml:space="preserve">. R. 25.502, Pricing Safeguards in Markets Operated by the Electric Reliability Council of Texas.  Each Resource Entity that owns a Resource shall submit a declaration to ERCOT, using </w:t>
      </w:r>
      <w:r w:rsidR="001D1437">
        <w:t xml:space="preserve">Section 23, Form C, </w:t>
      </w:r>
      <w:r w:rsidR="001D1437" w:rsidRPr="00F618AD">
        <w:t>Managed Capacity Declaration</w:t>
      </w:r>
      <w:r w:rsidRPr="00B02BA4">
        <w:t>, as to which Entity has the decision-making authority for each of its Resources.  The declaration shall be signed by the Authorized Representative of the Resource Entity.  In addition, each Resource Entity that owns a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that owns a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184" w:name="_Toc362850497"/>
      <w:bookmarkStart w:id="2185" w:name="_Toc367955456"/>
      <w:bookmarkStart w:id="2186" w:name="_Toc375815180"/>
      <w:bookmarkStart w:id="2187" w:name="_Toc378574864"/>
      <w:bookmarkStart w:id="2188" w:name="_Toc381078631"/>
      <w:r w:rsidRPr="002222FE">
        <w:rPr>
          <w:b w:val="0"/>
          <w:i w:val="0"/>
        </w:rPr>
        <w:lastRenderedPageBreak/>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184"/>
      <w:bookmarkEnd w:id="2185"/>
      <w:bookmarkEnd w:id="2186"/>
      <w:bookmarkEnd w:id="2187"/>
      <w:bookmarkEnd w:id="21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77777777" w:rsidR="000C1C7A" w:rsidRPr="00B91862" w:rsidRDefault="000C1C7A" w:rsidP="009124AD">
            <w:pPr>
              <w:spacing w:line="276" w:lineRule="auto"/>
              <w:jc w:val="both"/>
              <w:rPr>
                <w:sz w:val="20"/>
                <w:szCs w:val="24"/>
              </w:rPr>
            </w:pPr>
            <w:r w:rsidRPr="00B91862">
              <w:rPr>
                <w:sz w:val="20"/>
                <w:szCs w:val="24"/>
              </w:rPr>
              <w:t>Threshold for the ECI Effective Capacity for an Entity or its Affiliates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4764A3">
      <w:pPr>
        <w:pStyle w:val="H3"/>
      </w:pPr>
      <w:bookmarkStart w:id="2189" w:name="_Toc400526233"/>
      <w:bookmarkStart w:id="2190" w:name="_Toc405534551"/>
      <w:bookmarkStart w:id="2191" w:name="_Toc406570564"/>
      <w:bookmarkStart w:id="2192" w:name="_Toc410910716"/>
      <w:bookmarkStart w:id="2193" w:name="_Toc411841145"/>
      <w:bookmarkStart w:id="2194" w:name="_Toc422147107"/>
      <w:bookmarkStart w:id="2195" w:name="_Toc433020703"/>
      <w:bookmarkStart w:id="2196" w:name="_Toc437262144"/>
      <w:bookmarkStart w:id="2197" w:name="_Toc478375322"/>
      <w:bookmarkStart w:id="2198" w:name="_Toc510513416"/>
      <w:r w:rsidRPr="00B02BA4">
        <w:t>3.19.2</w:t>
      </w:r>
      <w:r w:rsidRPr="00B02BA4">
        <w:tab/>
        <w:t>Element Competitiveness Index Calculation</w:t>
      </w:r>
      <w:bookmarkEnd w:id="2189"/>
      <w:bookmarkEnd w:id="2190"/>
      <w:bookmarkEnd w:id="2191"/>
      <w:bookmarkEnd w:id="2192"/>
      <w:bookmarkEnd w:id="2193"/>
      <w:bookmarkEnd w:id="2194"/>
      <w:bookmarkEnd w:id="2195"/>
      <w:bookmarkEnd w:id="2196"/>
      <w:bookmarkEnd w:id="2197"/>
      <w:bookmarkEnd w:id="2198"/>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77777777" w:rsidR="00015339" w:rsidRDefault="00015339" w:rsidP="00015339">
      <w:pPr>
        <w:pStyle w:val="List2"/>
        <w:ind w:left="1440"/>
      </w:pPr>
      <w:r>
        <w:t>(a)</w:t>
      </w:r>
      <w:r>
        <w:tab/>
        <w:t xml:space="preserve">Determine the total ECI Effective Capacity by each Entity and its Affiliates on the import side.  </w:t>
      </w:r>
    </w:p>
    <w:p w14:paraId="5B265CF0" w14:textId="77777777" w:rsidR="00015339" w:rsidRDefault="00015339" w:rsidP="00015339">
      <w:pPr>
        <w:pStyle w:val="List2"/>
        <w:ind w:left="1440"/>
      </w:pPr>
      <w:r>
        <w:t>(b)</w:t>
      </w:r>
      <w:r>
        <w:tab/>
        <w:t>Determine the percentage of ECI Effective Capacity by each Entity and its Affiliates on the import side by taking each Entity and its Affiliates’ ECI Effective Capacity and dividing by the total ECI Effective Capacity on the import side.</w:t>
      </w:r>
    </w:p>
    <w:p w14:paraId="69C849B0" w14:textId="77777777" w:rsidR="008652DB" w:rsidRDefault="00015339" w:rsidP="008652DB">
      <w:pPr>
        <w:pStyle w:val="List2"/>
        <w:ind w:left="1440"/>
      </w:pPr>
      <w:r>
        <w:t>(c)</w:t>
      </w:r>
      <w:r>
        <w:tab/>
        <w:t>The ECI on the import side is equal to the sum of the squares of the percentages of ECI Effective Capacity for each Entity and its Affiliates on the import side.</w:t>
      </w:r>
    </w:p>
    <w:p w14:paraId="43BFD15C" w14:textId="77777777" w:rsidR="00015339" w:rsidRPr="00B02BA4" w:rsidRDefault="00015339" w:rsidP="00015339">
      <w:pPr>
        <w:pStyle w:val="H3"/>
      </w:pPr>
      <w:bookmarkStart w:id="2199" w:name="_Toc400526234"/>
      <w:bookmarkStart w:id="2200" w:name="_Toc405534552"/>
      <w:bookmarkStart w:id="2201" w:name="_Toc406570565"/>
      <w:bookmarkStart w:id="2202" w:name="_Toc410910717"/>
      <w:bookmarkStart w:id="2203" w:name="_Toc411841146"/>
      <w:bookmarkStart w:id="2204" w:name="_Toc422147108"/>
      <w:bookmarkStart w:id="2205" w:name="_Toc433020704"/>
      <w:bookmarkStart w:id="2206" w:name="_Toc437262145"/>
      <w:bookmarkStart w:id="2207" w:name="_Toc478375323"/>
      <w:bookmarkStart w:id="2208" w:name="_Toc510513417"/>
      <w:r w:rsidRPr="00B02BA4">
        <w:lastRenderedPageBreak/>
        <w:t>3.19.3</w:t>
      </w:r>
      <w:r w:rsidRPr="00B02BA4">
        <w:tab/>
        <w:t>Long-Term Constraint Competitiveness Test</w:t>
      </w:r>
      <w:bookmarkEnd w:id="2199"/>
      <w:bookmarkEnd w:id="2200"/>
      <w:bookmarkEnd w:id="2201"/>
      <w:bookmarkEnd w:id="2202"/>
      <w:bookmarkEnd w:id="2203"/>
      <w:bookmarkEnd w:id="2204"/>
      <w:bookmarkEnd w:id="2205"/>
      <w:bookmarkEnd w:id="2206"/>
      <w:bookmarkEnd w:id="2207"/>
      <w:bookmarkEnd w:id="2208"/>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77777777"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amounts of coal and lignite capacity, that is Managed Capacity for an Entity or its Affiliates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180"/>
      <w:bookmarkEnd w:id="2181"/>
      <w:bookmarkEnd w:id="2182"/>
      <w:bookmarkEnd w:id="2183"/>
    </w:p>
    <w:p w14:paraId="6FBFD0BF" w14:textId="77777777" w:rsidR="00015339" w:rsidRDefault="00015339" w:rsidP="00015339">
      <w:pPr>
        <w:pStyle w:val="H3"/>
      </w:pPr>
      <w:bookmarkStart w:id="2209" w:name="_Toc400526235"/>
      <w:bookmarkStart w:id="2210" w:name="_Toc405534553"/>
      <w:bookmarkStart w:id="2211" w:name="_Toc406570566"/>
      <w:bookmarkStart w:id="2212" w:name="_Toc410910718"/>
      <w:bookmarkStart w:id="2213" w:name="_Toc411841147"/>
      <w:bookmarkStart w:id="2214" w:name="_Toc422147109"/>
      <w:bookmarkStart w:id="2215" w:name="_Toc433020705"/>
      <w:bookmarkStart w:id="2216" w:name="_Toc437262146"/>
      <w:bookmarkStart w:id="2217" w:name="_Toc478375324"/>
      <w:bookmarkStart w:id="2218" w:name="_Toc510513418"/>
      <w:bookmarkStart w:id="2219" w:name="_Toc85619517"/>
      <w:bookmarkStart w:id="2220" w:name="_Toc114235816"/>
      <w:bookmarkStart w:id="2221" w:name="_Toc144692004"/>
      <w:bookmarkStart w:id="2222" w:name="_Toc204048616"/>
      <w:bookmarkStart w:id="2223" w:name="_Toc331401094"/>
      <w:bookmarkStart w:id="2224" w:name="_Toc333405908"/>
      <w:bookmarkStart w:id="2225" w:name="_Toc338854846"/>
      <w:bookmarkStart w:id="2226" w:name="_Toc339281250"/>
      <w:bookmarkStart w:id="2227" w:name="_Toc341692452"/>
      <w:bookmarkStart w:id="2228" w:name="_Toc343243700"/>
      <w:r>
        <w:t>3.19.4</w:t>
      </w:r>
      <w:r>
        <w:tab/>
        <w:t>Security-Constrained Economic Dispatch Constraint Competitiveness Test</w:t>
      </w:r>
      <w:bookmarkEnd w:id="2209"/>
      <w:bookmarkEnd w:id="2210"/>
      <w:bookmarkEnd w:id="2211"/>
      <w:bookmarkEnd w:id="2212"/>
      <w:bookmarkEnd w:id="2213"/>
      <w:bookmarkEnd w:id="2214"/>
      <w:bookmarkEnd w:id="2215"/>
      <w:bookmarkEnd w:id="2216"/>
      <w:bookmarkEnd w:id="2217"/>
      <w:bookmarkEnd w:id="2218"/>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77777777"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an Entity or its Affiliates.  If the constraint cannot be resolved, then the Entity and its Affiliates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77777777" w:rsidR="00015339" w:rsidRPr="003F115A" w:rsidRDefault="00015339" w:rsidP="00015339">
      <w:pPr>
        <w:pStyle w:val="BodyTextNumbered"/>
      </w:pPr>
      <w:r>
        <w:t>(4)</w:t>
      </w:r>
      <w:r w:rsidR="002914A1">
        <w:tab/>
      </w:r>
      <w:r>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decision-making authority and whether the decision-making authority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77777777" w:rsidR="00015339" w:rsidRDefault="00015339" w:rsidP="00015339">
      <w:pPr>
        <w:pStyle w:val="BodyTextNumbered"/>
        <w:ind w:left="1440"/>
      </w:pPr>
      <w:r>
        <w:t>(b)</w:t>
      </w:r>
      <w:r w:rsidR="002914A1">
        <w:tab/>
      </w:r>
      <w:r>
        <w:t>The Entity with decision-making authority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219"/>
      <w:bookmarkEnd w:id="2220"/>
      <w:bookmarkEnd w:id="2221"/>
      <w:bookmarkEnd w:id="2222"/>
      <w:bookmarkEnd w:id="2223"/>
      <w:bookmarkEnd w:id="2224"/>
      <w:bookmarkEnd w:id="2225"/>
      <w:bookmarkEnd w:id="2226"/>
      <w:bookmarkEnd w:id="2227"/>
      <w:bookmarkEnd w:id="2228"/>
    </w:p>
    <w:p w14:paraId="3547FE08" w14:textId="77777777" w:rsidR="005A039A" w:rsidRDefault="005A039A" w:rsidP="00A3713E">
      <w:pPr>
        <w:pStyle w:val="H2"/>
        <w:ind w:left="907" w:hanging="907"/>
      </w:pPr>
      <w:bookmarkStart w:id="2229" w:name="_Toc400526239"/>
      <w:bookmarkStart w:id="2230" w:name="_Toc405534557"/>
      <w:bookmarkStart w:id="2231" w:name="_Toc406570570"/>
      <w:bookmarkStart w:id="2232" w:name="_Toc410910722"/>
      <w:bookmarkStart w:id="2233" w:name="_Toc411841151"/>
      <w:bookmarkStart w:id="2234" w:name="_Toc422147113"/>
      <w:bookmarkStart w:id="2235" w:name="_Toc433020709"/>
      <w:bookmarkStart w:id="2236" w:name="_Toc437262147"/>
      <w:bookmarkStart w:id="2237" w:name="_Toc478375325"/>
      <w:bookmarkStart w:id="2238" w:name="_Toc510513419"/>
      <w:r>
        <w:t>3.20</w:t>
      </w:r>
      <w:r>
        <w:tab/>
        <w:t>Identification of Chronic Congestion</w:t>
      </w:r>
      <w:bookmarkEnd w:id="2229"/>
      <w:bookmarkEnd w:id="2230"/>
      <w:bookmarkEnd w:id="2231"/>
      <w:bookmarkEnd w:id="2232"/>
      <w:bookmarkEnd w:id="2233"/>
      <w:bookmarkEnd w:id="2234"/>
      <w:bookmarkEnd w:id="2235"/>
      <w:bookmarkEnd w:id="2236"/>
      <w:bookmarkEnd w:id="2237"/>
      <w:bookmarkEnd w:id="2238"/>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39" w:name="_Toc400526240"/>
      <w:bookmarkStart w:id="2240" w:name="_Toc405534558"/>
      <w:bookmarkStart w:id="2241" w:name="_Toc406570571"/>
      <w:bookmarkStart w:id="2242" w:name="_Toc410910723"/>
      <w:bookmarkStart w:id="2243" w:name="_Toc411841152"/>
      <w:bookmarkStart w:id="2244" w:name="_Toc422147114"/>
      <w:bookmarkStart w:id="2245" w:name="_Toc433020710"/>
      <w:bookmarkStart w:id="2246" w:name="_Toc437262148"/>
      <w:bookmarkStart w:id="2247" w:name="_Toc478375326"/>
      <w:bookmarkStart w:id="2248" w:name="_Toc510513420"/>
      <w:r w:rsidRPr="004E3EDB">
        <w:t>3.2</w:t>
      </w:r>
      <w:r>
        <w:t>0</w:t>
      </w:r>
      <w:r w:rsidRPr="004E3EDB">
        <w:t>.1</w:t>
      </w:r>
      <w:r w:rsidRPr="004E3EDB">
        <w:tab/>
        <w:t>Evaluation of Chronic Congestion</w:t>
      </w:r>
      <w:bookmarkEnd w:id="2239"/>
      <w:bookmarkEnd w:id="2240"/>
      <w:bookmarkEnd w:id="2241"/>
      <w:bookmarkEnd w:id="2242"/>
      <w:bookmarkEnd w:id="2243"/>
      <w:bookmarkEnd w:id="2244"/>
      <w:bookmarkEnd w:id="2245"/>
      <w:bookmarkEnd w:id="2246"/>
      <w:bookmarkEnd w:id="2247"/>
      <w:bookmarkEnd w:id="2248"/>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49" w:name="_Toc400526241"/>
      <w:bookmarkStart w:id="2250" w:name="_Toc405534559"/>
      <w:bookmarkStart w:id="2251" w:name="_Toc406570572"/>
      <w:bookmarkStart w:id="2252" w:name="_Toc410910724"/>
      <w:bookmarkStart w:id="2253" w:name="_Toc411841153"/>
      <w:bookmarkStart w:id="2254" w:name="_Toc422147115"/>
      <w:bookmarkStart w:id="2255" w:name="_Toc433020711"/>
      <w:bookmarkStart w:id="2256" w:name="_Toc437262149"/>
      <w:bookmarkStart w:id="2257" w:name="_Toc478375327"/>
      <w:bookmarkStart w:id="2258" w:name="_Toc510513421"/>
      <w:r w:rsidRPr="004E3EDB">
        <w:t>3.2</w:t>
      </w:r>
      <w:r>
        <w:t>0</w:t>
      </w:r>
      <w:r w:rsidRPr="004E3EDB">
        <w:t>.2</w:t>
      </w:r>
      <w:r w:rsidRPr="004E3EDB">
        <w:tab/>
        <w:t>Topology and Model Verification</w:t>
      </w:r>
      <w:bookmarkEnd w:id="2249"/>
      <w:bookmarkEnd w:id="2250"/>
      <w:bookmarkEnd w:id="2251"/>
      <w:bookmarkEnd w:id="2252"/>
      <w:bookmarkEnd w:id="2253"/>
      <w:bookmarkEnd w:id="2254"/>
      <w:bookmarkEnd w:id="2255"/>
      <w:bookmarkEnd w:id="2256"/>
      <w:bookmarkEnd w:id="2257"/>
      <w:bookmarkEnd w:id="2258"/>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p w14:paraId="73E6E45B" w14:textId="77777777" w:rsidR="005A039A" w:rsidRPr="004E3EDB" w:rsidRDefault="005A039A" w:rsidP="005A039A">
      <w:pPr>
        <w:spacing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59" w:name="_Toc400526242"/>
      <w:bookmarkStart w:id="2260" w:name="_Toc405534560"/>
      <w:bookmarkStart w:id="2261" w:name="_Toc406570573"/>
      <w:bookmarkStart w:id="2262" w:name="_Toc410910725"/>
      <w:bookmarkStart w:id="2263" w:name="_Toc411841154"/>
      <w:bookmarkStart w:id="2264" w:name="_Toc422147116"/>
      <w:bookmarkStart w:id="2265" w:name="_Toc433020712"/>
      <w:bookmarkStart w:id="2266" w:name="_Toc437262150"/>
      <w:bookmarkStart w:id="2267" w:name="_Toc478375328"/>
      <w:bookmarkStart w:id="2268" w:name="_Toc510513422"/>
      <w:r>
        <w:lastRenderedPageBreak/>
        <w:t>3.2</w:t>
      </w:r>
      <w:r w:rsidR="005A039A">
        <w:t>1</w:t>
      </w:r>
      <w:r w:rsidRPr="00A72192">
        <w:tab/>
        <w:t>Submission of Emergency Operations Plans, Weatherization Plans, and Declarations of Summer and Winter Weather Preparedness</w:t>
      </w:r>
      <w:bookmarkEnd w:id="2259"/>
      <w:bookmarkEnd w:id="2260"/>
      <w:bookmarkEnd w:id="2261"/>
      <w:bookmarkEnd w:id="2262"/>
      <w:bookmarkEnd w:id="2263"/>
      <w:bookmarkEnd w:id="2264"/>
      <w:bookmarkEnd w:id="2265"/>
      <w:bookmarkEnd w:id="2266"/>
      <w:bookmarkEnd w:id="2267"/>
      <w:bookmarkEnd w:id="2268"/>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 xml:space="preserve">to submit a declaration for any Generation Resource that is expected to be mothballed for the entire winter time period.  However, if a Generation Resource was not included on the declaration because it was mothballed at the time the declaration was </w:t>
      </w:r>
      <w:r w:rsidRPr="00B7510C">
        <w:lastRenderedPageBreak/>
        <w:t>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269" w:name="_Toc510513423"/>
      <w:r w:rsidRPr="003807C2">
        <w:t>3.22</w:t>
      </w:r>
      <w:r w:rsidRPr="003807C2">
        <w:tab/>
        <w:t>Subsynchronous Resonance</w:t>
      </w:r>
      <w:bookmarkEnd w:id="2269"/>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270" w:name="_Toc510513424"/>
      <w:r w:rsidRPr="00672FDB">
        <w:t>3.22.1</w:t>
      </w:r>
      <w:r w:rsidRPr="00672FDB">
        <w:tab/>
        <w:t>Subsynchronous Resonance Vulnerability Assessment</w:t>
      </w:r>
      <w:bookmarkEnd w:id="2270"/>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271" w:name="_Toc510513425"/>
      <w:r w:rsidRPr="00672FDB">
        <w:rPr>
          <w:b/>
          <w:iCs/>
        </w:rPr>
        <w:lastRenderedPageBreak/>
        <w:t xml:space="preserve">3.22.1.1 </w:t>
      </w:r>
      <w:r w:rsidRPr="00672FDB">
        <w:rPr>
          <w:b/>
          <w:iCs/>
        </w:rPr>
        <w:tab/>
        <w:t>Existing Generation Resource Assessment</w:t>
      </w:r>
      <w:bookmarkEnd w:id="2271"/>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272" w:name="_Toc510513426"/>
      <w:r w:rsidRPr="00672FDB">
        <w:rPr>
          <w:b/>
          <w:iCs/>
        </w:rPr>
        <w:t xml:space="preserve">3.22.1.2 </w:t>
      </w:r>
      <w:r w:rsidRPr="00672FDB">
        <w:rPr>
          <w:b/>
          <w:iCs/>
        </w:rPr>
        <w:tab/>
        <w:t>Generation Resource Interconnection Assessment</w:t>
      </w:r>
      <w:bookmarkEnd w:id="2272"/>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w:t>
      </w:r>
      <w:r w:rsidRPr="00227BDD">
        <w:lastRenderedPageBreak/>
        <w:t xml:space="preserve">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for the IE prior to Initial Synchronization in accordance with Section 3.22.3, Subsynchronous Resonance Monitoring.</w:t>
      </w:r>
    </w:p>
    <w:p w14:paraId="7BAFAA28" w14:textId="77777777" w:rsidR="009F6BAB" w:rsidRPr="00672FDB" w:rsidRDefault="009F6BAB" w:rsidP="009F6BAB">
      <w:pPr>
        <w:pStyle w:val="H4"/>
        <w:ind w:left="1267" w:hanging="1267"/>
        <w:rPr>
          <w:b/>
          <w:iCs/>
        </w:rPr>
      </w:pPr>
      <w:bookmarkStart w:id="2273" w:name="_Toc510513427"/>
      <w:r w:rsidRPr="00672FDB">
        <w:rPr>
          <w:b/>
          <w:iCs/>
        </w:rPr>
        <w:t xml:space="preserve">3.22.1.3 </w:t>
      </w:r>
      <w:r w:rsidRPr="00672FDB">
        <w:rPr>
          <w:b/>
          <w:iCs/>
        </w:rPr>
        <w:tab/>
        <w:t>Transmission Project Assessment</w:t>
      </w:r>
      <w:bookmarkEnd w:id="2273"/>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xml:space="preserve">.  The TSP shall include a summary of the </w:t>
      </w:r>
      <w:r w:rsidRPr="00227BDD">
        <w:rPr>
          <w:iCs/>
        </w:rPr>
        <w:lastRenderedPageBreak/>
        <w:t>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274" w:name="_Toc510513428"/>
      <w:r w:rsidRPr="00672FDB">
        <w:rPr>
          <w:b/>
          <w:iCs/>
        </w:rPr>
        <w:t xml:space="preserve">3.22.1.4 </w:t>
      </w:r>
      <w:r w:rsidRPr="00672FDB">
        <w:rPr>
          <w:b/>
          <w:iCs/>
        </w:rPr>
        <w:tab/>
        <w:t>Annual SSR Review</w:t>
      </w:r>
      <w:bookmarkEnd w:id="2274"/>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lastRenderedPageBreak/>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275" w:name="_Toc510513429"/>
      <w:r w:rsidRPr="00672FDB">
        <w:lastRenderedPageBreak/>
        <w:t>3.22.2</w:t>
      </w:r>
      <w:r w:rsidRPr="00672FDB">
        <w:tab/>
        <w:t>Subsynchronous Resonance Vulnerability Assessment Criteria</w:t>
      </w:r>
      <w:bookmarkEnd w:id="2275"/>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lastRenderedPageBreak/>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276" w:name="_Toc510513430"/>
      <w:r w:rsidRPr="00672FDB">
        <w:t xml:space="preserve">3.22.3 </w:t>
      </w:r>
      <w:r w:rsidRPr="00672FDB">
        <w:tab/>
        <w:t>Subsynchronous Resonance Monitoring</w:t>
      </w:r>
      <w:bookmarkEnd w:id="2276"/>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lastRenderedPageBreak/>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67D07A68" w14:textId="77777777" w:rsidR="00672FDB" w:rsidRDefault="00672FDB" w:rsidP="000E37C7">
      <w:pPr>
        <w:pStyle w:val="BodyTextNumbered"/>
      </w:pP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5F7AF9" w:rsidRDefault="005F7AF9">
      <w:r>
        <w:separator/>
      </w:r>
    </w:p>
    <w:p w14:paraId="6E9834C4" w14:textId="77777777" w:rsidR="005F7AF9" w:rsidRDefault="005F7AF9"/>
    <w:p w14:paraId="602D3F48" w14:textId="77777777" w:rsidR="005F7AF9" w:rsidRDefault="005F7AF9"/>
  </w:endnote>
  <w:endnote w:type="continuationSeparator" w:id="0">
    <w:p w14:paraId="6599818B" w14:textId="77777777" w:rsidR="005F7AF9" w:rsidRDefault="005F7AF9">
      <w:r>
        <w:continuationSeparator/>
      </w:r>
    </w:p>
    <w:p w14:paraId="4D0B917B" w14:textId="77777777" w:rsidR="005F7AF9" w:rsidRDefault="005F7AF9"/>
    <w:p w14:paraId="4FD8E94F" w14:textId="77777777" w:rsidR="005F7AF9" w:rsidRDefault="005F7A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5F7AF9" w:rsidRDefault="005F7AF9">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565A4E6E" w:rsidR="005F7AF9" w:rsidRDefault="005F7AF9">
    <w:pPr>
      <w:pStyle w:val="Footer"/>
      <w:spacing w:before="0" w:after="0"/>
    </w:pPr>
    <w:r>
      <w:t>ERCOT Nodal Protocols – April 11, 2018</w:t>
    </w:r>
  </w:p>
  <w:p w14:paraId="1C1109BE" w14:textId="77777777" w:rsidR="005F7AF9" w:rsidRPr="006704C4" w:rsidRDefault="005F7AF9">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617FB889" w:rsidR="005F7AF9" w:rsidRDefault="005F7AF9">
    <w:pPr>
      <w:pStyle w:val="Footer"/>
      <w:spacing w:before="0" w:after="0"/>
      <w:rPr>
        <w:rStyle w:val="PageNumber"/>
      </w:rPr>
    </w:pPr>
    <w:r>
      <w:t>ERCOT Nodal Protocols – April 11, 2018</w:t>
    </w:r>
    <w:r>
      <w:tab/>
    </w:r>
    <w:r>
      <w:tab/>
    </w:r>
    <w:r>
      <w:rPr>
        <w:rStyle w:val="PageNumber"/>
      </w:rPr>
      <w:fldChar w:fldCharType="begin"/>
    </w:r>
    <w:r>
      <w:rPr>
        <w:rStyle w:val="PageNumber"/>
      </w:rPr>
      <w:instrText xml:space="preserve"> PAGE </w:instrText>
    </w:r>
    <w:r>
      <w:rPr>
        <w:rStyle w:val="PageNumber"/>
      </w:rPr>
      <w:fldChar w:fldCharType="separate"/>
    </w:r>
    <w:r w:rsidR="00B43EAD">
      <w:rPr>
        <w:rStyle w:val="PageNumber"/>
        <w:noProof/>
      </w:rPr>
      <w:t>3-15</w:t>
    </w:r>
    <w:r>
      <w:rPr>
        <w:rStyle w:val="PageNumber"/>
      </w:rPr>
      <w:fldChar w:fldCharType="end"/>
    </w:r>
  </w:p>
  <w:p w14:paraId="27D40736" w14:textId="77777777" w:rsidR="005F7AF9" w:rsidRDefault="005F7AF9">
    <w:pPr>
      <w:pStyle w:val="Footer"/>
      <w:spacing w:before="0" w:after="0"/>
      <w:jc w:val="center"/>
    </w:pPr>
    <w:r>
      <w:rPr>
        <w:rStyle w:val="PageNumber"/>
      </w:rPr>
      <w:t>PUBLIC</w:t>
    </w:r>
  </w:p>
  <w:p w14:paraId="0C256BD3" w14:textId="77777777" w:rsidR="005F7AF9" w:rsidRDefault="005F7AF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5F7AF9" w:rsidRDefault="005F7AF9">
      <w:r>
        <w:separator/>
      </w:r>
    </w:p>
    <w:p w14:paraId="7CE9267F" w14:textId="77777777" w:rsidR="005F7AF9" w:rsidRDefault="005F7AF9"/>
    <w:p w14:paraId="1776CA6E" w14:textId="77777777" w:rsidR="005F7AF9" w:rsidRDefault="005F7AF9"/>
  </w:footnote>
  <w:footnote w:type="continuationSeparator" w:id="0">
    <w:p w14:paraId="1E8E4D92" w14:textId="77777777" w:rsidR="005F7AF9" w:rsidRDefault="005F7AF9">
      <w:r>
        <w:continuationSeparator/>
      </w:r>
    </w:p>
    <w:p w14:paraId="5442930F" w14:textId="77777777" w:rsidR="005F7AF9" w:rsidRDefault="005F7AF9"/>
    <w:p w14:paraId="1910890F" w14:textId="77777777" w:rsidR="005F7AF9" w:rsidRDefault="005F7A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5F7AF9" w:rsidRDefault="005F7AF9">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5F7AF9" w:rsidRDefault="005F7A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5F7AF9" w:rsidRPr="00AB11CF" w:rsidRDefault="005F7AF9">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5F7AF9" w:rsidRDefault="005F7AF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5F7AF9" w:rsidRDefault="005F7AF9">
    <w:pPr>
      <w:pStyle w:val="Header"/>
    </w:pPr>
  </w:p>
  <w:p w14:paraId="65529618" w14:textId="77777777" w:rsidR="005F7AF9" w:rsidRDefault="005F7AF9"/>
  <w:p w14:paraId="2C54FECC" w14:textId="77777777" w:rsidR="005F7AF9" w:rsidRDefault="005F7AF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5F7AF9" w:rsidRDefault="005F7AF9">
    <w:pPr>
      <w:pStyle w:val="Header"/>
      <w:tabs>
        <w:tab w:val="clear" w:pos="4680"/>
        <w:tab w:val="left" w:pos="615"/>
      </w:tabs>
    </w:pPr>
    <w:r>
      <w:t>Section 3:  Management Activities for the ERCOT System</w:t>
    </w:r>
  </w:p>
  <w:p w14:paraId="7C462CEA" w14:textId="77777777" w:rsidR="005F7AF9" w:rsidRDefault="005F7AF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5F7AF9" w:rsidRDefault="005F7A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4BA0"/>
    <w:rsid w:val="00015339"/>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70453"/>
    <w:rsid w:val="00072087"/>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7AE9"/>
    <w:rsid w:val="00090229"/>
    <w:rsid w:val="00091E1B"/>
    <w:rsid w:val="0009276E"/>
    <w:rsid w:val="00094C2B"/>
    <w:rsid w:val="00095221"/>
    <w:rsid w:val="00096ADD"/>
    <w:rsid w:val="00096FB2"/>
    <w:rsid w:val="00097F6F"/>
    <w:rsid w:val="000A088F"/>
    <w:rsid w:val="000A33D2"/>
    <w:rsid w:val="000A5288"/>
    <w:rsid w:val="000A6505"/>
    <w:rsid w:val="000A7A22"/>
    <w:rsid w:val="000B0AC5"/>
    <w:rsid w:val="000B2ADC"/>
    <w:rsid w:val="000B2F54"/>
    <w:rsid w:val="000B4492"/>
    <w:rsid w:val="000B494C"/>
    <w:rsid w:val="000B6C48"/>
    <w:rsid w:val="000B7CD7"/>
    <w:rsid w:val="000C02A0"/>
    <w:rsid w:val="000C0DDF"/>
    <w:rsid w:val="000C1C7A"/>
    <w:rsid w:val="000C239B"/>
    <w:rsid w:val="000C2EC4"/>
    <w:rsid w:val="000C3BEE"/>
    <w:rsid w:val="000C3C6C"/>
    <w:rsid w:val="000C592F"/>
    <w:rsid w:val="000C5DDF"/>
    <w:rsid w:val="000D0B09"/>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600"/>
    <w:rsid w:val="000F57BC"/>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791"/>
    <w:rsid w:val="00131E96"/>
    <w:rsid w:val="00134234"/>
    <w:rsid w:val="00137E4B"/>
    <w:rsid w:val="00141796"/>
    <w:rsid w:val="0014198F"/>
    <w:rsid w:val="00142A29"/>
    <w:rsid w:val="0014395D"/>
    <w:rsid w:val="00151C1C"/>
    <w:rsid w:val="00152376"/>
    <w:rsid w:val="00152A35"/>
    <w:rsid w:val="00153D8D"/>
    <w:rsid w:val="00155185"/>
    <w:rsid w:val="00156524"/>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3364"/>
    <w:rsid w:val="00183D70"/>
    <w:rsid w:val="00183DDA"/>
    <w:rsid w:val="00185CAF"/>
    <w:rsid w:val="001861A6"/>
    <w:rsid w:val="0019029B"/>
    <w:rsid w:val="0019124E"/>
    <w:rsid w:val="00192DD3"/>
    <w:rsid w:val="001948E4"/>
    <w:rsid w:val="001971B4"/>
    <w:rsid w:val="001974BF"/>
    <w:rsid w:val="00197D00"/>
    <w:rsid w:val="001A01D0"/>
    <w:rsid w:val="001A0791"/>
    <w:rsid w:val="001A4A39"/>
    <w:rsid w:val="001A4FBC"/>
    <w:rsid w:val="001A78C0"/>
    <w:rsid w:val="001A7B7B"/>
    <w:rsid w:val="001B0B55"/>
    <w:rsid w:val="001B201E"/>
    <w:rsid w:val="001B2924"/>
    <w:rsid w:val="001B3360"/>
    <w:rsid w:val="001B36B5"/>
    <w:rsid w:val="001B3EDE"/>
    <w:rsid w:val="001B5049"/>
    <w:rsid w:val="001B5AB7"/>
    <w:rsid w:val="001B5D69"/>
    <w:rsid w:val="001B6766"/>
    <w:rsid w:val="001C17B7"/>
    <w:rsid w:val="001C3FE0"/>
    <w:rsid w:val="001C621B"/>
    <w:rsid w:val="001C659C"/>
    <w:rsid w:val="001D1437"/>
    <w:rsid w:val="001D1558"/>
    <w:rsid w:val="001D215A"/>
    <w:rsid w:val="001D22DA"/>
    <w:rsid w:val="001D2539"/>
    <w:rsid w:val="001D3CC1"/>
    <w:rsid w:val="001D3EE0"/>
    <w:rsid w:val="001D5436"/>
    <w:rsid w:val="001D57AA"/>
    <w:rsid w:val="001D5FB3"/>
    <w:rsid w:val="001D724E"/>
    <w:rsid w:val="001D7E39"/>
    <w:rsid w:val="001E06A7"/>
    <w:rsid w:val="001E292D"/>
    <w:rsid w:val="001E2FCB"/>
    <w:rsid w:val="001E3E7F"/>
    <w:rsid w:val="001E4134"/>
    <w:rsid w:val="001E4C47"/>
    <w:rsid w:val="001E62AA"/>
    <w:rsid w:val="001E6EA3"/>
    <w:rsid w:val="001F0EB1"/>
    <w:rsid w:val="001F0F13"/>
    <w:rsid w:val="001F16CC"/>
    <w:rsid w:val="001F1ACE"/>
    <w:rsid w:val="001F6ABE"/>
    <w:rsid w:val="001F7C8F"/>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A91"/>
    <w:rsid w:val="00223E78"/>
    <w:rsid w:val="002246A8"/>
    <w:rsid w:val="00225392"/>
    <w:rsid w:val="0022558A"/>
    <w:rsid w:val="002260E5"/>
    <w:rsid w:val="00227AA1"/>
    <w:rsid w:val="00227AB9"/>
    <w:rsid w:val="00227DD8"/>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E95"/>
    <w:rsid w:val="002520E2"/>
    <w:rsid w:val="00252F6C"/>
    <w:rsid w:val="002537B8"/>
    <w:rsid w:val="002539B1"/>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F4F"/>
    <w:rsid w:val="00276581"/>
    <w:rsid w:val="00277082"/>
    <w:rsid w:val="00277AC2"/>
    <w:rsid w:val="0028403D"/>
    <w:rsid w:val="002847FF"/>
    <w:rsid w:val="00286790"/>
    <w:rsid w:val="00286D10"/>
    <w:rsid w:val="0029016F"/>
    <w:rsid w:val="00290C30"/>
    <w:rsid w:val="002914A1"/>
    <w:rsid w:val="00294DD3"/>
    <w:rsid w:val="00294EAA"/>
    <w:rsid w:val="00295D6F"/>
    <w:rsid w:val="002967DB"/>
    <w:rsid w:val="00296E0F"/>
    <w:rsid w:val="00296FA1"/>
    <w:rsid w:val="002A1196"/>
    <w:rsid w:val="002A3563"/>
    <w:rsid w:val="002A3BE1"/>
    <w:rsid w:val="002A4F4E"/>
    <w:rsid w:val="002A570D"/>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B9D"/>
    <w:rsid w:val="002C36E3"/>
    <w:rsid w:val="002C3C75"/>
    <w:rsid w:val="002C487D"/>
    <w:rsid w:val="002C4C29"/>
    <w:rsid w:val="002C5354"/>
    <w:rsid w:val="002C55E0"/>
    <w:rsid w:val="002C5D00"/>
    <w:rsid w:val="002C682B"/>
    <w:rsid w:val="002C687A"/>
    <w:rsid w:val="002C7B39"/>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5034"/>
    <w:rsid w:val="002F58F9"/>
    <w:rsid w:val="002F6BDB"/>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1641"/>
    <w:rsid w:val="00341C74"/>
    <w:rsid w:val="0034480C"/>
    <w:rsid w:val="00345FDE"/>
    <w:rsid w:val="00347654"/>
    <w:rsid w:val="0035033B"/>
    <w:rsid w:val="0035298B"/>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A74"/>
    <w:rsid w:val="003759DF"/>
    <w:rsid w:val="003761FF"/>
    <w:rsid w:val="00376350"/>
    <w:rsid w:val="0037682A"/>
    <w:rsid w:val="00376F79"/>
    <w:rsid w:val="00377448"/>
    <w:rsid w:val="003807C2"/>
    <w:rsid w:val="0038381E"/>
    <w:rsid w:val="003845D9"/>
    <w:rsid w:val="003848C3"/>
    <w:rsid w:val="00386025"/>
    <w:rsid w:val="00386823"/>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5BB8"/>
    <w:rsid w:val="003B7A60"/>
    <w:rsid w:val="003C3C6C"/>
    <w:rsid w:val="003C5599"/>
    <w:rsid w:val="003C6167"/>
    <w:rsid w:val="003C7F38"/>
    <w:rsid w:val="003D116D"/>
    <w:rsid w:val="003D2134"/>
    <w:rsid w:val="003D3265"/>
    <w:rsid w:val="003D49C8"/>
    <w:rsid w:val="003D4A22"/>
    <w:rsid w:val="003D549C"/>
    <w:rsid w:val="003D5809"/>
    <w:rsid w:val="003D6240"/>
    <w:rsid w:val="003E0BEA"/>
    <w:rsid w:val="003E1535"/>
    <w:rsid w:val="003E3C80"/>
    <w:rsid w:val="003E63E3"/>
    <w:rsid w:val="003E6BA3"/>
    <w:rsid w:val="003E7241"/>
    <w:rsid w:val="003E7DBB"/>
    <w:rsid w:val="003F037D"/>
    <w:rsid w:val="003F03E6"/>
    <w:rsid w:val="003F2F86"/>
    <w:rsid w:val="003F426F"/>
    <w:rsid w:val="003F6F75"/>
    <w:rsid w:val="003F7FDF"/>
    <w:rsid w:val="0040054A"/>
    <w:rsid w:val="004042CE"/>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20012"/>
    <w:rsid w:val="00420450"/>
    <w:rsid w:val="00420D52"/>
    <w:rsid w:val="00421FCF"/>
    <w:rsid w:val="004224AC"/>
    <w:rsid w:val="00422877"/>
    <w:rsid w:val="00423F7A"/>
    <w:rsid w:val="00424164"/>
    <w:rsid w:val="00424D8C"/>
    <w:rsid w:val="00425A85"/>
    <w:rsid w:val="00430D56"/>
    <w:rsid w:val="004342F7"/>
    <w:rsid w:val="004343C9"/>
    <w:rsid w:val="004349AF"/>
    <w:rsid w:val="00436235"/>
    <w:rsid w:val="004378E9"/>
    <w:rsid w:val="0044185A"/>
    <w:rsid w:val="00441F10"/>
    <w:rsid w:val="00443744"/>
    <w:rsid w:val="00446A18"/>
    <w:rsid w:val="004506DF"/>
    <w:rsid w:val="004509AC"/>
    <w:rsid w:val="00452914"/>
    <w:rsid w:val="00452A35"/>
    <w:rsid w:val="00457080"/>
    <w:rsid w:val="00460E2A"/>
    <w:rsid w:val="00461CE4"/>
    <w:rsid w:val="004648DB"/>
    <w:rsid w:val="004660CF"/>
    <w:rsid w:val="004661C6"/>
    <w:rsid w:val="00467C11"/>
    <w:rsid w:val="004700CD"/>
    <w:rsid w:val="00470542"/>
    <w:rsid w:val="00471188"/>
    <w:rsid w:val="00471FF5"/>
    <w:rsid w:val="00472DD6"/>
    <w:rsid w:val="004759EC"/>
    <w:rsid w:val="00475F35"/>
    <w:rsid w:val="004764A3"/>
    <w:rsid w:val="004768C7"/>
    <w:rsid w:val="004777F5"/>
    <w:rsid w:val="00477C36"/>
    <w:rsid w:val="00480084"/>
    <w:rsid w:val="0048082F"/>
    <w:rsid w:val="00481EED"/>
    <w:rsid w:val="00481F50"/>
    <w:rsid w:val="00482280"/>
    <w:rsid w:val="0048273C"/>
    <w:rsid w:val="00483594"/>
    <w:rsid w:val="00484970"/>
    <w:rsid w:val="00484FA7"/>
    <w:rsid w:val="00485812"/>
    <w:rsid w:val="00485E2A"/>
    <w:rsid w:val="0048783F"/>
    <w:rsid w:val="00487C39"/>
    <w:rsid w:val="00487FC0"/>
    <w:rsid w:val="00490ABD"/>
    <w:rsid w:val="004926B2"/>
    <w:rsid w:val="00492C5A"/>
    <w:rsid w:val="00494057"/>
    <w:rsid w:val="004947F4"/>
    <w:rsid w:val="00496017"/>
    <w:rsid w:val="00496406"/>
    <w:rsid w:val="00496E5A"/>
    <w:rsid w:val="004A136A"/>
    <w:rsid w:val="004A2C57"/>
    <w:rsid w:val="004A3B3A"/>
    <w:rsid w:val="004A4BC9"/>
    <w:rsid w:val="004A53A4"/>
    <w:rsid w:val="004A675D"/>
    <w:rsid w:val="004A7E7E"/>
    <w:rsid w:val="004B0B18"/>
    <w:rsid w:val="004B0BE7"/>
    <w:rsid w:val="004B1258"/>
    <w:rsid w:val="004B2BEC"/>
    <w:rsid w:val="004B3958"/>
    <w:rsid w:val="004B3B57"/>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4513"/>
    <w:rsid w:val="004F6270"/>
    <w:rsid w:val="0050133A"/>
    <w:rsid w:val="005018A2"/>
    <w:rsid w:val="00501E0B"/>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2D5"/>
    <w:rsid w:val="00525BD3"/>
    <w:rsid w:val="005268DE"/>
    <w:rsid w:val="00526F50"/>
    <w:rsid w:val="00527308"/>
    <w:rsid w:val="00527538"/>
    <w:rsid w:val="005277FE"/>
    <w:rsid w:val="00532FF2"/>
    <w:rsid w:val="00534F35"/>
    <w:rsid w:val="005350E4"/>
    <w:rsid w:val="005402FF"/>
    <w:rsid w:val="00540B8B"/>
    <w:rsid w:val="0054110D"/>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11E5"/>
    <w:rsid w:val="00563659"/>
    <w:rsid w:val="00563CEC"/>
    <w:rsid w:val="0056448B"/>
    <w:rsid w:val="00565490"/>
    <w:rsid w:val="00566041"/>
    <w:rsid w:val="00566125"/>
    <w:rsid w:val="00566255"/>
    <w:rsid w:val="005669C5"/>
    <w:rsid w:val="00567873"/>
    <w:rsid w:val="00567C4B"/>
    <w:rsid w:val="0057105E"/>
    <w:rsid w:val="0057189C"/>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615"/>
    <w:rsid w:val="005A66CD"/>
    <w:rsid w:val="005B00EA"/>
    <w:rsid w:val="005B04B8"/>
    <w:rsid w:val="005B1F87"/>
    <w:rsid w:val="005B38CB"/>
    <w:rsid w:val="005B4C03"/>
    <w:rsid w:val="005B5A5B"/>
    <w:rsid w:val="005B715C"/>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4C42"/>
    <w:rsid w:val="00626568"/>
    <w:rsid w:val="0062697B"/>
    <w:rsid w:val="00631544"/>
    <w:rsid w:val="006325D7"/>
    <w:rsid w:val="006334FB"/>
    <w:rsid w:val="00633CDA"/>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E1D"/>
    <w:rsid w:val="00652785"/>
    <w:rsid w:val="00653971"/>
    <w:rsid w:val="006558DC"/>
    <w:rsid w:val="0065696F"/>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B28F2"/>
    <w:rsid w:val="006B2A13"/>
    <w:rsid w:val="006B2A33"/>
    <w:rsid w:val="006B3F95"/>
    <w:rsid w:val="006B4959"/>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78D"/>
    <w:rsid w:val="00721B9F"/>
    <w:rsid w:val="007220E4"/>
    <w:rsid w:val="00722AEF"/>
    <w:rsid w:val="007243F2"/>
    <w:rsid w:val="0072508E"/>
    <w:rsid w:val="00725A35"/>
    <w:rsid w:val="00727B82"/>
    <w:rsid w:val="007312AC"/>
    <w:rsid w:val="007318D1"/>
    <w:rsid w:val="00731DA3"/>
    <w:rsid w:val="00732B8F"/>
    <w:rsid w:val="00732FF2"/>
    <w:rsid w:val="00733E52"/>
    <w:rsid w:val="007351C7"/>
    <w:rsid w:val="007365FB"/>
    <w:rsid w:val="0073664C"/>
    <w:rsid w:val="00744592"/>
    <w:rsid w:val="00744BA4"/>
    <w:rsid w:val="007460C6"/>
    <w:rsid w:val="007462CF"/>
    <w:rsid w:val="00746FD8"/>
    <w:rsid w:val="00747557"/>
    <w:rsid w:val="00747A9B"/>
    <w:rsid w:val="00750DBE"/>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2938"/>
    <w:rsid w:val="007946BE"/>
    <w:rsid w:val="00794A3F"/>
    <w:rsid w:val="00795294"/>
    <w:rsid w:val="00795B9A"/>
    <w:rsid w:val="007965CA"/>
    <w:rsid w:val="0079795B"/>
    <w:rsid w:val="007A1308"/>
    <w:rsid w:val="007A1ABA"/>
    <w:rsid w:val="007A20AF"/>
    <w:rsid w:val="007A3863"/>
    <w:rsid w:val="007A43C2"/>
    <w:rsid w:val="007A5919"/>
    <w:rsid w:val="007A60B9"/>
    <w:rsid w:val="007A6F8D"/>
    <w:rsid w:val="007A7075"/>
    <w:rsid w:val="007A7814"/>
    <w:rsid w:val="007B0AFE"/>
    <w:rsid w:val="007B1B35"/>
    <w:rsid w:val="007B4213"/>
    <w:rsid w:val="007B441A"/>
    <w:rsid w:val="007B4679"/>
    <w:rsid w:val="007B4D3E"/>
    <w:rsid w:val="007B5BC9"/>
    <w:rsid w:val="007B701F"/>
    <w:rsid w:val="007C05BE"/>
    <w:rsid w:val="007C0758"/>
    <w:rsid w:val="007C30AB"/>
    <w:rsid w:val="007C3704"/>
    <w:rsid w:val="007C5D7F"/>
    <w:rsid w:val="007C6289"/>
    <w:rsid w:val="007C7767"/>
    <w:rsid w:val="007D011C"/>
    <w:rsid w:val="007D2202"/>
    <w:rsid w:val="007D2AA4"/>
    <w:rsid w:val="007D375D"/>
    <w:rsid w:val="007D3BAE"/>
    <w:rsid w:val="007D3F6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3ECA"/>
    <w:rsid w:val="00813F94"/>
    <w:rsid w:val="008163AC"/>
    <w:rsid w:val="00817BC5"/>
    <w:rsid w:val="0082176E"/>
    <w:rsid w:val="00821C47"/>
    <w:rsid w:val="00822AB8"/>
    <w:rsid w:val="00822E07"/>
    <w:rsid w:val="008233AC"/>
    <w:rsid w:val="00823982"/>
    <w:rsid w:val="008244D9"/>
    <w:rsid w:val="00824727"/>
    <w:rsid w:val="00824E8E"/>
    <w:rsid w:val="00826A0C"/>
    <w:rsid w:val="00831D49"/>
    <w:rsid w:val="0083362D"/>
    <w:rsid w:val="008348FB"/>
    <w:rsid w:val="00836CB4"/>
    <w:rsid w:val="00840E62"/>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53D"/>
    <w:rsid w:val="008579CB"/>
    <w:rsid w:val="0086018B"/>
    <w:rsid w:val="00861B7C"/>
    <w:rsid w:val="008637FB"/>
    <w:rsid w:val="0086384F"/>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937"/>
    <w:rsid w:val="00893A73"/>
    <w:rsid w:val="0089512D"/>
    <w:rsid w:val="0089612B"/>
    <w:rsid w:val="00896133"/>
    <w:rsid w:val="008A1E66"/>
    <w:rsid w:val="008A1F35"/>
    <w:rsid w:val="008A434A"/>
    <w:rsid w:val="008A4644"/>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D4E"/>
    <w:rsid w:val="008C65C8"/>
    <w:rsid w:val="008C6639"/>
    <w:rsid w:val="008C7FEE"/>
    <w:rsid w:val="008D1E89"/>
    <w:rsid w:val="008D1F32"/>
    <w:rsid w:val="008D4241"/>
    <w:rsid w:val="008D496F"/>
    <w:rsid w:val="008D5AF4"/>
    <w:rsid w:val="008E101C"/>
    <w:rsid w:val="008E2406"/>
    <w:rsid w:val="008E2407"/>
    <w:rsid w:val="008E2568"/>
    <w:rsid w:val="008E31AE"/>
    <w:rsid w:val="008E394C"/>
    <w:rsid w:val="008E4F19"/>
    <w:rsid w:val="008E4FC0"/>
    <w:rsid w:val="008F1EA7"/>
    <w:rsid w:val="008F2A63"/>
    <w:rsid w:val="008F2BF0"/>
    <w:rsid w:val="008F530E"/>
    <w:rsid w:val="008F58EB"/>
    <w:rsid w:val="00900464"/>
    <w:rsid w:val="00902C55"/>
    <w:rsid w:val="00902DE7"/>
    <w:rsid w:val="009035DD"/>
    <w:rsid w:val="00904542"/>
    <w:rsid w:val="0090510D"/>
    <w:rsid w:val="0090533F"/>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75A0"/>
    <w:rsid w:val="00947BCB"/>
    <w:rsid w:val="00950423"/>
    <w:rsid w:val="009544EE"/>
    <w:rsid w:val="009559DD"/>
    <w:rsid w:val="00955CB0"/>
    <w:rsid w:val="0095647B"/>
    <w:rsid w:val="00956D97"/>
    <w:rsid w:val="009575BC"/>
    <w:rsid w:val="00962DDD"/>
    <w:rsid w:val="0096490C"/>
    <w:rsid w:val="00964CD2"/>
    <w:rsid w:val="00965395"/>
    <w:rsid w:val="00965A05"/>
    <w:rsid w:val="00966952"/>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78EC"/>
    <w:rsid w:val="009A7DCE"/>
    <w:rsid w:val="009B1EA1"/>
    <w:rsid w:val="009B3C26"/>
    <w:rsid w:val="009B3E24"/>
    <w:rsid w:val="009B4D15"/>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6D9"/>
    <w:rsid w:val="00A255AC"/>
    <w:rsid w:val="00A26168"/>
    <w:rsid w:val="00A2728B"/>
    <w:rsid w:val="00A33BCC"/>
    <w:rsid w:val="00A3713E"/>
    <w:rsid w:val="00A3733F"/>
    <w:rsid w:val="00A3755B"/>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5A39"/>
    <w:rsid w:val="00A968A3"/>
    <w:rsid w:val="00AA2F4E"/>
    <w:rsid w:val="00AA4915"/>
    <w:rsid w:val="00AA5A1A"/>
    <w:rsid w:val="00AA5F7C"/>
    <w:rsid w:val="00AA6216"/>
    <w:rsid w:val="00AA63C2"/>
    <w:rsid w:val="00AA6E46"/>
    <w:rsid w:val="00AA7BF7"/>
    <w:rsid w:val="00AA7E22"/>
    <w:rsid w:val="00AB01D3"/>
    <w:rsid w:val="00AB0243"/>
    <w:rsid w:val="00AB11CF"/>
    <w:rsid w:val="00AB2569"/>
    <w:rsid w:val="00AB6D20"/>
    <w:rsid w:val="00AB6E4E"/>
    <w:rsid w:val="00AB7BC2"/>
    <w:rsid w:val="00AC2A31"/>
    <w:rsid w:val="00AC2C7D"/>
    <w:rsid w:val="00AC2F42"/>
    <w:rsid w:val="00AC456F"/>
    <w:rsid w:val="00AC4988"/>
    <w:rsid w:val="00AC5B8A"/>
    <w:rsid w:val="00AC5F67"/>
    <w:rsid w:val="00AC6FFA"/>
    <w:rsid w:val="00AD07E2"/>
    <w:rsid w:val="00AD24EC"/>
    <w:rsid w:val="00AD4679"/>
    <w:rsid w:val="00AD4AF3"/>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C5"/>
    <w:rsid w:val="00AF4B47"/>
    <w:rsid w:val="00AF4DF1"/>
    <w:rsid w:val="00AF4FD2"/>
    <w:rsid w:val="00AF6C68"/>
    <w:rsid w:val="00AF771C"/>
    <w:rsid w:val="00B0058D"/>
    <w:rsid w:val="00B01166"/>
    <w:rsid w:val="00B01641"/>
    <w:rsid w:val="00B029E7"/>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BC6"/>
    <w:rsid w:val="00B150F7"/>
    <w:rsid w:val="00B16886"/>
    <w:rsid w:val="00B16946"/>
    <w:rsid w:val="00B1703D"/>
    <w:rsid w:val="00B178D9"/>
    <w:rsid w:val="00B2244B"/>
    <w:rsid w:val="00B22621"/>
    <w:rsid w:val="00B231A5"/>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DCE"/>
    <w:rsid w:val="00B5256C"/>
    <w:rsid w:val="00B527FA"/>
    <w:rsid w:val="00B52C2D"/>
    <w:rsid w:val="00B536E8"/>
    <w:rsid w:val="00B5659A"/>
    <w:rsid w:val="00B568F9"/>
    <w:rsid w:val="00B5701E"/>
    <w:rsid w:val="00B61165"/>
    <w:rsid w:val="00B62A00"/>
    <w:rsid w:val="00B631AE"/>
    <w:rsid w:val="00B63FAA"/>
    <w:rsid w:val="00B645D1"/>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37AF"/>
    <w:rsid w:val="00B848C4"/>
    <w:rsid w:val="00B859C9"/>
    <w:rsid w:val="00B86749"/>
    <w:rsid w:val="00B90EDE"/>
    <w:rsid w:val="00B91862"/>
    <w:rsid w:val="00B92CA8"/>
    <w:rsid w:val="00B933CD"/>
    <w:rsid w:val="00B9371A"/>
    <w:rsid w:val="00B93B36"/>
    <w:rsid w:val="00B9416A"/>
    <w:rsid w:val="00B96478"/>
    <w:rsid w:val="00B97B83"/>
    <w:rsid w:val="00BA08D7"/>
    <w:rsid w:val="00BA13D1"/>
    <w:rsid w:val="00BA258C"/>
    <w:rsid w:val="00BA4595"/>
    <w:rsid w:val="00BA4C2A"/>
    <w:rsid w:val="00BA598D"/>
    <w:rsid w:val="00BA5990"/>
    <w:rsid w:val="00BA6AC6"/>
    <w:rsid w:val="00BA6CE9"/>
    <w:rsid w:val="00BA7812"/>
    <w:rsid w:val="00BB15F4"/>
    <w:rsid w:val="00BB17A5"/>
    <w:rsid w:val="00BB1D24"/>
    <w:rsid w:val="00BB327A"/>
    <w:rsid w:val="00BB3B36"/>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5C7F"/>
    <w:rsid w:val="00BD6A8C"/>
    <w:rsid w:val="00BD7052"/>
    <w:rsid w:val="00BD7D93"/>
    <w:rsid w:val="00BE5EC7"/>
    <w:rsid w:val="00BE6429"/>
    <w:rsid w:val="00BE6DF5"/>
    <w:rsid w:val="00BE7B9A"/>
    <w:rsid w:val="00BE7C4B"/>
    <w:rsid w:val="00BE7D02"/>
    <w:rsid w:val="00BF0DFF"/>
    <w:rsid w:val="00BF7F13"/>
    <w:rsid w:val="00C01B2F"/>
    <w:rsid w:val="00C04012"/>
    <w:rsid w:val="00C119DD"/>
    <w:rsid w:val="00C11D65"/>
    <w:rsid w:val="00C129A3"/>
    <w:rsid w:val="00C130B3"/>
    <w:rsid w:val="00C136C6"/>
    <w:rsid w:val="00C13E69"/>
    <w:rsid w:val="00C13EEB"/>
    <w:rsid w:val="00C14091"/>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11F9"/>
    <w:rsid w:val="00C4167F"/>
    <w:rsid w:val="00C41DA8"/>
    <w:rsid w:val="00C4300F"/>
    <w:rsid w:val="00C43BDA"/>
    <w:rsid w:val="00C50107"/>
    <w:rsid w:val="00C50BB4"/>
    <w:rsid w:val="00C50D46"/>
    <w:rsid w:val="00C51CFE"/>
    <w:rsid w:val="00C51FB1"/>
    <w:rsid w:val="00C52C31"/>
    <w:rsid w:val="00C52D63"/>
    <w:rsid w:val="00C53357"/>
    <w:rsid w:val="00C53D69"/>
    <w:rsid w:val="00C57D79"/>
    <w:rsid w:val="00C6016C"/>
    <w:rsid w:val="00C60DD5"/>
    <w:rsid w:val="00C62049"/>
    <w:rsid w:val="00C62EBB"/>
    <w:rsid w:val="00C63FA1"/>
    <w:rsid w:val="00C6446C"/>
    <w:rsid w:val="00C64C37"/>
    <w:rsid w:val="00C64D5E"/>
    <w:rsid w:val="00C6659E"/>
    <w:rsid w:val="00C66A07"/>
    <w:rsid w:val="00C66BE4"/>
    <w:rsid w:val="00C67D56"/>
    <w:rsid w:val="00C70425"/>
    <w:rsid w:val="00C72DAD"/>
    <w:rsid w:val="00C7343B"/>
    <w:rsid w:val="00C73A56"/>
    <w:rsid w:val="00C73EA2"/>
    <w:rsid w:val="00C7452B"/>
    <w:rsid w:val="00C75A55"/>
    <w:rsid w:val="00C7719B"/>
    <w:rsid w:val="00C82CA7"/>
    <w:rsid w:val="00C83871"/>
    <w:rsid w:val="00C85431"/>
    <w:rsid w:val="00C854EE"/>
    <w:rsid w:val="00C93F66"/>
    <w:rsid w:val="00C940A7"/>
    <w:rsid w:val="00C943D9"/>
    <w:rsid w:val="00C96C39"/>
    <w:rsid w:val="00C971CC"/>
    <w:rsid w:val="00CA04D4"/>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D1F70"/>
    <w:rsid w:val="00CD4FB3"/>
    <w:rsid w:val="00CD53FA"/>
    <w:rsid w:val="00CD60B6"/>
    <w:rsid w:val="00CE05BD"/>
    <w:rsid w:val="00CE16E6"/>
    <w:rsid w:val="00CE63C6"/>
    <w:rsid w:val="00CE7CEC"/>
    <w:rsid w:val="00CF0024"/>
    <w:rsid w:val="00CF0AD5"/>
    <w:rsid w:val="00CF1D6B"/>
    <w:rsid w:val="00CF1D6E"/>
    <w:rsid w:val="00CF274E"/>
    <w:rsid w:val="00CF4277"/>
    <w:rsid w:val="00CF6123"/>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13AA"/>
    <w:rsid w:val="00D21B0E"/>
    <w:rsid w:val="00D24565"/>
    <w:rsid w:val="00D24CF8"/>
    <w:rsid w:val="00D26033"/>
    <w:rsid w:val="00D30F0F"/>
    <w:rsid w:val="00D316CF"/>
    <w:rsid w:val="00D3374A"/>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F56"/>
    <w:rsid w:val="00D52E0F"/>
    <w:rsid w:val="00D54223"/>
    <w:rsid w:val="00D559DB"/>
    <w:rsid w:val="00D55E2D"/>
    <w:rsid w:val="00D5716F"/>
    <w:rsid w:val="00D571E6"/>
    <w:rsid w:val="00D57D70"/>
    <w:rsid w:val="00D601D2"/>
    <w:rsid w:val="00D60B8E"/>
    <w:rsid w:val="00D64135"/>
    <w:rsid w:val="00D64703"/>
    <w:rsid w:val="00D6772D"/>
    <w:rsid w:val="00D67A9A"/>
    <w:rsid w:val="00D70522"/>
    <w:rsid w:val="00D70690"/>
    <w:rsid w:val="00D70D82"/>
    <w:rsid w:val="00D722FA"/>
    <w:rsid w:val="00D735C4"/>
    <w:rsid w:val="00D74EE7"/>
    <w:rsid w:val="00D7530E"/>
    <w:rsid w:val="00D7553B"/>
    <w:rsid w:val="00D75A1B"/>
    <w:rsid w:val="00D771C2"/>
    <w:rsid w:val="00D811E5"/>
    <w:rsid w:val="00D81E3D"/>
    <w:rsid w:val="00D82E33"/>
    <w:rsid w:val="00D83110"/>
    <w:rsid w:val="00D834F3"/>
    <w:rsid w:val="00D849C6"/>
    <w:rsid w:val="00D864CC"/>
    <w:rsid w:val="00D87378"/>
    <w:rsid w:val="00D908B8"/>
    <w:rsid w:val="00D93C29"/>
    <w:rsid w:val="00D94E46"/>
    <w:rsid w:val="00D94E58"/>
    <w:rsid w:val="00DA0E24"/>
    <w:rsid w:val="00DA2A9B"/>
    <w:rsid w:val="00DA5569"/>
    <w:rsid w:val="00DA7696"/>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9C0"/>
    <w:rsid w:val="00DD55AF"/>
    <w:rsid w:val="00DD5D14"/>
    <w:rsid w:val="00DD5D54"/>
    <w:rsid w:val="00DD7502"/>
    <w:rsid w:val="00DD7B22"/>
    <w:rsid w:val="00DD7E63"/>
    <w:rsid w:val="00DE0F98"/>
    <w:rsid w:val="00DE180C"/>
    <w:rsid w:val="00DE268A"/>
    <w:rsid w:val="00DE49C1"/>
    <w:rsid w:val="00DE506C"/>
    <w:rsid w:val="00DE5327"/>
    <w:rsid w:val="00DE6328"/>
    <w:rsid w:val="00DE799C"/>
    <w:rsid w:val="00DE7DDA"/>
    <w:rsid w:val="00DF0CC8"/>
    <w:rsid w:val="00DF3590"/>
    <w:rsid w:val="00DF56F8"/>
    <w:rsid w:val="00DF59DA"/>
    <w:rsid w:val="00DF7038"/>
    <w:rsid w:val="00DF7080"/>
    <w:rsid w:val="00E008FD"/>
    <w:rsid w:val="00E00DE1"/>
    <w:rsid w:val="00E02827"/>
    <w:rsid w:val="00E03CA1"/>
    <w:rsid w:val="00E0470C"/>
    <w:rsid w:val="00E051B0"/>
    <w:rsid w:val="00E06E28"/>
    <w:rsid w:val="00E11CAE"/>
    <w:rsid w:val="00E12A2F"/>
    <w:rsid w:val="00E12C9A"/>
    <w:rsid w:val="00E12F33"/>
    <w:rsid w:val="00E13DE6"/>
    <w:rsid w:val="00E14C91"/>
    <w:rsid w:val="00E17942"/>
    <w:rsid w:val="00E20CFD"/>
    <w:rsid w:val="00E22FF1"/>
    <w:rsid w:val="00E24035"/>
    <w:rsid w:val="00E24CF0"/>
    <w:rsid w:val="00E25A30"/>
    <w:rsid w:val="00E25D94"/>
    <w:rsid w:val="00E266FC"/>
    <w:rsid w:val="00E304C1"/>
    <w:rsid w:val="00E3175E"/>
    <w:rsid w:val="00E317C4"/>
    <w:rsid w:val="00E31D43"/>
    <w:rsid w:val="00E3371D"/>
    <w:rsid w:val="00E33B89"/>
    <w:rsid w:val="00E34145"/>
    <w:rsid w:val="00E3428B"/>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C86"/>
    <w:rsid w:val="00E5213C"/>
    <w:rsid w:val="00E52D6C"/>
    <w:rsid w:val="00E532CE"/>
    <w:rsid w:val="00E539DD"/>
    <w:rsid w:val="00E579DE"/>
    <w:rsid w:val="00E57F80"/>
    <w:rsid w:val="00E61FEE"/>
    <w:rsid w:val="00E6448A"/>
    <w:rsid w:val="00E66488"/>
    <w:rsid w:val="00E66AD1"/>
    <w:rsid w:val="00E6757F"/>
    <w:rsid w:val="00E67C16"/>
    <w:rsid w:val="00E72456"/>
    <w:rsid w:val="00E7468E"/>
    <w:rsid w:val="00E74827"/>
    <w:rsid w:val="00E75022"/>
    <w:rsid w:val="00E76C44"/>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582E"/>
    <w:rsid w:val="00E95AD0"/>
    <w:rsid w:val="00E96BCB"/>
    <w:rsid w:val="00E97532"/>
    <w:rsid w:val="00E97669"/>
    <w:rsid w:val="00EA003A"/>
    <w:rsid w:val="00EA0791"/>
    <w:rsid w:val="00EA107D"/>
    <w:rsid w:val="00EA1E47"/>
    <w:rsid w:val="00EA3F0F"/>
    <w:rsid w:val="00EA459E"/>
    <w:rsid w:val="00EA6D4D"/>
    <w:rsid w:val="00EB2605"/>
    <w:rsid w:val="00EB2AEA"/>
    <w:rsid w:val="00EB49E8"/>
    <w:rsid w:val="00EB511D"/>
    <w:rsid w:val="00EB62A3"/>
    <w:rsid w:val="00EB649D"/>
    <w:rsid w:val="00EB735E"/>
    <w:rsid w:val="00EC1DF7"/>
    <w:rsid w:val="00EC2447"/>
    <w:rsid w:val="00EC26F9"/>
    <w:rsid w:val="00EC28F5"/>
    <w:rsid w:val="00EC37CC"/>
    <w:rsid w:val="00EC5600"/>
    <w:rsid w:val="00EC7C8B"/>
    <w:rsid w:val="00EC7EFA"/>
    <w:rsid w:val="00ED0796"/>
    <w:rsid w:val="00ED1A37"/>
    <w:rsid w:val="00ED1B1A"/>
    <w:rsid w:val="00ED259D"/>
    <w:rsid w:val="00ED2C50"/>
    <w:rsid w:val="00ED476D"/>
    <w:rsid w:val="00ED4A22"/>
    <w:rsid w:val="00ED7566"/>
    <w:rsid w:val="00ED7B5C"/>
    <w:rsid w:val="00EE068E"/>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4CC7"/>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16F5"/>
    <w:rsid w:val="00F42350"/>
    <w:rsid w:val="00F45BAA"/>
    <w:rsid w:val="00F45F05"/>
    <w:rsid w:val="00F45F71"/>
    <w:rsid w:val="00F467D1"/>
    <w:rsid w:val="00F47F45"/>
    <w:rsid w:val="00F51682"/>
    <w:rsid w:val="00F528D1"/>
    <w:rsid w:val="00F53A6E"/>
    <w:rsid w:val="00F56ACE"/>
    <w:rsid w:val="00F60230"/>
    <w:rsid w:val="00F60509"/>
    <w:rsid w:val="00F61E6E"/>
    <w:rsid w:val="00F6353C"/>
    <w:rsid w:val="00F63614"/>
    <w:rsid w:val="00F63F65"/>
    <w:rsid w:val="00F653EA"/>
    <w:rsid w:val="00F70237"/>
    <w:rsid w:val="00F72D2A"/>
    <w:rsid w:val="00F7367C"/>
    <w:rsid w:val="00F736DD"/>
    <w:rsid w:val="00F74454"/>
    <w:rsid w:val="00F744EC"/>
    <w:rsid w:val="00F760AB"/>
    <w:rsid w:val="00F81783"/>
    <w:rsid w:val="00F8361A"/>
    <w:rsid w:val="00F839C0"/>
    <w:rsid w:val="00F8531E"/>
    <w:rsid w:val="00F879A1"/>
    <w:rsid w:val="00F91D1B"/>
    <w:rsid w:val="00F91F9E"/>
    <w:rsid w:val="00F92C9D"/>
    <w:rsid w:val="00F930B4"/>
    <w:rsid w:val="00F931D5"/>
    <w:rsid w:val="00F94E46"/>
    <w:rsid w:val="00F9701D"/>
    <w:rsid w:val="00F97B2C"/>
    <w:rsid w:val="00FA0494"/>
    <w:rsid w:val="00FA127D"/>
    <w:rsid w:val="00FA14B2"/>
    <w:rsid w:val="00FA21C3"/>
    <w:rsid w:val="00FA3D3E"/>
    <w:rsid w:val="00FA59E3"/>
    <w:rsid w:val="00FB0D08"/>
    <w:rsid w:val="00FB14AB"/>
    <w:rsid w:val="00FB1AA6"/>
    <w:rsid w:val="00FB2863"/>
    <w:rsid w:val="00FB2CEA"/>
    <w:rsid w:val="00FB3500"/>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2176"/>
    <w:rsid w:val="00FE2EC7"/>
    <w:rsid w:val="00FE3038"/>
    <w:rsid w:val="00FE3FF5"/>
    <w:rsid w:val="00FE4597"/>
    <w:rsid w:val="00FE46FC"/>
    <w:rsid w:val="00FE61FF"/>
    <w:rsid w:val="00FF0A27"/>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2A3563"/>
    <w:pPr>
      <w:tabs>
        <w:tab w:val="left" w:pos="540"/>
        <w:tab w:val="right" w:leader="dot" w:pos="9360"/>
      </w:tabs>
      <w:spacing w:before="120" w:after="120"/>
      <w:ind w:left="540" w:right="720" w:hanging="540"/>
    </w:pPr>
    <w:rPr>
      <w:rFonts w:ascii="Times New Roman Bold" w:hAnsi="Times New Roman Bold"/>
      <w:b/>
      <w:bCs/>
      <w:noProof/>
      <w:szCs w:val="24"/>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C8E3C-553A-4557-B710-364EC9E47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TotalTime>
  <Pages>185</Pages>
  <Words>68327</Words>
  <Characters>389467</Characters>
  <Application>Microsoft Office Word</Application>
  <DocSecurity>0</DocSecurity>
  <Lines>3245</Lines>
  <Paragraphs>913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456881</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2015-09-09T21:28:00Z</cp:lastPrinted>
  <dcterms:created xsi:type="dcterms:W3CDTF">2018-04-09T13:37:00Z</dcterms:created>
  <dcterms:modified xsi:type="dcterms:W3CDTF">2018-04-09T14:07:00Z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