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C2FF5" w14:textId="77777777" w:rsidR="00387971" w:rsidRDefault="00B22EA7" w:rsidP="00002163">
      <w:pPr>
        <w:jc w:val="right"/>
      </w:pPr>
      <w:r>
        <w:rPr>
          <w:noProof/>
        </w:rPr>
        <w:drawing>
          <wp:inline distT="0" distB="0" distL="0" distR="0" wp14:anchorId="10375D61" wp14:editId="3705FB3A">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01BD39F" w14:textId="77777777" w:rsidR="00C546DE" w:rsidRDefault="00C546DE" w:rsidP="00EA2B1F">
      <w:pPr>
        <w:pStyle w:val="StyleArial18ptBoldText2Right"/>
      </w:pPr>
    </w:p>
    <w:p w14:paraId="769278F0" w14:textId="77777777" w:rsidR="00C546DE" w:rsidRDefault="00C546DE" w:rsidP="00EA2B1F">
      <w:pPr>
        <w:pStyle w:val="StyleArial18ptBoldText2Right"/>
      </w:pPr>
    </w:p>
    <w:p w14:paraId="6C368AE4" w14:textId="77777777" w:rsidR="00C546DE" w:rsidRDefault="00C546DE" w:rsidP="00EA2B1F">
      <w:pPr>
        <w:pStyle w:val="StyleArial18ptBoldText2Right"/>
      </w:pPr>
    </w:p>
    <w:p w14:paraId="037B48D7" w14:textId="77777777" w:rsidR="00C546DE" w:rsidRDefault="00C546DE" w:rsidP="00EA2B1F">
      <w:pPr>
        <w:pStyle w:val="StyleArial18ptBoldText2Right"/>
      </w:pPr>
    </w:p>
    <w:p w14:paraId="2BA604E6" w14:textId="77777777" w:rsidR="00C546DE" w:rsidRDefault="00C546DE" w:rsidP="00EA2B1F">
      <w:pPr>
        <w:pStyle w:val="StyleArial18ptBoldText2Right"/>
      </w:pPr>
    </w:p>
    <w:p w14:paraId="1B16A627" w14:textId="77777777" w:rsidR="00C546DE" w:rsidRDefault="00C546DE" w:rsidP="00EA2B1F">
      <w:pPr>
        <w:pStyle w:val="StyleArial18ptBoldText2Right"/>
      </w:pPr>
    </w:p>
    <w:p w14:paraId="4EF0DB4B" w14:textId="77777777" w:rsidR="00C546DE" w:rsidRDefault="00C546DE" w:rsidP="00EA2B1F">
      <w:pPr>
        <w:pStyle w:val="StyleArial18ptBoldText2Right"/>
      </w:pPr>
    </w:p>
    <w:p w14:paraId="09199DC6" w14:textId="77777777" w:rsidR="00C546DE" w:rsidRDefault="00C546DE" w:rsidP="00EA2B1F">
      <w:pPr>
        <w:pStyle w:val="StyleArial18ptBoldText2Right"/>
      </w:pPr>
    </w:p>
    <w:p w14:paraId="36C65A05" w14:textId="77777777" w:rsidR="00C546DE" w:rsidRDefault="00C546DE" w:rsidP="00EA2B1F">
      <w:pPr>
        <w:pStyle w:val="StyleArial18ptBoldText2Right"/>
      </w:pPr>
    </w:p>
    <w:p w14:paraId="72784848" w14:textId="77777777" w:rsidR="00C546DE" w:rsidRDefault="00C546DE" w:rsidP="00EA2B1F">
      <w:pPr>
        <w:pStyle w:val="StyleArial18ptBoldText2Right"/>
      </w:pPr>
    </w:p>
    <w:p w14:paraId="0B79E387" w14:textId="77777777" w:rsidR="00C546DE" w:rsidRDefault="00C546DE" w:rsidP="00EA2B1F">
      <w:pPr>
        <w:pStyle w:val="StyleArial18ptBoldText2Right"/>
      </w:pPr>
    </w:p>
    <w:p w14:paraId="5E1A5EC6" w14:textId="77777777" w:rsidR="00C546DE" w:rsidRDefault="00C546DE" w:rsidP="00EA2B1F">
      <w:pPr>
        <w:pStyle w:val="StyleArial18ptBoldText2Right"/>
      </w:pPr>
    </w:p>
    <w:p w14:paraId="34B2BCA1" w14:textId="77777777" w:rsidR="00C546DE" w:rsidRDefault="00C546DE" w:rsidP="00EA2B1F">
      <w:pPr>
        <w:pStyle w:val="StyleArial18ptBoldText2Right"/>
      </w:pPr>
    </w:p>
    <w:p w14:paraId="47FB3924" w14:textId="77777777" w:rsidR="00C546DE" w:rsidRDefault="00C546DE" w:rsidP="00EA2B1F">
      <w:pPr>
        <w:pStyle w:val="StyleArial18ptBoldText2Right"/>
      </w:pPr>
    </w:p>
    <w:p w14:paraId="15E241C9" w14:textId="03E0EB5E" w:rsidR="00AE70F7" w:rsidRPr="00646598" w:rsidRDefault="0092211A" w:rsidP="00EA2B1F">
      <w:pPr>
        <w:pStyle w:val="StyleArial18ptBoldText2Right"/>
      </w:pPr>
      <w:r>
        <w:t>Procedure</w:t>
      </w:r>
      <w:r w:rsidR="00373E79">
        <w:t xml:space="preserve"> for Calculating R</w:t>
      </w:r>
      <w:r w:rsidR="00CC7E73">
        <w:t xml:space="preserve">esponsive </w:t>
      </w:r>
      <w:r w:rsidR="00373E79">
        <w:t>R</w:t>
      </w:r>
      <w:r w:rsidR="00CC7E73">
        <w:t>eserve (RRS)</w:t>
      </w:r>
      <w:r w:rsidR="00373E79">
        <w:t xml:space="preserve"> Limits </w:t>
      </w:r>
      <w:r w:rsidR="00390A70">
        <w:t>for</w:t>
      </w:r>
      <w:r w:rsidR="00373E79">
        <w:t xml:space="preserve"> Individual Resources</w:t>
      </w:r>
    </w:p>
    <w:p w14:paraId="240273FE"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r w:rsidR="005C0BD0" w:rsidRPr="00646598">
        <w:rPr>
          <w:b/>
          <w:sz w:val="24"/>
          <w:szCs w:val="24"/>
        </w:rPr>
        <w:t>0</w:t>
      </w:r>
    </w:p>
    <w:p w14:paraId="0D28A50D" w14:textId="77777777" w:rsidR="00AE70F7" w:rsidRPr="00AE70F7" w:rsidRDefault="00AE70F7" w:rsidP="00AE70F7">
      <w:pPr>
        <w:pStyle w:val="spacer"/>
        <w:widowControl w:val="0"/>
        <w:spacing w:before="240"/>
        <w:jc w:val="right"/>
        <w:rPr>
          <w:sz w:val="24"/>
          <w:szCs w:val="24"/>
        </w:rPr>
      </w:pPr>
    </w:p>
    <w:p w14:paraId="6B50AC07" w14:textId="77777777" w:rsidR="003C5767" w:rsidRDefault="003C5767" w:rsidP="00400806">
      <w:pPr>
        <w:pStyle w:val="TOCHead"/>
        <w:sectPr w:rsidR="003C5767" w:rsidSect="0030200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51DD683E" w14:textId="591892F7" w:rsidR="00373E79" w:rsidRDefault="00373E79">
      <w:pPr>
        <w:rPr>
          <w:color w:val="5B6770" w:themeColor="accent2"/>
          <w:sz w:val="21"/>
        </w:rPr>
      </w:pPr>
    </w:p>
    <w:p w14:paraId="35F4F3DB" w14:textId="4A903896" w:rsidR="00373E79" w:rsidRPr="00995011" w:rsidRDefault="00373E79" w:rsidP="00995011">
      <w:pPr>
        <w:pStyle w:val="StyleTOCHeadAccent1"/>
      </w:pPr>
      <w:r w:rsidRPr="00995011">
        <w:t>P</w:t>
      </w:r>
      <w:r w:rsidR="007538FD">
        <w:t>rotocol</w:t>
      </w:r>
      <w:r w:rsidRPr="00995011">
        <w:t xml:space="preserve"> D</w:t>
      </w:r>
      <w:r w:rsidR="007538FD">
        <w:t>isclaimer</w:t>
      </w:r>
    </w:p>
    <w:p w14:paraId="113BF087" w14:textId="1ECAE2DA" w:rsidR="00400806" w:rsidRDefault="00373E79" w:rsidP="00373E79">
      <w:r>
        <w:t xml:space="preserve">This </w:t>
      </w:r>
      <w:r w:rsidR="006E4C7D">
        <w:t>document</w:t>
      </w:r>
      <w:r>
        <w:t xml:space="preserve"> describes ERCOT Systems and the response of these systems to Market Participant submissions incidental to the conduct of operations in the ERCOT Texas Nodal Market implementation and is not intended to be a substitute for the ERCO</w:t>
      </w:r>
      <w:r w:rsidR="00995011">
        <w:t xml:space="preserve">T Nodal Protocols (available at </w:t>
      </w:r>
      <w:r>
        <w:t>http://www.ercot.com/mktrules/nprotocols/current), as amended from time to time. If any conflict exists between this document and the ERCOT Nodal Protocols, the ERCOT Nodal Protocols shall control in all respects.</w:t>
      </w:r>
    </w:p>
    <w:p w14:paraId="719CF2AF" w14:textId="1B5F8526" w:rsidR="007538FD" w:rsidRDefault="007538FD">
      <w:pPr>
        <w:rPr>
          <w:color w:val="5B6770" w:themeColor="accent2"/>
          <w:sz w:val="21"/>
        </w:rPr>
      </w:pPr>
    </w:p>
    <w:p w14:paraId="64A6A255" w14:textId="77777777" w:rsidR="006E4C7D" w:rsidRPr="00CC7E73" w:rsidRDefault="006E4C7D" w:rsidP="00CC7E73">
      <w:pPr>
        <w:spacing w:after="240"/>
        <w:sectPr w:rsidR="006E4C7D" w:rsidRPr="00CC7E73" w:rsidSect="003C5767">
          <w:pgSz w:w="12240" w:h="15840"/>
          <w:pgMar w:top="1440" w:right="1440" w:bottom="1440" w:left="1440" w:header="720" w:footer="720" w:gutter="0"/>
          <w:pgNumType w:start="1"/>
          <w:cols w:space="720"/>
          <w:docGrid w:linePitch="360"/>
        </w:sectPr>
      </w:pPr>
    </w:p>
    <w:p w14:paraId="3314D5B2" w14:textId="77777777" w:rsidR="00C14165" w:rsidRPr="00F923C7" w:rsidRDefault="00B0784A" w:rsidP="00EA2B1F">
      <w:pPr>
        <w:pStyle w:val="StyleTOCHeadAccent1"/>
      </w:pPr>
      <w:bookmarkStart w:id="1" w:name="_Toc85269770"/>
      <w:r w:rsidRPr="00F923C7">
        <w:lastRenderedPageBreak/>
        <w:t>Table of Contents</w:t>
      </w:r>
      <w:bookmarkEnd w:id="1"/>
    </w:p>
    <w:p w14:paraId="19919A18" w14:textId="77777777" w:rsidR="00145EF2"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19022163" w:history="1">
        <w:r w:rsidR="00145EF2" w:rsidRPr="00604982">
          <w:rPr>
            <w:rStyle w:val="Hyperlink"/>
            <w:noProof/>
          </w:rPr>
          <w:t>1.</w:t>
        </w:r>
        <w:r w:rsidR="00145EF2">
          <w:rPr>
            <w:rFonts w:asciiTheme="minorHAnsi" w:eastAsiaTheme="minorEastAsia" w:hAnsiTheme="minorHAnsi" w:cstheme="minorBidi"/>
            <w:noProof/>
            <w:color w:val="auto"/>
            <w:sz w:val="22"/>
            <w:szCs w:val="22"/>
          </w:rPr>
          <w:tab/>
        </w:r>
        <w:r w:rsidR="00145EF2" w:rsidRPr="00604982">
          <w:rPr>
            <w:rStyle w:val="Hyperlink"/>
            <w:noProof/>
          </w:rPr>
          <w:t>Introduction</w:t>
        </w:r>
        <w:r w:rsidR="00145EF2">
          <w:rPr>
            <w:noProof/>
            <w:webHidden/>
          </w:rPr>
          <w:tab/>
        </w:r>
        <w:r w:rsidR="00145EF2">
          <w:rPr>
            <w:noProof/>
            <w:webHidden/>
          </w:rPr>
          <w:fldChar w:fldCharType="begin"/>
        </w:r>
        <w:r w:rsidR="00145EF2">
          <w:rPr>
            <w:noProof/>
            <w:webHidden/>
          </w:rPr>
          <w:instrText xml:space="preserve"> PAGEREF _Toc19022163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01D14338" w14:textId="77777777" w:rsidR="00145EF2" w:rsidRDefault="00151A42">
      <w:pPr>
        <w:pStyle w:val="TOC1"/>
        <w:rPr>
          <w:rFonts w:asciiTheme="minorHAnsi" w:eastAsiaTheme="minorEastAsia" w:hAnsiTheme="minorHAnsi" w:cstheme="minorBidi"/>
          <w:noProof/>
          <w:color w:val="auto"/>
          <w:sz w:val="22"/>
          <w:szCs w:val="22"/>
        </w:rPr>
      </w:pPr>
      <w:hyperlink w:anchor="_Toc19022164" w:history="1">
        <w:r w:rsidR="00145EF2" w:rsidRPr="00604982">
          <w:rPr>
            <w:rStyle w:val="Hyperlink"/>
            <w:noProof/>
          </w:rPr>
          <w:t>2.</w:t>
        </w:r>
        <w:r w:rsidR="00145EF2">
          <w:rPr>
            <w:rFonts w:asciiTheme="minorHAnsi" w:eastAsiaTheme="minorEastAsia" w:hAnsiTheme="minorHAnsi" w:cstheme="minorBidi"/>
            <w:noProof/>
            <w:color w:val="auto"/>
            <w:sz w:val="22"/>
            <w:szCs w:val="22"/>
          </w:rPr>
          <w:tab/>
        </w:r>
        <w:r w:rsidR="00145EF2" w:rsidRPr="00604982">
          <w:rPr>
            <w:rStyle w:val="Hyperlink"/>
            <w:noProof/>
          </w:rPr>
          <w:t>Change Control Process</w:t>
        </w:r>
        <w:r w:rsidR="00145EF2">
          <w:rPr>
            <w:noProof/>
            <w:webHidden/>
          </w:rPr>
          <w:tab/>
        </w:r>
        <w:r w:rsidR="00145EF2">
          <w:rPr>
            <w:noProof/>
            <w:webHidden/>
          </w:rPr>
          <w:fldChar w:fldCharType="begin"/>
        </w:r>
        <w:r w:rsidR="00145EF2">
          <w:rPr>
            <w:noProof/>
            <w:webHidden/>
          </w:rPr>
          <w:instrText xml:space="preserve"> PAGEREF _Toc19022164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540C6D2C" w14:textId="77777777" w:rsidR="00145EF2" w:rsidRDefault="00151A42">
      <w:pPr>
        <w:pStyle w:val="TOC1"/>
        <w:rPr>
          <w:rFonts w:asciiTheme="minorHAnsi" w:eastAsiaTheme="minorEastAsia" w:hAnsiTheme="minorHAnsi" w:cstheme="minorBidi"/>
          <w:noProof/>
          <w:color w:val="auto"/>
          <w:sz w:val="22"/>
          <w:szCs w:val="22"/>
        </w:rPr>
      </w:pPr>
      <w:hyperlink w:anchor="_Toc19022165" w:history="1">
        <w:r w:rsidR="00145EF2" w:rsidRPr="00604982">
          <w:rPr>
            <w:rStyle w:val="Hyperlink"/>
            <w:noProof/>
          </w:rPr>
          <w:t>3.</w:t>
        </w:r>
        <w:r w:rsidR="00145EF2">
          <w:rPr>
            <w:rFonts w:asciiTheme="minorHAnsi" w:eastAsiaTheme="minorEastAsia" w:hAnsiTheme="minorHAnsi" w:cstheme="minorBidi"/>
            <w:noProof/>
            <w:color w:val="auto"/>
            <w:sz w:val="22"/>
            <w:szCs w:val="22"/>
          </w:rPr>
          <w:tab/>
        </w:r>
        <w:r w:rsidR="00145EF2" w:rsidRPr="00604982">
          <w:rPr>
            <w:rStyle w:val="Hyperlink"/>
            <w:noProof/>
          </w:rPr>
          <w:t>Responsive Reserve Service</w:t>
        </w:r>
        <w:r w:rsidR="00145EF2">
          <w:rPr>
            <w:noProof/>
            <w:webHidden/>
          </w:rPr>
          <w:tab/>
        </w:r>
        <w:r w:rsidR="00145EF2">
          <w:rPr>
            <w:noProof/>
            <w:webHidden/>
          </w:rPr>
          <w:fldChar w:fldCharType="begin"/>
        </w:r>
        <w:r w:rsidR="00145EF2">
          <w:rPr>
            <w:noProof/>
            <w:webHidden/>
          </w:rPr>
          <w:instrText xml:space="preserve"> PAGEREF _Toc19022165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7BC502CE" w14:textId="77777777" w:rsidR="00145EF2" w:rsidRDefault="00151A42">
      <w:pPr>
        <w:pStyle w:val="TOC1"/>
        <w:rPr>
          <w:rFonts w:asciiTheme="minorHAnsi" w:eastAsiaTheme="minorEastAsia" w:hAnsiTheme="minorHAnsi" w:cstheme="minorBidi"/>
          <w:noProof/>
          <w:color w:val="auto"/>
          <w:sz w:val="22"/>
          <w:szCs w:val="22"/>
        </w:rPr>
      </w:pPr>
      <w:hyperlink w:anchor="_Toc19022166" w:history="1">
        <w:r w:rsidR="00145EF2" w:rsidRPr="00604982">
          <w:rPr>
            <w:rStyle w:val="Hyperlink"/>
            <w:noProof/>
          </w:rPr>
          <w:t>4.</w:t>
        </w:r>
        <w:r w:rsidR="00145EF2">
          <w:rPr>
            <w:rFonts w:asciiTheme="minorHAnsi" w:eastAsiaTheme="minorEastAsia" w:hAnsiTheme="minorHAnsi" w:cstheme="minorBidi"/>
            <w:noProof/>
            <w:color w:val="auto"/>
            <w:sz w:val="22"/>
            <w:szCs w:val="22"/>
          </w:rPr>
          <w:tab/>
        </w:r>
        <w:r w:rsidR="00145EF2" w:rsidRPr="00604982">
          <w:rPr>
            <w:rStyle w:val="Hyperlink"/>
            <w:noProof/>
          </w:rPr>
          <w:t>RRS MW Limits for Individual Resources</w:t>
        </w:r>
        <w:r w:rsidR="00145EF2">
          <w:rPr>
            <w:noProof/>
            <w:webHidden/>
          </w:rPr>
          <w:tab/>
        </w:r>
        <w:r w:rsidR="00145EF2">
          <w:rPr>
            <w:noProof/>
            <w:webHidden/>
          </w:rPr>
          <w:fldChar w:fldCharType="begin"/>
        </w:r>
        <w:r w:rsidR="00145EF2">
          <w:rPr>
            <w:noProof/>
            <w:webHidden/>
          </w:rPr>
          <w:instrText xml:space="preserve"> PAGEREF _Toc19022166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5009972A" w14:textId="77777777" w:rsidR="00145EF2" w:rsidRDefault="00151A42">
      <w:pPr>
        <w:pStyle w:val="TOC1"/>
        <w:rPr>
          <w:rFonts w:asciiTheme="minorHAnsi" w:eastAsiaTheme="minorEastAsia" w:hAnsiTheme="minorHAnsi" w:cstheme="minorBidi"/>
          <w:noProof/>
          <w:color w:val="auto"/>
          <w:sz w:val="22"/>
          <w:szCs w:val="22"/>
        </w:rPr>
      </w:pPr>
      <w:hyperlink w:anchor="_Toc19022167" w:history="1">
        <w:r w:rsidR="00145EF2" w:rsidRPr="00604982">
          <w:rPr>
            <w:rStyle w:val="Hyperlink"/>
            <w:noProof/>
          </w:rPr>
          <w:t>5.</w:t>
        </w:r>
        <w:r w:rsidR="00145EF2">
          <w:rPr>
            <w:rFonts w:asciiTheme="minorHAnsi" w:eastAsiaTheme="minorEastAsia" w:hAnsiTheme="minorHAnsi" w:cstheme="minorBidi"/>
            <w:noProof/>
            <w:color w:val="auto"/>
            <w:sz w:val="22"/>
            <w:szCs w:val="22"/>
          </w:rPr>
          <w:tab/>
        </w:r>
        <w:r w:rsidR="00145EF2" w:rsidRPr="00604982">
          <w:rPr>
            <w:rStyle w:val="Hyperlink"/>
            <w:noProof/>
          </w:rPr>
          <w:t>Calculating RRS MW Limits for Individual Resources</w:t>
        </w:r>
        <w:r w:rsidR="00145EF2">
          <w:rPr>
            <w:noProof/>
            <w:webHidden/>
          </w:rPr>
          <w:tab/>
        </w:r>
        <w:r w:rsidR="00145EF2">
          <w:rPr>
            <w:noProof/>
            <w:webHidden/>
          </w:rPr>
          <w:fldChar w:fldCharType="begin"/>
        </w:r>
        <w:r w:rsidR="00145EF2">
          <w:rPr>
            <w:noProof/>
            <w:webHidden/>
          </w:rPr>
          <w:instrText xml:space="preserve"> PAGEREF _Toc19022167 \h </w:instrText>
        </w:r>
        <w:r w:rsidR="00145EF2">
          <w:rPr>
            <w:noProof/>
            <w:webHidden/>
          </w:rPr>
        </w:r>
        <w:r w:rsidR="00145EF2">
          <w:rPr>
            <w:noProof/>
            <w:webHidden/>
          </w:rPr>
          <w:fldChar w:fldCharType="separate"/>
        </w:r>
        <w:r w:rsidR="00145EF2">
          <w:rPr>
            <w:noProof/>
            <w:webHidden/>
          </w:rPr>
          <w:t>2</w:t>
        </w:r>
        <w:r w:rsidR="00145EF2">
          <w:rPr>
            <w:noProof/>
            <w:webHidden/>
          </w:rPr>
          <w:fldChar w:fldCharType="end"/>
        </w:r>
      </w:hyperlink>
    </w:p>
    <w:p w14:paraId="1AF909B1" w14:textId="77777777" w:rsidR="00145EF2" w:rsidRDefault="00151A42">
      <w:pPr>
        <w:pStyle w:val="TOC1"/>
        <w:rPr>
          <w:rFonts w:asciiTheme="minorHAnsi" w:eastAsiaTheme="minorEastAsia" w:hAnsiTheme="minorHAnsi" w:cstheme="minorBidi"/>
          <w:noProof/>
          <w:color w:val="auto"/>
          <w:sz w:val="22"/>
          <w:szCs w:val="22"/>
        </w:rPr>
      </w:pPr>
      <w:hyperlink w:anchor="_Toc19022168" w:history="1">
        <w:r w:rsidR="00145EF2" w:rsidRPr="00604982">
          <w:rPr>
            <w:rStyle w:val="Hyperlink"/>
            <w:noProof/>
          </w:rPr>
          <w:t>6.</w:t>
        </w:r>
        <w:r w:rsidR="00145EF2">
          <w:rPr>
            <w:rFonts w:asciiTheme="minorHAnsi" w:eastAsiaTheme="minorEastAsia" w:hAnsiTheme="minorHAnsi" w:cstheme="minorBidi"/>
            <w:noProof/>
            <w:color w:val="auto"/>
            <w:sz w:val="22"/>
            <w:szCs w:val="22"/>
          </w:rPr>
          <w:tab/>
        </w:r>
        <w:r w:rsidR="00145EF2" w:rsidRPr="00604982">
          <w:rPr>
            <w:rStyle w:val="Hyperlink"/>
            <w:noProof/>
          </w:rPr>
          <w:t>Timeline to Establish RRS MW Limits</w:t>
        </w:r>
        <w:r w:rsidR="00145EF2">
          <w:rPr>
            <w:noProof/>
            <w:webHidden/>
          </w:rPr>
          <w:tab/>
        </w:r>
        <w:r w:rsidR="00145EF2">
          <w:rPr>
            <w:noProof/>
            <w:webHidden/>
          </w:rPr>
          <w:fldChar w:fldCharType="begin"/>
        </w:r>
        <w:r w:rsidR="00145EF2">
          <w:rPr>
            <w:noProof/>
            <w:webHidden/>
          </w:rPr>
          <w:instrText xml:space="preserve"> PAGEREF _Toc19022168 \h </w:instrText>
        </w:r>
        <w:r w:rsidR="00145EF2">
          <w:rPr>
            <w:noProof/>
            <w:webHidden/>
          </w:rPr>
        </w:r>
        <w:r w:rsidR="00145EF2">
          <w:rPr>
            <w:noProof/>
            <w:webHidden/>
          </w:rPr>
          <w:fldChar w:fldCharType="separate"/>
        </w:r>
        <w:r w:rsidR="00145EF2">
          <w:rPr>
            <w:noProof/>
            <w:webHidden/>
          </w:rPr>
          <w:t>3</w:t>
        </w:r>
        <w:r w:rsidR="00145EF2">
          <w:rPr>
            <w:noProof/>
            <w:webHidden/>
          </w:rPr>
          <w:fldChar w:fldCharType="end"/>
        </w:r>
      </w:hyperlink>
    </w:p>
    <w:p w14:paraId="5EF58033" w14:textId="77777777" w:rsidR="00145EF2" w:rsidRDefault="00151A42">
      <w:pPr>
        <w:pStyle w:val="TOC1"/>
        <w:rPr>
          <w:rFonts w:asciiTheme="minorHAnsi" w:eastAsiaTheme="minorEastAsia" w:hAnsiTheme="minorHAnsi" w:cstheme="minorBidi"/>
          <w:noProof/>
          <w:color w:val="auto"/>
          <w:sz w:val="22"/>
          <w:szCs w:val="22"/>
        </w:rPr>
      </w:pPr>
      <w:hyperlink w:anchor="_Toc19022169" w:history="1">
        <w:r w:rsidR="00145EF2" w:rsidRPr="00604982">
          <w:rPr>
            <w:rStyle w:val="Hyperlink"/>
            <w:noProof/>
          </w:rPr>
          <w:t>Appendix RRS Limit Decision Tree</w:t>
        </w:r>
        <w:r w:rsidR="00145EF2">
          <w:rPr>
            <w:noProof/>
            <w:webHidden/>
          </w:rPr>
          <w:tab/>
        </w:r>
        <w:r w:rsidR="00145EF2">
          <w:rPr>
            <w:noProof/>
            <w:webHidden/>
          </w:rPr>
          <w:fldChar w:fldCharType="begin"/>
        </w:r>
        <w:r w:rsidR="00145EF2">
          <w:rPr>
            <w:noProof/>
            <w:webHidden/>
          </w:rPr>
          <w:instrText xml:space="preserve"> PAGEREF _Toc19022169 \h </w:instrText>
        </w:r>
        <w:r w:rsidR="00145EF2">
          <w:rPr>
            <w:noProof/>
            <w:webHidden/>
          </w:rPr>
        </w:r>
        <w:r w:rsidR="00145EF2">
          <w:rPr>
            <w:noProof/>
            <w:webHidden/>
          </w:rPr>
          <w:fldChar w:fldCharType="separate"/>
        </w:r>
        <w:r w:rsidR="00145EF2">
          <w:rPr>
            <w:noProof/>
            <w:webHidden/>
          </w:rPr>
          <w:t>5</w:t>
        </w:r>
        <w:r w:rsidR="00145EF2">
          <w:rPr>
            <w:noProof/>
            <w:webHidden/>
          </w:rPr>
          <w:fldChar w:fldCharType="end"/>
        </w:r>
      </w:hyperlink>
    </w:p>
    <w:p w14:paraId="4197D058" w14:textId="77777777" w:rsidR="001F7C8D" w:rsidRPr="00EA2B1F" w:rsidRDefault="00AC4F79" w:rsidP="00612D8C">
      <w:pPr>
        <w:tabs>
          <w:tab w:val="right" w:leader="dot" w:pos="9360"/>
        </w:tabs>
        <w:rPr>
          <w:rStyle w:val="Style105pt"/>
        </w:rPr>
        <w:sectPr w:rsidR="001F7C8D" w:rsidRPr="00EA2B1F" w:rsidSect="003C5767">
          <w:headerReference w:type="even" r:id="rId18"/>
          <w:footerReference w:type="default" r:id="rId19"/>
          <w:headerReference w:type="first" r:id="rId20"/>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74FC2D86" w14:textId="77777777" w:rsidR="00145EF2" w:rsidRDefault="00145EF2" w:rsidP="00145EF2">
      <w:pPr>
        <w:pStyle w:val="StyleHeading1Accent1"/>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902216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lastRenderedPageBreak/>
        <w:t>Introduction</w:t>
      </w:r>
      <w:bookmarkEnd w:id="249"/>
    </w:p>
    <w:p w14:paraId="096B7587" w14:textId="77468634" w:rsidR="00145EF2" w:rsidRDefault="00145EF2" w:rsidP="00145EF2">
      <w:r>
        <w:t>Nodal Operating Guide Section 2.3.1.2.1, Limit on Generation Resources and Controllable Load Resources Providing RRS</w:t>
      </w:r>
      <w:r w:rsidRPr="00D244A1">
        <w:t xml:space="preserve">, requires that </w:t>
      </w:r>
      <w:r>
        <w:t xml:space="preserve">ERCOT develop a TAC-approved procedure that describes the </w:t>
      </w:r>
      <w:r w:rsidRPr="00D244A1">
        <w:t>methodolog</w:t>
      </w:r>
      <w:r>
        <w:t xml:space="preserve">y to calculate megawatt (MW) limits for Resources providing Responsive Reserve (RRS).  </w:t>
      </w:r>
    </w:p>
    <w:p w14:paraId="3D4EB8D5" w14:textId="77777777" w:rsidR="00145EF2" w:rsidRDefault="00145EF2" w:rsidP="00145EF2">
      <w:pPr>
        <w:pStyle w:val="StyleHeading1Accent1"/>
      </w:pPr>
      <w:bookmarkStart w:id="250" w:name="_Toc19022164"/>
      <w:r w:rsidRPr="007538FD">
        <w:t>Change Control P</w:t>
      </w:r>
      <w:r>
        <w:t>rocess</w:t>
      </w:r>
      <w:bookmarkEnd w:id="250"/>
    </w:p>
    <w:p w14:paraId="10159C19" w14:textId="07551811" w:rsidR="00145EF2" w:rsidRDefault="00145EF2" w:rsidP="00145EF2">
      <w:pPr>
        <w:spacing w:after="240"/>
      </w:pPr>
      <w:r w:rsidRPr="00CC7E73">
        <w:t>The Performance, Disturbance, Compliance Working Group (PDCWG)</w:t>
      </w:r>
      <w:r>
        <w:t xml:space="preserve"> is responsible for maintaining and updating the “</w:t>
      </w:r>
      <w:r w:rsidRPr="00CC7E73">
        <w:rPr>
          <w:i/>
        </w:rPr>
        <w:t xml:space="preserve">Procedure for Calculating </w:t>
      </w:r>
      <w:r>
        <w:rPr>
          <w:i/>
        </w:rPr>
        <w:t>Responsive Reserve (</w:t>
      </w:r>
      <w:r w:rsidRPr="00CC7E73">
        <w:rPr>
          <w:i/>
        </w:rPr>
        <w:t>RRS</w:t>
      </w:r>
      <w:r>
        <w:rPr>
          <w:i/>
        </w:rPr>
        <w:t>)</w:t>
      </w:r>
      <w:r w:rsidRPr="00CC7E73">
        <w:rPr>
          <w:i/>
        </w:rPr>
        <w:t xml:space="preserve"> Limits for Individual Resources</w:t>
      </w:r>
      <w:r>
        <w:rPr>
          <w:i/>
        </w:rPr>
        <w:t>”</w:t>
      </w:r>
      <w:r>
        <w:t xml:space="preserve">. Changes to this document shall be reviewed by the PDCWG and </w:t>
      </w:r>
      <w:r w:rsidRPr="00CC7E73">
        <w:t>Reliability a</w:t>
      </w:r>
      <w:r>
        <w:t>nd Operations Subcommittee (ROS) prior to approval by the Technical Advisory Committee (TAC).</w:t>
      </w:r>
    </w:p>
    <w:p w14:paraId="281220F5" w14:textId="77777777" w:rsidR="00145EF2" w:rsidRPr="006E4C7D" w:rsidRDefault="00145EF2" w:rsidP="00494D75">
      <w:pPr>
        <w:spacing w:after="240"/>
        <w:rPr>
          <w:rFonts w:cs="Arial"/>
        </w:rPr>
      </w:pPr>
      <w:r w:rsidRPr="006E4C7D">
        <w:rPr>
          <w:rFonts w:cs="Arial"/>
        </w:rPr>
        <w:t>In the following cases, after review and recommendation by TAC, revisions to this document must be approved by the ERCOT Board:</w:t>
      </w:r>
    </w:p>
    <w:p w14:paraId="5A87217B" w14:textId="77777777" w:rsidR="00145EF2" w:rsidRPr="006E4C7D" w:rsidRDefault="00145EF2" w:rsidP="00494D75">
      <w:pPr>
        <w:spacing w:after="240"/>
        <w:ind w:left="360" w:hanging="360"/>
        <w:rPr>
          <w:rFonts w:cs="Arial"/>
        </w:rPr>
      </w:pPr>
      <w:r w:rsidRPr="006E4C7D">
        <w:rPr>
          <w:rFonts w:cs="Arial"/>
        </w:rPr>
        <w:t>a.</w:t>
      </w:r>
      <w:r w:rsidRPr="006E4C7D">
        <w:rPr>
          <w:rFonts w:cs="Arial"/>
        </w:rPr>
        <w:tab/>
        <w:t>The revisions require an ERCOT project for implementation; and</w:t>
      </w:r>
    </w:p>
    <w:p w14:paraId="0D1C5AA8" w14:textId="77777777" w:rsidR="00145EF2" w:rsidRPr="006E4C7D" w:rsidRDefault="00145EF2" w:rsidP="00494D75">
      <w:pPr>
        <w:spacing w:after="240"/>
        <w:ind w:left="360" w:hanging="360"/>
        <w:rPr>
          <w:rFonts w:cs="Arial"/>
        </w:rPr>
      </w:pPr>
      <w:r w:rsidRPr="006E4C7D">
        <w:rPr>
          <w:rFonts w:cs="Arial"/>
        </w:rPr>
        <w:t>b.</w:t>
      </w:r>
      <w:r w:rsidRPr="006E4C7D">
        <w:rPr>
          <w:rFonts w:cs="Arial"/>
        </w:rPr>
        <w:tab/>
        <w:t xml:space="preserve">The revisions are related to a Nodal Protocol Revision Request (NPRR), a Planning Guide Revision Request (PGRR), or a revision request requiring an ERCOT project for implementation. </w:t>
      </w:r>
    </w:p>
    <w:p w14:paraId="13CE92E2" w14:textId="77777777" w:rsidR="00145EF2" w:rsidRPr="006E4C7D" w:rsidRDefault="00145EF2" w:rsidP="00494D75">
      <w:pPr>
        <w:spacing w:after="240"/>
        <w:rPr>
          <w:rFonts w:cs="Arial"/>
        </w:rPr>
      </w:pPr>
      <w:r w:rsidRPr="006E4C7D">
        <w:rPr>
          <w:rFonts w:cs="Arial"/>
        </w:rPr>
        <w:t>Upon approval of revisions, ERCOT shall post the revised procedure to the ERCOT website within three Business Days.</w:t>
      </w:r>
    </w:p>
    <w:p w14:paraId="7820A6B1" w14:textId="77777777" w:rsidR="00C7592F" w:rsidRDefault="00995011" w:rsidP="00373E79">
      <w:pPr>
        <w:pStyle w:val="StyleHeading1Accent1"/>
      </w:pPr>
      <w:bookmarkStart w:id="251" w:name="_Toc19022165"/>
      <w:r>
        <w:t>Responsive Reserve Service</w:t>
      </w:r>
      <w:bookmarkEnd w:id="251"/>
      <w:r>
        <w:t xml:space="preserve"> </w:t>
      </w:r>
    </w:p>
    <w:p w14:paraId="17A7D5A1" w14:textId="27A33E70" w:rsidR="00995011" w:rsidRDefault="008C5EE9" w:rsidP="00995011">
      <w:pPr>
        <w:spacing w:after="240"/>
      </w:pPr>
      <w:r>
        <w:t xml:space="preserve">Response Reserve (RRS) </w:t>
      </w:r>
      <w:r w:rsidR="00390A70">
        <w:t>is an</w:t>
      </w:r>
      <w:r>
        <w:t xml:space="preserve"> o</w:t>
      </w:r>
      <w:r w:rsidR="00995011" w:rsidRPr="00995011">
        <w:t xml:space="preserve">perating reserve on Generation Resources, Load Resources, and Resources capable of providing </w:t>
      </w:r>
      <w:r w:rsidR="00390A70">
        <w:t>Fast Frequency Response (</w:t>
      </w:r>
      <w:r w:rsidR="00995011" w:rsidRPr="00995011">
        <w:t>FFR</w:t>
      </w:r>
      <w:r w:rsidR="00390A70">
        <w:t>)</w:t>
      </w:r>
      <w:r w:rsidR="00995011" w:rsidRPr="00995011">
        <w:t xml:space="preserve"> maintained by ERCOT to help control the frequency of the system. </w:t>
      </w:r>
      <w:r w:rsidR="00145EF2">
        <w:t xml:space="preserve"> </w:t>
      </w:r>
      <w:r w:rsidR="00995011" w:rsidRPr="00995011">
        <w:t xml:space="preserve">RRS on Generation Resources and Controllable Load </w:t>
      </w:r>
      <w:r>
        <w:t xml:space="preserve">Resources </w:t>
      </w:r>
      <w:r w:rsidR="008C0818">
        <w:t xml:space="preserve">that are capable of providing Primary Frequency Response </w:t>
      </w:r>
      <w:r w:rsidR="00995011" w:rsidRPr="00995011">
        <w:t xml:space="preserve">can be </w:t>
      </w:r>
      <w:r w:rsidR="00187885">
        <w:t xml:space="preserve">released to </w:t>
      </w:r>
      <w:r w:rsidR="001F3B23">
        <w:t>Security</w:t>
      </w:r>
      <w:r w:rsidR="00145EF2">
        <w:t>-</w:t>
      </w:r>
      <w:r w:rsidR="001F3B23">
        <w:t>Constrained Economic Dispatch (</w:t>
      </w:r>
      <w:r w:rsidR="00187885">
        <w:t>SCED</w:t>
      </w:r>
      <w:r w:rsidR="001F3B23">
        <w:t>)</w:t>
      </w:r>
      <w:r w:rsidR="00187885">
        <w:t xml:space="preserve"> during scarcity conditions as outlined in Nodal Operating Guide </w:t>
      </w:r>
      <w:r w:rsidR="001F3B23">
        <w:t>S</w:t>
      </w:r>
      <w:r w:rsidR="00187885">
        <w:t>ection 4.8</w:t>
      </w:r>
      <w:r w:rsidR="001F3B23">
        <w:t>,</w:t>
      </w:r>
      <w:r w:rsidR="00187885">
        <w:t xml:space="preserve"> </w:t>
      </w:r>
      <w:r w:rsidR="00187885" w:rsidRPr="00187885">
        <w:t xml:space="preserve">Responsive Reserve Service </w:t>
      </w:r>
      <w:proofErr w:type="gramStart"/>
      <w:r w:rsidR="00187885" w:rsidRPr="00187885">
        <w:t>During</w:t>
      </w:r>
      <w:proofErr w:type="gramEnd"/>
      <w:r w:rsidR="00187885" w:rsidRPr="00187885">
        <w:t xml:space="preserve"> Scarcity Conditions</w:t>
      </w:r>
      <w:r w:rsidR="00995011" w:rsidRPr="00995011">
        <w:t>.</w:t>
      </w:r>
      <w:r w:rsidR="008C0818">
        <w:t xml:space="preserve"> </w:t>
      </w:r>
    </w:p>
    <w:p w14:paraId="1CBB48BF" w14:textId="77777777" w:rsidR="00B77D83" w:rsidRDefault="00B77D83" w:rsidP="00B77D83">
      <w:pPr>
        <w:pStyle w:val="Heading1"/>
      </w:pPr>
      <w:bookmarkStart w:id="252" w:name="_Toc19022166"/>
      <w:r>
        <w:t>RRS MW Limits for Individual Resources</w:t>
      </w:r>
      <w:bookmarkEnd w:id="252"/>
    </w:p>
    <w:p w14:paraId="57E29742" w14:textId="0E64A99D" w:rsidR="00B77D83" w:rsidRDefault="0020417D" w:rsidP="00E03748">
      <w:pPr>
        <w:spacing w:after="240"/>
      </w:pPr>
      <w:r>
        <w:t>T</w:t>
      </w:r>
      <w:r w:rsidR="00B77D83">
        <w:t>hermal Resources that</w:t>
      </w:r>
      <w:r w:rsidR="001D4B17">
        <w:t xml:space="preserve"> do not me</w:t>
      </w:r>
      <w:r w:rsidR="00810963">
        <w:t xml:space="preserve">et the </w:t>
      </w:r>
      <w:r w:rsidR="00E03748">
        <w:t xml:space="preserve">12 months or the last eight </w:t>
      </w:r>
      <w:r w:rsidR="00145EF2" w:rsidRPr="00145EF2">
        <w:t>Frequency Measurable Events</w:t>
      </w:r>
      <w:r w:rsidR="00145EF2">
        <w:t xml:space="preserve"> (</w:t>
      </w:r>
      <w:r w:rsidR="00E03748">
        <w:t>FMEs</w:t>
      </w:r>
      <w:r w:rsidR="00145EF2">
        <w:t>)</w:t>
      </w:r>
      <w:r w:rsidR="00E03748">
        <w:t xml:space="preserve"> (applicable if a minimum threshold of eight FMEs within the 12 month period is not met) </w:t>
      </w:r>
      <w:r w:rsidR="00810963">
        <w:t>rolling average</w:t>
      </w:r>
      <w:r w:rsidR="00F32A86">
        <w:t xml:space="preserve"> criteria</w:t>
      </w:r>
      <w:r w:rsidR="00751736">
        <w:t xml:space="preserve">, </w:t>
      </w:r>
      <w:r w:rsidR="00810963">
        <w:t xml:space="preserve">or have failed to </w:t>
      </w:r>
      <w:r w:rsidR="008C0818">
        <w:t>score greater than or equal to 0.75 for</w:t>
      </w:r>
      <w:r>
        <w:t xml:space="preserve"> </w:t>
      </w:r>
      <w:r w:rsidR="00B77D83">
        <w:t>P</w:t>
      </w:r>
      <w:r w:rsidR="00145EF2">
        <w:t xml:space="preserve">rimary </w:t>
      </w:r>
      <w:r w:rsidR="00B77D83">
        <w:t>F</w:t>
      </w:r>
      <w:r w:rsidR="00145EF2">
        <w:t xml:space="preserve">requency </w:t>
      </w:r>
      <w:r w:rsidR="00B77D83">
        <w:t>R</w:t>
      </w:r>
      <w:r w:rsidR="00145EF2">
        <w:t>esponse</w:t>
      </w:r>
      <w:r w:rsidR="00B77D83">
        <w:t xml:space="preserve"> initial </w:t>
      </w:r>
      <w:r w:rsidR="005E6546">
        <w:t xml:space="preserve">or </w:t>
      </w:r>
      <w:r w:rsidR="00B77D83">
        <w:t>P</w:t>
      </w:r>
      <w:r w:rsidR="00145EF2">
        <w:t xml:space="preserve">rimary </w:t>
      </w:r>
      <w:r w:rsidR="00B77D83">
        <w:t>F</w:t>
      </w:r>
      <w:r w:rsidR="00145EF2">
        <w:t xml:space="preserve">requency </w:t>
      </w:r>
      <w:r w:rsidR="00B77D83">
        <w:t>R</w:t>
      </w:r>
      <w:r w:rsidR="00145EF2">
        <w:t>esponse</w:t>
      </w:r>
      <w:r w:rsidR="00B77D83">
        <w:t xml:space="preserve"> sustained measures </w:t>
      </w:r>
      <w:r w:rsidR="001F3B23">
        <w:t xml:space="preserve">(computed per Nodal Operating Guide Section 8J, Initial and Sustained Measurements for Primary Frequency Response) </w:t>
      </w:r>
      <w:r w:rsidR="00B77D83">
        <w:t xml:space="preserve">for three consecutive </w:t>
      </w:r>
      <w:r w:rsidR="001F3B23">
        <w:lastRenderedPageBreak/>
        <w:t>FMEs</w:t>
      </w:r>
      <w:r w:rsidR="00BC6B7A">
        <w:t>,</w:t>
      </w:r>
      <w:r w:rsidR="00B77D83">
        <w:t xml:space="preserve"> </w:t>
      </w:r>
      <w:r w:rsidR="00BC6B7A">
        <w:t xml:space="preserve">where the unit was evaluated, </w:t>
      </w:r>
      <w:r w:rsidR="00B77D83">
        <w:t xml:space="preserve">over </w:t>
      </w:r>
      <w:r w:rsidR="001D2080">
        <w:t>a minimum</w:t>
      </w:r>
      <w:r w:rsidR="00B77D83">
        <w:t xml:space="preserve"> period of </w:t>
      </w:r>
      <w:r w:rsidR="004044CA">
        <w:t>two</w:t>
      </w:r>
      <w:r w:rsidR="00AA0D29">
        <w:t xml:space="preserve"> </w:t>
      </w:r>
      <w:r w:rsidR="006126C1">
        <w:t xml:space="preserve">calendar </w:t>
      </w:r>
      <w:r w:rsidR="00B77D83">
        <w:t xml:space="preserve">months, </w:t>
      </w:r>
      <w:r w:rsidR="00810963">
        <w:t xml:space="preserve">will be subject to review of their respective </w:t>
      </w:r>
      <w:r w:rsidR="00810963" w:rsidRPr="00810963">
        <w:t xml:space="preserve">RRS limit using the process outlined in Section </w:t>
      </w:r>
      <w:r w:rsidR="00145EF2">
        <w:t>5 below</w:t>
      </w:r>
      <w:r w:rsidR="00810963">
        <w:t xml:space="preserve">. All other </w:t>
      </w:r>
      <w:r w:rsidR="00145EF2">
        <w:t>t</w:t>
      </w:r>
      <w:r w:rsidR="00810963">
        <w:t xml:space="preserve">hermal Resources </w:t>
      </w:r>
      <w:r w:rsidR="00B77D83">
        <w:t xml:space="preserve">shall continue to be </w:t>
      </w:r>
      <w:r w:rsidR="0053519F">
        <w:t>limited to</w:t>
      </w:r>
      <w:r w:rsidR="001F3B23">
        <w:t xml:space="preserve"> </w:t>
      </w:r>
      <w:r w:rsidR="00B77D83">
        <w:t xml:space="preserve">20% of </w:t>
      </w:r>
      <w:r w:rsidR="001F3B23">
        <w:t>their respective High Sustained Limit (</w:t>
      </w:r>
      <w:r w:rsidR="00B77D83">
        <w:t>HSL</w:t>
      </w:r>
      <w:r w:rsidR="001F3B23">
        <w:t>) as their RRS limit</w:t>
      </w:r>
      <w:r w:rsidR="00B77D83">
        <w:t xml:space="preserve">. </w:t>
      </w:r>
    </w:p>
    <w:p w14:paraId="2AD1B0F2" w14:textId="46CBAD5F" w:rsidR="00B77D83" w:rsidRDefault="00B77D83" w:rsidP="00995011">
      <w:pPr>
        <w:spacing w:after="240"/>
      </w:pPr>
      <w:r>
        <w:t xml:space="preserve">The default MW limit for any new </w:t>
      </w:r>
      <w:r w:rsidR="003F152D">
        <w:t xml:space="preserve">thermal </w:t>
      </w:r>
      <w:r>
        <w:t xml:space="preserve">Generation Resource </w:t>
      </w:r>
      <w:r w:rsidR="00250F4B">
        <w:t xml:space="preserve">or Controllable Load Resource </w:t>
      </w:r>
      <w:r>
        <w:t>providing RRS shall be set to 20% of its HSL</w:t>
      </w:r>
      <w:r w:rsidR="00250F4B">
        <w:t xml:space="preserve"> or </w:t>
      </w:r>
      <w:r w:rsidR="000901E0">
        <w:t>Max</w:t>
      </w:r>
      <w:r w:rsidR="00145EF2">
        <w:t>imum</w:t>
      </w:r>
      <w:r w:rsidR="000901E0">
        <w:t xml:space="preserve"> Power Consumption (</w:t>
      </w:r>
      <w:r w:rsidR="00250F4B">
        <w:t>MPC</w:t>
      </w:r>
      <w:r w:rsidR="000901E0">
        <w:t>)</w:t>
      </w:r>
      <w:r w:rsidR="00250F4B">
        <w:t>, as appropriate</w:t>
      </w:r>
      <w:r>
        <w:t xml:space="preserve">. A Private Use Network with a registered Resource may use its gross HSL for </w:t>
      </w:r>
      <w:r w:rsidR="006126C1">
        <w:t xml:space="preserve">qualifying </w:t>
      </w:r>
      <w:r>
        <w:t>and establishing a limit on the amount of RRS capacity that the Resources within the P</w:t>
      </w:r>
      <w:r w:rsidR="00145EF2">
        <w:t xml:space="preserve">rivate </w:t>
      </w:r>
      <w:r>
        <w:t>U</w:t>
      </w:r>
      <w:r w:rsidR="00145EF2">
        <w:t xml:space="preserve">se </w:t>
      </w:r>
      <w:r>
        <w:t>N</w:t>
      </w:r>
      <w:r w:rsidR="00145EF2">
        <w:t>etwork</w:t>
      </w:r>
      <w:r>
        <w:t xml:space="preserve"> can provide. </w:t>
      </w:r>
    </w:p>
    <w:p w14:paraId="497DF1F4" w14:textId="3822A36F" w:rsidR="00B77D83" w:rsidRDefault="00D50609" w:rsidP="00995011">
      <w:pPr>
        <w:spacing w:after="240"/>
      </w:pPr>
      <w:r>
        <w:t xml:space="preserve">RRS </w:t>
      </w:r>
      <w:r w:rsidR="00145EF2">
        <w:t>l</w:t>
      </w:r>
      <w:r>
        <w:t>imits for n</w:t>
      </w:r>
      <w:r w:rsidR="00B77D83">
        <w:t>on-</w:t>
      </w:r>
      <w:r>
        <w:t>t</w:t>
      </w:r>
      <w:r w:rsidR="00B77D83">
        <w:t xml:space="preserve">hermal Resources </w:t>
      </w:r>
      <w:r w:rsidRPr="00190D02">
        <w:t xml:space="preserve">or Generation Resources with a </w:t>
      </w:r>
      <w:r w:rsidR="00145EF2">
        <w:t>R</w:t>
      </w:r>
      <w:r w:rsidRPr="00190D02">
        <w:t xml:space="preserve">esource </w:t>
      </w:r>
      <w:r w:rsidR="00145EF2">
        <w:t>C</w:t>
      </w:r>
      <w:r w:rsidRPr="00190D02">
        <w:t>ategory of either (</w:t>
      </w:r>
      <w:proofErr w:type="spellStart"/>
      <w:r w:rsidRPr="00190D02">
        <w:t>i</w:t>
      </w:r>
      <w:proofErr w:type="spellEnd"/>
      <w:r w:rsidRPr="00190D02">
        <w:t xml:space="preserve">) </w:t>
      </w:r>
      <w:proofErr w:type="spellStart"/>
      <w:r w:rsidR="00862B56">
        <w:t>a</w:t>
      </w:r>
      <w:r w:rsidRPr="00190D02">
        <w:t>eroderivative</w:t>
      </w:r>
      <w:proofErr w:type="spellEnd"/>
      <w:r w:rsidRPr="00190D02">
        <w:t xml:space="preserve"> simple cycle commissioned after 1996, or (ii) Reciprocating Engines</w:t>
      </w:r>
      <w:r>
        <w:t xml:space="preserve"> </w:t>
      </w:r>
      <w:r w:rsidR="00B77D83">
        <w:t>may be updated to be higher or lower than 20% threshold based on their droop performance characteristics</w:t>
      </w:r>
      <w:r w:rsidR="008C0818">
        <w:t>, actual tests,</w:t>
      </w:r>
      <w:r w:rsidR="007E6734">
        <w:t xml:space="preserve"> and </w:t>
      </w:r>
      <w:r w:rsidR="006126C1">
        <w:t xml:space="preserve">the </w:t>
      </w:r>
      <w:r w:rsidR="007E6734">
        <w:t>need to keep the frequency responsive capability fairly distributed</w:t>
      </w:r>
      <w:r w:rsidR="006126C1">
        <w:t xml:space="preserve"> across multiple </w:t>
      </w:r>
      <w:r w:rsidR="00145EF2">
        <w:t>R</w:t>
      </w:r>
      <w:r w:rsidR="006126C1">
        <w:t>esources</w:t>
      </w:r>
      <w:r w:rsidR="00B77D83">
        <w:t>.</w:t>
      </w:r>
      <w:r w:rsidR="00751736">
        <w:t xml:space="preserve"> </w:t>
      </w:r>
      <w:r w:rsidR="00145EF2">
        <w:t xml:space="preserve"> </w:t>
      </w:r>
      <w:r w:rsidR="00751736">
        <w:t>Based on Protocol Section 3.18</w:t>
      </w:r>
      <w:r w:rsidR="00145EF2">
        <w:t xml:space="preserve">, </w:t>
      </w:r>
      <w:r w:rsidR="00145EF2" w:rsidRPr="00145EF2">
        <w:t>Resource Limits in Providing Ancillary Service</w:t>
      </w:r>
      <w:r w:rsidR="00751736">
        <w:t>, Hydro Resources operating in synchronous condenser fast-response mode may provide RRS up to the hydro Generation Resources proven 20-second response capability (which may be 100% of their HSL).</w:t>
      </w:r>
    </w:p>
    <w:p w14:paraId="7FB806C3" w14:textId="77777777" w:rsidR="00995011" w:rsidRDefault="002C669E" w:rsidP="00995011">
      <w:pPr>
        <w:pStyle w:val="Heading1"/>
      </w:pPr>
      <w:bookmarkStart w:id="253" w:name="_Toc19022167"/>
      <w:r>
        <w:t>Calculating RRS</w:t>
      </w:r>
      <w:r w:rsidR="008C5EE9">
        <w:t xml:space="preserve"> </w:t>
      </w:r>
      <w:r w:rsidR="002246A1">
        <w:t xml:space="preserve">MW </w:t>
      </w:r>
      <w:r w:rsidR="008C5EE9">
        <w:t xml:space="preserve">Limits </w:t>
      </w:r>
      <w:r w:rsidR="009A0B9A">
        <w:t>for</w:t>
      </w:r>
      <w:r w:rsidR="008C5EE9">
        <w:t xml:space="preserve"> Individual Resources</w:t>
      </w:r>
      <w:bookmarkEnd w:id="253"/>
    </w:p>
    <w:p w14:paraId="51E860F9" w14:textId="192173C4" w:rsidR="007E6734" w:rsidRDefault="007E6734" w:rsidP="00E60B19">
      <w:pPr>
        <w:spacing w:after="240"/>
      </w:pPr>
      <w:r>
        <w:t>For Resources that fail the P</w:t>
      </w:r>
      <w:r w:rsidR="002774A4">
        <w:t xml:space="preserve">rimary </w:t>
      </w:r>
      <w:r>
        <w:t>F</w:t>
      </w:r>
      <w:r w:rsidR="002774A4">
        <w:t xml:space="preserve">requency </w:t>
      </w:r>
      <w:r>
        <w:t>R</w:t>
      </w:r>
      <w:r w:rsidR="002774A4">
        <w:t>esponse</w:t>
      </w:r>
      <w:r>
        <w:t xml:space="preserve"> initial</w:t>
      </w:r>
      <w:r w:rsidR="00DB583E">
        <w:t xml:space="preserve"> or</w:t>
      </w:r>
      <w:r>
        <w:t xml:space="preserve"> P</w:t>
      </w:r>
      <w:r w:rsidR="002774A4">
        <w:t xml:space="preserve">rimary </w:t>
      </w:r>
      <w:r>
        <w:t>F</w:t>
      </w:r>
      <w:r w:rsidR="002774A4">
        <w:t xml:space="preserve">requency </w:t>
      </w:r>
      <w:r>
        <w:t>R</w:t>
      </w:r>
      <w:r w:rsidR="002774A4">
        <w:t>esponse</w:t>
      </w:r>
      <w:r>
        <w:t xml:space="preserve"> sustained measures for three consecutive FMEs</w:t>
      </w:r>
      <w:r w:rsidR="00BC6B7A">
        <w:t>, where the unit was evaluated,</w:t>
      </w:r>
      <w:r>
        <w:t xml:space="preserve"> over </w:t>
      </w:r>
      <w:r w:rsidR="00B46ADF">
        <w:t>a minimum</w:t>
      </w:r>
      <w:r>
        <w:t xml:space="preserve"> period of </w:t>
      </w:r>
      <w:r w:rsidR="004044CA">
        <w:t xml:space="preserve">two </w:t>
      </w:r>
      <w:r w:rsidR="00615B19">
        <w:t xml:space="preserve">calendar </w:t>
      </w:r>
      <w:r>
        <w:t>months</w:t>
      </w:r>
      <w:r w:rsidR="00DB583E">
        <w:t xml:space="preserve"> or </w:t>
      </w:r>
      <w:r w:rsidR="004C35E3">
        <w:t xml:space="preserve">are failing </w:t>
      </w:r>
      <w:r w:rsidR="00F32A86">
        <w:t xml:space="preserve">the </w:t>
      </w:r>
      <w:r w:rsidR="00E33BBF" w:rsidRPr="00E33BBF">
        <w:t>12 months or the last eight FMEs (applicable if a minimum threshold of eight FMEs within the 12 month period is not met)</w:t>
      </w:r>
      <w:r w:rsidR="00F32A86">
        <w:t xml:space="preserve"> rolling average criteria</w:t>
      </w:r>
      <w:r>
        <w:t xml:space="preserve">, ERCOT </w:t>
      </w:r>
      <w:r w:rsidR="008C5EE9">
        <w:t>shall establish MW limit</w:t>
      </w:r>
      <w:r w:rsidR="00E2533F">
        <w:t xml:space="preserve"> for providing RRS</w:t>
      </w:r>
      <w:r w:rsidR="008C5EE9">
        <w:t xml:space="preserve"> </w:t>
      </w:r>
      <w:r w:rsidR="00187885">
        <w:t xml:space="preserve">based on </w:t>
      </w:r>
      <w:r w:rsidR="00615B19">
        <w:t xml:space="preserve">their respective </w:t>
      </w:r>
      <w:r w:rsidR="00187885">
        <w:t xml:space="preserve">performance during </w:t>
      </w:r>
      <w:r w:rsidR="00BA0BAE">
        <w:t>FME</w:t>
      </w:r>
      <w:r w:rsidR="002774A4">
        <w:t>s</w:t>
      </w:r>
      <w:r w:rsidR="00F32A86">
        <w:t>,</w:t>
      </w:r>
      <w:r>
        <w:t xml:space="preserve"> any limitations exhibited within its dynamic models</w:t>
      </w:r>
      <w:r w:rsidR="00F32A86">
        <w:t>,</w:t>
      </w:r>
      <w:r w:rsidR="00615B19">
        <w:t xml:space="preserve"> or through </w:t>
      </w:r>
      <w:r w:rsidR="0007034B">
        <w:t>droop performance tests on as needed basis</w:t>
      </w:r>
      <w:r w:rsidR="008C5EE9">
        <w:t xml:space="preserve">. </w:t>
      </w:r>
    </w:p>
    <w:p w14:paraId="5ADD0D4B" w14:textId="43064B99" w:rsidR="00E60B19" w:rsidRDefault="007E6734" w:rsidP="00E60B19">
      <w:pPr>
        <w:spacing w:after="240"/>
      </w:pPr>
      <w:r>
        <w:t xml:space="preserve">If the RRS limit is </w:t>
      </w:r>
      <w:r w:rsidR="0007034B">
        <w:t xml:space="preserve">to be </w:t>
      </w:r>
      <w:r>
        <w:t>determined based upon</w:t>
      </w:r>
      <w:r w:rsidR="0062235A">
        <w:t xml:space="preserve"> the</w:t>
      </w:r>
      <w:r>
        <w:t xml:space="preserve"> Resource</w:t>
      </w:r>
      <w:r w:rsidR="0062235A">
        <w:t>’</w:t>
      </w:r>
      <w:r>
        <w:t>s performance during an FME</w:t>
      </w:r>
      <w:r w:rsidR="00FA49DD">
        <w:t>,</w:t>
      </w:r>
      <w:r>
        <w:t xml:space="preserve"> then such RRS</w:t>
      </w:r>
      <w:r w:rsidR="008C5EE9">
        <w:t xml:space="preserve"> limit shall be </w:t>
      </w:r>
      <w:r w:rsidR="0007034B">
        <w:t xml:space="preserve">calculated as follows, </w:t>
      </w:r>
    </w:p>
    <w:p w14:paraId="6D53D21B" w14:textId="2273EF7A" w:rsidR="00E60B19" w:rsidRDefault="00400290" w:rsidP="0020417D">
      <w:pPr>
        <w:pStyle w:val="ListParagraph"/>
        <w:numPr>
          <w:ilvl w:val="0"/>
          <w:numId w:val="22"/>
        </w:numPr>
        <w:spacing w:after="240"/>
      </w:pPr>
      <w:r>
        <w:t xml:space="preserve">The </w:t>
      </w:r>
      <w:r w:rsidR="000877C4">
        <w:t>MW</w:t>
      </w:r>
      <w:r>
        <w:t xml:space="preserve"> Limit for each </w:t>
      </w:r>
      <w:r w:rsidR="00DE586C">
        <w:t xml:space="preserve">Generation </w:t>
      </w:r>
      <w:r>
        <w:t xml:space="preserve">Resource </w:t>
      </w:r>
      <w:r w:rsidR="00DE586C">
        <w:t>and C</w:t>
      </w:r>
      <w:r w:rsidR="002774A4">
        <w:t xml:space="preserve">ontrollable </w:t>
      </w:r>
      <w:r w:rsidR="00DE586C">
        <w:t>L</w:t>
      </w:r>
      <w:r w:rsidR="002774A4">
        <w:t xml:space="preserve">oad </w:t>
      </w:r>
      <w:r w:rsidR="00DE586C">
        <w:t>R</w:t>
      </w:r>
      <w:r w:rsidR="002774A4">
        <w:t>esource</w:t>
      </w:r>
      <w:r w:rsidR="00DE586C">
        <w:t xml:space="preserve"> </w:t>
      </w:r>
      <w:r w:rsidR="0007034B">
        <w:t>will be</w:t>
      </w:r>
      <w:r>
        <w:t xml:space="preserve"> calculated using the droop performance during </w:t>
      </w:r>
      <w:r w:rsidR="00DE586C">
        <w:t xml:space="preserve">an </w:t>
      </w:r>
      <w:r>
        <w:t xml:space="preserve">FME. </w:t>
      </w:r>
      <w:r w:rsidR="00E60B19">
        <w:t xml:space="preserve">The Calculated Droop Performance </w:t>
      </w:r>
      <w:r w:rsidR="007A3EF4">
        <w:t xml:space="preserve">and RRS </w:t>
      </w:r>
      <w:r w:rsidR="000877C4">
        <w:t xml:space="preserve">MW </w:t>
      </w:r>
      <w:r w:rsidR="007A3EF4">
        <w:t xml:space="preserve">Limit </w:t>
      </w:r>
      <w:r w:rsidR="00E60B19">
        <w:t xml:space="preserve">for </w:t>
      </w:r>
      <w:r w:rsidR="00DE586C">
        <w:t xml:space="preserve">an </w:t>
      </w:r>
      <w:r w:rsidR="00E60B19">
        <w:t>FME is calculated as follows:</w:t>
      </w:r>
    </w:p>
    <w:p w14:paraId="43B04A2C" w14:textId="77777777" w:rsidR="002C669E" w:rsidRDefault="00E60B19" w:rsidP="00E60B19">
      <w:pPr>
        <w:spacing w:after="240"/>
      </w:pPr>
      <w:r w:rsidRPr="00E60B19">
        <w:rPr>
          <w:noProof/>
        </w:rPr>
        <mc:AlternateContent>
          <mc:Choice Requires="wps">
            <w:drawing>
              <wp:anchor distT="0" distB="0" distL="114300" distR="114300" simplePos="0" relativeHeight="251659264" behindDoc="0" locked="0" layoutInCell="1" allowOverlap="1" wp14:anchorId="7B83A141" wp14:editId="2AC7662C">
                <wp:simplePos x="0" y="0"/>
                <wp:positionH relativeFrom="margin">
                  <wp:align>right</wp:align>
                </wp:positionH>
                <wp:positionV relativeFrom="paragraph">
                  <wp:posOffset>7951</wp:posOffset>
                </wp:positionV>
                <wp:extent cx="5955113" cy="619125"/>
                <wp:effectExtent l="0" t="0" r="0" b="0"/>
                <wp:wrapNone/>
                <wp:docPr id="3"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7B83A141"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" filled="f" stroked="f">
                <v:textbox inset="0,0,0,0">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D1A5745" w14:textId="77777777" w:rsidR="00E60B19" w:rsidRDefault="00E60B19" w:rsidP="00E60B19">
      <w:pPr>
        <w:spacing w:after="240"/>
      </w:pPr>
    </w:p>
    <w:p w14:paraId="5692D160" w14:textId="77777777" w:rsidR="00124C4D" w:rsidRDefault="007A3EF4" w:rsidP="00124C4D">
      <w:pPr>
        <w:spacing w:after="240"/>
      </w:pPr>
      <w:r w:rsidRPr="00112301">
        <w:rPr>
          <w:noProof/>
        </w:rPr>
        <mc:AlternateContent>
          <mc:Choice Requires="wps">
            <w:drawing>
              <wp:anchor distT="0" distB="0" distL="114300" distR="114300" simplePos="0" relativeHeight="251661312" behindDoc="0" locked="0" layoutInCell="1" allowOverlap="1" wp14:anchorId="19DB73DD" wp14:editId="12F8B251">
                <wp:simplePos x="0" y="0"/>
                <wp:positionH relativeFrom="margin">
                  <wp:align>right</wp:align>
                </wp:positionH>
                <wp:positionV relativeFrom="paragraph">
                  <wp:posOffset>13225</wp:posOffset>
                </wp:positionV>
                <wp:extent cx="5946747" cy="421419"/>
                <wp:effectExtent l="0" t="0" r="0" b="0"/>
                <wp:wrapNone/>
                <wp:docPr id="4"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9DB73DD" id="TextBox 3" o:spid="_x0000_s1027" type="#_x0000_t202" style="position:absolute;margin-left:417.05pt;margin-top:1.05pt;width:468.25pt;height:33.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" filled="f" stroked="f">
                <v:textbox inset="0,0,0,0">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v:textbox>
                <w10:wrap anchorx="margin"/>
              </v:shape>
            </w:pict>
          </mc:Fallback>
        </mc:AlternateContent>
      </w:r>
    </w:p>
    <w:p w14:paraId="59772B83" w14:textId="77777777" w:rsidR="00124C4D" w:rsidRDefault="00124C4D" w:rsidP="00124C4D">
      <w:pPr>
        <w:spacing w:after="240"/>
      </w:pPr>
    </w:p>
    <w:p w14:paraId="0BAEBBC6" w14:textId="77777777" w:rsidR="007307E8" w:rsidRDefault="007307E8" w:rsidP="007307E8">
      <w:pPr>
        <w:ind w:left="1260"/>
      </w:pPr>
      <w:r w:rsidRPr="00401EC8">
        <w:rPr>
          <w:b/>
        </w:rPr>
        <w:lastRenderedPageBreak/>
        <w:t>Delta Hertz (</w:t>
      </w:r>
      <w:r w:rsidRPr="00401EC8">
        <w:rPr>
          <w:rFonts w:cs="Arial"/>
          <w:b/>
        </w:rPr>
        <w:t>∆</w:t>
      </w:r>
      <w:r w:rsidRPr="00401EC8">
        <w:rPr>
          <w:b/>
        </w:rPr>
        <w:t>Hz):</w:t>
      </w:r>
      <w:r>
        <w:t xml:space="preserve"> The pre-perturbation </w:t>
      </w:r>
      <w:r w:rsidRPr="00C45688">
        <w:t xml:space="preserve">[the 16-second period of time before </w:t>
      </w:r>
      <w:proofErr w:type="gramStart"/>
      <w:r w:rsidRPr="00C45688">
        <w:t>t(</w:t>
      </w:r>
      <w:proofErr w:type="gramEnd"/>
      <w:r w:rsidRPr="00C45688">
        <w:t>0)]</w:t>
      </w:r>
      <w:r>
        <w:t xml:space="preserve"> average frequency minus the post-perturbation </w:t>
      </w:r>
      <w:r w:rsidRPr="00C45688">
        <w:t>[the 32-second period of time starting 20 seconds after t(0)]</w:t>
      </w:r>
      <w:r>
        <w:t xml:space="preserve"> average frequency </w:t>
      </w:r>
    </w:p>
    <w:p w14:paraId="496659DF" w14:textId="77777777" w:rsidR="007307E8" w:rsidRDefault="007307E8" w:rsidP="007307E8">
      <w:pPr>
        <w:ind w:left="1260"/>
      </w:pPr>
    </w:p>
    <w:p w14:paraId="769289AA" w14:textId="77777777" w:rsidR="007307E8" w:rsidRDefault="007307E8" w:rsidP="007307E8">
      <w:pPr>
        <w:ind w:left="1260"/>
      </w:pPr>
      <w:r w:rsidRPr="00401EC8">
        <w:rPr>
          <w:b/>
        </w:rPr>
        <w:t>Delta MW (</w:t>
      </w:r>
      <w:r w:rsidRPr="00401EC8">
        <w:rPr>
          <w:rFonts w:cs="Arial"/>
          <w:b/>
        </w:rPr>
        <w:t>∆</w:t>
      </w:r>
      <w:r w:rsidRPr="00401EC8">
        <w:rPr>
          <w:b/>
        </w:rPr>
        <w:t>MW):</w:t>
      </w:r>
      <w:r>
        <w:t xml:space="preserve"> The pre-perturbation average MW of the Resource minus the post-perturbation average MW of the Resource</w:t>
      </w:r>
    </w:p>
    <w:p w14:paraId="6EB82DCD" w14:textId="77777777" w:rsidR="007307E8" w:rsidRDefault="007307E8" w:rsidP="007307E8"/>
    <w:p w14:paraId="2AC1F2CE" w14:textId="77777777" w:rsidR="007307E8" w:rsidRDefault="007307E8" w:rsidP="007307E8">
      <w:pPr>
        <w:ind w:left="1260"/>
      </w:pPr>
      <w:r w:rsidRPr="00401EC8">
        <w:rPr>
          <w:b/>
        </w:rPr>
        <w:t>Scheduled Frequency:</w:t>
      </w:r>
      <w:r>
        <w:t xml:space="preserve"> The frequency value to be maintained on the system, always 60 Hz</w:t>
      </w:r>
    </w:p>
    <w:p w14:paraId="6D8CA0E0" w14:textId="77777777" w:rsidR="007307E8" w:rsidRDefault="007307E8" w:rsidP="007307E8">
      <w:pPr>
        <w:ind w:left="1260"/>
      </w:pPr>
    </w:p>
    <w:p w14:paraId="47049BA0" w14:textId="77777777" w:rsidR="007307E8" w:rsidRDefault="007307E8" w:rsidP="007307E8">
      <w:pPr>
        <w:ind w:left="1260"/>
      </w:pPr>
      <w:r>
        <w:rPr>
          <w:b/>
        </w:rPr>
        <w:t>Power Augmentation</w:t>
      </w:r>
      <w:r w:rsidRPr="00401EC8">
        <w:rPr>
          <w:b/>
        </w:rPr>
        <w:t xml:space="preserve"> (</w:t>
      </w:r>
      <w:r>
        <w:rPr>
          <w:b/>
        </w:rPr>
        <w:t>PA</w:t>
      </w:r>
      <w:r w:rsidRPr="00401EC8">
        <w:rPr>
          <w:b/>
        </w:rPr>
        <w:t>)</w:t>
      </w:r>
      <w:r>
        <w:rPr>
          <w:b/>
        </w:rPr>
        <w:t xml:space="preserve"> Capacity</w:t>
      </w:r>
      <w:r w:rsidRPr="00401EC8">
        <w:rPr>
          <w:b/>
        </w:rPr>
        <w:t>:</w:t>
      </w:r>
      <w:r>
        <w:t xml:space="preserve"> </w:t>
      </w:r>
      <w:r w:rsidRPr="00F22E35">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16D3127C" w14:textId="77777777" w:rsidR="007307E8" w:rsidRDefault="007307E8" w:rsidP="007307E8">
      <w:pPr>
        <w:ind w:left="1260"/>
      </w:pPr>
    </w:p>
    <w:p w14:paraId="3A78CBDB" w14:textId="77777777" w:rsidR="007307E8" w:rsidRDefault="007307E8" w:rsidP="007307E8">
      <w:pPr>
        <w:ind w:left="1260"/>
      </w:pPr>
      <w:proofErr w:type="spellStart"/>
      <w:r>
        <w:rPr>
          <w:b/>
        </w:rPr>
        <w:t>Deadband</w:t>
      </w:r>
      <w:proofErr w:type="spellEnd"/>
      <w:r w:rsidRPr="00401EC8">
        <w:rPr>
          <w:b/>
        </w:rPr>
        <w:t xml:space="preserve"> (</w:t>
      </w:r>
      <w:proofErr w:type="spellStart"/>
      <w:r>
        <w:rPr>
          <w:b/>
        </w:rPr>
        <w:t>Deadband</w:t>
      </w:r>
      <w:r>
        <w:rPr>
          <w:b/>
          <w:sz w:val="20"/>
          <w:vertAlign w:val="subscript"/>
        </w:rPr>
        <w:t>max</w:t>
      </w:r>
      <w:proofErr w:type="spellEnd"/>
      <w:r w:rsidRPr="00401EC8">
        <w:rPr>
          <w:b/>
        </w:rPr>
        <w:t>):</w:t>
      </w:r>
      <w:r>
        <w:t xml:space="preserve"> The range of deviations of system frequency (+/-) that produces no PFR</w:t>
      </w:r>
    </w:p>
    <w:p w14:paraId="5FC57A96" w14:textId="139DBBCE" w:rsidR="007307E8" w:rsidRDefault="007307E8" w:rsidP="00A26620"/>
    <w:p w14:paraId="4BCD200C" w14:textId="5F82A5FA" w:rsidR="0007034B" w:rsidRDefault="00DE3DC1" w:rsidP="0020417D">
      <w:pPr>
        <w:pStyle w:val="ListParagraph"/>
        <w:numPr>
          <w:ilvl w:val="0"/>
          <w:numId w:val="22"/>
        </w:numPr>
        <w:spacing w:after="240"/>
        <w:contextualSpacing w:val="0"/>
      </w:pPr>
      <w:r>
        <w:t>The</w:t>
      </w:r>
      <w:r w:rsidR="0007034B">
        <w:t xml:space="preserve"> </w:t>
      </w:r>
      <w:r w:rsidR="0007034B" w:rsidRPr="0020417D">
        <w:t xml:space="preserve">median </w:t>
      </w:r>
      <w:r w:rsidR="0007034B" w:rsidRPr="00A95044">
        <w:t xml:space="preserve">of the </w:t>
      </w:r>
      <w:r w:rsidR="00DE586C">
        <w:t xml:space="preserve">calculated MW Limits in the </w:t>
      </w:r>
      <w:r w:rsidR="0007034B" w:rsidRPr="00A95044">
        <w:t xml:space="preserve">last </w:t>
      </w:r>
      <w:r w:rsidR="0007034B" w:rsidRPr="0020417D">
        <w:t>five</w:t>
      </w:r>
      <w:r w:rsidR="00DE586C">
        <w:t xml:space="preserve"> FMEs</w:t>
      </w:r>
      <w:r w:rsidR="0007034B">
        <w:t xml:space="preserve"> will be computed for each individual Generation Resource</w:t>
      </w:r>
      <w:r w:rsidR="00DE586C">
        <w:t xml:space="preserve"> </w:t>
      </w:r>
      <w:r w:rsidR="0007034B">
        <w:t>and C</w:t>
      </w:r>
      <w:r w:rsidR="002774A4">
        <w:t xml:space="preserve">ontrollable </w:t>
      </w:r>
      <w:r w:rsidR="0007034B">
        <w:t>L</w:t>
      </w:r>
      <w:r w:rsidR="002774A4">
        <w:t xml:space="preserve">oad </w:t>
      </w:r>
      <w:r w:rsidR="0007034B">
        <w:t>R</w:t>
      </w:r>
      <w:r w:rsidR="002774A4">
        <w:t>esource</w:t>
      </w:r>
      <w:r w:rsidR="0007034B">
        <w:t>.</w:t>
      </w:r>
      <w:r w:rsidR="007307E8">
        <w:t xml:space="preserve"> If Resource hasn’t participated in five FMEs, proceed to Step 3.</w:t>
      </w:r>
    </w:p>
    <w:p w14:paraId="175355F0" w14:textId="0903E307" w:rsidR="0007034B" w:rsidRDefault="00DE3DC1" w:rsidP="0020417D">
      <w:pPr>
        <w:pStyle w:val="ListParagraph"/>
        <w:numPr>
          <w:ilvl w:val="0"/>
          <w:numId w:val="22"/>
        </w:numPr>
        <w:spacing w:after="240"/>
        <w:contextualSpacing w:val="0"/>
      </w:pPr>
      <w:r>
        <w:t>The</w:t>
      </w:r>
      <w:r w:rsidR="0007034B">
        <w:t xml:space="preserve"> median of </w:t>
      </w:r>
      <w:r w:rsidR="00DE586C">
        <w:t xml:space="preserve">all FMEs during </w:t>
      </w:r>
      <w:r w:rsidR="0007034B">
        <w:t xml:space="preserve">previous </w:t>
      </w:r>
      <w:r w:rsidR="003D063B">
        <w:t>three</w:t>
      </w:r>
      <w:r w:rsidR="0007034B">
        <w:t xml:space="preserve"> months will be computed</w:t>
      </w:r>
      <w:r w:rsidR="00DE586C">
        <w:t xml:space="preserve"> for each individual Generation Resource and C</w:t>
      </w:r>
      <w:r w:rsidR="002774A4">
        <w:t xml:space="preserve">ontrollable </w:t>
      </w:r>
      <w:r w:rsidR="00DE586C">
        <w:t>L</w:t>
      </w:r>
      <w:r w:rsidR="002774A4">
        <w:t xml:space="preserve">oad </w:t>
      </w:r>
      <w:r w:rsidR="00DE586C">
        <w:t>R</w:t>
      </w:r>
      <w:r w:rsidR="002774A4">
        <w:t>esource</w:t>
      </w:r>
      <w:r w:rsidR="0007034B">
        <w:t>.</w:t>
      </w:r>
    </w:p>
    <w:p w14:paraId="7314890A" w14:textId="77777777" w:rsidR="0007034B" w:rsidRDefault="0007034B" w:rsidP="0020417D">
      <w:pPr>
        <w:pStyle w:val="ListParagraph"/>
        <w:numPr>
          <w:ilvl w:val="0"/>
          <w:numId w:val="22"/>
        </w:numPr>
        <w:spacing w:after="240"/>
        <w:contextualSpacing w:val="0"/>
      </w:pPr>
      <w:r>
        <w:t>RRS MW limit will be established based on lower of the values computed in Steps 2 and 3.</w:t>
      </w:r>
    </w:p>
    <w:p w14:paraId="75DA2EF4" w14:textId="3362EF2F" w:rsidR="00F22E35" w:rsidRDefault="00C77C86" w:rsidP="00F22E35">
      <w:pPr>
        <w:spacing w:after="240"/>
      </w:pPr>
      <w:r>
        <w:t>If</w:t>
      </w:r>
      <w:r w:rsidR="00F22E35">
        <w:t xml:space="preserve"> a </w:t>
      </w:r>
      <w:r w:rsidR="00DE586C">
        <w:t xml:space="preserve">Generation </w:t>
      </w:r>
      <w:r w:rsidR="00F22E35">
        <w:t>Resource</w:t>
      </w:r>
      <w:r w:rsidR="002774A4">
        <w:t>’s</w:t>
      </w:r>
      <w:r w:rsidR="00DE586C">
        <w:t xml:space="preserve"> or C</w:t>
      </w:r>
      <w:r w:rsidR="002774A4">
        <w:t xml:space="preserve">ontrollable </w:t>
      </w:r>
      <w:r w:rsidR="00DE586C">
        <w:t>L</w:t>
      </w:r>
      <w:r w:rsidR="002774A4">
        <w:t xml:space="preserve">oad </w:t>
      </w:r>
      <w:r w:rsidR="00DE586C">
        <w:t>R</w:t>
      </w:r>
      <w:r w:rsidR="002774A4">
        <w:t>esource</w:t>
      </w:r>
      <w:r w:rsidR="00F22E35">
        <w:t>’s performance during an FME is excluded per the current process (</w:t>
      </w:r>
      <w:r w:rsidR="002774A4">
        <w:t xml:space="preserve">NERC Reliability Standard </w:t>
      </w:r>
      <w:r w:rsidR="00F22E35">
        <w:t>BAL-TRE-001) from the rolling average calculation, the Resource’s performance will also be excluded from the RRS MW Limit calculation.</w:t>
      </w:r>
      <w:r w:rsidR="00DE586C">
        <w:t xml:space="preserve"> Also note that all members of a Combined Cycle </w:t>
      </w:r>
      <w:r w:rsidR="002774A4">
        <w:t xml:space="preserve">Generation Resource </w:t>
      </w:r>
      <w:r w:rsidR="00DE586C">
        <w:t>will be evaluated as one Generation Resource for the purposes of this evaluation.</w:t>
      </w:r>
    </w:p>
    <w:p w14:paraId="335C48F7" w14:textId="096A8A97" w:rsidR="00112301" w:rsidRDefault="004044CA" w:rsidP="004044CA">
      <w:pPr>
        <w:pStyle w:val="Heading1"/>
        <w:tabs>
          <w:tab w:val="clear" w:pos="360"/>
          <w:tab w:val="num" w:pos="540"/>
        </w:tabs>
        <w:ind w:left="540" w:hanging="540"/>
      </w:pPr>
      <w:bookmarkStart w:id="254" w:name="_Toc19022168"/>
      <w:r>
        <w:t xml:space="preserve">Timeline to Establish </w:t>
      </w:r>
      <w:r w:rsidR="00EF6947">
        <w:t>RRS</w:t>
      </w:r>
      <w:r w:rsidR="002246A1">
        <w:t xml:space="preserve"> MW</w:t>
      </w:r>
      <w:r w:rsidR="00EF6947">
        <w:t xml:space="preserve"> Limit</w:t>
      </w:r>
      <w:r w:rsidR="00CB30F8">
        <w:t>s</w:t>
      </w:r>
      <w:bookmarkEnd w:id="254"/>
      <w:r w:rsidR="00EF6947">
        <w:t xml:space="preserve"> </w:t>
      </w:r>
    </w:p>
    <w:p w14:paraId="436D9408" w14:textId="54A4453D" w:rsidR="004044CA" w:rsidRDefault="004044CA" w:rsidP="004044CA">
      <w:r>
        <w:t>ERCOT will recalculate the MW Limit on each individual Generation Resource and C</w:t>
      </w:r>
      <w:r w:rsidR="002774A4">
        <w:t xml:space="preserve">ontrollable </w:t>
      </w:r>
      <w:r>
        <w:t>L</w:t>
      </w:r>
      <w:r w:rsidR="002774A4">
        <w:t xml:space="preserve">oad </w:t>
      </w:r>
      <w:r>
        <w:t>R</w:t>
      </w:r>
      <w:r w:rsidR="002774A4">
        <w:t>esource</w:t>
      </w:r>
      <w:r>
        <w:t xml:space="preserve"> on a monthly basis. </w:t>
      </w:r>
      <w:r w:rsidR="002774A4">
        <w:t xml:space="preserve"> </w:t>
      </w:r>
      <w:r>
        <w:t xml:space="preserve">ERCOT shall post on the </w:t>
      </w:r>
      <w:r w:rsidR="002774A4">
        <w:t>Market Information System (</w:t>
      </w:r>
      <w:r>
        <w:t>MIS</w:t>
      </w:r>
      <w:r w:rsidR="002774A4">
        <w:t>)</w:t>
      </w:r>
      <w:r>
        <w:t xml:space="preserve"> Certified area the MW limit for each Resource qualified to provide RRS by the 10</w:t>
      </w:r>
      <w:r w:rsidRPr="002246A1">
        <w:rPr>
          <w:vertAlign w:val="superscript"/>
        </w:rPr>
        <w:t>th</w:t>
      </w:r>
      <w:r>
        <w:t xml:space="preserve"> day of each month. </w:t>
      </w:r>
      <w:r w:rsidR="002774A4">
        <w:t xml:space="preserve"> </w:t>
      </w:r>
      <w:r>
        <w:t xml:space="preserve">These RRS limits will be effective in ERCOT </w:t>
      </w:r>
      <w:r w:rsidR="002774A4">
        <w:t>s</w:t>
      </w:r>
      <w:r>
        <w:t>ystems coincident with first Network Model database load</w:t>
      </w:r>
      <w:r>
        <w:rPr>
          <w:rStyle w:val="FootnoteReference"/>
        </w:rPr>
        <w:footnoteReference w:id="1"/>
      </w:r>
      <w:r>
        <w:t xml:space="preserve"> two months later. </w:t>
      </w:r>
      <w:r>
        <w:lastRenderedPageBreak/>
        <w:t>For example, ERCOT shall post the MW Limit for each Resource by January 10, 2020</w:t>
      </w:r>
      <w:r w:rsidR="005E6546">
        <w:t xml:space="preserve">. </w:t>
      </w:r>
      <w:r>
        <w:t xml:space="preserve">These RRS Limits will be effective in ERCOT </w:t>
      </w:r>
      <w:r w:rsidR="002774A4">
        <w:t>s</w:t>
      </w:r>
      <w:r>
        <w:t xml:space="preserve">ystems beginning March 4, 2020. These recalculated values will follow any threshold limitations as expressed in Section </w:t>
      </w:r>
      <w:r w:rsidR="002774A4">
        <w:t>4</w:t>
      </w:r>
      <w:r>
        <w:t xml:space="preserve"> above.</w:t>
      </w:r>
    </w:p>
    <w:p w14:paraId="5DD4BC97" w14:textId="77777777" w:rsidR="004044CA" w:rsidRDefault="004044CA" w:rsidP="004044CA"/>
    <w:p w14:paraId="4553C3D9" w14:textId="6DCB979C" w:rsidR="004044CA" w:rsidRPr="00EF6947" w:rsidRDefault="004044CA" w:rsidP="004044CA">
      <w:r>
        <w:t>If at the time of recalculation, a Generating Resource or C</w:t>
      </w:r>
      <w:r w:rsidR="002774A4">
        <w:t xml:space="preserve">ontrollable </w:t>
      </w:r>
      <w:r>
        <w:t>L</w:t>
      </w:r>
      <w:r w:rsidR="002774A4">
        <w:t xml:space="preserve">oad </w:t>
      </w:r>
      <w:r>
        <w:t>R</w:t>
      </w:r>
      <w:r w:rsidR="002774A4">
        <w:t>esource</w:t>
      </w:r>
      <w:r>
        <w:t xml:space="preserve"> was previously limited due to any failure mentioned in Section </w:t>
      </w:r>
      <w:r w:rsidR="002774A4">
        <w:t>5</w:t>
      </w:r>
      <w:r>
        <w:t>, then the established RRS limit will continue to apply. In order to reset the RRS limit, Generation Resource or C</w:t>
      </w:r>
      <w:r w:rsidR="002774A4">
        <w:t xml:space="preserve">ontrollable </w:t>
      </w:r>
      <w:r>
        <w:t>L</w:t>
      </w:r>
      <w:r w:rsidR="002774A4">
        <w:t xml:space="preserve">oad </w:t>
      </w:r>
      <w:r>
        <w:t>R</w:t>
      </w:r>
      <w:r w:rsidR="002774A4">
        <w:t>esource</w:t>
      </w:r>
      <w:r>
        <w:t xml:space="preserve"> may use dynamic models, droop performance tests,</w:t>
      </w:r>
      <w:r w:rsidRPr="00C369BC">
        <w:t xml:space="preserve"> </w:t>
      </w:r>
      <w:r>
        <w:t xml:space="preserve">or </w:t>
      </w:r>
      <w:r w:rsidRPr="00C369BC">
        <w:t xml:space="preserve">documentation </w:t>
      </w:r>
      <w:r>
        <w:t>of</w:t>
      </w:r>
      <w:r w:rsidRPr="00C369BC">
        <w:t xml:space="preserve"> an implemented corrective action plan to </w:t>
      </w:r>
      <w:r>
        <w:t xml:space="preserve">demonstrate </w:t>
      </w:r>
      <w:r w:rsidRPr="00C369BC">
        <w:t xml:space="preserve">that it is capable of carrying standard RRS limit as mentioned in Section </w:t>
      </w:r>
      <w:r w:rsidR="002774A4">
        <w:t>4</w:t>
      </w:r>
      <w:r w:rsidRPr="00C369BC">
        <w:t>.</w:t>
      </w:r>
    </w:p>
    <w:p w14:paraId="3328E889" w14:textId="66CC3E5C" w:rsidR="004044CA" w:rsidRDefault="004044CA" w:rsidP="004044CA"/>
    <w:p w14:paraId="5E653472" w14:textId="6B99D340" w:rsidR="009072B2" w:rsidRDefault="009072B2">
      <w:r>
        <w:br w:type="page"/>
      </w:r>
    </w:p>
    <w:p w14:paraId="074A364A" w14:textId="1A148206" w:rsidR="009072B2" w:rsidRDefault="007415BB" w:rsidP="009627B4">
      <w:pPr>
        <w:pStyle w:val="Heading1"/>
        <w:numPr>
          <w:ilvl w:val="0"/>
          <w:numId w:val="0"/>
        </w:numPr>
        <w:ind w:left="360" w:hanging="360"/>
      </w:pPr>
      <w:bookmarkStart w:id="255" w:name="_Toc19022169"/>
      <w:r>
        <w:lastRenderedPageBreak/>
        <w:t>Appendix RRS Limit Decision Tree</w:t>
      </w:r>
      <w:bookmarkEnd w:id="255"/>
    </w:p>
    <w:p w14:paraId="37CA2959" w14:textId="6F6AE419" w:rsidR="007415BB" w:rsidRPr="00EF6947" w:rsidRDefault="00AD7E1A" w:rsidP="00AD7E1A">
      <w:r>
        <w:rPr>
          <w:noProof/>
        </w:rPr>
        <mc:AlternateContent>
          <mc:Choice Requires="wps">
            <w:drawing>
              <wp:anchor distT="45720" distB="45720" distL="114300" distR="114300" simplePos="0" relativeHeight="251664384" behindDoc="0" locked="0" layoutInCell="1" allowOverlap="1" wp14:anchorId="379D89A9" wp14:editId="0EEBFED2">
                <wp:simplePos x="0" y="0"/>
                <wp:positionH relativeFrom="column">
                  <wp:posOffset>-207148</wp:posOffset>
                </wp:positionH>
                <wp:positionV relativeFrom="paragraph">
                  <wp:posOffset>7950973</wp:posOffset>
                </wp:positionV>
                <wp:extent cx="6416675" cy="1404620"/>
                <wp:effectExtent l="0" t="0" r="317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675" cy="1404620"/>
                        </a:xfrm>
                        <a:prstGeom prst="rect">
                          <a:avLst/>
                        </a:prstGeom>
                        <a:solidFill>
                          <a:srgbClr val="FFFFFF"/>
                        </a:solidFill>
                        <a:ln w="9525">
                          <a:noFill/>
                          <a:miter lim="800000"/>
                          <a:headEnd/>
                          <a:tailEnd/>
                        </a:ln>
                      </wps:spPr>
                      <wps:txbx>
                        <w:txbxContent>
                          <w:p w14:paraId="032948C0" w14:textId="3D345F5D"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 xml:space="preserve">*failed rolling average or score in last </w:t>
                            </w:r>
                            <w:r w:rsidR="002774A4">
                              <w:rPr>
                                <w:rFonts w:asciiTheme="minorHAnsi" w:hAnsiTheme="minorHAnsi" w:cstheme="minorHAnsi"/>
                                <w:color w:val="5B6770"/>
                                <w:sz w:val="18"/>
                                <w:szCs w:val="18"/>
                              </w:rPr>
                              <w:t>three</w:t>
                            </w:r>
                            <w:r w:rsidRPr="00A26620">
                              <w:rPr>
                                <w:rFonts w:asciiTheme="minorHAnsi" w:hAnsiTheme="minorHAnsi" w:cstheme="minorHAnsi"/>
                                <w:color w:val="5B6770"/>
                                <w:sz w:val="18"/>
                                <w:szCs w:val="18"/>
                              </w:rPr>
                              <w:t xml:space="preserve"> evaluated events in </w:t>
                            </w:r>
                            <w:r w:rsidR="002774A4">
                              <w:rPr>
                                <w:rFonts w:asciiTheme="minorHAnsi" w:hAnsiTheme="minorHAnsi" w:cstheme="minorHAnsi"/>
                                <w:color w:val="5B6770"/>
                                <w:sz w:val="18"/>
                                <w:szCs w:val="18"/>
                              </w:rPr>
                              <w:t>two</w:t>
                            </w:r>
                            <w:r w:rsidRPr="00A26620">
                              <w:rPr>
                                <w:rFonts w:asciiTheme="minorHAnsi" w:hAnsiTheme="minorHAnsi" w:cstheme="minorHAnsi"/>
                                <w:color w:val="5B6770"/>
                                <w:sz w:val="18"/>
                                <w:szCs w:val="18"/>
                              </w:rPr>
                              <w:t xml:space="preserve">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9D89A9" id="_x0000_t202" coordsize="21600,21600" o:spt="202" path="m,l,21600r21600,l21600,xe">
                <v:stroke joinstyle="miter"/>
                <v:path gradientshapeok="t" o:connecttype="rect"/>
              </v:shapetype>
              <v:shape id="Text Box 2" o:spid="_x0000_s1028" type="#_x0000_t202" style="position:absolute;margin-left:-16.3pt;margin-top:626.05pt;width:505.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" stroked="f">
                <v:textbox style="mso-fit-shape-to-text:t">
                  <w:txbxContent>
                    <w:p w14:paraId="032948C0" w14:textId="3D345F5D"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 xml:space="preserve">*failed rolling average or score in last </w:t>
                      </w:r>
                      <w:r w:rsidR="002774A4">
                        <w:rPr>
                          <w:rFonts w:asciiTheme="minorHAnsi" w:hAnsiTheme="minorHAnsi" w:cstheme="minorHAnsi"/>
                          <w:color w:val="5B6770"/>
                          <w:sz w:val="18"/>
                          <w:szCs w:val="18"/>
                        </w:rPr>
                        <w:t>three</w:t>
                      </w:r>
                      <w:r w:rsidRPr="00A26620">
                        <w:rPr>
                          <w:rFonts w:asciiTheme="minorHAnsi" w:hAnsiTheme="minorHAnsi" w:cstheme="minorHAnsi"/>
                          <w:color w:val="5B6770"/>
                          <w:sz w:val="18"/>
                          <w:szCs w:val="18"/>
                        </w:rPr>
                        <w:t xml:space="preserve"> evaluated events in </w:t>
                      </w:r>
                      <w:r w:rsidR="002774A4">
                        <w:rPr>
                          <w:rFonts w:asciiTheme="minorHAnsi" w:hAnsiTheme="minorHAnsi" w:cstheme="minorHAnsi"/>
                          <w:color w:val="5B6770"/>
                          <w:sz w:val="18"/>
                          <w:szCs w:val="18"/>
                        </w:rPr>
                        <w:t>two</w:t>
                      </w:r>
                      <w:r w:rsidRPr="00A26620">
                        <w:rPr>
                          <w:rFonts w:asciiTheme="minorHAnsi" w:hAnsiTheme="minorHAnsi" w:cstheme="minorHAnsi"/>
                          <w:color w:val="5B6770"/>
                          <w:sz w:val="18"/>
                          <w:szCs w:val="18"/>
                        </w:rPr>
                        <w:t xml:space="preserve"> consecutive months &lt; 0.75</w:t>
                      </w:r>
                    </w:p>
                  </w:txbxContent>
                </v:textbox>
                <w10:wrap type="square"/>
              </v:shape>
            </w:pict>
          </mc:Fallback>
        </mc:AlternateContent>
      </w:r>
      <w:r>
        <w:rPr>
          <w:noProof/>
        </w:rPr>
        <mc:AlternateContent>
          <mc:Choice Requires="wpg">
            <w:drawing>
              <wp:anchor distT="0" distB="0" distL="114300" distR="114300" simplePos="0" relativeHeight="251663360" behindDoc="0" locked="0" layoutInCell="1" allowOverlap="1" wp14:anchorId="53C52A77" wp14:editId="2885208E">
                <wp:simplePos x="0" y="0"/>
                <wp:positionH relativeFrom="margin">
                  <wp:align>center</wp:align>
                </wp:positionH>
                <wp:positionV relativeFrom="paragraph">
                  <wp:posOffset>802695</wp:posOffset>
                </wp:positionV>
                <wp:extent cx="6480312" cy="6615127"/>
                <wp:effectExtent l="19050" t="0" r="15875" b="14605"/>
                <wp:wrapNone/>
                <wp:docPr id="34" name="Group 34"/>
                <wp:cNvGraphicFramePr/>
                <a:graphic xmlns:a="http://schemas.openxmlformats.org/drawingml/2006/main">
                  <a:graphicData uri="http://schemas.microsoft.com/office/word/2010/wordprocessingGroup">
                    <wpg:wgp>
                      <wpg:cNvGrpSpPr/>
                      <wpg:grpSpPr>
                        <a:xfrm>
                          <a:off x="0" y="0"/>
                          <a:ext cx="6480312" cy="6615127"/>
                          <a:chOff x="0" y="0"/>
                          <a:chExt cx="6480312" cy="6615127"/>
                        </a:xfrm>
                      </wpg:grpSpPr>
                      <wps:wsp>
                        <wps:cNvPr id="10" name="Straight Arrow Connector 10"/>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3" name="Group 33"/>
                        <wpg:cNvGrpSpPr/>
                        <wpg:grpSpPr>
                          <a:xfrm>
                            <a:off x="0" y="0"/>
                            <a:ext cx="6480312" cy="6615127"/>
                            <a:chOff x="0" y="0"/>
                            <a:chExt cx="6480312" cy="6615127"/>
                          </a:xfrm>
                        </wpg:grpSpPr>
                        <wps:wsp>
                          <wps:cNvPr id="6" name="Rounded Rectangle 6"/>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Flowchart: Decision 9"/>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lowchart: Decision 11"/>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EF801D" w14:textId="77777777" w:rsidR="00AD7E1A" w:rsidRPr="00A26620" w:rsidRDefault="00AD7E1A" w:rsidP="00A26620">
                                <w:pPr>
                                  <w:jc w:val="center"/>
                                  <w:rPr>
                                    <w:sz w:val="20"/>
                                  </w:rPr>
                                </w:pPr>
                                <w:r>
                                  <w:rPr>
                                    <w:sz w:val="20"/>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Rounded Rectangle 13"/>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D998FCD" w14:textId="77777777" w:rsidR="00AD7E1A" w:rsidRPr="00A26620" w:rsidRDefault="00AD7E1A" w:rsidP="00A26620">
                                <w:pPr>
                                  <w:jc w:val="center"/>
                                  <w:rPr>
                                    <w:sz w:val="20"/>
                                  </w:rPr>
                                </w:pPr>
                                <w:r>
                                  <w:rPr>
                                    <w:sz w:val="20"/>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Flowchart: Decision 18"/>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016EAB" w14:textId="77777777" w:rsidR="00AD7E1A" w:rsidRPr="00A26620" w:rsidRDefault="00AD7E1A" w:rsidP="00A26620">
                                <w:pPr>
                                  <w:jc w:val="center"/>
                                  <w:rPr>
                                    <w:sz w:val="20"/>
                                  </w:rPr>
                                </w:pPr>
                                <w:r>
                                  <w:rPr>
                                    <w:sz w:val="20"/>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bow Connector 19"/>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20" name="Rounded Rectangle 20"/>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B9CD1B" w14:textId="33B0F886" w:rsidR="00AD7E1A" w:rsidRPr="00A26620" w:rsidRDefault="00763AF4" w:rsidP="00A26620">
                                <w:pPr>
                                  <w:jc w:val="center"/>
                                  <w:rPr>
                                    <w:sz w:val="20"/>
                                  </w:rPr>
                                </w:pPr>
                                <w:r>
                                  <w:rPr>
                                    <w:sz w:val="20"/>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bow Connector 23"/>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Elbow Connector 24"/>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tangle 25"/>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3E3BE7"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0D5732"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7B157C"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8BDD4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51A15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480ADD"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3C52A77" id="Group 34" o:spid="_x0000_s1029" style="position:absolute;margin-left:0;margin-top:63.2pt;width:510.25pt;height:520.9pt;z-index:251663360;mso-position-horizontal:center;mso-position-horizontal-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">
                <v:shapetype id="_x0000_t32" coordsize="21600,21600" o:spt="32" o:oned="t" path="m,l21600,21600e" filled="f">
                  <v:path arrowok="t" fillok="f" o:connecttype="none"/>
                  <o:lock v:ext="edit" shapetype="t"/>
                </v:shapetype>
                <v:shape id="Straight Arrow Connector 10" o:spid="_x0000_s1030"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cK8IAAADbAAAADwAAAGRycy9kb3ducmV2LnhtbESPTUsDQQyG70L/wxDBS7GzLVV07bQU&#10;QfTabRWPYSfuLN3JLDux3f57cxB6S8j78WS1GWNnTjTkNrGD+awAQ1wn33Lj4LB/u38CkwXZY5eY&#10;HFwow2Y9uVlh6dOZd3SqpDEawrlEB0GkL63NdaCIeZZ6Yr39pCGi6Do01g941vDY2UVRPNqILWtD&#10;wJ5eA9XH6jdqLx0W0+ph+rw8vuPn91eQy3Iuzt3djtsXMEKjXMX/7g+v+Eqvv+gAd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cK8IAAADbAAAADwAAAAAAAAAAAAAA&#10;AAChAgAAZHJzL2Rvd25yZXYueG1sUEsFBgAAAAAEAAQA+QAAAJADAAAAAA==&#10;" strokecolor="#00acc8 [3204]" strokeweight=".5pt">
                  <v:stroke endarrow="block" joinstyle="miter"/>
                </v:shape>
                <v:group id="Group 33" o:spid="_x0000_s1031"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oundrect id="Rounded Rectangle 6" o:spid="_x0000_s1032"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3VxsMA&#10;AADaAAAADwAAAGRycy9kb3ducmV2LnhtbESPQWuDQBSE74X+h+UVemtWW5Bos5FQWmiPiZKS24v7&#10;ohL3rbhbtf8+GwjkOMzMN8wqn00nRhpca1lBvIhAEFdWt1wrKIuvlyUI55E1dpZJwT85yNePDyvM&#10;tJ14S+PO1yJA2GWooPG+z6R0VUMG3cL2xME72cGgD3KopR5wCnDTydcoSqTBlsNCgz19NFSdd39G&#10;weGYcFr+/HbJYX8qj/Fn8ZZSodTz07x5B+Fp9vfwrf2tFSRwvRJugF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3VxsMAAADaAAAADwAAAAAAAAAAAAAAAACYAgAAZHJzL2Rv&#10;d25yZXYueG1sUEsFBgAAAAAEAAQA9QAAAIgDAAAAAA==&#10;" fillcolor="#c1f6ff [660]" strokecolor="#005563 [1604]" strokeweight="1pt">
                    <v:stroke joinstyle="miter"/>
                    <v:textbo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v:textbox>
                  </v:roundrect>
                  <v:shape id="Straight Arrow Connector 8" o:spid="_x0000_s1033"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6gxr8AAADaAAAADwAAAGRycy9kb3ducmV2LnhtbERPTUvDQBC9C/0Pywheit20VNHYbSmC&#10;6LVpFY9DdsyGZmdDdmzTf+8chB4f73u1GWNnTjTkNrGD+awAQ1wn33Lj4LB/u38CkwXZY5eYHFwo&#10;w2Y9uVlh6dOZd3SqpDEawrlEB0GkL63NdaCIeZZ6YuV+0hBRFA6N9QOeNTx2dlEUjzZiy9oQsKfX&#10;QPWx+o3aS4fFtHqYPi+P7/j5/RXkspyLc3e34/YFjNAoV/G/+8M70K16RW+AXf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d6gxr8AAADaAAAADwAAAAAAAAAAAAAAAACh&#10;AgAAZHJzL2Rvd25yZXYueG1sUEsFBgAAAAAEAAQA+QAAAI0D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9" o:spid="_x0000_s1034"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G6cQA&#10;AADaAAAADwAAAGRycy9kb3ducmV2LnhtbESPQWvCQBSE7wX/w/KE3pqNPYhNXSWIQgmV0hgp3h7Z&#10;1yQ0+zZk15j8+26h4HGYmW+Y9XY0rRiod41lBYsoBkFcWt1wpaA4HZ5WIJxH1thaJgUTOdhuZg9r&#10;TLS98ScNua9EgLBLUEHtfZdI6cqaDLrIdsTB+7a9QR9kX0nd4y3ATSuf43gpDTYcFmrsaFdT+ZNf&#10;jYIPt3+/uC/M5OWYnochm/JimpR6nI/pKwhPo7+H/9tvWsEL/F0JN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2BunEAAAA2gAAAA8AAAAAAAAAAAAAAAAAmAIAAGRycy9k&#10;b3ducmV2LnhtbFBLBQYAAAAABAAEAPUAAACJAwAAAAA=&#10;" fillcolor="#c1f6ff [660]" strokecolor="#005563 [1604]" strokeweight="1pt">
                    <v:textbo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v:textbox>
                  </v:shape>
                  <v:shape id="Flowchart: Decision 11" o:spid="_x0000_s1035"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FzNMIA&#10;AADbAAAADwAAAGRycy9kb3ducmV2LnhtbERPTWuDQBC9B/oflgn0FldzKMG4CaGkEKQl1BhKboM7&#10;Vak7K+7W6L/vFgq9zeN9TrafTCdGGlxrWUESxSCIK6tbrhWUl5fVBoTzyBo7y6RgJgf73cMiw1Tb&#10;O7/TWPhahBB2KSpovO9TKV3VkEEX2Z44cJ92MOgDHGqpB7yHcNPJdRw/SYMth4YGe3puqPoqvo2C&#10;szu+3twH5vL2driOYz4X5Twr9bicDlsQnib/L/5zn3SYn8DvL+E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XM0wgAAANsAAAAPAAAAAAAAAAAAAAAAAJgCAABkcnMvZG93&#10;bnJldi54bWxQSwUGAAAAAAQABAD1AAAAhwMAAAAA&#10;" fillcolor="#c1f6ff [660]" strokecolor="#005563 [1604]" strokeweight="1pt">
                    <v:textbox>
                      <w:txbxContent>
                        <w:p w14:paraId="69EF801D" w14:textId="77777777" w:rsidR="00AD7E1A" w:rsidRPr="00A26620" w:rsidRDefault="00AD7E1A" w:rsidP="00A26620">
                          <w:pPr>
                            <w:jc w:val="center"/>
                            <w:rPr>
                              <w:sz w:val="20"/>
                            </w:rPr>
                          </w:pPr>
                          <w:r>
                            <w:rPr>
                              <w:sz w:val="20"/>
                            </w:rPr>
                            <w:t>Entry criteria* met?</w:t>
                          </w:r>
                        </w:p>
                      </w:txbxContent>
                    </v:textbox>
                  </v:shape>
                  <v:shape id="Straight Arrow Connector 12" o:spid="_x0000_s1036"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Hnx8MAAADbAAAADwAAAGRycy9kb3ducmV2LnhtbESPQWvCQBCF74X+h2UKvYhuDLZodJVS&#10;KO3V1BaPQ3bMBrOzITvV+O+7guBthvfmfW9Wm8G36kR9bAIbmE4yUMRVsA3XBnbfH+M5qCjIFtvA&#10;ZOBCETbrx4cVFjaceUunUmqVQjgWaMCJdIXWsXLkMU5CR5y0Q+g9Slr7WtsezynctzrPslftseFE&#10;cNjRu6PqWP75xKVdPipfRovZ8RN/9r9OLrOpGPP8NLwtQQkNcjffrr9sqp/D9Zc0gF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h58fDAAAA2wAAAA8AAAAAAAAAAAAA&#10;AAAAoQIAAGRycy9kb3ducmV2LnhtbFBLBQYAAAAABAAEAPkAAACRAwAAAAA=&#10;" strokecolor="#00acc8 [3204]" strokeweight=".5pt">
                    <v:stroke endarrow="block" joinstyle="miter"/>
                  </v:shape>
                  <v:roundrect id="Rounded Rectangle 13" o:spid="_x0000_s1037"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AQh8IA&#10;AADbAAAADwAAAGRycy9kb3ducmV2LnhtbERPTWvCQBC9F/wPywje6iYNhBpdg0gFe6wJLd7G7JgE&#10;s7Mhu8b033cLhd7m8T5nk0+mEyMNrrWsIF5GIIgrq1uuFZTF4fkVhPPIGjvLpOCbHOTb2dMGM20f&#10;/EHjydcihLDLUEHjfZ9J6aqGDLql7YkDd7WDQR/gUEs94COEm06+RFEqDbYcGhrsad9QdTvdjYLz&#10;JeVV+f7VpefPa3mJ34pkRYVSi/m0W4PwNPl/8Z/7qMP8BH5/C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YBCHwgAAANsAAAAPAAAAAAAAAAAAAAAAAJgCAABkcnMvZG93&#10;bnJldi54bWxQSwUGAAAAAAQABAD1AAAAhwMAAAAA&#10;" fillcolor="#c1f6ff [660]" strokecolor="#005563 [1604]" strokeweight="1pt">
                    <v:stroke joinstyle="miter"/>
                    <v:textbox>
                      <w:txbxContent>
                        <w:p w14:paraId="7D998FCD" w14:textId="77777777" w:rsidR="00AD7E1A" w:rsidRPr="00A26620" w:rsidRDefault="00AD7E1A" w:rsidP="00A26620">
                          <w:pPr>
                            <w:jc w:val="center"/>
                            <w:rPr>
                              <w:sz w:val="20"/>
                            </w:rPr>
                          </w:pPr>
                          <w:r>
                            <w:rPr>
                              <w:sz w:val="20"/>
                            </w:rPr>
                            <w:t>Compute new RRS Limit and post</w:t>
                          </w:r>
                        </w:p>
                      </w:txbxContent>
                    </v:textbox>
                  </v:roundrect>
                  <v:shape id="Straight Arrow Connector 17" o:spid="_x0000_s1038"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vOsQAAADbAAAADwAAAGRycy9kb3ducmV2LnhtbERPTU/CQBC9m/AfNmPihcgWBSWFhWCJ&#10;iVfAxHqbdIdupTtbu2sp/HrXhMTbvLzPWax6W4uOWl85VjAeJSCIC6crLhW871/vZyB8QNZYOyYF&#10;Z/KwWg5uFphqd+ItdbtQihjCPkUFJoQmldIXhiz6kWuII3dwrcUQYVtK3eIphttaPiTJk7RYcWww&#10;2FBmqDjufqyCz8NUdy/ZpipMnj1+DCeX7698o9Tdbb+egwjUh3/x1f2m4/xn+PslH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Cm86xAAAANsAAAAPAAAAAAAAAAAA&#10;AAAAAKECAABkcnMvZG93bnJldi54bWxQSwUGAAAAAAQABAD5AAAAkgMAAAAA&#10;" strokecolor="#00acc8 [3204]" strokeweight=".5pt">
                    <v:stroke endarrow="block" joinstyle="miter"/>
                  </v:shape>
                  <v:shape id="Flowchart: Decision 18" o:spid="_x0000_s1039"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aqcQA&#10;AADbAAAADwAAAGRycy9kb3ducmV2LnhtbESPQWvCQBCF74L/YRmhN920BynRVUQqiFiKUSnehuw0&#10;CWZnQ3Ybk3/fORS8zfDevPfNct27WnXUhsqzgddZAoo497biwsDlvJu+gwoR2WLtmQwMFGC9Go+W&#10;mFr/4BN1WSyUhHBI0UAZY5NqHfKSHIaZb4hF+/GtwyhrW2jb4kPCXa3fkmSuHVYsDSU2tC0pv2e/&#10;zsBX+Djewjce9O1zc+26w5BdhsGYl0m/WYCK1Men+f96bwVfY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L2qnEAAAA2wAAAA8AAAAAAAAAAAAAAAAAmAIAAGRycy9k&#10;b3ducmV2LnhtbFBLBQYAAAAABAAEAPUAAACJAwAAAAA=&#10;" fillcolor="#c1f6ff [660]" strokecolor="#005563 [1604]" strokeweight="1pt">
                    <v:textbox>
                      <w:txbxContent>
                        <w:p w14:paraId="23016EAB" w14:textId="77777777" w:rsidR="00AD7E1A" w:rsidRPr="00A26620" w:rsidRDefault="00AD7E1A" w:rsidP="00A26620">
                          <w:pPr>
                            <w:jc w:val="center"/>
                            <w:rPr>
                              <w:sz w:val="20"/>
                            </w:rPr>
                          </w:pPr>
                          <w:r>
                            <w:rPr>
                              <w:sz w:val="20"/>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 o:spid="_x0000_s1040"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Io2cEAAADbAAAADwAAAGRycy9kb3ducmV2LnhtbERPTYvCMBC9C/sfwix401QR0a5RRBAU&#10;Qdi6sOxtSMa22kxqE7X++40geJvH+5zZorWVuFHjS8cKBv0EBLF2puRcwc9h3ZuA8AHZYOWYFDzI&#10;w2L+0Zlhatydv+mWhVzEEPYpKihCqFMpvS7Iou+7mjhyR9dYDBE2uTQN3mO4reQwScbSYsmxocCa&#10;VgXpc3a1Ci7rvf7NdrI96cDb0X71d5zutkp1P9vlF4hAbXiLX+6NifOn8PwlHiD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YijZwQAAANsAAAAPAAAAAAAAAAAAAAAA&#10;AKECAABkcnMvZG93bnJldi54bWxQSwUGAAAAAAQABAD5AAAAjwMAAAAA&#10;" adj="23" strokecolor="#00acc8 [3204]" strokeweight=".5pt"/>
                  <v:roundrect id="Rounded Rectangle 20" o:spid="_x0000_s1041"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5ETcEA&#10;AADbAAAADwAAAGRycy9kb3ducmV2LnhtbERPy0rDQBTdC/7DcIXu7CQRgo2ZliIKdmkTKt3dZm4e&#10;NHMnZMYk/fvOQnB5OO98t5heTDS6zrKCeB2BIK6s7rhRUBafz68gnEfW2FsmBTdysNs+PuSYaTvz&#10;N01H34gQwi5DBa33Qyalq1oy6NZ2IA5cbUeDPsCxkXrEOYSbXiZRlEqDHYeGFgd6b6m6Hn+NgvMl&#10;5U15+OnT86kuL/FH8bKhQqnV07J/A+Fp8f/iP/eXVpCE9eFL+AF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eRE3BAAAA2wAAAA8AAAAAAAAAAAAAAAAAmAIAAGRycy9kb3du&#10;cmV2LnhtbFBLBQYAAAAABAAEAPUAAACGAwAAAAA=&#10;" fillcolor="#c1f6ff [660]" strokecolor="#005563 [1604]" strokeweight="1pt">
                    <v:stroke joinstyle="miter"/>
                    <v:textbox>
                      <w:txbxContent>
                        <w:p w14:paraId="46B9CD1B" w14:textId="33B0F886" w:rsidR="00AD7E1A" w:rsidRPr="00A26620" w:rsidRDefault="00763AF4" w:rsidP="00A26620">
                          <w:pPr>
                            <w:jc w:val="center"/>
                            <w:rPr>
                              <w:sz w:val="20"/>
                            </w:rPr>
                          </w:pPr>
                          <w:r>
                            <w:rPr>
                              <w:sz w:val="20"/>
                            </w:rPr>
                            <w:t>Set RRS Limit to 20% and post</w:t>
                          </w:r>
                        </w:p>
                      </w:txbxContent>
                    </v:textbox>
                  </v:roundrect>
                  <v:roundrect id="Rounded Rectangle 21" o:spid="_x0000_s1042"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h1sQA&#10;AADbAAAADwAAAGRycy9kb3ducmV2LnhtbESPQWuDQBSE74X8h+UFemtWU5BqsgkhtJAeq9Li7cV9&#10;UYn7VtxNtP++Wyj0OMzMN8x2P5te3Gl0nWUF8SoCQVxb3XGjoCzenl5AOI+ssbdMCr7JwX63eNhi&#10;pu3EH3TPfSMChF2GClrvh0xKV7dk0K3sQBy8ix0N+iDHRuoRpwA3vVxHUSINdhwWWhzo2FJ9zW9G&#10;QXVOOC3fv/qk+ryU5/i1eE6pUOpxOR82IDzN/j/81z5pBesY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4dbEAAAA2wAAAA8AAAAAAAAAAAAAAAAAmAIAAGRycy9k&#10;b3ducmV2LnhtbFBLBQYAAAAABAAEAPUAAACJAwAAAAA=&#10;" fillcolor="#c1f6ff [660]" strokecolor="#005563 [1604]" strokeweight="1pt">
                    <v:stroke joinstyle="miter"/>
                    <v:textbo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v:textbox>
                  </v:roundrect>
                  <v:shape id="Elbow Connector 23" o:spid="_x0000_s1043"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bMNcMAAADbAAAADwAAAGRycy9kb3ducmV2LnhtbESP0WrCQBRE3wv+w3KFvtWNKZY0dRUJ&#10;BITig8YPuM3eJsHs3bi7avr3riD0cZiZM8xyPZpeXMn5zrKC+SwBQVxb3XGj4FiVbxkIH5A19pZJ&#10;wR95WK8mL0vMtb3xnq6H0IgIYZ+jgjaEIZfS1y0Z9DM7EEfv1zqDIUrXSO3wFuGml2mSfEiDHceF&#10;FgcqWqpPh4tRkFU7PtM288X34qdIXenLz0um1Ot03HyBCDSG//CzvdUK0nd4fIk/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WzDXDAAAA2wAAAA8AAAAAAAAAAAAA&#10;AAAAoQIAAGRycy9kb3ducmV2LnhtbFBLBQYAAAAABAAEAPkAAACRAwAAAAA=&#10;" adj="21551" strokecolor="#00acc8 [3204]" strokeweight=".5pt">
                    <v:stroke endarrow="block"/>
                  </v:shape>
                  <v:shape id="Elbow Connector 24" o:spid="_x0000_s1044"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rHeMIAAADbAAAADwAAAGRycy9kb3ducmV2LnhtbESP0YrCMBRE34X9h3AX9k1TixS3GkV2&#10;EQXxQd0PuDTXptjclCbarl9vBMHHYWbOMPNlb2txo9ZXjhWMRwkI4sLpiksFf6f1cArCB2SNtWNS&#10;8E8elouPwRxz7To+0O0YShEh7HNUYEJocil9YciiH7mGOHpn11oMUbal1C12EW5rmSZJJi1WHBcM&#10;NvRjqLgcr1bBTspLx1hMsup6/93ss6BN+q3U12e/moEI1Id3+NXeagXpBJ5f4g+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rHeMIAAADbAAAADwAAAAAAAAAAAAAA&#10;AAChAgAAZHJzL2Rvd25yZXYueG1sUEsFBgAAAAAEAAQA+QAAAJADAAAAAA==&#10;" adj="21252" strokecolor="#00acc8 [3204]" strokeweight=".5pt">
                    <v:stroke endarrow="block"/>
                  </v:shape>
                  <v:rect id="Rectangle 25" o:spid="_x0000_s1045"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q30sIA&#10;AADbAAAADwAAAGRycy9kb3ducmV2LnhtbESPwarCMBRE9w/8h3CFt3loWsEi1ShVEHThQu0HXJpr&#10;W2xuahO17++NILgcZuYMs1j1phEP6lxtWUE8jkAQF1bXXCrIz9vRDITzyBoby6TgnxysloOfBaba&#10;PvlIj5MvRYCwS1FB5X2bSumKigy6sW2Jg3exnUEfZFdK3eEzwE0jJ1GUSIM1h4UKW9pUVFxPd6Ng&#10;s4+neXI7xNk683+5wfLYJplSv8M+m4Pw1Ptv+NPeaQWTKby/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rfSwgAAANsAAAAPAAAAAAAAAAAAAAAAAJgCAABkcnMvZG93&#10;bnJldi54bWxQSwUGAAAAAAQABAD1AAAAhwMAAAAA&#10;" fillcolor="#c1f6ff [660]" strokecolor="#005563 [1604]" strokeweight="1pt">
                    <v:textbox>
                      <w:txbxContent>
                        <w:p w14:paraId="2A3E3BE7" w14:textId="77777777" w:rsidR="00AD7E1A" w:rsidRPr="00A26620" w:rsidRDefault="00AD7E1A" w:rsidP="00A26620">
                          <w:pPr>
                            <w:jc w:val="center"/>
                            <w:rPr>
                              <w:sz w:val="18"/>
                            </w:rPr>
                          </w:pPr>
                          <w:r w:rsidRPr="00A26620">
                            <w:rPr>
                              <w:sz w:val="18"/>
                            </w:rPr>
                            <w:t>Y</w:t>
                          </w:r>
                        </w:p>
                      </w:txbxContent>
                    </v:textbox>
                  </v:rect>
                  <v:rect id="Rectangle 26" o:spid="_x0000_s1046"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gppcMA&#10;AADbAAAADwAAAGRycy9kb3ducmV2LnhtbESPQWuDQBSE74X+h+UVeil1NVAJ1lVMoNAcetD4Ax7u&#10;q0rdt8bdJubfZwOFHoeZ+YbJy9VM4kyLGy0rSKIYBHFn9ci9gvb48boF4TyyxskyKbiSg7J4fMgx&#10;0/bCNZ0b34sAYZehgsH7OZPSdQMZdJGdiYP3bReDPsill3rBS4CbSW7iOJUGRw4LA860H6j7aX6N&#10;gv0heWvT01dS7Sr/0hrs6zmtlHp+Wqt3EJ5W/x/+a39qBZsU7l/CD5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gppcMAAADbAAAADwAAAAAAAAAAAAAAAACYAgAAZHJzL2Rv&#10;d25yZXYueG1sUEsFBgAAAAAEAAQA9QAAAIgDAAAAAA==&#10;" fillcolor="#c1f6ff [660]" strokecolor="#005563 [1604]" strokeweight="1pt">
                    <v:textbox>
                      <w:txbxContent>
                        <w:p w14:paraId="280D5732" w14:textId="77777777" w:rsidR="00AD7E1A" w:rsidRPr="00A26620" w:rsidRDefault="00AD7E1A" w:rsidP="00A26620">
                          <w:pPr>
                            <w:jc w:val="center"/>
                            <w:rPr>
                              <w:sz w:val="18"/>
                            </w:rPr>
                          </w:pPr>
                          <w:r w:rsidRPr="00A26620">
                            <w:rPr>
                              <w:sz w:val="18"/>
                            </w:rPr>
                            <w:t>Y</w:t>
                          </w:r>
                        </w:p>
                      </w:txbxContent>
                    </v:textbox>
                  </v:rect>
                  <v:rect id="Rectangle 27" o:spid="_x0000_s1047"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MPsQA&#10;AADbAAAADwAAAGRycy9kb3ducmV2LnhtbESPQWuDQBSE74H+h+UVegl1VagJxk2wgUB76CHGH/Bw&#10;X1XivrXuJtp/3y0Uehxm5humOCxmEHeaXG9ZQRLFIIgbq3tuFdSX0/MWhPPIGgfLpOCbHBz2D6sC&#10;c21nPtO98q0IEHY5Kui8H3MpXdORQRfZkTh4n3Yy6IOcWqknnAPcDDKN40wa7DksdDjSsaPmWt2M&#10;guN78lJnXx9J+Vr6dW2wPY9ZqdTT41LuQHha/H/4r/2mFaQb+P0Sf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0jD7EAAAA2wAAAA8AAAAAAAAAAAAAAAAAmAIAAGRycy9k&#10;b3ducmV2LnhtbFBLBQYAAAAABAAEAPUAAACJAwAAAAA=&#10;" fillcolor="#c1f6ff [660]" strokecolor="#005563 [1604]" strokeweight="1pt">
                    <v:textbox>
                      <w:txbxContent>
                        <w:p w14:paraId="267B157C" w14:textId="77777777" w:rsidR="00AD7E1A" w:rsidRPr="00A26620" w:rsidRDefault="00AD7E1A" w:rsidP="00A26620">
                          <w:pPr>
                            <w:jc w:val="center"/>
                            <w:rPr>
                              <w:sz w:val="18"/>
                            </w:rPr>
                          </w:pPr>
                          <w:r w:rsidRPr="00A26620">
                            <w:rPr>
                              <w:sz w:val="18"/>
                            </w:rPr>
                            <w:t>Y</w:t>
                          </w:r>
                        </w:p>
                      </w:txbxContent>
                    </v:textbox>
                  </v:rect>
                  <v:rect id="Rectangle 28" o:spid="_x0000_s1048"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sYTMAA&#10;AADbAAAADwAAAGRycy9kb3ducmV2LnhtbERPzYrCMBC+C75DmAUvomkFi3SNpVsQ9OBB7QMMzWxb&#10;tpnUJqv17c1B8Pjx/W+z0XTiToNrLSuIlxEI4srqlmsF5XW/2IBwHlljZ5kUPMlBtptOtphq++Az&#10;3S++FiGEXYoKGu/7VEpXNWTQLW1PHLhfOxj0AQ611AM+Qrjp5CqKEmmw5dDQYE9FQ9Xf5d8oKI7x&#10;ukxupzj/yf28NFif+yRXavY15t8gPI3+I367D1rBKowNX8IP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sYTMAAAADbAAAADwAAAAAAAAAAAAAAAACYAgAAZHJzL2Rvd25y&#10;ZXYueG1sUEsFBgAAAAAEAAQA9QAAAIUDAAAAAA==&#10;" fillcolor="#c1f6ff [660]" strokecolor="#005563 [1604]" strokeweight="1pt">
                    <v:textbox>
                      <w:txbxContent>
                        <w:p w14:paraId="5B8BDD41" w14:textId="77777777" w:rsidR="00AD7E1A" w:rsidRPr="00A26620" w:rsidRDefault="00AD7E1A" w:rsidP="00A26620">
                          <w:pPr>
                            <w:jc w:val="center"/>
                            <w:rPr>
                              <w:sz w:val="18"/>
                            </w:rPr>
                          </w:pPr>
                          <w:r>
                            <w:rPr>
                              <w:sz w:val="18"/>
                            </w:rPr>
                            <w:t>N</w:t>
                          </w:r>
                        </w:p>
                      </w:txbxContent>
                    </v:textbox>
                  </v:rect>
                  <v:rect id="Rectangle 31" o:spid="_x0000_s1049"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nDMQA&#10;AADbAAAADwAAAGRycy9kb3ducmV2LnhtbESPQWuDQBSE74X8h+UFcinNakqlmGyCFQrJoQetP+Dh&#10;vqrEfWvdrZp/ny0Uehxm5hvmcFpMLyYaXWdZQbyNQBDXVnfcKKg+359eQTiPrLG3TApu5OB0XD0c&#10;MNV25oKm0jciQNilqKD1fkildHVLBt3WDsTB+7KjQR/k2Eg94hzgppe7KEqkwY7DQosD5S3V1/LH&#10;KMgv8UuVfH/E2VvmHyuDTTEkmVKb9ZLtQXha/H/4r33WCp5j+P0SfoA8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IJwzEAAAA2wAAAA8AAAAAAAAAAAAAAAAAmAIAAGRycy9k&#10;b3ducmV2LnhtbFBLBQYAAAAABAAEAPUAAACJAwAAAAA=&#10;" fillcolor="#c1f6ff [660]" strokecolor="#005563 [1604]" strokeweight="1pt">
                    <v:textbox>
                      <w:txbxContent>
                        <w:p w14:paraId="5451A151" w14:textId="77777777" w:rsidR="00AD7E1A" w:rsidRPr="00A26620" w:rsidRDefault="00AD7E1A" w:rsidP="00A26620">
                          <w:pPr>
                            <w:jc w:val="center"/>
                            <w:rPr>
                              <w:sz w:val="18"/>
                            </w:rPr>
                          </w:pPr>
                          <w:r>
                            <w:rPr>
                              <w:sz w:val="18"/>
                            </w:rPr>
                            <w:t>N</w:t>
                          </w:r>
                        </w:p>
                      </w:txbxContent>
                    </v:textbox>
                  </v:rect>
                  <v:rect id="Rectangle 32" o:spid="_x0000_s1050"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q5e8QA&#10;AADbAAAADwAAAGRycy9kb3ducmV2LnhtbESPQWuDQBSE74H+h+UFegl11VIpxk2wgUJ6yCGJP+Dh&#10;vqjEfWvdbTT/vlsI9DjMzDdMsZ1NL240us6ygiSKQRDXVnfcKKjOny/vIJxH1thbJgV3crDdPC0K&#10;zLWd+Ei3k29EgLDLUUHr/ZBL6eqWDLrIDsTBu9jRoA9ybKQecQpw08s0jjNpsOOw0OJAu5bq6+nH&#10;KNh9JW9V9n1Iyo/SryqDzXHISqWel3O5BuFp9v/hR3uvFbym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auXvEAAAA2wAAAA8AAAAAAAAAAAAAAAAAmAIAAGRycy9k&#10;b3ducmV2LnhtbFBLBQYAAAAABAAEAPUAAACJAwAAAAA=&#10;" fillcolor="#c1f6ff [660]" strokecolor="#005563 [1604]" strokeweight="1pt">
                    <v:textbox>
                      <w:txbxContent>
                        <w:p w14:paraId="43480ADD" w14:textId="77777777" w:rsidR="00AD7E1A" w:rsidRPr="00A26620" w:rsidRDefault="00AD7E1A" w:rsidP="00A26620">
                          <w:pPr>
                            <w:jc w:val="center"/>
                            <w:rPr>
                              <w:sz w:val="18"/>
                            </w:rPr>
                          </w:pPr>
                          <w:r>
                            <w:rPr>
                              <w:sz w:val="18"/>
                            </w:rPr>
                            <w:t>N</w:t>
                          </w:r>
                        </w:p>
                      </w:txbxContent>
                    </v:textbox>
                  </v:rect>
                </v:group>
                <w10:wrap anchorx="margin"/>
              </v:group>
            </w:pict>
          </mc:Fallback>
        </mc:AlternateContent>
      </w:r>
      <w: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sectPr w:rsidR="007415BB" w:rsidRPr="00EF6947"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B0E58" w14:textId="77777777" w:rsidR="00230391" w:rsidRDefault="00230391">
      <w:r>
        <w:separator/>
      </w:r>
    </w:p>
  </w:endnote>
  <w:endnote w:type="continuationSeparator" w:id="0">
    <w:p w14:paraId="245F11C9" w14:textId="77777777" w:rsidR="00230391" w:rsidRDefault="00230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01156" w14:textId="77777777" w:rsidR="00151A42" w:rsidRDefault="00151A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70372" w14:textId="5DE5EF40" w:rsidR="001E376F" w:rsidRPr="00F923C7" w:rsidRDefault="001E376F" w:rsidP="00302001">
    <w:pPr>
      <w:pStyle w:val="table"/>
      <w:tabs>
        <w:tab w:val="right" w:pos="8460"/>
      </w:tabs>
      <w:rPr>
        <w:color w:val="00ACC8" w:themeColor="accent1"/>
        <w:sz w:val="16"/>
        <w:szCs w:val="16"/>
      </w:rPr>
    </w:pPr>
    <w:r w:rsidRPr="00F923C7">
      <w:rPr>
        <w:rStyle w:val="PageNumber"/>
        <w:color w:val="00ACC8" w:themeColor="accent1"/>
        <w:sz w:val="16"/>
        <w:szCs w:val="16"/>
      </w:rPr>
      <w:t>©</w:t>
    </w:r>
    <w:r w:rsidR="00F923C7">
      <w:rPr>
        <w:rStyle w:val="PageNumber"/>
        <w:color w:val="00ACC8" w:themeColor="accent1"/>
        <w:sz w:val="16"/>
        <w:szCs w:val="16"/>
      </w:rPr>
      <w:t xml:space="preserve"> </w:t>
    </w:r>
    <w:r w:rsidR="00F923C7">
      <w:rPr>
        <w:rStyle w:val="PageNumber"/>
        <w:color w:val="00ACC8" w:themeColor="accent1"/>
        <w:sz w:val="16"/>
        <w:szCs w:val="16"/>
      </w:rPr>
      <w:t>201</w:t>
    </w:r>
    <w:r w:rsidR="00D241CA">
      <w:rPr>
        <w:rStyle w:val="PageNumber"/>
        <w:color w:val="00ACC8" w:themeColor="accent1"/>
        <w:sz w:val="16"/>
        <w:szCs w:val="16"/>
      </w:rPr>
      <w:t>9</w:t>
    </w:r>
    <w:bookmarkStart w:id="0" w:name="_GoBack"/>
    <w:bookmarkEnd w:id="0"/>
    <w:r w:rsidRPr="00F923C7">
      <w:rPr>
        <w:rStyle w:val="PageNumber"/>
        <w:color w:val="00ACC8" w:themeColor="accent1"/>
        <w:sz w:val="16"/>
        <w:szCs w:val="16"/>
      </w:rPr>
      <w:t xml:space="preserve"> </w:t>
    </w:r>
    <w:r w:rsidR="00F923C7" w:rsidRPr="00F923C7">
      <w:rPr>
        <w:rStyle w:val="PageNumber"/>
        <w:color w:val="00ACC8" w:themeColor="accent1"/>
        <w:sz w:val="16"/>
        <w:szCs w:val="16"/>
      </w:rPr>
      <w:t>ERCOT</w:t>
    </w:r>
    <w:r w:rsidR="00F923C7">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46598" w:rsidRPr="00646598" w14:paraId="38277F20" w14:textId="77777777" w:rsidTr="00646598">
      <w:tc>
        <w:tcPr>
          <w:tcW w:w="2500" w:type="pct"/>
          <w:shd w:val="clear" w:color="auto" w:fill="auto"/>
          <w:vAlign w:val="center"/>
        </w:tcPr>
        <w:p w14:paraId="56CEC43B" w14:textId="77777777" w:rsidR="00A51B17" w:rsidRPr="00646598" w:rsidRDefault="0064659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554AF861" w14:textId="77777777" w:rsidR="00A51B17" w:rsidRPr="00646598" w:rsidRDefault="00A64DB0" w:rsidP="002939B3">
          <w:pPr>
            <w:spacing w:before="40" w:after="40"/>
            <w:jc w:val="right"/>
            <w:rPr>
              <w:rFonts w:cs="Arial"/>
              <w:i/>
              <w:iCs/>
              <w:color w:val="00ACC8" w:themeColor="accent1"/>
              <w:sz w:val="18"/>
            </w:rPr>
          </w:pPr>
          <w:r w:rsidRPr="00646598">
            <w:rPr>
              <w:rFonts w:cs="Arial"/>
              <w:i/>
              <w:iCs/>
              <w:color w:val="00ACC8" w:themeColor="accent1"/>
              <w:sz w:val="18"/>
            </w:rPr>
            <w:t>Date</w:t>
          </w:r>
        </w:p>
      </w:tc>
    </w:tr>
  </w:tbl>
  <w:p w14:paraId="5E44B8F4" w14:textId="77777777" w:rsidR="00A51B17" w:rsidRDefault="00A51B1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5B378" w14:textId="54AEC236" w:rsidR="001E376F" w:rsidRPr="00F923C7" w:rsidRDefault="00F923C7"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w:t>
    </w:r>
    <w:r w:rsidR="00D241CA">
      <w:rPr>
        <w:rStyle w:val="PageNumber"/>
        <w:color w:val="00ACC8" w:themeColor="accent1"/>
        <w:sz w:val="16"/>
        <w:szCs w:val="16"/>
      </w:rPr>
      <w:t>9</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sidR="001E376F">
      <w:rPr>
        <w:rStyle w:val="PageNumber"/>
        <w:rFonts w:ascii="Times New Roman" w:hAnsi="Times New Roman"/>
        <w:sz w:val="24"/>
      </w:rPr>
      <w:tab/>
    </w:r>
    <w:r>
      <w:rPr>
        <w:rStyle w:val="PageNumber"/>
        <w:rFonts w:ascii="Times New Roman" w:hAnsi="Times New Roman"/>
        <w:sz w:val="24"/>
      </w:rPr>
      <w:tab/>
    </w:r>
    <w:r w:rsidR="001E376F">
      <w:rPr>
        <w:rStyle w:val="PageNumber"/>
        <w:rFonts w:ascii="Times New Roman" w:hAnsi="Times New Roman"/>
        <w:sz w:val="24"/>
      </w:rPr>
      <w:fldChar w:fldCharType="begin"/>
    </w:r>
    <w:r w:rsidR="001E376F">
      <w:rPr>
        <w:rStyle w:val="PageNumber"/>
        <w:rFonts w:ascii="Times New Roman" w:hAnsi="Times New Roman"/>
        <w:sz w:val="24"/>
      </w:rPr>
      <w:instrText xml:space="preserve"> PAGE </w:instrText>
    </w:r>
    <w:r w:rsidR="001E376F">
      <w:rPr>
        <w:rStyle w:val="PageNumber"/>
        <w:rFonts w:ascii="Times New Roman" w:hAnsi="Times New Roman"/>
        <w:sz w:val="24"/>
      </w:rPr>
      <w:fldChar w:fldCharType="separate"/>
    </w:r>
    <w:r w:rsidR="00151A42">
      <w:rPr>
        <w:rStyle w:val="PageNumber"/>
        <w:rFonts w:ascii="Times New Roman" w:hAnsi="Times New Roman"/>
        <w:noProof/>
        <w:sz w:val="24"/>
      </w:rPr>
      <w:t>i</w:t>
    </w:r>
    <w:r w:rsidR="001E376F">
      <w:rPr>
        <w:rStyle w:val="PageNumber"/>
        <w:rFonts w:ascii="Times New Roman" w:hAnsi="Times New Roman"/>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58060" w14:textId="4F5D69A8" w:rsidR="001E376F" w:rsidRPr="0080518D" w:rsidRDefault="0080518D" w:rsidP="00EA2B1F">
    <w:pPr>
      <w:pStyle w:val="Footer"/>
    </w:pPr>
    <w:r w:rsidRPr="00F923C7">
      <w:rPr>
        <w:rStyle w:val="PageNumber"/>
        <w:sz w:val="16"/>
        <w:szCs w:val="16"/>
      </w:rPr>
      <w:t>©</w:t>
    </w:r>
    <w:r>
      <w:rPr>
        <w:rStyle w:val="PageNumber"/>
        <w:sz w:val="16"/>
        <w:szCs w:val="16"/>
      </w:rPr>
      <w:t xml:space="preserve"> 201</w:t>
    </w:r>
    <w:r w:rsidR="00D241CA">
      <w:rPr>
        <w:rStyle w:val="PageNumber"/>
        <w:sz w:val="16"/>
        <w:szCs w:val="16"/>
      </w:rPr>
      <w:t>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151A42">
      <w:rPr>
        <w:noProof/>
      </w:rPr>
      <w:t>5</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533E8" w14:textId="77777777" w:rsidR="00230391" w:rsidRDefault="00230391">
      <w:r>
        <w:separator/>
      </w:r>
    </w:p>
  </w:footnote>
  <w:footnote w:type="continuationSeparator" w:id="0">
    <w:p w14:paraId="0DB2D007" w14:textId="77777777" w:rsidR="00230391" w:rsidRDefault="00230391">
      <w:r>
        <w:continuationSeparator/>
      </w:r>
    </w:p>
  </w:footnote>
  <w:footnote w:id="1">
    <w:p w14:paraId="398D3140" w14:textId="77777777" w:rsidR="004044CA" w:rsidRDefault="004044CA" w:rsidP="004044CA">
      <w:pPr>
        <w:pStyle w:val="FootnoteText"/>
      </w:pPr>
      <w:r>
        <w:rPr>
          <w:rStyle w:val="FootnoteReference"/>
        </w:rPr>
        <w:footnoteRef/>
      </w:r>
      <w:r>
        <w:t xml:space="preserve"> The most recent Network Model Database Load Schedules can be accessed at the following link.</w:t>
      </w:r>
    </w:p>
    <w:p w14:paraId="78A740C9" w14:textId="77777777" w:rsidR="004044CA" w:rsidRDefault="00151A42" w:rsidP="004044CA">
      <w:pPr>
        <w:pStyle w:val="FootnoteText"/>
      </w:pPr>
      <w:hyperlink r:id="rId1" w:history="1">
        <w:r w:rsidR="004044CA">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62B3C" w14:textId="77777777" w:rsidR="00151A42" w:rsidRDefault="00151A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0971E" w14:textId="77777777" w:rsidR="001E376F" w:rsidRPr="00F923C7" w:rsidRDefault="0092211A" w:rsidP="00302001">
    <w:pPr>
      <w:pStyle w:val="Header"/>
      <w:tabs>
        <w:tab w:val="clear" w:pos="4320"/>
        <w:tab w:val="clear" w:pos="8640"/>
        <w:tab w:val="right" w:pos="9360"/>
      </w:tabs>
      <w:rPr>
        <w:rFonts w:cs="Arial"/>
        <w:sz w:val="16"/>
        <w:szCs w:val="16"/>
      </w:rPr>
    </w:pPr>
    <w:r>
      <w:rPr>
        <w:rFonts w:cs="Arial"/>
        <w:sz w:val="16"/>
        <w:szCs w:val="16"/>
      </w:rPr>
      <w:t>Procedure</w:t>
    </w:r>
    <w:r w:rsidRPr="00995011">
      <w:rPr>
        <w:rFonts w:cs="Arial"/>
        <w:sz w:val="16"/>
        <w:szCs w:val="16"/>
      </w:rPr>
      <w:t xml:space="preserve"> </w:t>
    </w:r>
    <w:r w:rsidR="00995011" w:rsidRPr="00995011">
      <w:rPr>
        <w:rFonts w:cs="Arial"/>
        <w:sz w:val="16"/>
        <w:szCs w:val="16"/>
      </w:rPr>
      <w:t xml:space="preserve">for Calculating RRS Limits </w:t>
    </w:r>
    <w:r w:rsidR="00390A70">
      <w:rPr>
        <w:rFonts w:cs="Arial"/>
        <w:sz w:val="16"/>
        <w:szCs w:val="16"/>
      </w:rPr>
      <w:t>for</w:t>
    </w:r>
    <w:r w:rsidR="00995011" w:rsidRPr="00995011">
      <w:rPr>
        <w:rFonts w:cs="Arial"/>
        <w:sz w:val="16"/>
        <w:szCs w:val="16"/>
      </w:rPr>
      <w:t xml:space="preserve"> Individual Resources</w:t>
    </w:r>
    <w:r w:rsidR="001E376F" w:rsidRPr="00F923C7">
      <w:rPr>
        <w:rFonts w:cs="Arial"/>
        <w:sz w:val="16"/>
        <w:szCs w:val="16"/>
      </w:rPr>
      <w:tab/>
      <w:t xml:space="preserve">ERCOT </w:t>
    </w:r>
    <w:r w:rsidR="00995011">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384" w:type="pct"/>
      <w:tblBorders>
        <w:bottom w:val="single" w:sz="4" w:space="0" w:color="auto"/>
      </w:tblBorders>
      <w:shd w:val="clear" w:color="auto" w:fill="FFFFFF" w:themeFill="background1"/>
      <w:tblLook w:val="01E0" w:firstRow="1" w:lastRow="1" w:firstColumn="1" w:lastColumn="1" w:noHBand="0" w:noVBand="0"/>
    </w:tblPr>
    <w:tblGrid>
      <w:gridCol w:w="4140"/>
      <w:gridCol w:w="5939"/>
    </w:tblGrid>
    <w:tr w:rsidR="00646598" w:rsidRPr="00646598" w14:paraId="25E994B5" w14:textId="77777777" w:rsidTr="00C546DE">
      <w:tc>
        <w:tcPr>
          <w:tcW w:w="2054" w:type="pct"/>
          <w:shd w:val="clear" w:color="auto" w:fill="FFFFFF" w:themeFill="background1"/>
          <w:vAlign w:val="center"/>
        </w:tcPr>
        <w:p w14:paraId="68DA19A9" w14:textId="77777777" w:rsidR="00A51B17" w:rsidRPr="00646598" w:rsidRDefault="00251A9A" w:rsidP="00251A9A">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946" w:type="pct"/>
          <w:shd w:val="clear" w:color="auto" w:fill="FFFFFF" w:themeFill="background1"/>
          <w:vAlign w:val="center"/>
        </w:tcPr>
        <w:p w14:paraId="121760CF" w14:textId="09286D13" w:rsidR="00373E79" w:rsidRPr="00646598" w:rsidRDefault="0092211A" w:rsidP="00373E79">
          <w:pPr>
            <w:pStyle w:val="Header"/>
            <w:spacing w:before="40" w:after="40"/>
            <w:jc w:val="right"/>
            <w:rPr>
              <w:rFonts w:cs="Arial"/>
              <w:b/>
              <w:iCs/>
              <w:color w:val="00ACC8" w:themeColor="accent1"/>
              <w:sz w:val="18"/>
            </w:rPr>
          </w:pPr>
          <w:r>
            <w:rPr>
              <w:rFonts w:cs="Arial"/>
              <w:b/>
              <w:iCs/>
              <w:color w:val="00ACC8" w:themeColor="accent1"/>
              <w:sz w:val="18"/>
            </w:rPr>
            <w:t xml:space="preserve">Procedure </w:t>
          </w:r>
          <w:r w:rsidR="00373E79">
            <w:rPr>
              <w:rFonts w:cs="Arial"/>
              <w:b/>
              <w:iCs/>
              <w:color w:val="00ACC8" w:themeColor="accent1"/>
              <w:sz w:val="18"/>
            </w:rPr>
            <w:t>for Calculating RRS Limits</w:t>
          </w:r>
          <w:r w:rsidR="00C546DE">
            <w:rPr>
              <w:rFonts w:cs="Arial"/>
              <w:b/>
              <w:iCs/>
              <w:color w:val="00ACC8" w:themeColor="accent1"/>
              <w:sz w:val="18"/>
            </w:rPr>
            <w:t xml:space="preserve"> for Individual Resources</w:t>
          </w:r>
        </w:p>
      </w:tc>
    </w:tr>
  </w:tbl>
  <w:p w14:paraId="0CFA9D61" w14:textId="77777777" w:rsidR="00A51B17" w:rsidRDefault="00A51B1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F2DF0" w14:textId="77777777" w:rsidR="001E376F" w:rsidRDefault="001E37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EBE5" w14:textId="77777777" w:rsidR="001E376F" w:rsidRDefault="001E376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26F1E" w14:textId="77777777" w:rsidR="001E376F" w:rsidRDefault="001E376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05E95" w14:textId="77777777" w:rsidR="001E376F" w:rsidRDefault="001E37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18"/>
  </w:num>
  <w:num w:numId="4">
    <w:abstractNumId w:val="19"/>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7"/>
  </w:num>
  <w:num w:numId="21">
    <w:abstractNumId w:val="22"/>
  </w:num>
  <w:num w:numId="22">
    <w:abstractNumId w:val="15"/>
  </w:num>
  <w:num w:numId="23">
    <w:abstractNumId w:val="11"/>
  </w:num>
  <w:num w:numId="24">
    <w:abstractNumId w:val="13"/>
  </w:num>
  <w:num w:numId="2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06756"/>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60FD"/>
    <w:rsid w:val="00066143"/>
    <w:rsid w:val="0007013F"/>
    <w:rsid w:val="0007030C"/>
    <w:rsid w:val="0007034B"/>
    <w:rsid w:val="0007384F"/>
    <w:rsid w:val="00074EC8"/>
    <w:rsid w:val="00082816"/>
    <w:rsid w:val="0008593E"/>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3C1"/>
    <w:rsid w:val="000D73B4"/>
    <w:rsid w:val="000D7566"/>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6EB5"/>
    <w:rsid w:val="00140646"/>
    <w:rsid w:val="00141157"/>
    <w:rsid w:val="001420B4"/>
    <w:rsid w:val="00144561"/>
    <w:rsid w:val="00145827"/>
    <w:rsid w:val="00145EF2"/>
    <w:rsid w:val="0015049D"/>
    <w:rsid w:val="00150940"/>
    <w:rsid w:val="00151A42"/>
    <w:rsid w:val="00151B27"/>
    <w:rsid w:val="00152F06"/>
    <w:rsid w:val="001547F4"/>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654"/>
    <w:rsid w:val="001B6121"/>
    <w:rsid w:val="001B6D1D"/>
    <w:rsid w:val="001C1B66"/>
    <w:rsid w:val="001C25FF"/>
    <w:rsid w:val="001C53C6"/>
    <w:rsid w:val="001C6428"/>
    <w:rsid w:val="001D00F8"/>
    <w:rsid w:val="001D2080"/>
    <w:rsid w:val="001D3CD4"/>
    <w:rsid w:val="001D4A2D"/>
    <w:rsid w:val="001D4B17"/>
    <w:rsid w:val="001D6AFE"/>
    <w:rsid w:val="001E3075"/>
    <w:rsid w:val="001E376F"/>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60D7"/>
    <w:rsid w:val="002118C9"/>
    <w:rsid w:val="002129A3"/>
    <w:rsid w:val="0021708C"/>
    <w:rsid w:val="002227A5"/>
    <w:rsid w:val="00223F83"/>
    <w:rsid w:val="002246A1"/>
    <w:rsid w:val="00224872"/>
    <w:rsid w:val="00230391"/>
    <w:rsid w:val="00230AD9"/>
    <w:rsid w:val="00230C1B"/>
    <w:rsid w:val="00232405"/>
    <w:rsid w:val="002326F0"/>
    <w:rsid w:val="00234B7B"/>
    <w:rsid w:val="00235A6B"/>
    <w:rsid w:val="00237F2B"/>
    <w:rsid w:val="0024094C"/>
    <w:rsid w:val="00243795"/>
    <w:rsid w:val="00250F4B"/>
    <w:rsid w:val="00251A9A"/>
    <w:rsid w:val="0025322A"/>
    <w:rsid w:val="002535DA"/>
    <w:rsid w:val="00254584"/>
    <w:rsid w:val="0025762A"/>
    <w:rsid w:val="002622DC"/>
    <w:rsid w:val="00263E95"/>
    <w:rsid w:val="00272F5D"/>
    <w:rsid w:val="002740EA"/>
    <w:rsid w:val="00276D89"/>
    <w:rsid w:val="00276F60"/>
    <w:rsid w:val="002774A4"/>
    <w:rsid w:val="002801D8"/>
    <w:rsid w:val="002807CC"/>
    <w:rsid w:val="00281B16"/>
    <w:rsid w:val="0028233A"/>
    <w:rsid w:val="002825A6"/>
    <w:rsid w:val="00291FF0"/>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4D75"/>
    <w:rsid w:val="0049510B"/>
    <w:rsid w:val="00496D90"/>
    <w:rsid w:val="00496F7B"/>
    <w:rsid w:val="00496FF6"/>
    <w:rsid w:val="00497932"/>
    <w:rsid w:val="00497D58"/>
    <w:rsid w:val="004A161D"/>
    <w:rsid w:val="004A2903"/>
    <w:rsid w:val="004A3138"/>
    <w:rsid w:val="004A5365"/>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32FD"/>
    <w:rsid w:val="004D4AD8"/>
    <w:rsid w:val="004E09FB"/>
    <w:rsid w:val="004E39A3"/>
    <w:rsid w:val="004E3C47"/>
    <w:rsid w:val="004E5B88"/>
    <w:rsid w:val="004E5C91"/>
    <w:rsid w:val="004E64CA"/>
    <w:rsid w:val="004E6C56"/>
    <w:rsid w:val="004E6DF5"/>
    <w:rsid w:val="004F350E"/>
    <w:rsid w:val="004F607E"/>
    <w:rsid w:val="004F6F3C"/>
    <w:rsid w:val="00500B39"/>
    <w:rsid w:val="00502A7D"/>
    <w:rsid w:val="00505374"/>
    <w:rsid w:val="005073B3"/>
    <w:rsid w:val="00517A0D"/>
    <w:rsid w:val="0052177F"/>
    <w:rsid w:val="00522097"/>
    <w:rsid w:val="0052225C"/>
    <w:rsid w:val="00522381"/>
    <w:rsid w:val="00525CF3"/>
    <w:rsid w:val="005266F2"/>
    <w:rsid w:val="00527443"/>
    <w:rsid w:val="00533425"/>
    <w:rsid w:val="00534899"/>
    <w:rsid w:val="00534AAB"/>
    <w:rsid w:val="0053519F"/>
    <w:rsid w:val="00536CB6"/>
    <w:rsid w:val="00540FF7"/>
    <w:rsid w:val="005418C2"/>
    <w:rsid w:val="00542C38"/>
    <w:rsid w:val="005453D8"/>
    <w:rsid w:val="00551688"/>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BD0"/>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601503"/>
    <w:rsid w:val="00604D00"/>
    <w:rsid w:val="00605D4E"/>
    <w:rsid w:val="00607543"/>
    <w:rsid w:val="00610954"/>
    <w:rsid w:val="00612251"/>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F07"/>
    <w:rsid w:val="00645D58"/>
    <w:rsid w:val="00646598"/>
    <w:rsid w:val="006472E5"/>
    <w:rsid w:val="0064774B"/>
    <w:rsid w:val="00647896"/>
    <w:rsid w:val="006479C4"/>
    <w:rsid w:val="0065506A"/>
    <w:rsid w:val="006571ED"/>
    <w:rsid w:val="00660E1B"/>
    <w:rsid w:val="0066193C"/>
    <w:rsid w:val="0066232F"/>
    <w:rsid w:val="00663B3C"/>
    <w:rsid w:val="00666394"/>
    <w:rsid w:val="006668D3"/>
    <w:rsid w:val="00666BE1"/>
    <w:rsid w:val="006700C7"/>
    <w:rsid w:val="0067545B"/>
    <w:rsid w:val="0067568B"/>
    <w:rsid w:val="00675F88"/>
    <w:rsid w:val="00675FD0"/>
    <w:rsid w:val="00682108"/>
    <w:rsid w:val="006824A8"/>
    <w:rsid w:val="006828CB"/>
    <w:rsid w:val="00682ED2"/>
    <w:rsid w:val="00683E0B"/>
    <w:rsid w:val="00684848"/>
    <w:rsid w:val="00685E4A"/>
    <w:rsid w:val="00693C3F"/>
    <w:rsid w:val="00695628"/>
    <w:rsid w:val="006968BF"/>
    <w:rsid w:val="006972F6"/>
    <w:rsid w:val="006A0759"/>
    <w:rsid w:val="006A6C5A"/>
    <w:rsid w:val="006B015C"/>
    <w:rsid w:val="006B31EB"/>
    <w:rsid w:val="006B7E60"/>
    <w:rsid w:val="006C3CF5"/>
    <w:rsid w:val="006C45D2"/>
    <w:rsid w:val="006C48F4"/>
    <w:rsid w:val="006C4D7A"/>
    <w:rsid w:val="006C5D3C"/>
    <w:rsid w:val="006D0DCF"/>
    <w:rsid w:val="006D2CC0"/>
    <w:rsid w:val="006E2972"/>
    <w:rsid w:val="006E35D0"/>
    <w:rsid w:val="006E489C"/>
    <w:rsid w:val="006E4C7D"/>
    <w:rsid w:val="006E7031"/>
    <w:rsid w:val="006F0A00"/>
    <w:rsid w:val="006F260D"/>
    <w:rsid w:val="006F2D25"/>
    <w:rsid w:val="006F35FA"/>
    <w:rsid w:val="006F53BD"/>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398F"/>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1CAC"/>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2B56"/>
    <w:rsid w:val="00864129"/>
    <w:rsid w:val="0086438D"/>
    <w:rsid w:val="0086679D"/>
    <w:rsid w:val="008701FC"/>
    <w:rsid w:val="00870546"/>
    <w:rsid w:val="00871A7D"/>
    <w:rsid w:val="00872DC3"/>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31DC"/>
    <w:rsid w:val="008B52B5"/>
    <w:rsid w:val="008B6E50"/>
    <w:rsid w:val="008C0818"/>
    <w:rsid w:val="008C17B5"/>
    <w:rsid w:val="008C2258"/>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1A03"/>
    <w:rsid w:val="00903D3A"/>
    <w:rsid w:val="009072B2"/>
    <w:rsid w:val="009127E6"/>
    <w:rsid w:val="009136F3"/>
    <w:rsid w:val="00913D38"/>
    <w:rsid w:val="009151DA"/>
    <w:rsid w:val="00917787"/>
    <w:rsid w:val="00920733"/>
    <w:rsid w:val="00920C7D"/>
    <w:rsid w:val="0092211A"/>
    <w:rsid w:val="009249C6"/>
    <w:rsid w:val="009260A2"/>
    <w:rsid w:val="009348FB"/>
    <w:rsid w:val="00940ECC"/>
    <w:rsid w:val="00942962"/>
    <w:rsid w:val="00944A93"/>
    <w:rsid w:val="00945549"/>
    <w:rsid w:val="00945F3D"/>
    <w:rsid w:val="00945F70"/>
    <w:rsid w:val="009477A7"/>
    <w:rsid w:val="0094795C"/>
    <w:rsid w:val="009504D1"/>
    <w:rsid w:val="009532F9"/>
    <w:rsid w:val="00955EF9"/>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B14C6"/>
    <w:rsid w:val="009B3586"/>
    <w:rsid w:val="009B77D5"/>
    <w:rsid w:val="009C1A88"/>
    <w:rsid w:val="009C1C29"/>
    <w:rsid w:val="009C497F"/>
    <w:rsid w:val="009C4A64"/>
    <w:rsid w:val="009C4DF2"/>
    <w:rsid w:val="009C53A5"/>
    <w:rsid w:val="009D0A09"/>
    <w:rsid w:val="009D2CFE"/>
    <w:rsid w:val="009D4372"/>
    <w:rsid w:val="009D4F76"/>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D7E1A"/>
    <w:rsid w:val="00AE178E"/>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68B2"/>
    <w:rsid w:val="00B46ADF"/>
    <w:rsid w:val="00B5153D"/>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8E1"/>
    <w:rsid w:val="00B86072"/>
    <w:rsid w:val="00B8748E"/>
    <w:rsid w:val="00B90201"/>
    <w:rsid w:val="00B90976"/>
    <w:rsid w:val="00B90DC0"/>
    <w:rsid w:val="00B94E30"/>
    <w:rsid w:val="00B95391"/>
    <w:rsid w:val="00B96050"/>
    <w:rsid w:val="00B97DAF"/>
    <w:rsid w:val="00B97E8C"/>
    <w:rsid w:val="00BA0BAE"/>
    <w:rsid w:val="00BA0EF3"/>
    <w:rsid w:val="00BA226D"/>
    <w:rsid w:val="00BB2CB2"/>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A0E"/>
    <w:rsid w:val="00C426A4"/>
    <w:rsid w:val="00C42C07"/>
    <w:rsid w:val="00C4494D"/>
    <w:rsid w:val="00C45688"/>
    <w:rsid w:val="00C456A9"/>
    <w:rsid w:val="00C469BB"/>
    <w:rsid w:val="00C46FB2"/>
    <w:rsid w:val="00C519B1"/>
    <w:rsid w:val="00C52051"/>
    <w:rsid w:val="00C546DE"/>
    <w:rsid w:val="00C57481"/>
    <w:rsid w:val="00C606EB"/>
    <w:rsid w:val="00C64EEA"/>
    <w:rsid w:val="00C67F49"/>
    <w:rsid w:val="00C71A66"/>
    <w:rsid w:val="00C7592F"/>
    <w:rsid w:val="00C77865"/>
    <w:rsid w:val="00C77C86"/>
    <w:rsid w:val="00C80B65"/>
    <w:rsid w:val="00C80F64"/>
    <w:rsid w:val="00C81B13"/>
    <w:rsid w:val="00C8203A"/>
    <w:rsid w:val="00C8521E"/>
    <w:rsid w:val="00C90B31"/>
    <w:rsid w:val="00C93B66"/>
    <w:rsid w:val="00C9681A"/>
    <w:rsid w:val="00C9705E"/>
    <w:rsid w:val="00CA00ED"/>
    <w:rsid w:val="00CA23D5"/>
    <w:rsid w:val="00CA27D3"/>
    <w:rsid w:val="00CB11F6"/>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241CA"/>
    <w:rsid w:val="00D244A1"/>
    <w:rsid w:val="00D3212A"/>
    <w:rsid w:val="00D33718"/>
    <w:rsid w:val="00D33931"/>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38F8"/>
    <w:rsid w:val="00D74274"/>
    <w:rsid w:val="00D75D9C"/>
    <w:rsid w:val="00D76CB5"/>
    <w:rsid w:val="00D774F1"/>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019"/>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0E3"/>
    <w:rsid w:val="00EA7E20"/>
    <w:rsid w:val="00EB48D2"/>
    <w:rsid w:val="00EB4C64"/>
    <w:rsid w:val="00EB7483"/>
    <w:rsid w:val="00EC0D6F"/>
    <w:rsid w:val="00EC2DCF"/>
    <w:rsid w:val="00EC380E"/>
    <w:rsid w:val="00EC4DBB"/>
    <w:rsid w:val="00EC5327"/>
    <w:rsid w:val="00EC5BE3"/>
    <w:rsid w:val="00ED126F"/>
    <w:rsid w:val="00ED53C1"/>
    <w:rsid w:val="00ED7F1C"/>
    <w:rsid w:val="00EE059E"/>
    <w:rsid w:val="00EE12C6"/>
    <w:rsid w:val="00EE3847"/>
    <w:rsid w:val="00EE569D"/>
    <w:rsid w:val="00EF2D28"/>
    <w:rsid w:val="00EF5090"/>
    <w:rsid w:val="00EF6947"/>
    <w:rsid w:val="00EF718C"/>
    <w:rsid w:val="00EF786E"/>
    <w:rsid w:val="00EF7C10"/>
    <w:rsid w:val="00F015B8"/>
    <w:rsid w:val="00F0215B"/>
    <w:rsid w:val="00F03CDA"/>
    <w:rsid w:val="00F049A2"/>
    <w:rsid w:val="00F07EF0"/>
    <w:rsid w:val="00F11072"/>
    <w:rsid w:val="00F1405B"/>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0427"/>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 w:type="character" w:customStyle="1" w:styleId="CommentTextChar">
    <w:name w:val="Comment Text Char"/>
    <w:basedOn w:val="DefaultParagraphFont"/>
    <w:link w:val="CommentText"/>
    <w:rsid w:val="00145EF2"/>
    <w:rPr>
      <w:rFonts w:ascii="Arial" w:hAnsi="Arial"/>
      <w:color w:val="5B6770" w:themeColor="text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80940772-3BEB-4F6B-8BAF-B2C1C3AD4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3</TotalTime>
  <Pages>8</Pages>
  <Words>1358</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9349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Phil</cp:lastModifiedBy>
  <cp:revision>3</cp:revision>
  <cp:lastPrinted>2016-01-26T23:30:00Z</cp:lastPrinted>
  <dcterms:created xsi:type="dcterms:W3CDTF">2019-09-11T14:29:00Z</dcterms:created>
  <dcterms:modified xsi:type="dcterms:W3CDTF">2019-10-14T14:50:00Z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