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30FA" w:rsidRPr="006B373F" w:rsidRDefault="002930FA" w:rsidP="00841672">
      <w:pPr>
        <w:jc w:val="center"/>
        <w:outlineLvl w:val="0"/>
        <w:rPr>
          <w:sz w:val="28"/>
          <w:szCs w:val="28"/>
          <w:u w:val="single"/>
        </w:rPr>
      </w:pPr>
      <w:r w:rsidRPr="006B373F">
        <w:rPr>
          <w:sz w:val="28"/>
          <w:szCs w:val="28"/>
          <w:u w:val="single"/>
        </w:rPr>
        <w:t>OPSTF Report to ROS</w:t>
      </w:r>
    </w:p>
    <w:p w:rsidR="002930FA" w:rsidRDefault="002930FA" w:rsidP="001D64FC">
      <w:pPr>
        <w:rPr>
          <w:sz w:val="28"/>
          <w:szCs w:val="28"/>
        </w:rPr>
      </w:pPr>
      <w:r>
        <w:rPr>
          <w:sz w:val="28"/>
          <w:szCs w:val="28"/>
        </w:rPr>
        <w:tab/>
        <w:t>The OPSTF did not meet in May.  In April, ROS approved the OPSTF recommendation regarding transmission loading levels to be used when planning system improvements.  This recommendation is now being developed into a Revision Request by the PLWG.</w:t>
      </w:r>
    </w:p>
    <w:p w:rsidR="002930FA" w:rsidRDefault="002930FA" w:rsidP="001D64FC">
      <w:pPr>
        <w:rPr>
          <w:sz w:val="28"/>
          <w:szCs w:val="28"/>
        </w:rPr>
      </w:pPr>
      <w:r>
        <w:rPr>
          <w:sz w:val="28"/>
          <w:szCs w:val="28"/>
        </w:rPr>
        <w:tab/>
        <w:t xml:space="preserve">The OPSTF Issues List Matrix has been completed and is attached to this report.  With the completion of the issues list, the OPSTF has accomplished its assignment and therefore recommends that the Operations and Planning Synchronization Task Force be disbanded.  </w:t>
      </w:r>
    </w:p>
    <w:p w:rsidR="002930FA" w:rsidRDefault="002930FA" w:rsidP="001D64FC">
      <w:pPr>
        <w:rPr>
          <w:sz w:val="28"/>
          <w:szCs w:val="28"/>
        </w:rPr>
      </w:pPr>
      <w:r>
        <w:rPr>
          <w:sz w:val="28"/>
          <w:szCs w:val="28"/>
        </w:rPr>
        <w:tab/>
      </w:r>
    </w:p>
    <w:p w:rsidR="002930FA" w:rsidRDefault="002930FA" w:rsidP="001D64FC">
      <w:pPr>
        <w:rPr>
          <w:sz w:val="28"/>
          <w:szCs w:val="28"/>
        </w:rPr>
      </w:pPr>
      <w:r>
        <w:rPr>
          <w:sz w:val="28"/>
          <w:szCs w:val="28"/>
        </w:rPr>
        <w:tab/>
      </w:r>
      <w:r w:rsidRPr="005220FE">
        <w:rPr>
          <w:sz w:val="28"/>
          <w:szCs w:val="28"/>
        </w:rPr>
        <w:tab/>
      </w:r>
    </w:p>
    <w:p w:rsidR="002930FA" w:rsidRDefault="002930FA" w:rsidP="001D64FC">
      <w:pPr>
        <w:rPr>
          <w:sz w:val="28"/>
          <w:szCs w:val="28"/>
        </w:rPr>
      </w:pPr>
    </w:p>
    <w:p w:rsidR="002930FA" w:rsidRDefault="002930FA" w:rsidP="001D64FC">
      <w:pPr>
        <w:rPr>
          <w:sz w:val="28"/>
          <w:szCs w:val="28"/>
        </w:rPr>
      </w:pPr>
    </w:p>
    <w:p w:rsidR="002930FA" w:rsidRDefault="002930FA"/>
    <w:sectPr w:rsidR="002930FA" w:rsidSect="0026505F">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0FA" w:rsidRDefault="002930FA" w:rsidP="00EF33F6">
      <w:pPr>
        <w:spacing w:after="0" w:line="240" w:lineRule="auto"/>
      </w:pPr>
      <w:r>
        <w:separator/>
      </w:r>
    </w:p>
  </w:endnote>
  <w:endnote w:type="continuationSeparator" w:id="0">
    <w:p w:rsidR="002930FA" w:rsidRDefault="002930FA" w:rsidP="00EF3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30FA" w:rsidRDefault="002930FA" w:rsidP="002D23AA">
    <w:pPr>
      <w:pStyle w:val="Footer"/>
      <w:tabs>
        <w:tab w:val="clear" w:pos="9360"/>
      </w:tabs>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tab/>
    </w:r>
    <w:r>
      <w:tab/>
    </w:r>
    <w:r>
      <w:tab/>
    </w:r>
    <w:r>
      <w:tab/>
    </w:r>
    <w:r>
      <w:tab/>
      <w:t xml:space="preserve">     6/5/2013</w:t>
    </w:r>
  </w:p>
  <w:p w:rsidR="002930FA" w:rsidRDefault="002930FA">
    <w:pPr>
      <w:pStyle w:val="Footer"/>
    </w:pPr>
    <w:r>
      <w:tab/>
    </w:r>
    <w:r>
      <w:tab/>
      <w:t>J. Armke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0FA" w:rsidRDefault="002930FA" w:rsidP="00EF33F6">
      <w:pPr>
        <w:spacing w:after="0" w:line="240" w:lineRule="auto"/>
      </w:pPr>
      <w:r>
        <w:separator/>
      </w:r>
    </w:p>
  </w:footnote>
  <w:footnote w:type="continuationSeparator" w:id="0">
    <w:p w:rsidR="002930FA" w:rsidRDefault="002930FA" w:rsidP="00EF33F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79E604E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1B46A8A"/>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6FE543E"/>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885CC2A2"/>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DEF870A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A9EAE9B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E308E3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033C533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20E89F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B7944ED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64FC"/>
    <w:rsid w:val="00076192"/>
    <w:rsid w:val="00085BB1"/>
    <w:rsid w:val="000D41B5"/>
    <w:rsid w:val="000D77A0"/>
    <w:rsid w:val="001219B2"/>
    <w:rsid w:val="001244E9"/>
    <w:rsid w:val="00150D1D"/>
    <w:rsid w:val="001D4A7A"/>
    <w:rsid w:val="001D64FC"/>
    <w:rsid w:val="00213E6C"/>
    <w:rsid w:val="002537B1"/>
    <w:rsid w:val="002606D9"/>
    <w:rsid w:val="0026505F"/>
    <w:rsid w:val="002813B8"/>
    <w:rsid w:val="002930FA"/>
    <w:rsid w:val="002C07FC"/>
    <w:rsid w:val="002D23AA"/>
    <w:rsid w:val="002F475D"/>
    <w:rsid w:val="00304FFA"/>
    <w:rsid w:val="0031200E"/>
    <w:rsid w:val="003143A1"/>
    <w:rsid w:val="00354553"/>
    <w:rsid w:val="0036301D"/>
    <w:rsid w:val="003907C6"/>
    <w:rsid w:val="0039679B"/>
    <w:rsid w:val="003E3B9C"/>
    <w:rsid w:val="004904BE"/>
    <w:rsid w:val="004D1F9E"/>
    <w:rsid w:val="004E071A"/>
    <w:rsid w:val="005220FE"/>
    <w:rsid w:val="005427A9"/>
    <w:rsid w:val="005B1795"/>
    <w:rsid w:val="005D04EC"/>
    <w:rsid w:val="005E766D"/>
    <w:rsid w:val="0061237B"/>
    <w:rsid w:val="006217C0"/>
    <w:rsid w:val="006256BA"/>
    <w:rsid w:val="006B373F"/>
    <w:rsid w:val="006B3CFD"/>
    <w:rsid w:val="006C23FF"/>
    <w:rsid w:val="006F5B3D"/>
    <w:rsid w:val="00722F57"/>
    <w:rsid w:val="007868B6"/>
    <w:rsid w:val="007A7B16"/>
    <w:rsid w:val="007B237D"/>
    <w:rsid w:val="007D17B2"/>
    <w:rsid w:val="007D2185"/>
    <w:rsid w:val="00841672"/>
    <w:rsid w:val="008579D9"/>
    <w:rsid w:val="00891848"/>
    <w:rsid w:val="008A1D8C"/>
    <w:rsid w:val="008B772E"/>
    <w:rsid w:val="00903F4E"/>
    <w:rsid w:val="0091649E"/>
    <w:rsid w:val="0097522D"/>
    <w:rsid w:val="009756C4"/>
    <w:rsid w:val="009D2839"/>
    <w:rsid w:val="009E1D81"/>
    <w:rsid w:val="00A02572"/>
    <w:rsid w:val="00A329FE"/>
    <w:rsid w:val="00A368FC"/>
    <w:rsid w:val="00A7753C"/>
    <w:rsid w:val="00AE4087"/>
    <w:rsid w:val="00AF777B"/>
    <w:rsid w:val="00B61454"/>
    <w:rsid w:val="00B832E3"/>
    <w:rsid w:val="00BB2110"/>
    <w:rsid w:val="00BD6CFD"/>
    <w:rsid w:val="00BF6E77"/>
    <w:rsid w:val="00C47B04"/>
    <w:rsid w:val="00CC759F"/>
    <w:rsid w:val="00CF6720"/>
    <w:rsid w:val="00CF7210"/>
    <w:rsid w:val="00D02601"/>
    <w:rsid w:val="00D10408"/>
    <w:rsid w:val="00D945F9"/>
    <w:rsid w:val="00DE00D3"/>
    <w:rsid w:val="00DE7C82"/>
    <w:rsid w:val="00EF33F6"/>
    <w:rsid w:val="00F308DC"/>
    <w:rsid w:val="00F55FAF"/>
    <w:rsid w:val="00F7087B"/>
    <w:rsid w:val="00F90804"/>
    <w:rsid w:val="00FB7228"/>
    <w:rsid w:val="00FD0A04"/>
    <w:rsid w:val="00FD3F55"/>
    <w:rsid w:val="00FE5293"/>
    <w:rsid w:val="00FE79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05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33F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F33F6"/>
    <w:rPr>
      <w:rFonts w:cs="Times New Roman"/>
    </w:rPr>
  </w:style>
  <w:style w:type="paragraph" w:styleId="Footer">
    <w:name w:val="footer"/>
    <w:basedOn w:val="Normal"/>
    <w:link w:val="FooterChar"/>
    <w:uiPriority w:val="99"/>
    <w:rsid w:val="00EF33F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F33F6"/>
    <w:rPr>
      <w:rFonts w:cs="Times New Roman"/>
    </w:rPr>
  </w:style>
  <w:style w:type="paragraph" w:styleId="BalloonText">
    <w:name w:val="Balloon Text"/>
    <w:basedOn w:val="Normal"/>
    <w:link w:val="BalloonTextChar"/>
    <w:uiPriority w:val="99"/>
    <w:semiHidden/>
    <w:rsid w:val="00EF33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33F6"/>
    <w:rPr>
      <w:rFonts w:ascii="Tahoma" w:hAnsi="Tahoma" w:cs="Tahoma"/>
      <w:sz w:val="16"/>
      <w:szCs w:val="16"/>
    </w:rPr>
  </w:style>
  <w:style w:type="paragraph" w:styleId="DocumentMap">
    <w:name w:val="Document Map"/>
    <w:basedOn w:val="Normal"/>
    <w:link w:val="DocumentMapChar"/>
    <w:uiPriority w:val="99"/>
    <w:semiHidden/>
    <w:rsid w:val="0084167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244E9"/>
    <w:rPr>
      <w:rFonts w:ascii="Times New Roman" w:hAnsi="Times New Roman" w:cs="Times New Roman"/>
      <w:sz w:val="2"/>
    </w:rPr>
  </w:style>
  <w:style w:type="character" w:styleId="PageNumber">
    <w:name w:val="page number"/>
    <w:basedOn w:val="DefaultParagraphFont"/>
    <w:uiPriority w:val="99"/>
    <w:rsid w:val="00D02601"/>
    <w:rPr>
      <w:rFonts w:cs="Times New Roman"/>
    </w:rPr>
  </w:style>
</w:styles>
</file>

<file path=word/webSettings.xml><?xml version="1.0" encoding="utf-8"?>
<w:webSettings xmlns:r="http://schemas.openxmlformats.org/officeDocument/2006/relationships" xmlns:w="http://schemas.openxmlformats.org/wordprocessingml/2006/main">
  <w:divs>
    <w:div w:id="188496029">
      <w:marLeft w:val="0"/>
      <w:marRight w:val="0"/>
      <w:marTop w:val="0"/>
      <w:marBottom w:val="0"/>
      <w:divBdr>
        <w:top w:val="none" w:sz="0" w:space="0" w:color="auto"/>
        <w:left w:val="none" w:sz="0" w:space="0" w:color="auto"/>
        <w:bottom w:val="none" w:sz="0" w:space="0" w:color="auto"/>
        <w:right w:val="none" w:sz="0" w:space="0" w:color="auto"/>
      </w:divBdr>
    </w:div>
    <w:div w:id="188496030">
      <w:marLeft w:val="0"/>
      <w:marRight w:val="0"/>
      <w:marTop w:val="0"/>
      <w:marBottom w:val="0"/>
      <w:divBdr>
        <w:top w:val="none" w:sz="0" w:space="0" w:color="auto"/>
        <w:left w:val="none" w:sz="0" w:space="0" w:color="auto"/>
        <w:bottom w:val="none" w:sz="0" w:space="0" w:color="auto"/>
        <w:right w:val="none" w:sz="0" w:space="0" w:color="auto"/>
      </w:divBdr>
    </w:div>
    <w:div w:id="188496031">
      <w:marLeft w:val="0"/>
      <w:marRight w:val="0"/>
      <w:marTop w:val="0"/>
      <w:marBottom w:val="0"/>
      <w:divBdr>
        <w:top w:val="none" w:sz="0" w:space="0" w:color="auto"/>
        <w:left w:val="none" w:sz="0" w:space="0" w:color="auto"/>
        <w:bottom w:val="none" w:sz="0" w:space="0" w:color="auto"/>
        <w:right w:val="none" w:sz="0" w:space="0" w:color="auto"/>
      </w:divBdr>
    </w:div>
    <w:div w:id="188496032">
      <w:marLeft w:val="0"/>
      <w:marRight w:val="0"/>
      <w:marTop w:val="0"/>
      <w:marBottom w:val="0"/>
      <w:divBdr>
        <w:top w:val="none" w:sz="0" w:space="0" w:color="auto"/>
        <w:left w:val="none" w:sz="0" w:space="0" w:color="auto"/>
        <w:bottom w:val="none" w:sz="0" w:space="0" w:color="auto"/>
        <w:right w:val="none" w:sz="0" w:space="0" w:color="auto"/>
      </w:divBdr>
    </w:div>
    <w:div w:id="188496033">
      <w:marLeft w:val="0"/>
      <w:marRight w:val="0"/>
      <w:marTop w:val="0"/>
      <w:marBottom w:val="0"/>
      <w:divBdr>
        <w:top w:val="none" w:sz="0" w:space="0" w:color="auto"/>
        <w:left w:val="none" w:sz="0" w:space="0" w:color="auto"/>
        <w:bottom w:val="none" w:sz="0" w:space="0" w:color="auto"/>
        <w:right w:val="none" w:sz="0" w:space="0" w:color="auto"/>
      </w:divBdr>
    </w:div>
    <w:div w:id="188496034">
      <w:marLeft w:val="0"/>
      <w:marRight w:val="0"/>
      <w:marTop w:val="0"/>
      <w:marBottom w:val="0"/>
      <w:divBdr>
        <w:top w:val="none" w:sz="0" w:space="0" w:color="auto"/>
        <w:left w:val="none" w:sz="0" w:space="0" w:color="auto"/>
        <w:bottom w:val="none" w:sz="0" w:space="0" w:color="auto"/>
        <w:right w:val="none" w:sz="0" w:space="0" w:color="auto"/>
      </w:divBdr>
    </w:div>
    <w:div w:id="188496035">
      <w:marLeft w:val="0"/>
      <w:marRight w:val="0"/>
      <w:marTop w:val="0"/>
      <w:marBottom w:val="0"/>
      <w:divBdr>
        <w:top w:val="none" w:sz="0" w:space="0" w:color="auto"/>
        <w:left w:val="none" w:sz="0" w:space="0" w:color="auto"/>
        <w:bottom w:val="none" w:sz="0" w:space="0" w:color="auto"/>
        <w:right w:val="none" w:sz="0" w:space="0" w:color="auto"/>
      </w:divBdr>
    </w:div>
    <w:div w:id="188496036">
      <w:marLeft w:val="0"/>
      <w:marRight w:val="0"/>
      <w:marTop w:val="0"/>
      <w:marBottom w:val="0"/>
      <w:divBdr>
        <w:top w:val="none" w:sz="0" w:space="0" w:color="auto"/>
        <w:left w:val="none" w:sz="0" w:space="0" w:color="auto"/>
        <w:bottom w:val="none" w:sz="0" w:space="0" w:color="auto"/>
        <w:right w:val="none" w:sz="0" w:space="0" w:color="auto"/>
      </w:divBdr>
    </w:div>
    <w:div w:id="188496037">
      <w:marLeft w:val="0"/>
      <w:marRight w:val="0"/>
      <w:marTop w:val="0"/>
      <w:marBottom w:val="0"/>
      <w:divBdr>
        <w:top w:val="none" w:sz="0" w:space="0" w:color="auto"/>
        <w:left w:val="none" w:sz="0" w:space="0" w:color="auto"/>
        <w:bottom w:val="none" w:sz="0" w:space="0" w:color="auto"/>
        <w:right w:val="none" w:sz="0" w:space="0" w:color="auto"/>
      </w:divBdr>
    </w:div>
    <w:div w:id="1884960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Pages>
  <Words>80</Words>
  <Characters>459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OPSTF Report to ROS</dc:title>
  <dc:subject/>
  <dc:creator>Cougar</dc:creator>
  <cp:keywords/>
  <dc:description/>
  <cp:lastModifiedBy>armke</cp:lastModifiedBy>
  <cp:revision>3</cp:revision>
  <cp:lastPrinted>2013-04-04T18:36:00Z</cp:lastPrinted>
  <dcterms:created xsi:type="dcterms:W3CDTF">2013-06-05T16:10:00Z</dcterms:created>
  <dcterms:modified xsi:type="dcterms:W3CDTF">2013-06-05T16:27:00Z</dcterms:modified>
</cp:coreProperties>
</file>